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AA" w:rsidRDefault="003E09AA" w:rsidP="0058480F">
      <w:pPr>
        <w:pStyle w:val="Titre"/>
      </w:pPr>
      <w:bookmarkStart w:id="0" w:name="_GoBack"/>
      <w:bookmarkEnd w:id="0"/>
      <w:r>
        <w:t>DR1 : Etagement des rapports :</w:t>
      </w:r>
    </w:p>
    <w:p w:rsidR="0058480F" w:rsidRPr="0058480F" w:rsidRDefault="0058480F" w:rsidP="0058480F">
      <w:pPr>
        <w:pStyle w:val="Titre2"/>
      </w:pPr>
      <w:r w:rsidRPr="0058480F">
        <w:t>Cinématique du changement de rapport</w:t>
      </w:r>
    </w:p>
    <w:p w:rsidR="003E09AA" w:rsidRDefault="00A314E9" w:rsidP="0058480F">
      <w:pPr>
        <w:pStyle w:val="Questions"/>
      </w:pPr>
      <w:r>
        <w:t> Courbes de régime</w:t>
      </w:r>
    </w:p>
    <w:p w:rsidR="003E09AA" w:rsidRDefault="00A314E9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noProof/>
          <w:lang w:eastAsia="fr-FR"/>
        </w:rPr>
        <w:drawing>
          <wp:inline distT="0" distB="0" distL="0" distR="0" wp14:anchorId="5E4EAFC8" wp14:editId="0BBA7C47">
            <wp:extent cx="6645910" cy="3527159"/>
            <wp:effectExtent l="0" t="0" r="21590" b="0"/>
            <wp:docPr id="5" name="Graphiqu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B0035" w:rsidRDefault="005B0035" w:rsidP="0058480F">
      <w:pPr>
        <w:pStyle w:val="Questions"/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> Vitesse de rotation relative du pignon 2</w:t>
      </w:r>
      <w:r w:rsidR="00E7401C"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>/arbre secondaire</w:t>
      </w:r>
    </w:p>
    <w:p w:rsidR="00E7401C" w:rsidRDefault="00E7401C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>D’après une recherche web :</w:t>
      </w:r>
    </w:p>
    <w:p w:rsidR="00E7401C" w:rsidRDefault="00412566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hyperlink r:id="rId9" w:history="1">
        <w:r w:rsidR="00E7401C" w:rsidRPr="00814C79">
          <w:rPr>
            <w:rStyle w:val="Lienhypertexte"/>
          </w:rPr>
          <w:t>http://www.allopneus.com/vehicule/renault/trafic/trafic-ii-autobus-autocar/2001-03-01/13588</w:t>
        </w:r>
      </w:hyperlink>
    </w:p>
    <w:p w:rsidR="00E7401C" w:rsidRDefault="00E7401C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 xml:space="preserve">pour trouver les dimensions </w:t>
      </w:r>
      <w:r w:rsidRPr="0058480F"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>de</w:t>
      </w: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 xml:space="preserve"> pneu du minibus Trafic II</w:t>
      </w:r>
    </w:p>
    <w:p w:rsidR="00E7401C" w:rsidRDefault="00412566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hyperlink r:id="rId10" w:history="1">
        <w:r w:rsidR="00E7401C" w:rsidRPr="00814C79">
          <w:rPr>
            <w:rStyle w:val="Lienhypertexte"/>
          </w:rPr>
          <w:t>http://www.toutcalculer.com/automobile/dimension-pneu.php</w:t>
        </w:r>
      </w:hyperlink>
    </w:p>
    <w:p w:rsidR="00C07DE5" w:rsidRPr="00C07DE5" w:rsidRDefault="00E7401C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>pour calculer le diamètre</w:t>
      </w:r>
      <w:r w:rsidR="0058480F"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 xml:space="preserve"> et</w:t>
      </w:r>
      <w:r w:rsidR="00EA6035"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 xml:space="preserve"> </w:t>
      </w:r>
      <w:r w:rsidR="0058480F"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 xml:space="preserve">donc le rayon de roue : </w:t>
      </w:r>
      <w:r w:rsidR="005A2BF2" w:rsidRP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R</w:t>
      </w:r>
      <w:r w:rsidR="005A2BF2" w:rsidRP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r</w:t>
      </w:r>
      <w:r w:rsidRP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= </w:t>
      </w:r>
      <w:r w:rsidR="005A2BF2" w:rsidRP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0,673/2 = 0,334 mm</w:t>
      </w:r>
    </w:p>
    <w:p w:rsidR="005E7677" w:rsidRDefault="005E7677" w:rsidP="0058480F">
      <w:pPr>
        <w:spacing w:after="0"/>
        <w:rPr>
          <w:rStyle w:val="Equations"/>
          <w:rFonts w:ascii="Times New Roman" w:hAnsi="Times New Roman"/>
          <w:b w:val="0"/>
          <w:i w:val="0"/>
          <w:noProof w:val="0"/>
          <w:sz w:val="24"/>
          <w:szCs w:val="20"/>
        </w:rPr>
      </w:pP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ω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2/as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= ω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2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– ω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as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= r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b2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.ω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ap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–.</w:t>
      </w:r>
      <w:r w:rsid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begin"/>
      </w:r>
      <w:r w:rsid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 xml:space="preserve"> eq \b(</w:instrText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begin"/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 xml:space="preserve"> eq \s\do1(\f(V;R</w:instrText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instrText>r</w:instrText>
      </w:r>
      <w:r w:rsid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.r</w:instrText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instrText>p</w:instrText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))</w:instrText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end"/>
      </w:r>
      <w:r w:rsid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)</w:instrText>
      </w:r>
      <w:r w:rsid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end"/>
      </w:r>
      <w:r w:rsid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= 66 rad.sec</w:t>
      </w:r>
      <w:r w:rsidR="00C07DE5"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perscript"/>
        </w:rPr>
        <w:t>-1</w:t>
      </w:r>
      <w:r w:rsid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(</w:t>
      </w:r>
      <w:r w:rsidR="0058480F" w:rsidRPr="0058480F">
        <w:rPr>
          <w:rStyle w:val="Equations"/>
          <w:rFonts w:ascii="Times New Roman" w:hAnsi="Times New Roman"/>
          <w:b w:val="0"/>
          <w:i w:val="0"/>
          <w:noProof w:val="0"/>
          <w:sz w:val="24"/>
          <w:szCs w:val="20"/>
        </w:rPr>
        <w:t>Impossible de craboter dans ces conditions !</w:t>
      </w:r>
      <w:r w:rsidR="0058480F">
        <w:rPr>
          <w:rStyle w:val="Equations"/>
          <w:rFonts w:ascii="Times New Roman" w:hAnsi="Times New Roman"/>
          <w:b w:val="0"/>
          <w:i w:val="0"/>
          <w:noProof w:val="0"/>
          <w:sz w:val="24"/>
          <w:szCs w:val="20"/>
        </w:rPr>
        <w:t>)</w:t>
      </w:r>
    </w:p>
    <w:p w:rsidR="0058480F" w:rsidRPr="0058480F" w:rsidRDefault="0058480F" w:rsidP="0058480F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t xml:space="preserve">Il est nécessaire de synchroniser la rotation de l’arbre primaire de sorte que 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ω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t>2/as</w: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= 0 rad.sec</w:t>
      </w:r>
      <w:r w:rsidRP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perscript"/>
        </w:rPr>
        <w:t>-1</w: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.</w:t>
      </w:r>
    </w:p>
    <w:p w:rsidR="00C07DE5" w:rsidRDefault="00C07DE5" w:rsidP="0058480F">
      <w:pPr>
        <w:pStyle w:val="Questions"/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 Régime moteur et rotation arbre primaire</w:t>
      </w:r>
    </w:p>
    <w:p w:rsidR="00C07DE5" w:rsidRDefault="00C07DE5" w:rsidP="0058480F">
      <w:pP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>N1 = 3000 tr/min ; N2 = 1600 tr/min</w:t>
      </w:r>
    </w:p>
    <w:p w:rsidR="00C07DE5" w:rsidRDefault="00C07DE5" w:rsidP="0058480F">
      <w:pP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begin"/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 xml:space="preserve"> eq \b(</w:instrTex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begin"/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 xml:space="preserve"> eq \s\do1(\f(</w:instrTex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sym w:font="Symbol" w:char="F044"/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ω</w:instrText>
      </w:r>
      <w:r w:rsidRPr="0058480F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bscript"/>
        </w:rPr>
        <w:instrText>ap</w:instrTex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;</w:instrTex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sym w:font="Symbol" w:char="F044"/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t))</w:instrTex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end"/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instrText>)</w:instrText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fldChar w:fldCharType="end"/>
      </w:r>
      <w:r>
        <w:rPr>
          <w:rStyle w:val="Equations"/>
          <w:rFonts w:cs="Arial"/>
          <w:b w:val="0"/>
          <w:i w:val="0"/>
          <w:iCs w:val="0"/>
          <w:noProof w:val="0"/>
          <w:sz w:val="24"/>
          <w:szCs w:val="20"/>
        </w:rPr>
        <w:t xml:space="preserve"> = - 146,5/0,1 = - 1465 rad.sec</w:t>
      </w:r>
      <w:r w:rsidRPr="00C07DE5">
        <w:rPr>
          <w:rStyle w:val="Equations"/>
          <w:rFonts w:cs="Arial"/>
          <w:b w:val="0"/>
          <w:i w:val="0"/>
          <w:iCs w:val="0"/>
          <w:noProof w:val="0"/>
          <w:sz w:val="24"/>
          <w:szCs w:val="20"/>
          <w:vertAlign w:val="superscript"/>
        </w:rPr>
        <w:t>-2</w:t>
      </w:r>
    </w:p>
    <w:p w:rsidR="00C07DE5" w:rsidRDefault="0058480F" w:rsidP="0058480F">
      <w:pPr>
        <w:pStyle w:val="Titre2"/>
        <w:rPr>
          <w:rStyle w:val="Equations"/>
          <w:rFonts w:cs="Arial"/>
          <w:b/>
          <w:i w:val="0"/>
          <w:iCs/>
          <w:noProof w:val="0"/>
          <w:sz w:val="24"/>
          <w:szCs w:val="20"/>
        </w:rPr>
      </w:pPr>
      <w:r>
        <w:rPr>
          <w:rStyle w:val="Equations"/>
          <w:rFonts w:cs="Arial"/>
          <w:b/>
          <w:i w:val="0"/>
          <w:iCs/>
          <w:noProof w:val="0"/>
          <w:sz w:val="24"/>
          <w:szCs w:val="20"/>
        </w:rPr>
        <w:t>Effort d’engagement</w:t>
      </w:r>
    </w:p>
    <w:p w:rsidR="0058480F" w:rsidRDefault="0058480F" w:rsidP="0058480F">
      <w:pPr>
        <w:pStyle w:val="Questions"/>
      </w:pPr>
      <w:r>
        <w:t> Effort d’engagement</w:t>
      </w:r>
    </w:p>
    <w:p w:rsidR="003E09AA" w:rsidRDefault="0058480F" w:rsidP="0058480F">
      <w:pPr>
        <w:rPr>
          <w:rFonts w:ascii="Arial" w:hAnsi="Arial"/>
          <w:kern w:val="28"/>
          <w:sz w:val="40"/>
          <w:szCs w:val="40"/>
        </w:rPr>
      </w:pPr>
      <w:r w:rsidRPr="00303118">
        <w:t>F</w:t>
      </w:r>
      <w:r w:rsidRPr="00303118">
        <w:rPr>
          <w:vertAlign w:val="subscript"/>
        </w:rPr>
        <w:t>syn</w:t>
      </w:r>
      <w:r w:rsidRPr="00303118">
        <w:t xml:space="preserve"> = </w:t>
      </w:r>
      <w:r w:rsidRPr="00303118">
        <w:rPr>
          <w:rFonts w:cs="Arial"/>
        </w:rPr>
        <w:fldChar w:fldCharType="begin"/>
      </w:r>
      <w:r w:rsidRPr="00303118">
        <w:rPr>
          <w:rFonts w:cs="Arial"/>
        </w:rPr>
        <w:instrText xml:space="preserve"> eq \s\do1(\f(</w:instrText>
      </w:r>
      <w:r w:rsidRPr="00303118">
        <w:instrText>C</w:instrText>
      </w:r>
      <w:r w:rsidRPr="00303118">
        <w:rPr>
          <w:vertAlign w:val="subscript"/>
        </w:rPr>
        <w:instrText>syn</w:instrText>
      </w:r>
      <w:r w:rsidRPr="00303118">
        <w:instrText>.sin</w:instrText>
      </w:r>
      <w:r w:rsidRPr="00303118">
        <w:rPr>
          <w:rFonts w:cs="Arial"/>
        </w:rPr>
        <w:instrText>α</w:instrText>
      </w:r>
      <w:r w:rsidRPr="00303118">
        <w:rPr>
          <w:vertAlign w:val="subscript"/>
        </w:rPr>
        <w:instrText>;</w:instrText>
      </w:r>
      <w:r w:rsidRPr="00303118">
        <w:instrText>r</w:instrText>
      </w:r>
      <w:r w:rsidRPr="00303118">
        <w:rPr>
          <w:vertAlign w:val="subscript"/>
        </w:rPr>
        <w:instrText>m</w:instrText>
      </w:r>
      <w:r w:rsidRPr="00303118">
        <w:instrText>.f</w:instrText>
      </w:r>
      <w:r w:rsidRPr="00303118">
        <w:rPr>
          <w:rFonts w:cs="Arial"/>
        </w:rPr>
        <w:instrText>))</w:instrText>
      </w:r>
      <w:r w:rsidRPr="00303118">
        <w:rPr>
          <w:rFonts w:cs="Arial"/>
        </w:rPr>
        <w:fldChar w:fldCharType="end"/>
      </w:r>
      <w:r w:rsidRPr="00303118">
        <w:rPr>
          <w:rFonts w:cs="Arial"/>
        </w:rPr>
        <w:t xml:space="preserve"> = </w:t>
      </w:r>
      <w:r w:rsidRPr="00303118">
        <w:fldChar w:fldCharType="begin"/>
      </w:r>
      <w:r w:rsidRPr="00303118">
        <w:instrText xml:space="preserve"> eq \b(</w:instrText>
      </w:r>
      <w:r w:rsidRPr="00303118">
        <w:fldChar w:fldCharType="begin"/>
      </w:r>
      <w:r w:rsidRPr="00303118">
        <w:instrText xml:space="preserve"> eq \s\do1(\f(J</w:instrText>
      </w:r>
      <w:r w:rsidRPr="00303118">
        <w:rPr>
          <w:vertAlign w:val="subscript"/>
        </w:rPr>
        <w:instrText>éq</w:instrText>
      </w:r>
      <w:r w:rsidRPr="00303118">
        <w:instrText>.sin</w:instrText>
      </w:r>
      <w:r w:rsidRPr="00303118">
        <w:rPr>
          <w:rFonts w:cs="Arial"/>
        </w:rPr>
        <w:instrText>α</w:instrText>
      </w:r>
      <w:r w:rsidRPr="00303118">
        <w:rPr>
          <w:vertAlign w:val="subscript"/>
        </w:rPr>
        <w:instrText>;</w:instrText>
      </w:r>
      <w:r w:rsidRPr="00303118">
        <w:instrText>r</w:instrText>
      </w:r>
      <w:r w:rsidRPr="00303118">
        <w:rPr>
          <w:vertAlign w:val="subscript"/>
        </w:rPr>
        <w:instrText>bf</w:instrText>
      </w:r>
      <w:r w:rsidRPr="00303118">
        <w:instrText>.r</w:instrText>
      </w:r>
      <w:r w:rsidRPr="00303118">
        <w:rPr>
          <w:vertAlign w:val="subscript"/>
        </w:rPr>
        <w:instrText>m</w:instrText>
      </w:r>
      <w:r w:rsidRPr="00303118">
        <w:instrText>.f))</w:instrText>
      </w:r>
      <w:r w:rsidRPr="00303118">
        <w:fldChar w:fldCharType="end"/>
      </w:r>
      <w:r w:rsidRPr="00303118">
        <w:instrText>)</w:instrText>
      </w:r>
      <w:r w:rsidRPr="00303118">
        <w:fldChar w:fldCharType="end"/>
      </w:r>
      <w:r w:rsidRPr="00303118">
        <w:t>.</w:t>
      </w:r>
      <w:r w:rsidRPr="00303118">
        <w:fldChar w:fldCharType="begin"/>
      </w:r>
      <w:r w:rsidRPr="00303118">
        <w:instrText xml:space="preserve"> eq \b(</w:instrText>
      </w:r>
      <w:r w:rsidRPr="00303118">
        <w:fldChar w:fldCharType="begin"/>
      </w:r>
      <w:r w:rsidRPr="00303118">
        <w:instrText xml:space="preserve"> eq \s\do1(\f(d</w:instrText>
      </w:r>
      <w:r w:rsidRPr="00303118">
        <w:sym w:font="Symbol" w:char="F077"/>
      </w:r>
      <w:r w:rsidRPr="00303118">
        <w:instrText>;dt))</w:instrText>
      </w:r>
      <w:r w:rsidRPr="00303118">
        <w:fldChar w:fldCharType="end"/>
      </w:r>
      <w:r w:rsidRPr="00303118">
        <w:instrText>)</w:instrText>
      </w:r>
      <w:r w:rsidRPr="00303118">
        <w:fldChar w:fldCharType="end"/>
      </w:r>
      <w:r w:rsidRPr="00303118">
        <w:t xml:space="preserve"> = </w:t>
      </w:r>
      <w:r w:rsidRPr="00303118">
        <w:fldChar w:fldCharType="begin"/>
      </w:r>
      <w:r w:rsidRPr="00303118">
        <w:instrText xml:space="preserve"> eq \s\do1(\f(</w:instrText>
      </w:r>
      <w:r w:rsidRPr="00303118">
        <w:rPr>
          <w:vertAlign w:val="subscript"/>
        </w:rPr>
        <w:instrText>;</w:instrText>
      </w:r>
      <w:r w:rsidRPr="00303118">
        <w:instrText>))</w:instrText>
      </w:r>
      <w:r w:rsidRPr="00303118">
        <w:fldChar w:fldCharType="end"/>
      </w:r>
      <w:r w:rsidRPr="00303118">
        <w:t>.</w:t>
      </w:r>
      <w:r w:rsidRPr="00303118">
        <w:fldChar w:fldCharType="begin"/>
      </w:r>
      <w:r w:rsidRPr="00303118">
        <w:instrText xml:space="preserve"> eq \s\do1(\f(J</w:instrText>
      </w:r>
      <w:r w:rsidRPr="00303118">
        <w:rPr>
          <w:vertAlign w:val="subscript"/>
        </w:rPr>
        <w:instrText>éq</w:instrText>
      </w:r>
      <w:r w:rsidRPr="00303118">
        <w:instrText>.sinα.(</w:instrText>
      </w:r>
      <w:r w:rsidRPr="00303118">
        <w:sym w:font="Symbol" w:char="F077"/>
      </w:r>
      <w:r w:rsidRPr="00303118">
        <w:rPr>
          <w:vertAlign w:val="subscript"/>
        </w:rPr>
        <w:instrText>f</w:instrText>
      </w:r>
      <w:r w:rsidRPr="00303118">
        <w:instrText xml:space="preserve"> - </w:instrText>
      </w:r>
      <w:r w:rsidRPr="00303118">
        <w:sym w:font="Symbol" w:char="F077"/>
      </w:r>
      <w:r w:rsidRPr="00303118">
        <w:rPr>
          <w:vertAlign w:val="subscript"/>
        </w:rPr>
        <w:instrText>i</w:instrText>
      </w:r>
      <w:r w:rsidRPr="00303118">
        <w:instrText>);r</w:instrText>
      </w:r>
      <w:r w:rsidRPr="00303118">
        <w:rPr>
          <w:vertAlign w:val="subscript"/>
        </w:rPr>
        <w:instrText>bf</w:instrText>
      </w:r>
      <w:r w:rsidRPr="00303118">
        <w:instrText>.r</w:instrText>
      </w:r>
      <w:r w:rsidRPr="00303118">
        <w:rPr>
          <w:vertAlign w:val="subscript"/>
        </w:rPr>
        <w:instrText>m</w:instrText>
      </w:r>
      <w:r w:rsidRPr="00303118">
        <w:instrText>.f.T</w:instrText>
      </w:r>
      <w:r w:rsidRPr="00303118">
        <w:rPr>
          <w:vertAlign w:val="subscript"/>
        </w:rPr>
        <w:instrText>s</w:instrText>
      </w:r>
      <w:r w:rsidRPr="00303118">
        <w:instrText>))</w:instrText>
      </w:r>
      <w:r w:rsidRPr="00303118">
        <w:fldChar w:fldCharType="end"/>
      </w:r>
      <w:r w:rsidRPr="00303118">
        <w:t xml:space="preserve"> = 200 N</w:t>
      </w:r>
      <w:r>
        <w:t xml:space="preserve"> </w:t>
      </w:r>
      <w:r w:rsidRPr="00303118">
        <w:t>L’effort est significatif mais cohérent avec celui appliqué par un conducteur compte tenu de la démultiplication du levier de vitesses…</w:t>
      </w:r>
      <w:r w:rsidR="003E09AA">
        <w:br w:type="page"/>
      </w:r>
    </w:p>
    <w:p w:rsidR="004725D4" w:rsidRDefault="004725D4" w:rsidP="0058480F">
      <w:pPr>
        <w:pStyle w:val="Titre"/>
      </w:pPr>
      <w:r>
        <w:lastRenderedPageBreak/>
        <w:t>DR</w:t>
      </w:r>
      <w:r w:rsidR="003E09AA">
        <w:t>2</w:t>
      </w:r>
      <w:r>
        <w:t> : Relation Effort – Couple de synchronisation :</w:t>
      </w:r>
    </w:p>
    <w:p w:rsidR="00FE4475" w:rsidRDefault="00FE4475" w:rsidP="00FE4475">
      <w:pPr>
        <w:pStyle w:val="Questions"/>
      </w:pPr>
      <w:r>
        <w:t>Relation Effort – Couple</w:t>
      </w:r>
    </w:p>
    <w:p w:rsidR="006A517B" w:rsidRPr="006A517B" w:rsidRDefault="006A517B" w:rsidP="0058480F">
      <w:pPr>
        <w:pStyle w:val="Titre2"/>
      </w:pPr>
      <w:r w:rsidRPr="006A517B">
        <w:t>Bilan des actions mécaniques sur l’anneau de synchronisation :</w:t>
      </w:r>
    </w:p>
    <w:p w:rsidR="006A517B" w:rsidRDefault="006A517B" w:rsidP="0058480F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441489A" wp14:editId="178B1E41">
            <wp:simplePos x="0" y="0"/>
            <wp:positionH relativeFrom="column">
              <wp:posOffset>3988435</wp:posOffset>
            </wp:positionH>
            <wp:positionV relativeFrom="paragraph">
              <wp:posOffset>213360</wp:posOffset>
            </wp:positionV>
            <wp:extent cx="2118360" cy="2303780"/>
            <wp:effectExtent l="0" t="0" r="0" b="1270"/>
            <wp:wrapSquare wrapText="bothSides"/>
            <wp:docPr id="452" name="Imag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Liaison glissière Moyeu-Anneau :</w:t>
      </w:r>
    </w:p>
    <w:p w:rsidR="006A517B" w:rsidRPr="00ED6B40" w:rsidRDefault="006A517B" w:rsidP="0058480F">
      <w:pPr>
        <w:rPr>
          <w:color w:val="FFFFFF" w:themeColor="background1"/>
        </w:rPr>
      </w:pPr>
      <w:r w:rsidRPr="002966AC">
        <w:rPr>
          <w:sz w:val="36"/>
        </w:rPr>
        <w:t>{</w:t>
      </w:r>
      <w:r w:rsidRPr="002966AC">
        <w:rPr>
          <w:sz w:val="36"/>
        </w:rPr>
        <w:sym w:font="Symbol" w:char="F054"/>
      </w:r>
      <w:r>
        <w:rPr>
          <w:sz w:val="36"/>
          <w:vertAlign w:val="subscript"/>
        </w:rPr>
        <w:t>m</w:t>
      </w:r>
      <w:r w:rsidRPr="002966AC">
        <w:rPr>
          <w:sz w:val="36"/>
          <w:vertAlign w:val="subscript"/>
        </w:rPr>
        <w:sym w:font="Symbol" w:char="F0AE"/>
      </w:r>
      <w:r w:rsidRPr="002966AC">
        <w:rPr>
          <w:sz w:val="36"/>
          <w:vertAlign w:val="subscript"/>
        </w:rPr>
        <w:t>as</w:t>
      </w:r>
      <w:r w:rsidRPr="002966AC">
        <w:rPr>
          <w:sz w:val="36"/>
        </w:rPr>
        <w:t>}</w:t>
      </w:r>
      <w:r>
        <w:t xml:space="preserve"> = </w:t>
      </w:r>
      <w:r w:rsidRPr="00DB4532">
        <w:fldChar w:fldCharType="begin"/>
      </w:r>
      <w:r w:rsidRPr="00DB4532">
        <w:instrText xml:space="preserve"> eq \b\bc\{(\a\ac\hs4\co1(0        C</w:instrText>
      </w:r>
      <w:r w:rsidRPr="00DB4532">
        <w:rPr>
          <w:vertAlign w:val="subscript"/>
        </w:rPr>
        <w:instrText>syn</w:instrText>
      </w:r>
      <w:r w:rsidRPr="00DB4532">
        <w:instrText>;Y</w:instrText>
      </w:r>
      <w:r w:rsidRPr="00DB4532">
        <w:rPr>
          <w:vertAlign w:val="subscript"/>
        </w:rPr>
        <w:instrText>m</w:instrText>
      </w:r>
      <w:r w:rsidRPr="00DB4532">
        <w:instrText xml:space="preserve">      M</w:instrText>
      </w:r>
      <w:r w:rsidRPr="00DB4532">
        <w:rPr>
          <w:vertAlign w:val="subscript"/>
        </w:rPr>
        <w:instrText>m</w:instrText>
      </w:r>
      <w:r w:rsidRPr="00DB4532">
        <w:instrText>;Z</w:instrText>
      </w:r>
      <w:r w:rsidRPr="00DB4532">
        <w:rPr>
          <w:vertAlign w:val="subscript"/>
        </w:rPr>
        <w:instrText>m</w:instrText>
      </w:r>
      <w:r w:rsidRPr="00DB4532">
        <w:instrText xml:space="preserve">      N</w:instrText>
      </w:r>
      <w:r w:rsidRPr="00DB4532">
        <w:rPr>
          <w:vertAlign w:val="subscript"/>
        </w:rPr>
        <w:instrText>m</w:instrText>
      </w:r>
      <w:r w:rsidRPr="00DB4532">
        <w:instrText>))</w:instrText>
      </w:r>
      <w:r w:rsidRPr="00DB4532">
        <w:fldChar w:fldCharType="end"/>
      </w:r>
      <w:r w:rsidRPr="00ED6B40">
        <w:rPr>
          <w:color w:val="FFFFFF" w:themeColor="background1"/>
        </w:rPr>
        <w:fldChar w:fldCharType="begin"/>
      </w:r>
      <w:r w:rsidRPr="00ED6B40">
        <w:rPr>
          <w:color w:val="FFFFFF" w:themeColor="background1"/>
        </w:rPr>
        <w:instrText xml:space="preserve">  eq \o\al(</w:instrText>
      </w:r>
      <w:r w:rsidRPr="00ED6B40">
        <w:rPr>
          <w:color w:val="FFFFFF" w:themeColor="background1"/>
          <w:sz w:val="18"/>
        </w:rPr>
        <w:instrText>\s\up-15((O,x,-,-))</w:instrText>
      </w:r>
      <w:r w:rsidRPr="00ED6B40">
        <w:rPr>
          <w:color w:val="FFFFFF" w:themeColor="background1"/>
        </w:rPr>
        <w:instrText>)</w:instrText>
      </w:r>
      <w:r w:rsidRPr="00ED6B40">
        <w:rPr>
          <w:color w:val="FFFFFF" w:themeColor="background1"/>
        </w:rPr>
        <w:fldChar w:fldCharType="end"/>
      </w:r>
    </w:p>
    <w:p w:rsidR="006A517B" w:rsidRDefault="006A517B" w:rsidP="0058480F">
      <w:r>
        <w:t>Action du Baladeur :</w:t>
      </w:r>
    </w:p>
    <w:p w:rsidR="006A517B" w:rsidRPr="00ED6B40" w:rsidRDefault="006A517B" w:rsidP="0058480F">
      <w:pPr>
        <w:rPr>
          <w:color w:val="FFFFFF" w:themeColor="background1"/>
        </w:rPr>
      </w:pPr>
      <w:r w:rsidRPr="002966AC">
        <w:rPr>
          <w:sz w:val="36"/>
        </w:rPr>
        <w:t>{</w:t>
      </w:r>
      <w:r w:rsidRPr="002966AC">
        <w:rPr>
          <w:sz w:val="36"/>
        </w:rPr>
        <w:sym w:font="Symbol" w:char="F054"/>
      </w:r>
      <w:r>
        <w:rPr>
          <w:sz w:val="36"/>
          <w:vertAlign w:val="subscript"/>
        </w:rPr>
        <w:t>b</w:t>
      </w:r>
      <w:r w:rsidRPr="002966AC">
        <w:rPr>
          <w:sz w:val="36"/>
          <w:vertAlign w:val="subscript"/>
        </w:rPr>
        <w:sym w:font="Symbol" w:char="F0AE"/>
      </w:r>
      <w:r w:rsidRPr="002966AC">
        <w:rPr>
          <w:sz w:val="36"/>
          <w:vertAlign w:val="subscript"/>
        </w:rPr>
        <w:t>as</w:t>
      </w:r>
      <w:r w:rsidRPr="002966AC">
        <w:rPr>
          <w:sz w:val="36"/>
        </w:rPr>
        <w:t>}</w:t>
      </w:r>
      <w:r>
        <w:t xml:space="preserve"> = </w:t>
      </w:r>
      <w:r w:rsidRPr="00DB4532">
        <w:fldChar w:fldCharType="begin"/>
      </w:r>
      <w:r w:rsidRPr="00DB4532">
        <w:instrText xml:space="preserve"> eq \b\bc\{(\a\ac\hs4\co1(-F</w:instrText>
      </w:r>
      <w:r w:rsidRPr="00DB4532">
        <w:rPr>
          <w:vertAlign w:val="subscript"/>
        </w:rPr>
        <w:instrText>syn</w:instrText>
      </w:r>
      <w:r w:rsidRPr="00DB4532">
        <w:instrText xml:space="preserve">   0;0        0;0        0))</w:instrText>
      </w:r>
      <w:r w:rsidRPr="00DB4532">
        <w:fldChar w:fldCharType="end"/>
      </w:r>
      <w:r w:rsidRPr="00ED6B40">
        <w:rPr>
          <w:color w:val="FFFFFF" w:themeColor="background1"/>
        </w:rPr>
        <w:fldChar w:fldCharType="begin"/>
      </w:r>
      <w:r w:rsidRPr="00ED6B40">
        <w:rPr>
          <w:color w:val="FFFFFF" w:themeColor="background1"/>
        </w:rPr>
        <w:instrText xml:space="preserve">  eq \o\al(</w:instrText>
      </w:r>
      <w:r w:rsidRPr="00ED6B40">
        <w:rPr>
          <w:color w:val="FFFFFF" w:themeColor="background1"/>
          <w:sz w:val="18"/>
        </w:rPr>
        <w:instrText>\s\up-15((O,x,-,-))</w:instrText>
      </w:r>
      <w:r w:rsidRPr="00ED6B40">
        <w:rPr>
          <w:color w:val="FFFFFF" w:themeColor="background1"/>
        </w:rPr>
        <w:instrText>)</w:instrText>
      </w:r>
      <w:r w:rsidRPr="00ED6B40">
        <w:rPr>
          <w:color w:val="FFFFFF" w:themeColor="background1"/>
        </w:rPr>
        <w:fldChar w:fldCharType="end"/>
      </w:r>
    </w:p>
    <w:p w:rsidR="006A517B" w:rsidRDefault="006A517B" w:rsidP="0058480F">
      <w:r>
        <w:t>Contact conique Pignon Fou-Anneau :</w:t>
      </w:r>
    </w:p>
    <w:p w:rsidR="006A517B" w:rsidRPr="00ED6B40" w:rsidRDefault="006A517B" w:rsidP="0058480F">
      <w:pPr>
        <w:rPr>
          <w:color w:val="FFFFFF" w:themeColor="background1"/>
        </w:rPr>
      </w:pPr>
      <w:r w:rsidRPr="002966AC">
        <w:rPr>
          <w:sz w:val="36"/>
        </w:rPr>
        <w:t>{</w:t>
      </w:r>
      <w:r w:rsidRPr="002966AC">
        <w:rPr>
          <w:sz w:val="36"/>
        </w:rPr>
        <w:sym w:font="Symbol" w:char="F054"/>
      </w:r>
      <w:r w:rsidRPr="002966AC">
        <w:rPr>
          <w:sz w:val="36"/>
          <w:vertAlign w:val="subscript"/>
        </w:rPr>
        <w:t>pf</w:t>
      </w:r>
      <w:r w:rsidRPr="002966AC">
        <w:rPr>
          <w:sz w:val="36"/>
          <w:vertAlign w:val="subscript"/>
        </w:rPr>
        <w:sym w:font="Symbol" w:char="F0AE"/>
      </w:r>
      <w:r w:rsidRPr="002966AC">
        <w:rPr>
          <w:sz w:val="36"/>
          <w:vertAlign w:val="subscript"/>
        </w:rPr>
        <w:t>as</w:t>
      </w:r>
      <w:r w:rsidRPr="002966AC">
        <w:rPr>
          <w:sz w:val="36"/>
        </w:rPr>
        <w:t>}</w:t>
      </w:r>
      <w:r>
        <w:t xml:space="preserve"> = </w:t>
      </w:r>
      <w:r w:rsidRPr="00DB4532">
        <w:fldChar w:fldCharType="begin"/>
      </w:r>
      <w:r w:rsidRPr="00DB4532">
        <w:instrText xml:space="preserve"> eq \b\bc\{(\a\ac\hs4\co1(X</w:instrText>
      </w:r>
      <w:r w:rsidRPr="00DB4532">
        <w:rPr>
          <w:vertAlign w:val="subscript"/>
        </w:rPr>
        <w:instrText>pf</w:instrText>
      </w:r>
      <w:r w:rsidRPr="00DB4532">
        <w:instrText xml:space="preserve">      L</w:instrText>
      </w:r>
      <w:r w:rsidRPr="00DB4532">
        <w:rPr>
          <w:vertAlign w:val="subscript"/>
        </w:rPr>
        <w:instrText>pf</w:instrText>
      </w:r>
      <w:r w:rsidRPr="00DB4532">
        <w:instrText>;Y</w:instrText>
      </w:r>
      <w:r w:rsidRPr="00DB4532">
        <w:rPr>
          <w:vertAlign w:val="subscript"/>
        </w:rPr>
        <w:instrText>pf</w:instrText>
      </w:r>
      <w:r w:rsidRPr="00DB4532">
        <w:instrText xml:space="preserve">      M</w:instrText>
      </w:r>
      <w:r w:rsidRPr="00DB4532">
        <w:rPr>
          <w:vertAlign w:val="subscript"/>
        </w:rPr>
        <w:instrText>pf</w:instrText>
      </w:r>
      <w:r w:rsidRPr="00DB4532">
        <w:instrText>;Z</w:instrText>
      </w:r>
      <w:r w:rsidRPr="00DB4532">
        <w:rPr>
          <w:vertAlign w:val="subscript"/>
        </w:rPr>
        <w:instrText>pf</w:instrText>
      </w:r>
      <w:r w:rsidRPr="00DB4532">
        <w:instrText xml:space="preserve">      M</w:instrText>
      </w:r>
      <w:r w:rsidRPr="00DB4532">
        <w:rPr>
          <w:vertAlign w:val="subscript"/>
        </w:rPr>
        <w:instrText>pf</w:instrText>
      </w:r>
      <w:r w:rsidRPr="00DB4532">
        <w:instrText>))</w:instrText>
      </w:r>
      <w:r w:rsidRPr="00DB4532">
        <w:fldChar w:fldCharType="end"/>
      </w:r>
      <w:r w:rsidRPr="00ED6B40">
        <w:rPr>
          <w:color w:val="FFFFFF" w:themeColor="background1"/>
        </w:rPr>
        <w:fldChar w:fldCharType="begin"/>
      </w:r>
      <w:r w:rsidRPr="00ED6B40">
        <w:rPr>
          <w:color w:val="FFFFFF" w:themeColor="background1"/>
        </w:rPr>
        <w:instrText xml:space="preserve">  eq \o\al(</w:instrText>
      </w:r>
      <w:r w:rsidRPr="00ED6B40">
        <w:rPr>
          <w:color w:val="FFFFFF" w:themeColor="background1"/>
          <w:sz w:val="18"/>
        </w:rPr>
        <w:instrText>\s\up-15((O,x,-,-))</w:instrText>
      </w:r>
      <w:r w:rsidRPr="00ED6B40">
        <w:rPr>
          <w:color w:val="FFFFFF" w:themeColor="background1"/>
        </w:rPr>
        <w:instrText>)</w:instrText>
      </w:r>
      <w:r w:rsidRPr="00ED6B40">
        <w:rPr>
          <w:color w:val="FFFFFF" w:themeColor="background1"/>
        </w:rPr>
        <w:fldChar w:fldCharType="end"/>
      </w:r>
    </w:p>
    <w:p w:rsidR="006A517B" w:rsidRPr="00ED6B40" w:rsidRDefault="006A517B" w:rsidP="0058480F">
      <w:pPr>
        <w:rPr>
          <w:color w:val="FFFFFF" w:themeColor="background1"/>
        </w:rPr>
      </w:pPr>
      <w:r w:rsidRPr="00ED6B40">
        <w:rPr>
          <w:color w:val="FFFFFF" w:themeColor="background1"/>
        </w:rPr>
        <w:t xml:space="preserve">Par définition </w:t>
      </w:r>
      <w:r w:rsidRPr="005C1479">
        <w:fldChar w:fldCharType="begin"/>
      </w:r>
      <w:r w:rsidRPr="005C1479">
        <w:instrText xml:space="preserve"> eq \b\lc\{( \s(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);R</w:instrText>
      </w:r>
      <w:r w:rsidRPr="005C1479">
        <w:rPr>
          <w:vertAlign w:val="subscript"/>
        </w:rPr>
        <w:instrText>pf</w:instrText>
      </w:r>
      <w:r w:rsidRPr="005C1479">
        <w:instrText>)</w:instrText>
      </w:r>
      <w:r w:rsidRPr="005C1479">
        <w:fldChar w:fldCharType="end"/>
      </w:r>
      <w:r w:rsidRPr="005C1479">
        <w:sym w:font="Symbol" w:char="F0AE"/>
      </w:r>
      <w:r w:rsidRPr="005C1479">
        <w:rPr>
          <w:vertAlign w:val="subscript"/>
        </w:rPr>
        <w:instrText>as</w:instrText>
      </w:r>
      <w:r w:rsidRPr="005C1479">
        <w:instrText xml:space="preserve"> = </w:instrText>
      </w:r>
      <w:r w:rsidRPr="005C1479">
        <w:fldChar w:fldCharType="begin"/>
      </w:r>
      <w:r w:rsidRPr="005C1479">
        <w:instrText xml:space="preserve"> eq \i\in(\d\ba2()</w:instrText>
      </w:r>
      <w:r w:rsidRPr="005C1479">
        <w:rPr>
          <w:sz w:val="18"/>
        </w:rPr>
        <w:instrText>S</w:instrText>
      </w:r>
      <w:r w:rsidRPr="005C1479">
        <w:instrText>;\d\fo1(</w:instrText>
      </w:r>
      <w:r w:rsidRPr="005C1479">
        <w:rPr>
          <w:sz w:val="18"/>
        </w:rPr>
        <w:instrText>)</w:instrText>
      </w:r>
      <w:r w:rsidRPr="005C1479">
        <w:instrText>;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);dF)</w:instrText>
      </w:r>
      <w:r w:rsidRPr="005C1479">
        <w:fldChar w:fldCharType="end"/>
      </w:r>
      <w:r w:rsidRPr="005C1479">
        <w:instrText>(M))</w:instrText>
      </w:r>
      <w:r w:rsidRPr="005C1479">
        <w:fldChar w:fldCharType="end"/>
      </w:r>
      <w:r w:rsidRPr="005C1479">
        <w:instrText xml:space="preserve"> = </w:instrText>
      </w:r>
      <w:r w:rsidRPr="005C1479">
        <w:fldChar w:fldCharType="begin"/>
      </w:r>
      <w:r w:rsidRPr="005C1479">
        <w:instrText xml:space="preserve"> eq \i\in(\d\ba2()</w:instrText>
      </w:r>
      <w:r w:rsidRPr="005C1479">
        <w:rPr>
          <w:sz w:val="18"/>
        </w:rPr>
        <w:instrText>S</w:instrText>
      </w:r>
      <w:r w:rsidRPr="005C1479">
        <w:instrText>;\d\fo1(</w:instrText>
      </w:r>
      <w:r w:rsidRPr="005C1479">
        <w:rPr>
          <w:sz w:val="18"/>
        </w:rPr>
        <w:instrText>)</w:instrText>
      </w:r>
      <w:r w:rsidRPr="005C1479">
        <w:instrText>;(p(M).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);n)</w:instrText>
      </w:r>
      <w:r w:rsidRPr="005C1479">
        <w:fldChar w:fldCharType="end"/>
      </w:r>
      <w:r w:rsidRPr="005C1479">
        <w:instrText xml:space="preserve"> – f.p(M).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);e</w:instrText>
      </w:r>
      <w:r w:rsidRPr="005C1479">
        <w:rPr>
          <w:vertAlign w:val="subscript"/>
        </w:rPr>
        <w:sym w:font="Symbol" w:char="F071"/>
      </w:r>
      <w:r w:rsidRPr="005C1479">
        <w:instrText>)</w:instrText>
      </w:r>
      <w:r w:rsidRPr="005C1479">
        <w:fldChar w:fldCharType="end"/>
      </w:r>
      <w:r w:rsidRPr="005C1479">
        <w:instrText>).dS)</w:instrText>
      </w:r>
      <w:r w:rsidRPr="005C1479">
        <w:fldChar w:fldCharType="end"/>
      </w:r>
      <w:r w:rsidRPr="005C1479">
        <w:instrText> ;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);M</w:instrText>
      </w:r>
      <w:r w:rsidRPr="005C1479">
        <w:rPr>
          <w:vertAlign w:val="subscript"/>
        </w:rPr>
        <w:instrText>pf</w:instrText>
      </w:r>
      <w:r w:rsidRPr="005C1479">
        <w:instrText>)</w:instrText>
      </w:r>
      <w:r w:rsidRPr="005C1479">
        <w:fldChar w:fldCharType="end"/>
      </w:r>
      <w:r w:rsidRPr="005C1479">
        <w:sym w:font="Symbol" w:char="F0AE"/>
      </w:r>
      <w:r w:rsidRPr="005C1479">
        <w:rPr>
          <w:vertAlign w:val="subscript"/>
        </w:rPr>
        <w:instrText>as</w:instrText>
      </w:r>
      <w:r w:rsidRPr="005C1479">
        <w:instrText xml:space="preserve">(O) = </w:instrText>
      </w:r>
      <w:r w:rsidRPr="005C1479">
        <w:fldChar w:fldCharType="begin"/>
      </w:r>
      <w:r w:rsidRPr="005C1479">
        <w:instrText xml:space="preserve"> eq \i\in(\d\ba2()</w:instrText>
      </w:r>
      <w:r w:rsidRPr="005C1479">
        <w:rPr>
          <w:sz w:val="18"/>
        </w:rPr>
        <w:instrText>S</w:instrText>
      </w:r>
      <w:r w:rsidRPr="005C1479">
        <w:instrText>;\d\fo1(</w:instrText>
      </w:r>
      <w:r w:rsidRPr="005C1479">
        <w:rPr>
          <w:sz w:val="18"/>
        </w:rPr>
        <w:instrText>)</w:instrText>
      </w:r>
      <w:r w:rsidRPr="005C1479">
        <w:instrText>;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);OM)</w:instrText>
      </w:r>
      <w:r w:rsidRPr="005C1479">
        <w:fldChar w:fldCharType="end"/>
      </w:r>
      <w:r w:rsidRPr="005C1479">
        <w:rPr>
          <w:vertAlign w:val="subscript"/>
        </w:rPr>
        <w:sym w:font="Symbol" w:char="F04C"/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);dF)</w:instrText>
      </w:r>
      <w:r w:rsidRPr="005C1479">
        <w:fldChar w:fldCharType="end"/>
      </w:r>
      <w:r w:rsidRPr="005C1479">
        <w:instrText>(M))</w:instrText>
      </w:r>
      <w:r w:rsidRPr="005C1479">
        <w:fldChar w:fldCharType="end"/>
      </w:r>
      <w:r w:rsidRPr="005C1479">
        <w:instrText xml:space="preserve"> = </w:instrText>
      </w:r>
      <w:r w:rsidRPr="005C1479">
        <w:fldChar w:fldCharType="begin"/>
      </w:r>
      <w:r w:rsidRPr="005C1479">
        <w:instrText xml:space="preserve"> eq \i\in(\d\ba2()</w:instrText>
      </w:r>
      <w:r w:rsidRPr="005C1479">
        <w:rPr>
          <w:sz w:val="18"/>
        </w:rPr>
        <w:instrText>S</w:instrText>
      </w:r>
      <w:r w:rsidRPr="005C1479">
        <w:instrText>;\d\fo1(</w:instrText>
      </w:r>
      <w:r w:rsidRPr="005C1479">
        <w:rPr>
          <w:sz w:val="18"/>
        </w:rPr>
        <w:instrText>)</w:instrText>
      </w:r>
      <w:r w:rsidRPr="005C1479">
        <w:instrText>;(r</w:instrText>
      </w:r>
      <w:r w:rsidRPr="005C1479">
        <w:rPr>
          <w:vertAlign w:val="subscript"/>
        </w:rPr>
        <w:instrText>m</w:instrText>
      </w:r>
      <w:r w:rsidRPr="005C1479">
        <w:instrText>.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);e</w:instrText>
      </w:r>
      <w:r w:rsidRPr="005C1479">
        <w:rPr>
          <w:vertAlign w:val="subscript"/>
        </w:rPr>
        <w:instrText>r</w:instrText>
      </w:r>
      <w:r w:rsidRPr="005C1479">
        <w:instrText>)</w:instrText>
      </w:r>
      <w:r w:rsidRPr="005C1479">
        <w:fldChar w:fldCharType="end"/>
      </w:r>
      <w:r w:rsidRPr="005C1479">
        <w:instrText>)</w:instrText>
      </w:r>
      <w:r w:rsidRPr="005C1479">
        <w:rPr>
          <w:vertAlign w:val="subscript"/>
        </w:rPr>
        <w:sym w:font="Symbol" w:char="F04C"/>
      </w:r>
      <w:r w:rsidRPr="005C1479">
        <w:instrText>(p(M).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);n)</w:instrText>
      </w:r>
      <w:r w:rsidRPr="005C1479">
        <w:fldChar w:fldCharType="end"/>
      </w:r>
      <w:r w:rsidRPr="005C1479">
        <w:instrText xml:space="preserve"> – f.p(M).</w:instrText>
      </w:r>
      <w:r w:rsidRPr="005C1479">
        <w:fldChar w:fldCharType="begin"/>
      </w:r>
      <w:r w:rsidRPr="005C1479">
        <w:instrText xml:space="preserve"> eq \o(\s\up8(\d\fo2()</w:instrText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190\f Symbol \s5\h </w:instrText>
      </w:r>
      <w:r w:rsidRPr="005C1479">
        <w:fldChar w:fldCharType="end"/>
      </w:r>
      <w:r w:rsidRPr="005C1479">
        <w:fldChar w:fldCharType="begin"/>
      </w:r>
      <w:r w:rsidRPr="005C1479">
        <w:instrText xml:space="preserve"> Symbol 174\f Symbol \s5\h </w:instrText>
      </w:r>
      <w:r w:rsidRPr="005C1479">
        <w:fldChar w:fldCharType="end"/>
      </w:r>
      <w:r w:rsidRPr="005C1479">
        <w:instrText>);e</w:instrText>
      </w:r>
      <w:r w:rsidRPr="005C1479">
        <w:rPr>
          <w:vertAlign w:val="subscript"/>
        </w:rPr>
        <w:sym w:font="Symbol" w:char="F071"/>
      </w:r>
      <w:r w:rsidRPr="005C1479">
        <w:instrText>)</w:instrText>
      </w:r>
      <w:r w:rsidRPr="005C1479">
        <w:fldChar w:fldCharType="end"/>
      </w:r>
      <w:r w:rsidRPr="005C1479">
        <w:instrText>).dS)</w:instrText>
      </w:r>
      <w:r w:rsidRPr="005C1479">
        <w:fldChar w:fldCharType="end"/>
      </w:r>
      <w:r w:rsidRPr="005C1479">
        <w:instrText>))</w:instrText>
      </w:r>
      <w:r w:rsidRPr="005C1479">
        <w:fldChar w:fldCharType="end"/>
      </w:r>
    </w:p>
    <w:p w:rsidR="006A517B" w:rsidRDefault="006A517B" w:rsidP="0058480F">
      <w:r>
        <w:t>On note p(M) : pression de contact en M, f coefficient de frottement et r</w:t>
      </w:r>
      <w:r w:rsidRPr="00CE509B">
        <w:rPr>
          <w:vertAlign w:val="subscript"/>
        </w:rPr>
        <w:t>m</w:t>
      </w:r>
      <w:r>
        <w:t xml:space="preserve"> = (r</w:t>
      </w:r>
      <w:r w:rsidRPr="00CE509B">
        <w:rPr>
          <w:vertAlign w:val="subscript"/>
        </w:rPr>
        <w:t>1</w:t>
      </w:r>
      <w:r>
        <w:t>+r</w:t>
      </w:r>
      <w:r w:rsidRPr="00CE509B">
        <w:rPr>
          <w:vertAlign w:val="subscript"/>
        </w:rPr>
        <w:t>2</w:t>
      </w:r>
      <w:r>
        <w:t xml:space="preserve">)/2 le rayon moyen de la surface de contact conique (conicité </w:t>
      </w:r>
      <w:r>
        <w:rPr>
          <w:rFonts w:cs="Arial"/>
        </w:rPr>
        <w:t>α</w:t>
      </w:r>
      <w:r>
        <w:t>).</w:t>
      </w:r>
    </w:p>
    <w:p w:rsidR="006A517B" w:rsidRDefault="006A517B" w:rsidP="0058480F"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094074A9" wp14:editId="08C82674">
                <wp:extent cx="6111240" cy="2750820"/>
                <wp:effectExtent l="0" t="0" r="0" b="0"/>
                <wp:docPr id="453" name="Zone de dessin 4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0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r="25638"/>
                          <a:stretch/>
                        </pic:blipFill>
                        <pic:spPr>
                          <a:xfrm>
                            <a:off x="1" y="0"/>
                            <a:ext cx="2458733" cy="27175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Connecteur droit avec flèche 2"/>
                        <wps:cNvCnPr/>
                        <wps:spPr>
                          <a:xfrm flipV="1">
                            <a:off x="1197014" y="847615"/>
                            <a:ext cx="1197015" cy="60821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Forme libre 3"/>
                        <wps:cNvSpPr/>
                        <wps:spPr>
                          <a:xfrm>
                            <a:off x="1578765" y="1268188"/>
                            <a:ext cx="28926" cy="168229"/>
                          </a:xfrm>
                          <a:custGeom>
                            <a:avLst/>
                            <a:gdLst>
                              <a:gd name="connsiteX0" fmla="*/ 15240 w 34065"/>
                              <a:gd name="connsiteY0" fmla="*/ 198120 h 198120"/>
                              <a:gd name="connsiteX1" fmla="*/ 0 w 34065"/>
                              <a:gd name="connsiteY1" fmla="*/ 0 h 198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065" h="198120">
                                <a:moveTo>
                                  <a:pt x="15240" y="198120"/>
                                </a:moveTo>
                                <a:cubicBezTo>
                                  <a:pt x="33655" y="164465"/>
                                  <a:pt x="52070" y="130810"/>
                                  <a:pt x="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7642" tIns="38821" rIns="77642" bIns="3882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4"/>
                        <wps:cNvSpPr txBox="1"/>
                        <wps:spPr>
                          <a:xfrm>
                            <a:off x="1607690" y="1216425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sym w:font="Symbol" w:char="F071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5"/>
                        <wps:cNvSpPr txBox="1"/>
                        <wps:spPr>
                          <a:xfrm>
                            <a:off x="2222374" y="556450"/>
                            <a:ext cx="579287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);e</w:instrText>
                              </w:r>
                              <w:r>
                                <w:rPr>
                                  <w:vertAlign w:val="subscript"/>
                                </w:rPr>
                                <w:instrText>r</w:instrText>
                              </w:r>
                              <w:r>
                                <w:instrText>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6"/>
                        <wps:cNvSpPr txBox="1"/>
                        <wps:spPr>
                          <a:xfrm>
                            <a:off x="1756508" y="232932"/>
                            <a:ext cx="579287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);e</w:instrText>
                              </w:r>
                              <w:r w:rsidRPr="00195925">
                                <w:rPr>
                                  <w:vertAlign w:val="subscript"/>
                                </w:rPr>
                                <w:sym w:font="Symbol" w:char="F071"/>
                              </w:r>
                              <w:r>
                                <w:instrText>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avec flèche 7"/>
                        <wps:cNvCnPr/>
                        <wps:spPr>
                          <a:xfrm flipH="1" flipV="1">
                            <a:off x="1756508" y="376003"/>
                            <a:ext cx="326753" cy="643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" name="Image 8"/>
                          <pic:cNvPicPr/>
                        </pic:nvPicPr>
                        <pic:blipFill rotWithShape="1">
                          <a:blip r:embed="rId12"/>
                          <a:srcRect l="72992" r="198" b="39286"/>
                          <a:stretch/>
                        </pic:blipFill>
                        <pic:spPr>
                          <a:xfrm>
                            <a:off x="3626246" y="863374"/>
                            <a:ext cx="886439" cy="16499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Zone de texte 9"/>
                        <wps:cNvSpPr txBox="1"/>
                        <wps:spPr>
                          <a:xfrm>
                            <a:off x="2128361" y="977022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0"/>
                        <wps:cNvSpPr txBox="1"/>
                        <wps:spPr>
                          <a:xfrm>
                            <a:off x="964081" y="1466531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11"/>
                        <wps:cNvCnPr/>
                        <wps:spPr>
                          <a:xfrm>
                            <a:off x="4037306" y="1503938"/>
                            <a:ext cx="13199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Connecteur droit avec flèche 12"/>
                        <wps:cNvCnPr/>
                        <wps:spPr>
                          <a:xfrm flipV="1">
                            <a:off x="4098582" y="248691"/>
                            <a:ext cx="0" cy="207051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necteur droit avec flèche 13"/>
                        <wps:cNvCnPr/>
                        <wps:spPr>
                          <a:xfrm rot="5400000" flipH="1" flipV="1">
                            <a:off x="4337985" y="1707754"/>
                            <a:ext cx="0" cy="122289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Zone de texte 14"/>
                        <wps:cNvSpPr txBox="1"/>
                        <wps:spPr>
                          <a:xfrm>
                            <a:off x="4590330" y="2131562"/>
                            <a:ext cx="420572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);x)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15"/>
                        <wps:cNvSpPr txBox="1"/>
                        <wps:spPr>
                          <a:xfrm>
                            <a:off x="3901044" y="2131566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16"/>
                        <wps:cNvSpPr txBox="1"/>
                        <wps:spPr>
                          <a:xfrm>
                            <a:off x="3901044" y="1387472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avec flèche 17"/>
                        <wps:cNvCnPr/>
                        <wps:spPr>
                          <a:xfrm flipV="1">
                            <a:off x="4101625" y="248691"/>
                            <a:ext cx="246257" cy="11337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tangle 18"/>
                        <wps:cNvSpPr/>
                        <wps:spPr>
                          <a:xfrm rot="3693055">
                            <a:off x="2002070" y="997618"/>
                            <a:ext cx="150878" cy="51112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rgbClr val="FF0000"/>
                            </a:fgClr>
                            <a:bgClr>
                              <a:schemeClr val="bg1"/>
                            </a:bgClr>
                          </a:pattFill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7642" tIns="38821" rIns="77642" bIns="3882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onnecteur droit 19"/>
                        <wps:cNvCnPr/>
                        <wps:spPr>
                          <a:xfrm>
                            <a:off x="3901044" y="1343626"/>
                            <a:ext cx="388605" cy="661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Zone de texte 20"/>
                        <wps:cNvSpPr txBox="1"/>
                        <wps:spPr>
                          <a:xfrm>
                            <a:off x="4312104" y="183987"/>
                            <a:ext cx="579287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);n)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22"/>
                        <wps:cNvSpPr txBox="1"/>
                        <wps:spPr>
                          <a:xfrm>
                            <a:off x="3807418" y="166021"/>
                            <a:ext cx="378706" cy="2580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fldChar w:fldCharType="begin"/>
                              </w:r>
                              <w:r>
                                <w:instrText xml:space="preserve"> eq \o(\s\up8(\d\fo2()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);e</w:instrText>
                              </w:r>
                              <w:r>
                                <w:rPr>
                                  <w:vertAlign w:val="subscript"/>
                                </w:rPr>
                                <w:instrText>r</w:instrText>
                              </w:r>
                              <w:r>
                                <w:instrText>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23"/>
                        <wps:cNvSpPr txBox="1"/>
                        <wps:spPr>
                          <a:xfrm>
                            <a:off x="1701511" y="861951"/>
                            <a:ext cx="381750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Pr="007603B8" w:rsidRDefault="006A517B" w:rsidP="0058480F">
                              <w:r w:rsidRPr="007603B8">
                                <w:t>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Zone de texte 24"/>
                        <wps:cNvSpPr txBox="1"/>
                        <wps:spPr>
                          <a:xfrm>
                            <a:off x="3571249" y="1118471"/>
                            <a:ext cx="381750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Pr="007603B8" w:rsidRDefault="006A517B" w:rsidP="0058480F">
                              <w:r w:rsidRPr="007603B8">
                                <w:t>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Zone de texte 25"/>
                        <wps:cNvSpPr txBox="1"/>
                        <wps:spPr>
                          <a:xfrm>
                            <a:off x="4418947" y="537039"/>
                            <a:ext cx="1393962" cy="488093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Pr="00DB4532" w:rsidRDefault="006A517B" w:rsidP="0058480F">
                              <w:r w:rsidRPr="0046248D">
                                <w:t xml:space="preserve">dS </w:t>
                              </w:r>
                              <w:r>
                                <w:sym w:font="Symbol" w:char="F0BB"/>
                              </w:r>
                              <w:r>
                                <w:t xml:space="preserve"> </w:t>
                              </w:r>
                              <w:r w:rsidRPr="00DB4532">
                                <w:fldChar w:fldCharType="begin"/>
                              </w:r>
                              <w:r w:rsidRPr="00DB4532">
                                <w:instrText xml:space="preserve"> eq \s\do1(\f((r</w:instrText>
                              </w:r>
                              <w:r w:rsidRPr="00DB4532">
                                <w:rPr>
                                  <w:vertAlign w:val="subscript"/>
                                </w:rPr>
                                <w:instrText>2</w:instrText>
                              </w:r>
                              <w:r w:rsidRPr="00DB4532">
                                <w:instrText xml:space="preserve"> – r</w:instrText>
                              </w:r>
                              <w:r w:rsidRPr="00DB4532">
                                <w:rPr>
                                  <w:vertAlign w:val="subscript"/>
                                </w:rPr>
                                <w:instrText>1</w:instrText>
                              </w:r>
                              <w:r w:rsidRPr="00DB4532">
                                <w:instrText>); sin</w:instrText>
                              </w:r>
                              <w:r w:rsidRPr="00DB4532">
                                <w:rPr>
                                  <w:rFonts w:cs="Arial"/>
                                </w:rPr>
                                <w:instrText>α</w:instrText>
                              </w:r>
                              <w:r w:rsidRPr="00DB4532">
                                <w:instrText>))</w:instrText>
                              </w:r>
                              <w:r w:rsidRPr="00DB4532">
                                <w:fldChar w:fldCharType="end"/>
                              </w:r>
                              <w:r w:rsidRPr="00DB4532">
                                <w:t>.r</w:t>
                              </w:r>
                              <w:r w:rsidRPr="00DB4532">
                                <w:rPr>
                                  <w:vertAlign w:val="subscript"/>
                                </w:rPr>
                                <w:t>m</w:t>
                              </w:r>
                              <w:r w:rsidRPr="00DB4532">
                                <w:t>d</w:t>
                              </w:r>
                              <w:r w:rsidRPr="00DB4532">
                                <w:sym w:font="Symbol" w:char="F071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Forme libre 26"/>
                        <wps:cNvSpPr/>
                        <wps:spPr>
                          <a:xfrm>
                            <a:off x="4095539" y="555906"/>
                            <a:ext cx="187640" cy="29243"/>
                          </a:xfrm>
                          <a:custGeom>
                            <a:avLst/>
                            <a:gdLst>
                              <a:gd name="connsiteX0" fmla="*/ 0 w 220980"/>
                              <a:gd name="connsiteY0" fmla="*/ 3959 h 34439"/>
                              <a:gd name="connsiteX1" fmla="*/ 220980 w 220980"/>
                              <a:gd name="connsiteY1" fmla="*/ 34439 h 344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0980" h="34439">
                                <a:moveTo>
                                  <a:pt x="0" y="3959"/>
                                </a:moveTo>
                                <a:cubicBezTo>
                                  <a:pt x="50800" y="-1756"/>
                                  <a:pt x="101600" y="-7471"/>
                                  <a:pt x="220980" y="34439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7642" tIns="38821" rIns="77642" bIns="3882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Zone de texte 27"/>
                        <wps:cNvSpPr txBox="1"/>
                        <wps:spPr>
                          <a:xfrm>
                            <a:off x="4101625" y="333445"/>
                            <a:ext cx="232933" cy="291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517B" w:rsidRDefault="006A517B" w:rsidP="0058480F">
                              <w: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7642" tIns="38821" rIns="77642" bIns="3882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453" o:spid="_x0000_s1026" editas="canvas" style="width:481.2pt;height:216.6pt;mso-position-horizontal-relative:char;mso-position-vertical-relative:line" coordsize="61112,275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112;height:27508;visibility:visible;mso-wrap-style:square">
                  <v:fill o:detectmouseclick="t"/>
                  <v:path o:connecttype="none"/>
                </v:shape>
                <v:shape id="Image 1" o:spid="_x0000_s1028" type="#_x0000_t75" style="position:absolute;width:24587;height:27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OcuXGAAAA2wAAAA8AAABkcnMvZG93bnJldi54bWxEj09rwkAQxe9Cv8Myhd50Yw+tpK5BLIVC&#10;i6KVgrcxO/mD2dmQ3cbop3cOQm8zvDfv/WaeDa5RPXWh9mxgOklAEefe1lwa2P98jGegQkS22Hgm&#10;AxcKkC0eRnNMrT/zlvpdLJWEcEjRQBVjm2od8oocholviUUrfOcwytqV2nZ4lnDX6OckedEOa5aG&#10;CltaVZSfdn/OwHG9P/x+N/V6Glb4+n752vRXVxjz9Dgs30BFGuK/+X79aQVf6OUXGUAv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Y5y5cYAAADbAAAADwAAAAAAAAAAAAAA&#10;AACfAgAAZHJzL2Rvd25yZXYueG1sUEsFBgAAAAAEAAQA9wAAAJIDAAAAAA==&#10;">
                  <v:imagedata r:id="rId13" o:title="" cropright="16802f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29" type="#_x0000_t32" style="position:absolute;left:11970;top:8476;width:11970;height:60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3M48EAAADbAAAADwAAAGRycy9kb3ducmV2LnhtbESP3WoCMRCF74W+Q5hC79ysQkW2RhHb&#10;Qu/q3wNMN+MmupksSdTt2xtB8G6Gc+Z8Z2aL3rXiQiFazwpGRQmCuPbacqNgv/seTkHEhKyx9UwK&#10;/inCYv4ymGGl/ZU3dNmmRuQQjhUqMCl1lZSxNuQwFr4jztrBB4cpr6GROuA1h7tWjstyIh1azgSD&#10;Ha0M1aft2WXu0h7fP4Pm+uvvaNfB4O+hRaXeXvvlB4hEfXqaH9c/Otcfwf2XPIC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7czjwQAAANsAAAAPAAAAAAAAAAAAAAAA&#10;AKECAABkcnMvZG93bnJldi54bWxQSwUGAAAAAAQABAD5AAAAjwMAAAAA&#10;" strokecolor="black [3213]">
                  <v:stroke endarrow="open"/>
                </v:shape>
                <v:shape id="Forme libre 3" o:spid="_x0000_s1030" style="position:absolute;left:15787;top:12681;width:289;height:1683;visibility:visible;mso-wrap-style:square;v-text-anchor:middle" coordsize="34065,198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yD6cEA&#10;AADbAAAADwAAAGRycy9kb3ducmV2LnhtbERPS4vCMBC+C/6HMAt703RdFOkaZRUVD4JYX+xtaGbb&#10;YjMpTdT6740geJuP7zmjSWNKcaXaFZYVfHUjEMSp1QVnCva7RWcIwnlkjaVlUnAnB5NxuzXCWNsb&#10;b+ma+EyEEHYxKsi9r2IpXZqTQde1FXHg/m1t0AdYZ1LXeAvhppS9KBpIgwWHhhwrmuWUnpOLUWDW&#10;eJaL7ND/PiWb5Wn4N53jcavU50fz+wPCU+Pf4pd7pcP8Hjx/CQfI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cg+nBAAAA2wAAAA8AAAAAAAAAAAAAAAAAmAIAAGRycy9kb3du&#10;cmV2LnhtbFBLBQYAAAAABAAEAPUAAACGAwAAAAA=&#10;" path="m15240,198120c33655,164465,52070,130810,,e" filled="f" strokecolor="black [3213]">
                  <v:stroke endarrow="open"/>
                  <v:path arrowok="t" o:connecttype="custom" o:connectlocs="12941,168229;0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31" type="#_x0000_t202" style="position:absolute;left:16076;top:12164;width:2330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+VK8MA&#10;AADbAAAADwAAAGRycy9kb3ducmV2LnhtbERPS2vCQBC+F/wPywi91Y0PJEQ3oRRaSqVg1Yu3MTsm&#10;sdnZdHer8d93BaG3+fiesyx604ozOd9YVjAeJSCIS6sbrhTstq9PKQgfkDW2lknBlTwU+eBhiZm2&#10;F/6i8yZUIoawz1BBHUKXSenLmgz6ke2II3e0zmCI0FVSO7zEcNPKSZLMpcGGY0ONHb3UVH5vfo2C&#10;00/4/Fg1e14f3DQd4+mtms0mSj0O++cFiEB9+Bff3e86zp/C7Zd4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+VK8MAAADbAAAADwAAAAAAAAAAAAAAAACYAgAAZHJzL2Rv&#10;d25yZXYueG1sUEsFBgAAAAAEAAQA9QAAAIgDAAAAAA==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sym w:font="Symbol" w:char="F071"/>
                        </w:r>
                      </w:p>
                    </w:txbxContent>
                  </v:textbox>
                </v:shape>
                <v:shape id="Zone de texte 5" o:spid="_x0000_s1032" type="#_x0000_t202" style="position:absolute;left:22223;top:5564;width:5793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YNX8IA&#10;AADbAAAADwAAAGRycy9kb3ducmV2LnhtbERPS2sCMRC+C/6HMIXeNKtdRFajFMFSLIX6uHgbN+Pu&#10;6mayJlG3/74pCN7m43vOdN6aWtzI+cqygkE/AUGcW11xoWC3XfbGIHxA1lhbJgW/5GE+63ammGl7&#10;5zXdNqEQMYR9hgrKEJpMSp+XZND3bUMcuaN1BkOErpDa4T2Gm1oOk2QkDVYcG0psaFFSft5cjYLT&#10;JXyvvqo9/xzc23iAp48iTYdKvb607xMQgdrwFD/cnzrOT+H/l3iA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Zg1f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);e</w:instrText>
                        </w:r>
                        <w:r>
                          <w:rPr>
                            <w:vertAlign w:val="subscript"/>
                          </w:rPr>
                          <w:instrText>r</w:instrText>
                        </w:r>
                        <w:r>
                          <w:instrText>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6" o:spid="_x0000_s1033" type="#_x0000_t202" style="position:absolute;left:17565;top:2329;width:5792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oxMIA&#10;AADbAAAADwAAAGRycy9kb3ducmV2LnhtbERPS2sCMRC+F/wPYQRvNeujIlujiKCIIrTaS2/Tzbi7&#10;upmsSdT135tCobf5+J4zmTWmEjdyvrSsoNdNQBBnVpecK/g6LF/HIHxA1lhZJgUP8jCbtl4mmGp7&#10;50+67UMuYgj7FBUUIdSplD4ryKDv2po4ckfrDIYIXS61w3sMN5XsJ8lIGiw5NhRY06Kg7Ly/GgWn&#10;S9httuU3f/y4wbiHp1U+HPaV6rSb+TuIQE34F/+51zrOf4PfX+IBcv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qjE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);e</w:instrText>
                        </w:r>
                        <w:r w:rsidRPr="00195925">
                          <w:rPr>
                            <w:vertAlign w:val="subscript"/>
                          </w:rPr>
                          <w:sym w:font="Symbol" w:char="F071"/>
                        </w:r>
                        <w:r>
                          <w:instrText>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Connecteur droit avec flèche 7" o:spid="_x0000_s1034" type="#_x0000_t32" style="position:absolute;left:17565;top:3760;width:3267;height:64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sVSsUAAADbAAAADwAAAGRycy9kb3ducmV2LnhtbESPQWvCQBCF70L/wzKF3symHkKJWaVV&#10;hOYiNkpLb0N2moRmZ2N2TeK/7xYEbzO8N+97k60n04qBetdYVvAcxSCIS6sbrhScjrv5CwjnkTW2&#10;lknBlRysVw+zDFNtR/6gofCVCCHsUlRQe9+lUrqyJoMush1x0H5sb9CHta+k7nEM4aaVizhOpMGG&#10;A6HGjjY1lb/FxQTI+XpINsPndii+tHwzl+98j7lST4/T6xKEp8nfzbfrdx3qJ/D/Sxh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sVSsUAAADbAAAADwAAAAAAAAAA&#10;AAAAAAChAgAAZHJzL2Rvd25yZXYueG1sUEsFBgAAAAAEAAQA+QAAAJMDAAAAAA==&#10;" strokecolor="black [3213]">
                  <v:stroke endarrow="open"/>
                </v:shape>
                <v:shape id="Image 8" o:spid="_x0000_s1035" type="#_x0000_t75" style="position:absolute;left:36262;top:8633;width:8864;height:16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RV0/AAAAA2wAAAA8AAABkcnMvZG93bnJldi54bWxET02LwjAQvQv7H8II3jRVRKVrFBEEkb1Y&#10;PXgcktmm2Ey6TdS6v36zIHibx/uc5bpztbhTGyrPCsajDASx9qbiUsH5tBsuQISIbLD2TAqeFGC9&#10;+ugtMTf+wUe6F7EUKYRDjgpsjE0uZdCWHIaRb4gT9+1bhzHBtpSmxUcKd7WcZNlMOqw4NVhsaGtJ&#10;X4ubUyDtwk/d/Lc60e3nor+Kg47HmVKDfrf5BBGpi2/xy703af4c/n9JB8jV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NFXT8AAAADbAAAADwAAAAAAAAAAAAAAAACfAgAA&#10;ZHJzL2Rvd25yZXYueG1sUEsFBgAAAAAEAAQA9wAAAIwDAAAAAA==&#10;">
                  <v:imagedata r:id="rId13" o:title="" cropbottom="25746f" cropleft="47836f" cropright="130f"/>
                </v:shape>
                <v:shape id="Zone de texte 9" o:spid="_x0000_s1036" type="#_x0000_t202" style="position:absolute;left:21283;top:9770;width:2329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sHWsUA&#10;AADbAAAADwAAAGRycy9kb3ducmV2LnhtbESPT2sCQQzF7wW/wxChtzqrlSKro5RCS1EE/128pTvp&#10;7tqdzHZmquu3N4eCt4T38t4vs0XnGnWmEGvPBoaDDBRx4W3NpYHD/v1pAiomZIuNZzJwpQiLee9h&#10;hrn1F97SeZdKJSEcczRQpdTmWseiIodx4Fti0b59cJhkDaW2AS8S7ho9yrIX7bBmaaiwpbeKip/d&#10;nzNw+k3r5ao+8uYrPE+GePoox+ORMY/97nUKKlGX7ub/608r+AIrv8gA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wda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t>M</w:t>
                        </w:r>
                      </w:p>
                    </w:txbxContent>
                  </v:textbox>
                </v:shape>
                <v:shape id="Zone de texte 10" o:spid="_x0000_s1037" type="#_x0000_t202" style="position:absolute;left:9640;top:14665;width:2330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iwcIA&#10;AADbAAAADwAAAGRycy9kb3ducmV2LnhtbERPS2sCMRC+C/6HMII3zfqg2NUoRVCkpWBtL97Gzbi7&#10;djNZk6jrvzeFgrf5+J4zWzSmEldyvrSsYNBPQBBnVpecK/j5XvUmIHxA1lhZJgV38rCYt1szTLW9&#10;8RdddyEXMYR9igqKEOpUSp8VZND3bU0cuaN1BkOELpfa4S2Gm0oOk+RFGiw5NhRY07Kg7Hd3MQpO&#10;5/D5/lHueXtwo8kAT+t8PB4q1e00b1MQgZrwFP+7NzrOf4W/X+I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Z6LB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t>O</w:t>
                        </w:r>
                      </w:p>
                    </w:txbxContent>
                  </v:textbox>
                </v:shape>
                <v:line id="Connecteur droit 11" o:spid="_x0000_s1038" style="position:absolute;visibility:visible;mso-wrap-style:square" from="40373,15039" to="53572,15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YPjMAAAADbAAAADwAAAGRycy9kb3ducmV2LnhtbERPu26DMBTdI+UfrBupWzBhqFKKiZqo&#10;j6hbSIaON/gGo+JrhF0Cf18PlToenXexm2wnRhp861jBJklBENdOt9wouJzf1lsQPiBr7ByTgpk8&#10;7MrlosBcuzufaKxCI2II+xwVmBD6XEpfG7LoE9cTR+7mBoshwqGResB7DLedzNL0UVpsOTYY7Olg&#10;qP6ufqyCp735er1+VtWJ39Op7Q6ztB+zUg+r6eUZRKAp/Iv/3EetIIvr45f4A2T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2D4zAAAAA2wAAAA8AAAAAAAAAAAAAAAAA&#10;oQIAAGRycy9kb3ducmV2LnhtbFBLBQYAAAAABAAEAPkAAACOAwAAAAA=&#10;" strokecolor="black [3213]">
                  <v:stroke dashstyle="longDashDot"/>
                </v:line>
                <v:shape id="Connecteur droit avec flèche 12" o:spid="_x0000_s1039" type="#_x0000_t32" style="position:absolute;left:40985;top:2486;width:0;height:2070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EGXr8AAADbAAAADwAAAGRycy9kb3ducmV2LnhtbESP3WoCMRCF7wXfIUyhd5pVaJGtUaRW&#10;8M7fBxg34yZ2M1mSVNe3NwXBy8P5+TjTeecacaUQrWcFo2EBgrjy2nKt4HhYDSYgYkLW2HgmBXeK&#10;MJ/1e1Mstb/xjq77VIs8wrFEBSaltpQyVoYcxqFvibN39sFhyjLUUge85XHXyHFRfEqHljPBYEvf&#10;hqrf/Z/L3IW9fCyD5urndLHbYHBzblCp97du8QUiUZde4Wd7rRWMR/D/Jf8AOXs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oEGXr8AAADbAAAADwAAAAAAAAAAAAAAAACh&#10;AgAAZHJzL2Rvd25yZXYueG1sUEsFBgAAAAAEAAQA+QAAAI0DAAAAAA==&#10;" strokecolor="black [3213]">
                  <v:stroke endarrow="open"/>
                </v:shape>
                <v:shape id="Connecteur droit avec flèche 13" o:spid="_x0000_s1040" type="#_x0000_t32" style="position:absolute;left:43380;top:17077;width:0;height:12229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5stsQAAADbAAAADwAAAGRycy9kb3ducmV2LnhtbESPQWvCQBSE74L/YXlCL0U3TUsp0VVE&#10;KFR6MubQ3p7ZZ5I2+17Irhr/vVsoeBxm5htmsRpcq87U+0bYwNMsAUVcim24MlDs36dvoHxAttgK&#10;k4EreVgtx6MFZlYuvKNzHioVIewzNFCH0GVa+7Imh34mHXH0jtI7DFH2lbY9XiLctTpNklftsOG4&#10;UGNHm5rK3/zkDOSHzzQUW3t8/KFvPjyLnL7kxZiHybCegwo0hHv4v/1hDaQp/H2JP0Av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Pmy2xAAAANsAAAAPAAAAAAAAAAAA&#10;AAAAAKECAABkcnMvZG93bnJldi54bWxQSwUGAAAAAAQABAD5AAAAkgMAAAAA&#10;" strokecolor="black [3213]">
                  <v:stroke endarrow="open"/>
                </v:shape>
                <v:shape id="Zone de texte 14" o:spid="_x0000_s1041" type="#_x0000_t202" style="position:absolute;left:45903;top:21315;width:4206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NflsQA&#10;AADbAAAADwAAAGRycy9kb3ducmV2LnhtbESPQWsCMRSE7wX/Q3iCt5p1FZHVKEVQxCJU24u3183r&#10;7trNy5pE3f57UxA8DjPzDTNbtKYWV3K+sqxg0E9AEOdWV1wo+PpcvU5A+ICssbZMCv7Iw2LeeZlh&#10;pu2N93Q9hEJECPsMFZQhNJmUPi/JoO/bhjh6P9YZDFG6QmqHtwg3tUyTZCwNVhwXSmxoWVL+e7gY&#10;Badz2G3fqyN/fLvhZICndTEapUr1uu3bFESgNjzDj/ZGK0iH8P8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jX5bEAAAA2w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);x)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15" o:spid="_x0000_s1042" type="#_x0000_t202" style="position:absolute;left:39010;top:21315;width:2329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rH4sQA&#10;AADbAAAADwAAAGRycy9kb3ducmV2LnhtbESPQWvCQBSE70L/w/IK3nRjDEWiq5SCIhahWi/entnX&#10;JDb7Nu6umv57t1DocZiZb5jZojONuJHztWUFo2ECgriwuuZSweFzOZiA8AFZY2OZFPyQh8X8qTfD&#10;XNs77+i2D6WIEPY5KqhCaHMpfVGRQT+0LXH0vqwzGKJ0pdQO7xFuGpkmyYs0WHNcqLClt4qK7/3V&#10;KDhfwnbzXh/54+TGkxGeV2WWpUr1n7vXKYhAXfgP/7XXWkGawe+X+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Kx+LEAAAA2w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t>O</w:t>
                        </w:r>
                      </w:p>
                    </w:txbxContent>
                  </v:textbox>
                </v:shape>
                <v:shape id="Zone de texte 16" o:spid="_x0000_s1043" type="#_x0000_t202" style="position:absolute;left:39010;top:13874;width:2329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iecUA&#10;AADbAAAADwAAAGRycy9kb3ducmV2LnhtbESPT2sCMRTE74V+h/AK3mrWrRVZjSKCRZSC/y7enpvX&#10;3bWblzWJun77plDocZiZ3zDjaWtqcSPnK8sKet0EBHFudcWFgsN+8ToE4QOyxtoyKXiQh+nk+WmM&#10;mbZ33tJtFwoRIewzVFCG0GRS+rwkg75rG+LofVlnMETpCqkd3iPc1DJNkoE0WHFcKLGheUn59+5q&#10;FJwv4XO1ro68Obm3YQ/PH0W/nyrVeWlnIxCB2vAf/msvtYL0HX6/xB8gJ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RmJ5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t>M</w:t>
                        </w:r>
                      </w:p>
                    </w:txbxContent>
                  </v:textbox>
                </v:shape>
                <v:shape id="Connecteur droit avec flèche 17" o:spid="_x0000_s1044" type="#_x0000_t32" style="position:absolute;left:41016;top:2486;width:2462;height:11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ieKr8AAADbAAAADwAAAGRycy9kb3ducmV2LnhtbESP3WoCMRCF7wXfIYzQO81WUMrWKFIV&#10;vKt/DzBuxk3sZrIkUbdv3whCLw/n5+PMFp1rxJ1CtJ4VvI8KEMSV15ZrBafjZvgBIiZkjY1nUvBL&#10;ERbzfm+GpfYP3tP9kGqRRziWqMCk1JZSxsqQwzjyLXH2Lj44TFmGWuqAjzzuGjkuiql0aDkTDLb0&#10;Zaj6Odxc5i7tdbIKmqv1+Wp3weD3pUGl3gbd8hNEoi79h1/trVYwnsLzS/4Bcv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WieKr8AAADbAAAADwAAAAAAAAAAAAAAAACh&#10;AgAAZHJzL2Rvd25yZXYueG1sUEsFBgAAAAAEAAQA+QAAAI0DAAAAAA==&#10;" strokecolor="black [3213]">
                  <v:stroke endarrow="open"/>
                </v:shape>
                <v:rect id="Rectangle 18" o:spid="_x0000_s1045" style="position:absolute;left:20020;top:9976;width:1509;height:511;rotation:403380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u5cQA&#10;AADbAAAADwAAAGRycy9kb3ducmV2LnhtbESPX2vCMBTF3wW/Q7jC3my6wtxWjSLCqDgmrBN9vTTX&#10;tqy56ZpUu2+/DAQfD+fPj7NYDaYRF+pcbVnBYxSDIC6srrlUcPh6m76AcB5ZY2OZFPySg9VyPFpg&#10;qu2VP+mS+1KEEXYpKqi8b1MpXVGRQRfZljh4Z9sZ9EF2pdQdXsO4aWQSxzNpsOZAqLClTUXFd96b&#10;AMlezx+YH/fDzGbZzv7076cnUuphMqznIDwN/h6+tbdaQfIM/1/C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gLuXEAAAA2wAAAA8AAAAAAAAAAAAAAAAAmAIAAGRycy9k&#10;b3ducmV2LnhtbFBLBQYAAAAABAAEAPUAAACJAwAAAAA=&#10;" fillcolor="red" strokecolor="red">
                  <v:fill r:id="rId14" o:title="" color2="white [3212]" type="pattern"/>
                  <v:textbox inset="2.15672mm,1.0784mm,2.15672mm,1.0784mm"/>
                </v:rect>
                <v:line id="Connecteur droit 19" o:spid="_x0000_s1046" style="position:absolute;visibility:visible;mso-wrap-style:square" from="39010,13436" to="42896,1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yag8AAAADbAAAADwAAAGRycy9kb3ducmV2LnhtbERPy4rCMBTdC/MP4Q6403REBq1GGQcE&#10;QUR8gNtrcm3rNDeliRr/frIQXB7OezqPthZ3an3lWMFXPwNBrJ2puFBwPCx7IxA+IBusHZOCJ3mY&#10;zz46U8yNe/CO7vtQiBTCPkcFZQhNLqXXJVn0fdcQJ+7iWoshwbaQpsVHCre1HGTZt7RYcWoosaHf&#10;kvTf/mYVnK7j8zZW2gz5vFsPVz5u9GKhVPcz/kxABIrhLX65V0bBII1NX9IPkLN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+cmoPAAAAA2wAAAA8AAAAAAAAAAAAAAAAA&#10;oQIAAGRycy9kb3ducmV2LnhtbFBLBQYAAAAABAAEAPkAAACOAwAAAAA=&#10;" strokecolor="red" strokeweight="2.25pt"/>
                <v:shape id="Zone de texte 20" o:spid="_x0000_s1047" type="#_x0000_t202" style="position:absolute;left:43121;top:1839;width:5792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tofMUA&#10;AADbAAAADwAAAGRycy9kb3ducmV2LnhtbESPQWsCMRSE70L/Q3gFb5p1FdGtUYqgSEuhtV68PTev&#10;u2s3L2sSdf33piD0OMzMN8xs0ZpaXMj5yrKCQT8BQZxbXXGhYPe96k1A+ICssbZMCm7kYTF/6sww&#10;0/bKX3TZhkJECPsMFZQhNJmUPi/JoO/bhjh6P9YZDFG6QmqH1wg3tUyTZCwNVhwXSmxoWVL+uz0b&#10;BcdT+Hh7r/b8eXDDyQCP62I0SpXqPrevLyACteE//GhvtIJ0Cn9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C2h8xQAAANsAAAAPAAAAAAAAAAAAAAAAAJgCAABkcnMv&#10;ZG93bnJldi54bWxQSwUGAAAAAAQABAD1AAAAig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);n)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22" o:spid="_x0000_s1048" type="#_x0000_t202" style="position:absolute;left:38074;top:1660;width:3787;height:2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hXPMIA&#10;AADbAAAADwAAAGRycy9kb3ducmV2LnhtbERPz2vCMBS+C/4P4QneNG0tIp1RRNgYymBzu+z21ry1&#10;dc1Ll0Tb/ffLQfD48f1ebwfTiis531hWkM4TEMSl1Q1XCj7eH2crED4ga2wtk4I/8rDdjEdrLLTt&#10;+Y2up1CJGMK+QAV1CF0hpS9rMujntiOO3Ld1BkOErpLaYR/DTSuzJFlKgw3Hhho72tdU/pwuRsH5&#10;N7wcjs0nv365xSrF81OV55lS08mwewARaAh38c39rBUs4vr4Jf4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6Fc8wgAAANsAAAAPAAAAAAAAAAAAAAAAAJgCAABkcnMvZG93&#10;bnJldi54bWxQSwUGAAAAAAQABAD1AAAAhwMAAAAA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fldChar w:fldCharType="begin"/>
                        </w:r>
                        <w:r>
                          <w:instrText xml:space="preserve"> eq \o(\s\up8(\d\fo2()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);e</w:instrText>
                        </w:r>
                        <w:r>
                          <w:rPr>
                            <w:vertAlign w:val="subscript"/>
                          </w:rPr>
                          <w:instrText>r</w:instrText>
                        </w:r>
                        <w:r>
                          <w:instrText>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Zone de texte 23" o:spid="_x0000_s1049" type="#_x0000_t202" style="position:absolute;left:17015;top:8619;width:3817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yp8QA&#10;AADbAAAADwAAAGRycy9kb3ducmV2LnhtbESPQWsCMRSE70L/Q3gFb5pdFZHVKKVQEYtQbS/enpvn&#10;7trNy5pE3f57UxA8DjPzDTNbtKYWV3K+sqwg7ScgiHOrKy4U/Hx/9CYgfEDWWFsmBX/kYTF/6cww&#10;0/bGW7ruQiEihH2GCsoQmkxKn5dk0PdtQxy9o3UGQ5SukNrhLcJNLQdJMpYGK44LJTb0XlL+u7sY&#10;Badz2Kw/qz1/HdxwkuJpWYxGA6W6r+3bFESgNjzDj/ZKKxim8P8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k8qfEAAAA2wAAAA8AAAAAAAAAAAAAAAAAmAIAAGRycy9k&#10;b3ducmV2LnhtbFBLBQYAAAAABAAEAPUAAACJAwAAAAA=&#10;" filled="f" stroked="f" strokeweight=".5pt">
                  <v:textbox inset="2.15672mm,1.0784mm,2.15672mm,1.0784mm">
                    <w:txbxContent>
                      <w:p w:rsidR="006A517B" w:rsidRPr="007603B8" w:rsidRDefault="006A517B" w:rsidP="0058480F">
                        <w:r w:rsidRPr="007603B8">
                          <w:t>dS</w:t>
                        </w:r>
                      </w:p>
                    </w:txbxContent>
                  </v:textbox>
                </v:shape>
                <v:shape id="Zone de texte 24" o:spid="_x0000_s1050" type="#_x0000_t202" style="position:absolute;left:35712;top:11184;width:3817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t1gcMA&#10;AADcAAAADwAAAGRycy9kb3ducmV2LnhtbERPz2vCMBS+C/4P4QneNNUVkc60DEEZG4PZ7bLbW/PW&#10;1jUvNYna/ffLQfD48f3eFIPpxIWcby0rWMwTEMSV1S3XCj4/drM1CB+QNXaWScEfeSjy8WiDmbZX&#10;PtClDLWIIewzVNCE0GdS+qohg35ue+LI/VhnMEToaqkdXmO46eQySVbSYMuxocGetg1Vv+XZKDie&#10;wtvLa/vF79/uYb3A475O06VS08nw9Agi0BDu4pv7WStI07g2nolH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t1gcMAAADcAAAADwAAAAAAAAAAAAAAAACYAgAAZHJzL2Rv&#10;d25yZXYueG1sUEsFBgAAAAAEAAQA9QAAAIgDAAAAAA==&#10;" filled="f" stroked="f" strokeweight=".5pt">
                  <v:textbox inset="2.15672mm,1.0784mm,2.15672mm,1.0784mm">
                    <w:txbxContent>
                      <w:p w:rsidR="006A517B" w:rsidRPr="007603B8" w:rsidRDefault="006A517B" w:rsidP="0058480F">
                        <w:r w:rsidRPr="007603B8">
                          <w:t>dS</w:t>
                        </w:r>
                      </w:p>
                    </w:txbxContent>
                  </v:textbox>
                </v:shape>
                <v:shape id="Zone de texte 25" o:spid="_x0000_s1051" type="#_x0000_t202" style="position:absolute;left:44189;top:5370;width:13940;height:4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4yFMEA&#10;AADcAAAADwAAAGRycy9kb3ducmV2LnhtbESPQYvCMBSE78L+h/AW9qaJixS3GkVcBfGmrvdH82xL&#10;m5fSRNv11xtB8DjMzDfMfNnbWtyo9aVjDeORAkGcOVNyruHvtB1OQfiAbLB2TBr+ycNy8TGYY2pc&#10;xwe6HUMuIoR9ihqKEJpUSp8VZNGPXEMcvYtrLYYo21yaFrsIt7X8ViqRFkuOCwU2tC4oq45Xq8Ht&#10;u0MwStG9/61W52S92XJSaf312a9mIAL14R1+tXdGw2TyA88z8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+MhTBAAAA3AAAAA8AAAAAAAAAAAAAAAAAmAIAAGRycy9kb3du&#10;cmV2LnhtbFBLBQYAAAAABAAEAPUAAACGAwAAAAA=&#10;" filled="f" strokecolor="red" strokeweight="2.25pt">
                  <v:textbox inset="2.15672mm,1.0784mm,2.15672mm,1.0784mm">
                    <w:txbxContent>
                      <w:p w:rsidR="006A517B" w:rsidRPr="00DB4532" w:rsidRDefault="006A517B" w:rsidP="0058480F">
                        <w:r w:rsidRPr="0046248D">
                          <w:t xml:space="preserve">dS </w:t>
                        </w:r>
                        <w:r>
                          <w:sym w:font="Symbol" w:char="F0BB"/>
                        </w:r>
                        <w:r>
                          <w:t xml:space="preserve"> </w:t>
                        </w:r>
                        <w:r w:rsidRPr="00DB4532">
                          <w:fldChar w:fldCharType="begin"/>
                        </w:r>
                        <w:r w:rsidRPr="00DB4532">
                          <w:instrText xml:space="preserve"> eq \s\do1(\f((r</w:instrText>
                        </w:r>
                        <w:r w:rsidRPr="00DB4532">
                          <w:rPr>
                            <w:vertAlign w:val="subscript"/>
                          </w:rPr>
                          <w:instrText>2</w:instrText>
                        </w:r>
                        <w:r w:rsidRPr="00DB4532">
                          <w:instrText xml:space="preserve"> – r</w:instrText>
                        </w:r>
                        <w:r w:rsidRPr="00DB4532">
                          <w:rPr>
                            <w:vertAlign w:val="subscript"/>
                          </w:rPr>
                          <w:instrText>1</w:instrText>
                        </w:r>
                        <w:r w:rsidRPr="00DB4532">
                          <w:instrText>); sin</w:instrText>
                        </w:r>
                        <w:r w:rsidRPr="00DB4532">
                          <w:rPr>
                            <w:rFonts w:cs="Arial"/>
                          </w:rPr>
                          <w:instrText>α</w:instrText>
                        </w:r>
                        <w:r w:rsidRPr="00DB4532">
                          <w:instrText>))</w:instrText>
                        </w:r>
                        <w:r w:rsidRPr="00DB4532">
                          <w:fldChar w:fldCharType="end"/>
                        </w:r>
                        <w:r w:rsidRPr="00DB4532">
                          <w:t>.r</w:t>
                        </w:r>
                        <w:r w:rsidRPr="00DB4532">
                          <w:rPr>
                            <w:vertAlign w:val="subscript"/>
                          </w:rPr>
                          <w:t>m</w:t>
                        </w:r>
                        <w:r w:rsidRPr="00DB4532">
                          <w:t>d</w:t>
                        </w:r>
                        <w:r w:rsidRPr="00DB4532">
                          <w:sym w:font="Symbol" w:char="F071"/>
                        </w:r>
                      </w:p>
                    </w:txbxContent>
                  </v:textbox>
                </v:shape>
                <v:shape id="Forme libre 26" o:spid="_x0000_s1052" style="position:absolute;left:40955;top:5559;width:1876;height:292;visibility:visible;mso-wrap-style:square;v-text-anchor:middle" coordsize="220980,3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B7sQA&#10;AADcAAAADwAAAGRycy9kb3ducmV2LnhtbERPyW7CMBC9V+o/WIPUCwKHqiwKGIRQW1WlF/brEA9x&#10;aDyOYgfSv68PlXp8evts0dpS3Kj2hWMFg34CgjhzuuBcwX731puA8AFZY+mYFPyQh8X88WGGqXZ3&#10;3tBtG3IRQ9inqMCEUKVS+syQRd93FXHkLq62GCKsc6lrvMdwW8rnJBlJiwXHBoMVrQxl39vGKriu&#10;3s+v3eY8NqPh56lYf3UPx2uj1FOnXU5BBGrDv/jP/aEVvAzj/Hg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ige7EAAAA3AAAAA8AAAAAAAAAAAAAAAAAmAIAAGRycy9k&#10;b3ducmV2LnhtbFBLBQYAAAAABAAEAPUAAACJAwAAAAA=&#10;" path="m,3959c50800,-1756,101600,-7471,220980,34439e" filled="f" strokecolor="black [3213]">
                  <v:stroke endarrow="open"/>
                  <v:path arrowok="t" o:connecttype="custom" o:connectlocs="0,3362;187640,29243" o:connectangles="0,0"/>
                </v:shape>
                <v:shape id="Zone de texte 27" o:spid="_x0000_s1053" type="#_x0000_t202" style="position:absolute;left:41016;top:3334;width:2329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KwcYA&#10;AADcAAAADwAAAGRycy9kb3ducmV2LnhtbESPQWvCQBSE74X+h+UVvNVNNBWJriJCRZRCq168PbOv&#10;SWz2bbq7avz33UKhx2FmvmGm88404krO15YVpP0EBHFhdc2lgsP+9XkMwgdkjY1lUnAnD/PZ48MU&#10;c21v/EHXXShFhLDPUUEVQptL6YuKDPq+bYmj92mdwRClK6V2eItw08hBkoykwZrjQoUtLSsqvnYX&#10;o+D8Hd422/rI7yc3HKd4XpVZNlCq99QtJiACdeE//NdeawXZSwq/Z+IR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hKwcYAAADcAAAADwAAAAAAAAAAAAAAAACYAgAAZHJz&#10;L2Rvd25yZXYueG1sUEsFBgAAAAAEAAQA9QAAAIsDAAAAAA==&#10;" filled="f" stroked="f" strokeweight=".5pt">
                  <v:textbox inset="2.15672mm,1.0784mm,2.15672mm,1.0784mm">
                    <w:txbxContent>
                      <w:p w:rsidR="006A517B" w:rsidRDefault="006A517B" w:rsidP="0058480F">
                        <w:r>
                          <w:t>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A517B" w:rsidRDefault="006A517B" w:rsidP="0058480F">
      <w:r>
        <w:t>On suppose que la pression de contact est uniforme : p(M) = p</w:t>
      </w:r>
      <w:r w:rsidRPr="00CE509B">
        <w:rPr>
          <w:vertAlign w:val="subscript"/>
        </w:rPr>
        <w:t>0</w:t>
      </w:r>
    </w:p>
    <w:p w:rsidR="006A517B" w:rsidRDefault="006A517B" w:rsidP="0058480F">
      <w:r>
        <w:t xml:space="preserve">Alors : </w:t>
      </w:r>
      <w:r w:rsidRPr="00DB4532">
        <w:fldChar w:fldCharType="begin"/>
      </w:r>
      <w:r w:rsidRPr="00DB4532">
        <w:instrText xml:space="preserve"> eq \b\lc\{( \s(X</w:instrText>
      </w:r>
      <w:r w:rsidRPr="00DB4532">
        <w:rPr>
          <w:vertAlign w:val="subscript"/>
        </w:rPr>
        <w:instrText>pf</w:instrText>
      </w:r>
      <w:r w:rsidRPr="00DB4532">
        <w:instrText xml:space="preserve"> = </w:instrText>
      </w:r>
      <w:r w:rsidRPr="00DB4532">
        <w:fldChar w:fldCharType="begin"/>
      </w:r>
      <w:r w:rsidRPr="00DB4532">
        <w:instrText xml:space="preserve"> eq \i\in(\d\ba2()</w:instrText>
      </w:r>
      <w:r w:rsidRPr="00DB4532">
        <w:rPr>
          <w:sz w:val="18"/>
        </w:rPr>
        <w:instrText>0</w:instrText>
      </w:r>
      <w:r w:rsidRPr="00DB4532">
        <w:instrText>;\d\fo1(</w:instrText>
      </w:r>
      <w:r w:rsidRPr="00DB4532">
        <w:rPr>
          <w:sz w:val="18"/>
        </w:rPr>
        <w:instrText>)2</w:instrText>
      </w:r>
      <w:r w:rsidRPr="00DB4532">
        <w:rPr>
          <w:sz w:val="18"/>
        </w:rPr>
        <w:sym w:font="Symbol" w:char="F070"/>
      </w:r>
      <w:r w:rsidRPr="00DB4532">
        <w:instrText>; p(M).sin</w:instrText>
      </w:r>
      <w:r w:rsidRPr="00DB4532">
        <w:rPr>
          <w:rFonts w:cs="Arial"/>
        </w:rPr>
        <w:instrText>α</w:instrText>
      </w:r>
      <w:r w:rsidRPr="00DB4532">
        <w:instrText>.</w:instrText>
      </w:r>
      <w:r w:rsidRPr="00DB4532">
        <w:fldChar w:fldCharType="begin"/>
      </w:r>
      <w:r w:rsidRPr="00DB4532">
        <w:instrText xml:space="preserve"> eq \s\do1(\f((r</w:instrText>
      </w:r>
      <w:r w:rsidRPr="00DB4532">
        <w:rPr>
          <w:vertAlign w:val="subscript"/>
        </w:rPr>
        <w:instrText>2</w:instrText>
      </w:r>
      <w:r w:rsidRPr="00DB4532">
        <w:instrText xml:space="preserve"> – r</w:instrText>
      </w:r>
      <w:r w:rsidRPr="00DB4532">
        <w:rPr>
          <w:vertAlign w:val="subscript"/>
        </w:rPr>
        <w:instrText>1</w:instrText>
      </w:r>
      <w:r w:rsidRPr="00DB4532">
        <w:instrText>); sin</w:instrText>
      </w:r>
      <w:r w:rsidRPr="00DB4532">
        <w:rPr>
          <w:rFonts w:cs="Arial"/>
        </w:rPr>
        <w:instrText>α</w:instrText>
      </w:r>
      <w:r w:rsidRPr="00DB4532">
        <w:instrText>))</w:instrText>
      </w:r>
      <w:r w:rsidRPr="00DB4532">
        <w:fldChar w:fldCharType="end"/>
      </w:r>
      <w:r w:rsidRPr="00DB4532">
        <w:rPr>
          <w:rFonts w:cs="Arial"/>
        </w:rPr>
        <w:instrText>.</w:instrText>
      </w:r>
      <w:r w:rsidRPr="00DB4532">
        <w:instrText>r</w:instrText>
      </w:r>
      <w:r w:rsidRPr="00DB4532">
        <w:rPr>
          <w:vertAlign w:val="subscript"/>
        </w:rPr>
        <w:instrText>m</w:instrText>
      </w:r>
      <w:r w:rsidRPr="00DB4532">
        <w:instrText>d</w:instrText>
      </w:r>
      <w:r w:rsidRPr="00DB4532">
        <w:sym w:font="Symbol" w:char="F071"/>
      </w:r>
      <w:r w:rsidRPr="00DB4532">
        <w:instrText>)</w:instrText>
      </w:r>
      <w:r w:rsidRPr="00DB4532">
        <w:fldChar w:fldCharType="end"/>
      </w:r>
      <w:r w:rsidRPr="00DB4532">
        <w:instrText xml:space="preserve"> = 2</w:instrText>
      </w:r>
      <w:r w:rsidRPr="00DB4532">
        <w:sym w:font="Symbol" w:char="F070"/>
      </w:r>
      <w:r w:rsidRPr="00DB4532">
        <w:instrText>.(r</w:instrText>
      </w:r>
      <w:r w:rsidRPr="00DB4532">
        <w:rPr>
          <w:vertAlign w:val="subscript"/>
        </w:rPr>
        <w:instrText>2</w:instrText>
      </w:r>
      <w:r w:rsidRPr="00DB4532">
        <w:rPr>
          <w:vertAlign w:val="superscript"/>
        </w:rPr>
        <w:instrText xml:space="preserve"> </w:instrText>
      </w:r>
      <w:r w:rsidRPr="00DB4532">
        <w:instrText xml:space="preserve"> – r</w:instrText>
      </w:r>
      <w:r w:rsidRPr="00DB4532">
        <w:rPr>
          <w:vertAlign w:val="subscript"/>
        </w:rPr>
        <w:instrText>1</w:instrText>
      </w:r>
      <w:r w:rsidRPr="00DB4532">
        <w:instrText>).r</w:instrText>
      </w:r>
      <w:r w:rsidRPr="00DB4532">
        <w:rPr>
          <w:vertAlign w:val="subscript"/>
        </w:rPr>
        <w:instrText>m</w:instrText>
      </w:r>
      <w:r w:rsidRPr="00DB4532">
        <w:instrText>.p</w:instrText>
      </w:r>
      <w:r w:rsidRPr="00DB4532">
        <w:rPr>
          <w:vertAlign w:val="subscript"/>
        </w:rPr>
        <w:instrText>0 ;</w:instrText>
      </w:r>
      <w:r w:rsidRPr="00DB4532">
        <w:instrText>L</w:instrText>
      </w:r>
      <w:r w:rsidRPr="00DB4532">
        <w:rPr>
          <w:vertAlign w:val="subscript"/>
        </w:rPr>
        <w:instrText>pf</w:instrText>
      </w:r>
      <w:r w:rsidRPr="00DB4532">
        <w:instrText xml:space="preserve"> = </w:instrText>
      </w:r>
      <w:r w:rsidRPr="00DB4532">
        <w:fldChar w:fldCharType="begin"/>
      </w:r>
      <w:r w:rsidRPr="00DB4532">
        <w:instrText xml:space="preserve"> eq \i\in(\d\ba2()</w:instrText>
      </w:r>
      <w:r w:rsidRPr="00DB4532">
        <w:rPr>
          <w:sz w:val="18"/>
        </w:rPr>
        <w:instrText>0</w:instrText>
      </w:r>
      <w:r w:rsidRPr="00DB4532">
        <w:instrText>;\d\fo1(</w:instrText>
      </w:r>
      <w:r w:rsidRPr="00DB4532">
        <w:rPr>
          <w:sz w:val="18"/>
        </w:rPr>
        <w:instrText>)2</w:instrText>
      </w:r>
      <w:r w:rsidRPr="00DB4532">
        <w:rPr>
          <w:sz w:val="18"/>
        </w:rPr>
        <w:sym w:font="Symbol" w:char="F070"/>
      </w:r>
      <w:r w:rsidRPr="00DB4532">
        <w:instrText>; – r</w:instrText>
      </w:r>
      <w:r w:rsidRPr="00DB4532">
        <w:rPr>
          <w:vertAlign w:val="subscript"/>
        </w:rPr>
        <w:instrText>m</w:instrText>
      </w:r>
      <w:r w:rsidRPr="00DB4532">
        <w:instrText>.f.p(M).</w:instrText>
      </w:r>
      <w:r w:rsidRPr="00DB4532">
        <w:fldChar w:fldCharType="begin"/>
      </w:r>
      <w:r w:rsidRPr="00DB4532">
        <w:instrText xml:space="preserve"> eq \s\do1(\f((r</w:instrText>
      </w:r>
      <w:r w:rsidRPr="00DB4532">
        <w:rPr>
          <w:vertAlign w:val="subscript"/>
        </w:rPr>
        <w:instrText>2</w:instrText>
      </w:r>
      <w:r w:rsidRPr="00DB4532">
        <w:instrText xml:space="preserve"> – r</w:instrText>
      </w:r>
      <w:r w:rsidRPr="00DB4532">
        <w:rPr>
          <w:vertAlign w:val="subscript"/>
        </w:rPr>
        <w:instrText>1</w:instrText>
      </w:r>
      <w:r w:rsidRPr="00DB4532">
        <w:instrText>); sin</w:instrText>
      </w:r>
      <w:r w:rsidRPr="00DB4532">
        <w:rPr>
          <w:rFonts w:cs="Arial"/>
        </w:rPr>
        <w:instrText>α</w:instrText>
      </w:r>
      <w:r w:rsidRPr="00DB4532">
        <w:instrText>))</w:instrText>
      </w:r>
      <w:r w:rsidRPr="00DB4532">
        <w:fldChar w:fldCharType="end"/>
      </w:r>
      <w:r w:rsidRPr="00DB4532">
        <w:rPr>
          <w:rFonts w:cs="Arial"/>
        </w:rPr>
        <w:instrText>.</w:instrText>
      </w:r>
      <w:r w:rsidRPr="00DB4532">
        <w:instrText>r</w:instrText>
      </w:r>
      <w:r w:rsidRPr="00DB4532">
        <w:rPr>
          <w:vertAlign w:val="subscript"/>
        </w:rPr>
        <w:instrText>m</w:instrText>
      </w:r>
      <w:r w:rsidRPr="00DB4532">
        <w:instrText>d</w:instrText>
      </w:r>
      <w:r w:rsidRPr="00DB4532">
        <w:sym w:font="Symbol" w:char="F071"/>
      </w:r>
      <w:r w:rsidRPr="00DB4532">
        <w:instrText>)</w:instrText>
      </w:r>
      <w:r w:rsidRPr="00DB4532">
        <w:fldChar w:fldCharType="end"/>
      </w:r>
      <w:r w:rsidRPr="00DB4532">
        <w:instrText xml:space="preserve"> = – 2</w:instrText>
      </w:r>
      <w:r w:rsidRPr="00DB4532">
        <w:sym w:font="Symbol" w:char="F070"/>
      </w:r>
      <w:r w:rsidRPr="00DB4532">
        <w:instrText>.</w:instrText>
      </w:r>
      <w:r w:rsidRPr="00DB4532">
        <w:fldChar w:fldCharType="begin"/>
      </w:r>
      <w:r w:rsidRPr="00DB4532">
        <w:instrText xml:space="preserve"> eq \s\do1(\f((r</w:instrText>
      </w:r>
      <w:r w:rsidRPr="00DB4532">
        <w:rPr>
          <w:vertAlign w:val="subscript"/>
        </w:rPr>
        <w:instrText>2</w:instrText>
      </w:r>
      <w:r w:rsidRPr="00DB4532">
        <w:instrText xml:space="preserve"> – r</w:instrText>
      </w:r>
      <w:r w:rsidRPr="00DB4532">
        <w:rPr>
          <w:vertAlign w:val="subscript"/>
        </w:rPr>
        <w:instrText>1</w:instrText>
      </w:r>
      <w:r w:rsidRPr="00DB4532">
        <w:instrText>); sin</w:instrText>
      </w:r>
      <w:r w:rsidRPr="00DB4532">
        <w:rPr>
          <w:rFonts w:cs="Arial"/>
        </w:rPr>
        <w:instrText>α</w:instrText>
      </w:r>
      <w:r w:rsidRPr="00DB4532">
        <w:instrText>))</w:instrText>
      </w:r>
      <w:r w:rsidRPr="00DB4532">
        <w:fldChar w:fldCharType="end"/>
      </w:r>
      <w:r w:rsidRPr="00DB4532">
        <w:instrText>.r</w:instrText>
      </w:r>
      <w:r w:rsidRPr="00DB4532">
        <w:rPr>
          <w:vertAlign w:val="subscript"/>
        </w:rPr>
        <w:instrText>m</w:instrText>
      </w:r>
      <w:r w:rsidRPr="00DB4532">
        <w:rPr>
          <w:vertAlign w:val="superscript"/>
        </w:rPr>
        <w:instrText>2</w:instrText>
      </w:r>
      <w:r w:rsidRPr="00DB4532">
        <w:instrText>.f.p</w:instrText>
      </w:r>
      <w:r w:rsidRPr="00DB4532">
        <w:rPr>
          <w:vertAlign w:val="subscript"/>
        </w:rPr>
        <w:instrText>0</w:instrText>
      </w:r>
      <w:r w:rsidRPr="00DB4532">
        <w:instrText>))</w:instrText>
      </w:r>
      <w:r w:rsidRPr="00DB4532">
        <w:fldChar w:fldCharType="end"/>
      </w:r>
    </w:p>
    <w:p w:rsidR="006A517B" w:rsidRDefault="006A517B" w:rsidP="0058480F">
      <w:r>
        <w:t xml:space="preserve">En écrivant le principe fondamental de la statique (équations en projection sur </w:t>
      </w:r>
      <w:r>
        <w:fldChar w:fldCharType="begin"/>
      </w:r>
      <w:r>
        <w:instrText xml:space="preserve"> eq \o(\s\up8(\d\fo2()</w:instrText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190\f Symbol \s5\h </w:instrText>
      </w:r>
      <w:r>
        <w:fldChar w:fldCharType="end"/>
      </w:r>
      <w:r>
        <w:fldChar w:fldCharType="begin"/>
      </w:r>
      <w:r>
        <w:instrText xml:space="preserve"> Symbol 174\f Symbol \s5\h </w:instrText>
      </w:r>
      <w:r>
        <w:fldChar w:fldCharType="end"/>
      </w:r>
      <w:r>
        <w:instrText>);x)</w:instrText>
      </w:r>
      <w:r>
        <w:fldChar w:fldCharType="end"/>
      </w:r>
      <w:r>
        <w:t>),</w:t>
      </w:r>
    </w:p>
    <w:p w:rsidR="00A314E9" w:rsidRDefault="006A517B" w:rsidP="0058480F">
      <w:r>
        <w:t>On obtient :</w:t>
      </w:r>
      <w:r>
        <w:tab/>
      </w:r>
      <w:r w:rsidRPr="005C1479">
        <w:t>C</w:t>
      </w:r>
      <w:r w:rsidRPr="005C1479">
        <w:rPr>
          <w:vertAlign w:val="subscript"/>
        </w:rPr>
        <w:t>syn</w:t>
      </w:r>
      <w:r w:rsidRPr="005C1479">
        <w:t xml:space="preserve"> = </w:t>
      </w:r>
      <w:r w:rsidRPr="005C1479">
        <w:rPr>
          <w:rFonts w:cs="Arial"/>
        </w:rPr>
        <w:fldChar w:fldCharType="begin"/>
      </w:r>
      <w:r w:rsidRPr="005C1479">
        <w:rPr>
          <w:rFonts w:cs="Arial"/>
        </w:rPr>
        <w:instrText xml:space="preserve"> eq \s\do1(\f(</w:instrText>
      </w:r>
      <w:r w:rsidRPr="005C1479">
        <w:instrText>r</w:instrText>
      </w:r>
      <w:r w:rsidRPr="005C1479">
        <w:rPr>
          <w:vertAlign w:val="subscript"/>
        </w:rPr>
        <w:instrText>m</w:instrText>
      </w:r>
      <w:r w:rsidRPr="005C1479">
        <w:instrText>.f.F</w:instrText>
      </w:r>
      <w:r w:rsidRPr="005C1479">
        <w:rPr>
          <w:vertAlign w:val="subscript"/>
        </w:rPr>
        <w:instrText>syn;</w:instrText>
      </w:r>
      <w:r w:rsidRPr="005C1479">
        <w:instrText>sin</w:instrText>
      </w:r>
      <w:r w:rsidRPr="005C1479">
        <w:rPr>
          <w:rFonts w:cs="Arial"/>
        </w:rPr>
        <w:instrText>α))</w:instrText>
      </w:r>
      <w:r w:rsidRPr="005C1479">
        <w:rPr>
          <w:rFonts w:cs="Arial"/>
        </w:rPr>
        <w:fldChar w:fldCharType="end"/>
      </w:r>
      <w:r w:rsidR="00A314E9">
        <w:br w:type="page"/>
      </w:r>
    </w:p>
    <w:p w:rsidR="00A314E9" w:rsidRPr="00A314E9" w:rsidRDefault="00A314E9" w:rsidP="0058480F">
      <w:pPr>
        <w:pStyle w:val="Titre2"/>
      </w:pPr>
      <w:r w:rsidRPr="00A314E9">
        <w:t xml:space="preserve"> Simulation </w:t>
      </w:r>
      <w:r w:rsidR="00FE4475">
        <w:t xml:space="preserve">de </w:t>
      </w:r>
      <w:r w:rsidRPr="00A314E9">
        <w:t xml:space="preserve">la synchronisation </w:t>
      </w:r>
      <w:r>
        <w:t>(passage « </w:t>
      </w:r>
      <w:r w:rsidRPr="00A314E9">
        <w:t>1ère – 2</w:t>
      </w:r>
      <w:r w:rsidRPr="00A314E9">
        <w:rPr>
          <w:vertAlign w:val="superscript"/>
        </w:rPr>
        <w:t>nde</w:t>
      </w:r>
      <w:r>
        <w:t> »)</w:t>
      </w:r>
    </w:p>
    <w:p w:rsidR="004E6251" w:rsidRDefault="00A314E9" w:rsidP="0058480F">
      <w:pPr>
        <w:pStyle w:val="Questions"/>
      </w:pPr>
      <w:r>
        <w:t> Validation du modèle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6"/>
        <w:gridCol w:w="4246"/>
      </w:tblGrid>
      <w:tr w:rsidR="00FE4475" w:rsidTr="00FE4475">
        <w:tc>
          <w:tcPr>
            <w:tcW w:w="6436" w:type="dxa"/>
            <w:tcBorders>
              <w:bottom w:val="single" w:sz="4" w:space="0" w:color="auto"/>
              <w:right w:val="single" w:sz="4" w:space="0" w:color="auto"/>
            </w:tcBorders>
          </w:tcPr>
          <w:p w:rsidR="00FE4475" w:rsidRPr="00A645BF" w:rsidRDefault="00FE4475" w:rsidP="0058480F">
            <w:pPr>
              <w:rPr>
                <w:rFonts w:ascii="Arial" w:hAnsi="Arial" w:cs="Arial"/>
                <w:b/>
              </w:rPr>
            </w:pPr>
            <w:r w:rsidRPr="00A645BF">
              <w:rPr>
                <w:rFonts w:ascii="Arial" w:hAnsi="Arial" w:cs="Arial"/>
                <w:b/>
              </w:rPr>
              <w:t>Définition des pièces :</w:t>
            </w:r>
          </w:p>
          <w:p w:rsidR="00FE4475" w:rsidRDefault="00FE4475" w:rsidP="0058480F">
            <w:r>
              <w:rPr>
                <w:noProof/>
                <w:lang w:eastAsia="fr-FR"/>
              </w:rPr>
              <w:drawing>
                <wp:inline distT="0" distB="0" distL="0" distR="0" wp14:anchorId="3968231F" wp14:editId="6B182A1C">
                  <wp:extent cx="2317750" cy="2484537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/>
                          <a:srcRect r="13668"/>
                          <a:stretch/>
                        </pic:blipFill>
                        <pic:spPr bwMode="auto">
                          <a:xfrm>
                            <a:off x="0" y="0"/>
                            <a:ext cx="2327035" cy="2494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E4475" w:rsidRDefault="00FE4475" w:rsidP="00A645BF">
            <w:r>
              <w:t>Le matériau des pièces ayant été préalablement défini, on peut vérifier les propriétés cinétiques (clic droit sur pièce&gt;&gt;modifier)</w:t>
            </w:r>
          </w:p>
        </w:tc>
        <w:tc>
          <w:tcPr>
            <w:tcW w:w="4246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E4475" w:rsidRPr="00A645BF" w:rsidRDefault="00FE4475" w:rsidP="0058480F">
            <w:pPr>
              <w:rPr>
                <w:rFonts w:ascii="Arial" w:hAnsi="Arial" w:cs="Arial"/>
                <w:b/>
              </w:rPr>
            </w:pPr>
            <w:r w:rsidRPr="00A645BF">
              <w:rPr>
                <w:rFonts w:ascii="Arial" w:hAnsi="Arial" w:cs="Arial"/>
                <w:b/>
              </w:rPr>
              <w:t>Définition des liaisons :</w:t>
            </w:r>
          </w:p>
          <w:p w:rsidR="00FE4475" w:rsidRDefault="00FE4475" w:rsidP="00FE4475">
            <w:r>
              <w:rPr>
                <w:noProof/>
                <w:lang w:eastAsia="fr-FR"/>
              </w:rPr>
              <w:drawing>
                <wp:inline distT="0" distB="0" distL="0" distR="0" wp14:anchorId="191469D0" wp14:editId="3F2C0AC8">
                  <wp:extent cx="2198516" cy="3175000"/>
                  <wp:effectExtent l="0" t="0" r="0" b="6350"/>
                  <wp:docPr id="454" name="Imag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r="9836" b="12702"/>
                          <a:stretch/>
                        </pic:blipFill>
                        <pic:spPr bwMode="auto">
                          <a:xfrm>
                            <a:off x="0" y="0"/>
                            <a:ext cx="2199546" cy="3176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475" w:rsidTr="00FE4475">
        <w:trPr>
          <w:trHeight w:val="377"/>
        </w:trPr>
        <w:tc>
          <w:tcPr>
            <w:tcW w:w="643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4475" w:rsidRPr="00A645BF" w:rsidRDefault="00FE4475" w:rsidP="00FE4475">
            <w:pPr>
              <w:spacing w:before="240"/>
              <w:rPr>
                <w:rFonts w:ascii="Arial" w:hAnsi="Arial" w:cs="Arial"/>
                <w:b/>
              </w:rPr>
            </w:pPr>
            <w:r w:rsidRPr="00A645BF">
              <w:rPr>
                <w:rFonts w:ascii="Arial" w:hAnsi="Arial" w:cs="Arial"/>
                <w:b/>
              </w:rPr>
              <w:t>Paramétrage des efforts :</w:t>
            </w:r>
          </w:p>
          <w:p w:rsidR="00FE4475" w:rsidRDefault="00FE4475" w:rsidP="0058480F">
            <w:r>
              <w:t>Couple au niveau du pont différentiel inconnu (vitesse imposée)</w:t>
            </w:r>
          </w:p>
          <w:p w:rsidR="00FE4475" w:rsidRDefault="00FE4475" w:rsidP="00FE4475">
            <w:r>
              <w:t>Couple de synchronisation imposé de 25 N.M au niveau de la liaison pivot (pignon 2</w:t>
            </w:r>
            <w:r w:rsidRPr="00A645BF">
              <w:rPr>
                <w:vertAlign w:val="superscript"/>
              </w:rPr>
              <w:t>nde</w:t>
            </w:r>
            <w:r>
              <w:t xml:space="preserve"> – AS)</w:t>
            </w: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475" w:rsidRDefault="00FE4475" w:rsidP="0058480F"/>
        </w:tc>
      </w:tr>
      <w:tr w:rsidR="00FE4475" w:rsidTr="00FE4475">
        <w:trPr>
          <w:trHeight w:val="605"/>
        </w:trPr>
        <w:tc>
          <w:tcPr>
            <w:tcW w:w="6436" w:type="dxa"/>
            <w:vMerge/>
          </w:tcPr>
          <w:p w:rsidR="00FE4475" w:rsidRPr="00A645BF" w:rsidRDefault="00FE4475" w:rsidP="0058480F">
            <w:pPr>
              <w:rPr>
                <w:rFonts w:ascii="Arial" w:hAnsi="Arial" w:cs="Arial"/>
                <w:b/>
              </w:rPr>
            </w:pPr>
          </w:p>
        </w:tc>
        <w:tc>
          <w:tcPr>
            <w:tcW w:w="4246" w:type="dxa"/>
            <w:tcBorders>
              <w:top w:val="single" w:sz="4" w:space="0" w:color="auto"/>
            </w:tcBorders>
          </w:tcPr>
          <w:p w:rsidR="00FE4475" w:rsidRDefault="00FE4475" w:rsidP="0058480F">
            <w:r>
              <w:rPr>
                <w:noProof/>
                <w:lang w:eastAsia="fr-FR"/>
              </w:rPr>
              <w:drawing>
                <wp:inline distT="0" distB="0" distL="0" distR="0" wp14:anchorId="1D4D3D50" wp14:editId="3735F27D">
                  <wp:extent cx="2559050" cy="527050"/>
                  <wp:effectExtent l="0" t="0" r="0" b="6350"/>
                  <wp:docPr id="458" name="Image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t="86968" r="5621"/>
                          <a:stretch/>
                        </pic:blipFill>
                        <pic:spPr bwMode="auto">
                          <a:xfrm>
                            <a:off x="0" y="0"/>
                            <a:ext cx="2560249" cy="5272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45BF" w:rsidRDefault="00A645BF" w:rsidP="00FE4475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b/>
        </w:rPr>
      </w:pPr>
      <w:r w:rsidRPr="00FE4475">
        <w:rPr>
          <w:rFonts w:ascii="Arial" w:hAnsi="Arial" w:cs="Arial"/>
          <w:b/>
        </w:rPr>
        <w:t>Etude dynamique :</w:t>
      </w:r>
    </w:p>
    <w:p w:rsidR="00FE4475" w:rsidRDefault="00FE4475" w:rsidP="00FE4475">
      <w:r>
        <w:t xml:space="preserve">La vitesse de rotation du différentiel est </w:t>
      </w:r>
      <w:r w:rsidRPr="00FE4475">
        <w:rPr>
          <w:b/>
        </w:rPr>
        <w:t>imposée</w:t>
      </w:r>
      <w:r>
        <w:t xml:space="preserve"> </w:t>
      </w:r>
      <w:r w:rsidRPr="00FE4475">
        <w:rPr>
          <w:rFonts w:ascii="Arial" w:hAnsi="Arial" w:cs="Arial"/>
          <w:sz w:val="28"/>
        </w:rPr>
        <w:t>ω</w:t>
      </w:r>
      <w:r w:rsidRPr="00FE4475">
        <w:rPr>
          <w:rFonts w:ascii="Arial" w:hAnsi="Arial" w:cs="Arial"/>
          <w:sz w:val="28"/>
          <w:vertAlign w:val="subscript"/>
        </w:rPr>
        <w:t>d</w:t>
      </w:r>
      <w:r w:rsidRPr="00FE4475">
        <w:rPr>
          <w:rFonts w:ascii="Arial" w:hAnsi="Arial" w:cs="Arial"/>
          <w:sz w:val="28"/>
        </w:rPr>
        <w:t xml:space="preserve"> = ω</w:t>
      </w:r>
      <w:r w:rsidRPr="00FE4475">
        <w:rPr>
          <w:rFonts w:ascii="Arial" w:hAnsi="Arial" w:cs="Arial"/>
          <w:sz w:val="28"/>
          <w:vertAlign w:val="subscript"/>
        </w:rPr>
        <w:t>roues</w:t>
      </w:r>
      <w:r w:rsidRPr="00FE4475">
        <w:rPr>
          <w:rFonts w:ascii="Arial" w:hAnsi="Arial" w:cs="Arial"/>
          <w:sz w:val="28"/>
        </w:rPr>
        <w:t xml:space="preserve"> = V/R</w:t>
      </w:r>
      <w:r w:rsidRPr="00FE4475">
        <w:rPr>
          <w:rFonts w:ascii="Arial" w:hAnsi="Arial" w:cs="Arial"/>
          <w:sz w:val="28"/>
          <w:vertAlign w:val="subscript"/>
        </w:rPr>
        <w:t>r</w:t>
      </w:r>
      <w:r w:rsidRPr="00FE4475">
        <w:rPr>
          <w:rFonts w:ascii="Arial" w:hAnsi="Arial" w:cs="Arial"/>
          <w:sz w:val="28"/>
        </w:rPr>
        <w:t xml:space="preserve"> = 185 tr/min</w:t>
      </w:r>
    </w:p>
    <w:p w:rsidR="00FE4475" w:rsidRPr="00FE4475" w:rsidRDefault="00FE4475" w:rsidP="00FE4475">
      <w:r>
        <w:t xml:space="preserve">La vitesse de rotation de l’arbre primaire est </w:t>
      </w:r>
      <w:r w:rsidRPr="00FE4475">
        <w:rPr>
          <w:b/>
        </w:rPr>
        <w:t>libre</w:t>
      </w:r>
      <w:r>
        <w:t xml:space="preserve"> avec pour valeur initiale </w:t>
      </w:r>
      <w:r w:rsidRPr="00FE4475">
        <w:rPr>
          <w:rFonts w:ascii="Arial" w:hAnsi="Arial" w:cs="Arial"/>
          <w:sz w:val="28"/>
        </w:rPr>
        <w:t>ω</w:t>
      </w:r>
      <w:r w:rsidRPr="00FE4475">
        <w:rPr>
          <w:rFonts w:ascii="Arial" w:hAnsi="Arial" w:cs="Arial"/>
          <w:sz w:val="28"/>
          <w:vertAlign w:val="subscript"/>
        </w:rPr>
        <w:t>ap</w:t>
      </w:r>
      <w:r w:rsidRPr="00FE4475">
        <w:rPr>
          <w:rFonts w:ascii="Arial" w:hAnsi="Arial" w:cs="Arial"/>
          <w:sz w:val="28"/>
        </w:rPr>
        <w:t xml:space="preserve"> = N</w:t>
      </w:r>
      <w:r w:rsidRPr="00FE4475">
        <w:rPr>
          <w:rFonts w:ascii="Arial" w:hAnsi="Arial" w:cs="Arial"/>
          <w:sz w:val="28"/>
          <w:vertAlign w:val="subscript"/>
        </w:rPr>
        <w:t>1</w:t>
      </w:r>
      <w:r w:rsidRPr="00FE4475">
        <w:rPr>
          <w:rFonts w:ascii="Arial" w:hAnsi="Arial" w:cs="Arial"/>
          <w:sz w:val="28"/>
        </w:rPr>
        <w:t xml:space="preserve"> = 3000 tr/min</w:t>
      </w:r>
    </w:p>
    <w:p w:rsidR="00A314E9" w:rsidRDefault="00A645BF" w:rsidP="0058480F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77B35FAD" wp14:editId="376A6676">
            <wp:extent cx="2543768" cy="1411129"/>
            <wp:effectExtent l="0" t="0" r="9525" b="0"/>
            <wp:docPr id="547" name="Image 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Image 54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768" cy="141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475">
        <w:rPr>
          <w:noProof/>
          <w:lang w:eastAsia="fr-FR"/>
        </w:rPr>
        <w:drawing>
          <wp:inline distT="0" distB="0" distL="0" distR="0" wp14:anchorId="30BC032D" wp14:editId="37D2915E">
            <wp:extent cx="1729710" cy="1291900"/>
            <wp:effectExtent l="0" t="0" r="4445" b="3810"/>
            <wp:docPr id="456" name="Imag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1139" cy="129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475">
        <w:rPr>
          <w:noProof/>
          <w:lang w:eastAsia="fr-FR"/>
        </w:rPr>
        <mc:AlternateContent>
          <mc:Choice Requires="wpc">
            <w:drawing>
              <wp:inline distT="0" distB="0" distL="0" distR="0" wp14:anchorId="0D39EC6F" wp14:editId="02300870">
                <wp:extent cx="2324100" cy="1549400"/>
                <wp:effectExtent l="0" t="0" r="0" b="0"/>
                <wp:docPr id="550" name="Zone de dessin 5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48" name="Image 54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129" y="36637"/>
                            <a:ext cx="2290943" cy="15148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9" name="Zone de texte 549"/>
                        <wps:cNvSpPr txBox="1"/>
                        <wps:spPr>
                          <a:xfrm>
                            <a:off x="148560" y="250964"/>
                            <a:ext cx="2142457" cy="421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4475" w:rsidRPr="00AD50E1" w:rsidRDefault="00FE4475" w:rsidP="00FE4475">
                              <w:r w:rsidRPr="00AD50E1">
                                <w:t>La vitesse relative s’annule au bout de 0,1 sec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1491" tIns="40746" rIns="81491" bIns="40746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550" o:spid="_x0000_s1054" editas="canvas" style="width:183pt;height:122pt;mso-position-horizontal-relative:char;mso-position-vertical-relative:line" coordsize="23241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">
                <v:shape id="_x0000_s1055" type="#_x0000_t75" style="position:absolute;width:23241;height:15494;visibility:visible;mso-wrap-style:square">
                  <v:fill o:detectmouseclick="t"/>
                  <v:path o:connecttype="none"/>
                </v:shape>
                <v:shape id="Image 548" o:spid="_x0000_s1056" type="#_x0000_t75" style="position:absolute;left:11;top:366;width:22909;height:151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lGE7EAAAA3AAAAA8AAABkcnMvZG93bnJldi54bWxET8tqwkAU3Rf8h+EK3dWJYmuIjiJSSwvd&#10;GIPg7pK5eWDmTpiZxrRf31kUujyc92Y3mk4M5HxrWcF8loAgLq1uuVZQnI9PKQgfkDV2lknBN3nY&#10;bScPG8y0vfOJhjzUIoawz1BBE0KfSenLhgz6me2JI1dZZzBE6GqpHd5juOnkIklepMGWY0ODPR0a&#10;Km/5l1HwUVxuP6vLp/HDWFVv86RIF9dXpR6n434NItAY/sV/7net4HkZ18Yz8QjI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xlGE7EAAAA3AAAAA8AAAAAAAAAAAAAAAAA&#10;nwIAAGRycy9kb3ducmV2LnhtbFBLBQYAAAAABAAEAPcAAACQAwAAAAA=&#10;">
                  <v:imagedata r:id="rId20" o:title=""/>
                  <v:path arrowok="t"/>
                </v:shape>
                <v:shape id="Zone de texte 549" o:spid="_x0000_s1057" type="#_x0000_t202" style="position:absolute;left:1485;top:2509;width:21425;height:4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E7cQA&#10;AADcAAAADwAAAGRycy9kb3ducmV2LnhtbESPQWvCQBSE7wX/w/IEL6VutFo1uooIisc2tvdH9pmN&#10;Zt+G7Griv+8KhR6HmfmGWW06W4k7Nb50rGA0TEAQ506XXCj4Pu3f5iB8QNZYOSYFD/KwWfdeVphq&#10;1/IX3bNQiAhhn6ICE0KdSulzQxb90NXE0Tu7xmKIsimkbrCNcFvJcZJ8SIslxwWDNe0M5dfsZhVc&#10;stn28zF6nbvu0Na4e/8x132l1KDfbZcgAnXhP/zXPmoF08kCnm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/BO3EAAAA3AAAAA8AAAAAAAAAAAAAAAAAmAIAAGRycy9k&#10;b3ducmV2LnhtbFBLBQYAAAAABAAEAPUAAACJAwAAAAA=&#10;" filled="f" stroked="f" strokeweight=".5pt">
                  <v:textbox inset="2.26364mm,1.1318mm,2.26364mm,1.1318mm">
                    <w:txbxContent>
                      <w:p w:rsidR="00FE4475" w:rsidRPr="00AD50E1" w:rsidRDefault="00FE4475" w:rsidP="00FE4475">
                        <w:r w:rsidRPr="00AD50E1">
                          <w:t>La vitesse relative s’annule au bout de 0,1 sec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314E9" w:rsidRDefault="00FE4475" w:rsidP="00FE4475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36830</wp:posOffset>
                </wp:positionV>
                <wp:extent cx="958850" cy="812800"/>
                <wp:effectExtent l="0" t="0" r="12700" b="25400"/>
                <wp:wrapNone/>
                <wp:docPr id="459" name="Virage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58850" cy="812800"/>
                        </a:xfrm>
                        <a:prstGeom prst="bentArrow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irage 459" o:spid="_x0000_s1026" style="position:absolute;margin-left:372pt;margin-top:2.9pt;width:75.5pt;height:64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8850,81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" path="m,812800l,457200c,260808,159208,101600,355600,101600r400050,l755650,,958850,203200,755650,406400r,-101600l355600,304800v-84168,,-152400,68232,-152400,152400l203200,812800,,812800xe" filled="f" strokecolor="black [3213]" strokeweight="1.5pt">
                <v:path arrowok="t" o:connecttype="custom" o:connectlocs="0,812800;0,457200;355600,101600;755650,101600;755650,0;958850,203200;755650,406400;755650,304800;355600,304800;203200,457200;203200,812800;0,812800" o:connectangles="0,0,0,0,0,0,0,0,0,0,0,0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DA2CE75" wp14:editId="59D716EC">
            <wp:extent cx="2552700" cy="1835150"/>
            <wp:effectExtent l="0" t="0" r="19050" b="12700"/>
            <wp:docPr id="551" name="Graphique 5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sectPr w:rsidR="00A314E9" w:rsidSect="004725D4">
      <w:headerReference w:type="default" r:id="rId22"/>
      <w:footerReference w:type="default" r:id="rId23"/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566" w:rsidRDefault="00412566" w:rsidP="0058480F">
      <w:r>
        <w:separator/>
      </w:r>
    </w:p>
  </w:endnote>
  <w:endnote w:type="continuationSeparator" w:id="0">
    <w:p w:rsidR="00412566" w:rsidRDefault="00412566" w:rsidP="0058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D70" w:rsidRDefault="000D4D70" w:rsidP="0058480F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5387"/>
        <w:tab w:val="right" w:pos="10490"/>
      </w:tabs>
    </w:pPr>
    <w:r>
      <w:t>Bruno BETTIG –</w:t>
    </w:r>
    <w:r w:rsidR="00A66482">
      <w:t xml:space="preserve"> </w:t>
    </w:r>
    <w:r>
      <w:t>201</w:t>
    </w:r>
    <w:r w:rsidR="00A66482">
      <w:t>6-17</w:t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12566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412566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2A5D79">
      <w:rPr>
        <w:rStyle w:val="Numrodepage"/>
        <w:noProof/>
      </w:rPr>
      <w:t>25/09/2017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566" w:rsidRDefault="00412566" w:rsidP="0058480F">
      <w:r>
        <w:separator/>
      </w:r>
    </w:p>
  </w:footnote>
  <w:footnote w:type="continuationSeparator" w:id="0">
    <w:p w:rsidR="00412566" w:rsidRDefault="00412566" w:rsidP="00584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5D4" w:rsidRDefault="00E9732C" w:rsidP="0058480F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387"/>
        <w:tab w:val="right" w:pos="10490"/>
      </w:tabs>
    </w:pPr>
    <w:fldSimple w:instr=" FILENAME ">
      <w:r w:rsidR="002A5D79">
        <w:rPr>
          <w:noProof/>
        </w:rPr>
        <w:t>TP3.Synchronisation.Corrigé.docx</w:t>
      </w:r>
    </w:fldSimple>
    <w:r w:rsidR="004725D4">
      <w:tab/>
    </w:r>
    <w:r w:rsidR="004725D4">
      <w:tab/>
      <w:t>Lycée Chevrollier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F0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2FCC527A"/>
    <w:multiLevelType w:val="hybridMultilevel"/>
    <w:tmpl w:val="02500EB4"/>
    <w:lvl w:ilvl="0" w:tplc="7C66E5A8">
      <w:start w:val="1"/>
      <w:numFmt w:val="decimal"/>
      <w:pStyle w:val="Questions"/>
      <w:lvlText w:val="Question %1 : "/>
      <w:lvlJc w:val="left"/>
      <w:pPr>
        <w:ind w:left="720" w:hanging="360"/>
      </w:pPr>
      <w:rPr>
        <w:rFonts w:ascii="Arial" w:hAnsi="Arial" w:hint="default"/>
        <w:b/>
        <w:i w:val="0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730FE"/>
    <w:multiLevelType w:val="hybridMultilevel"/>
    <w:tmpl w:val="77AC9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433B73"/>
    <w:multiLevelType w:val="hybridMultilevel"/>
    <w:tmpl w:val="AFC828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C5714"/>
    <w:multiLevelType w:val="hybridMultilevel"/>
    <w:tmpl w:val="B3927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8">
    <w:nsid w:val="6F7656B0"/>
    <w:multiLevelType w:val="multilevel"/>
    <w:tmpl w:val="727EBD3A"/>
    <w:lvl w:ilvl="0">
      <w:start w:val="1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8"/>
  </w:num>
  <w:num w:numId="15">
    <w:abstractNumId w:val="17"/>
  </w:num>
  <w:num w:numId="16">
    <w:abstractNumId w:val="16"/>
  </w:num>
  <w:num w:numId="17">
    <w:abstractNumId w:val="14"/>
  </w:num>
  <w:num w:numId="18">
    <w:abstractNumId w:val="15"/>
  </w:num>
  <w:num w:numId="19">
    <w:abstractNumId w:val="18"/>
  </w:num>
  <w:num w:numId="20">
    <w:abstractNumId w:val="13"/>
  </w:num>
  <w:num w:numId="21">
    <w:abstractNumId w:val="1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457760"/>
    <w:rsid w:val="000A2DE1"/>
    <w:rsid w:val="000D4D70"/>
    <w:rsid w:val="000F11BC"/>
    <w:rsid w:val="0019220E"/>
    <w:rsid w:val="0021387F"/>
    <w:rsid w:val="00230B3F"/>
    <w:rsid w:val="002A5D79"/>
    <w:rsid w:val="00332063"/>
    <w:rsid w:val="00357EBF"/>
    <w:rsid w:val="003C68F8"/>
    <w:rsid w:val="003E09AA"/>
    <w:rsid w:val="00412566"/>
    <w:rsid w:val="00457760"/>
    <w:rsid w:val="004725D4"/>
    <w:rsid w:val="004B1D90"/>
    <w:rsid w:val="004E6251"/>
    <w:rsid w:val="0058480F"/>
    <w:rsid w:val="005A2BF2"/>
    <w:rsid w:val="005B0035"/>
    <w:rsid w:val="005E7677"/>
    <w:rsid w:val="005F3E90"/>
    <w:rsid w:val="00606B3B"/>
    <w:rsid w:val="006A517B"/>
    <w:rsid w:val="006C49E7"/>
    <w:rsid w:val="00755DF9"/>
    <w:rsid w:val="00766050"/>
    <w:rsid w:val="007C337F"/>
    <w:rsid w:val="007E19DF"/>
    <w:rsid w:val="007E2B90"/>
    <w:rsid w:val="00864AE7"/>
    <w:rsid w:val="009404B2"/>
    <w:rsid w:val="00A314E9"/>
    <w:rsid w:val="00A645BF"/>
    <w:rsid w:val="00A66482"/>
    <w:rsid w:val="00A96B8E"/>
    <w:rsid w:val="00AE57C2"/>
    <w:rsid w:val="00B36E27"/>
    <w:rsid w:val="00B432F6"/>
    <w:rsid w:val="00C07DE5"/>
    <w:rsid w:val="00DD2E9F"/>
    <w:rsid w:val="00E7401C"/>
    <w:rsid w:val="00E9732C"/>
    <w:rsid w:val="00EA0409"/>
    <w:rsid w:val="00EA6035"/>
    <w:rsid w:val="00EE1E0C"/>
    <w:rsid w:val="00EE6D21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480F"/>
    <w:pPr>
      <w:spacing w:after="60" w:line="276" w:lineRule="auto"/>
    </w:pPr>
    <w:rPr>
      <w:rFonts w:eastAsia="Calibri"/>
      <w:sz w:val="24"/>
      <w:lang w:eastAsia="en-US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58480F"/>
    <w:pPr>
      <w:keepNext/>
      <w:spacing w:before="240"/>
      <w:ind w:left="284"/>
      <w:outlineLvl w:val="1"/>
    </w:pPr>
    <w:rPr>
      <w:rFonts w:ascii="Arial" w:hAnsi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  <w:pPr>
      <w:spacing w:after="120"/>
    </w:pPr>
  </w:style>
  <w:style w:type="paragraph" w:styleId="Corpsdetexte2">
    <w:name w:val="Body Text 2"/>
    <w:basedOn w:val="Normal"/>
    <w:semiHidden/>
    <w:rsid w:val="009404B2"/>
    <w:pPr>
      <w:spacing w:after="120" w:line="480" w:lineRule="auto"/>
    </w:pPr>
  </w:style>
  <w:style w:type="paragraph" w:styleId="Corpsdetexte3">
    <w:name w:val="Body Text 3"/>
    <w:basedOn w:val="Normal"/>
    <w:semiHidden/>
    <w:rsid w:val="009404B2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spacing w:after="120"/>
      <w:ind w:left="283"/>
    </w:pPr>
  </w:style>
  <w:style w:type="paragraph" w:styleId="Listecontinue2">
    <w:name w:val="List Continue 2"/>
    <w:basedOn w:val="Normal"/>
    <w:semiHidden/>
    <w:rsid w:val="009404B2"/>
    <w:pPr>
      <w:spacing w:after="120"/>
      <w:ind w:left="566"/>
    </w:pPr>
  </w:style>
  <w:style w:type="paragraph" w:styleId="Listecontinue3">
    <w:name w:val="List Continue 3"/>
    <w:basedOn w:val="Normal"/>
    <w:semiHidden/>
    <w:rsid w:val="009404B2"/>
    <w:pPr>
      <w:spacing w:after="120"/>
      <w:ind w:left="849"/>
    </w:pPr>
  </w:style>
  <w:style w:type="paragraph" w:styleId="Listecontinue4">
    <w:name w:val="List Continue 4"/>
    <w:basedOn w:val="Normal"/>
    <w:semiHidden/>
    <w:rsid w:val="009404B2"/>
    <w:pPr>
      <w:spacing w:after="120"/>
      <w:ind w:left="1132"/>
    </w:pPr>
  </w:style>
  <w:style w:type="paragraph" w:styleId="Listecontinue5">
    <w:name w:val="List Continue 5"/>
    <w:basedOn w:val="Normal"/>
    <w:semiHidden/>
    <w:rsid w:val="009404B2"/>
    <w:pPr>
      <w:spacing w:after="120"/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9404B2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jc w:val="center"/>
      <w:outlineLvl w:val="1"/>
    </w:pPr>
    <w:rPr>
      <w:rFonts w:ascii="Arial" w:hAnsi="Arial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link w:val="TitreCar"/>
    <w:uiPriority w:val="10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57760"/>
    <w:pPr>
      <w:ind w:left="708"/>
    </w:pPr>
  </w:style>
  <w:style w:type="character" w:customStyle="1" w:styleId="TitreCar">
    <w:name w:val="Titre Car"/>
    <w:link w:val="Titre"/>
    <w:uiPriority w:val="10"/>
    <w:rsid w:val="00457760"/>
    <w:rPr>
      <w:rFonts w:ascii="Arial" w:hAnsi="Arial"/>
      <w:b/>
      <w:bCs/>
      <w:kern w:val="28"/>
      <w:sz w:val="40"/>
      <w:szCs w:val="40"/>
    </w:rPr>
  </w:style>
  <w:style w:type="character" w:customStyle="1" w:styleId="ParagraphedelisteCar">
    <w:name w:val="Paragraphe de liste Car"/>
    <w:link w:val="Paragraphedeliste"/>
    <w:uiPriority w:val="34"/>
    <w:rsid w:val="00457760"/>
    <w:rPr>
      <w:rFonts w:ascii="Calibri" w:eastAsia="Calibri" w:hAnsi="Calibri"/>
      <w:sz w:val="22"/>
      <w:szCs w:val="22"/>
      <w:lang w:eastAsia="en-US"/>
    </w:rPr>
  </w:style>
  <w:style w:type="paragraph" w:customStyle="1" w:styleId="Questions">
    <w:name w:val="Questions"/>
    <w:basedOn w:val="Normal"/>
    <w:link w:val="QuestionsChar"/>
    <w:qFormat/>
    <w:rsid w:val="00A314E9"/>
    <w:pPr>
      <w:numPr>
        <w:numId w:val="20"/>
      </w:numPr>
      <w:tabs>
        <w:tab w:val="left" w:pos="1701"/>
      </w:tabs>
      <w:ind w:left="1701" w:hanging="1701"/>
    </w:pPr>
    <w:rPr>
      <w:sz w:val="28"/>
      <w:szCs w:val="24"/>
    </w:rPr>
  </w:style>
  <w:style w:type="character" w:customStyle="1" w:styleId="QuestionsChar">
    <w:name w:val="Questions Char"/>
    <w:basedOn w:val="Policepardfaut"/>
    <w:link w:val="Questions"/>
    <w:rsid w:val="00A314E9"/>
    <w:rPr>
      <w:rFonts w:ascii="Calibri" w:eastAsia="Calibri" w:hAnsi="Calibri"/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480F"/>
    <w:pPr>
      <w:spacing w:after="60" w:line="276" w:lineRule="auto"/>
    </w:pPr>
    <w:rPr>
      <w:rFonts w:eastAsia="Calibri"/>
      <w:sz w:val="24"/>
      <w:lang w:eastAsia="en-US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58480F"/>
    <w:pPr>
      <w:keepNext/>
      <w:spacing w:before="240"/>
      <w:ind w:left="284"/>
      <w:outlineLvl w:val="1"/>
    </w:pPr>
    <w:rPr>
      <w:rFonts w:ascii="Arial" w:hAnsi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  <w:pPr>
      <w:spacing w:after="120"/>
    </w:pPr>
  </w:style>
  <w:style w:type="paragraph" w:styleId="Corpsdetexte2">
    <w:name w:val="Body Text 2"/>
    <w:basedOn w:val="Normal"/>
    <w:semiHidden/>
    <w:rsid w:val="009404B2"/>
    <w:pPr>
      <w:spacing w:after="120" w:line="480" w:lineRule="auto"/>
    </w:pPr>
  </w:style>
  <w:style w:type="paragraph" w:styleId="Corpsdetexte3">
    <w:name w:val="Body Text 3"/>
    <w:basedOn w:val="Normal"/>
    <w:semiHidden/>
    <w:rsid w:val="009404B2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spacing w:after="120"/>
      <w:ind w:left="283"/>
    </w:pPr>
  </w:style>
  <w:style w:type="paragraph" w:styleId="Listecontinue2">
    <w:name w:val="List Continue 2"/>
    <w:basedOn w:val="Normal"/>
    <w:semiHidden/>
    <w:rsid w:val="009404B2"/>
    <w:pPr>
      <w:spacing w:after="120"/>
      <w:ind w:left="566"/>
    </w:pPr>
  </w:style>
  <w:style w:type="paragraph" w:styleId="Listecontinue3">
    <w:name w:val="List Continue 3"/>
    <w:basedOn w:val="Normal"/>
    <w:semiHidden/>
    <w:rsid w:val="009404B2"/>
    <w:pPr>
      <w:spacing w:after="120"/>
      <w:ind w:left="849"/>
    </w:pPr>
  </w:style>
  <w:style w:type="paragraph" w:styleId="Listecontinue4">
    <w:name w:val="List Continue 4"/>
    <w:basedOn w:val="Normal"/>
    <w:semiHidden/>
    <w:rsid w:val="009404B2"/>
    <w:pPr>
      <w:spacing w:after="120"/>
      <w:ind w:left="1132"/>
    </w:pPr>
  </w:style>
  <w:style w:type="paragraph" w:styleId="Listecontinue5">
    <w:name w:val="List Continue 5"/>
    <w:basedOn w:val="Normal"/>
    <w:semiHidden/>
    <w:rsid w:val="009404B2"/>
    <w:pPr>
      <w:spacing w:after="120"/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9404B2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jc w:val="center"/>
      <w:outlineLvl w:val="1"/>
    </w:pPr>
    <w:rPr>
      <w:rFonts w:ascii="Arial" w:hAnsi="Arial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link w:val="TitreCar"/>
    <w:uiPriority w:val="10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57760"/>
    <w:pPr>
      <w:ind w:left="708"/>
    </w:pPr>
  </w:style>
  <w:style w:type="character" w:customStyle="1" w:styleId="TitreCar">
    <w:name w:val="Titre Car"/>
    <w:link w:val="Titre"/>
    <w:uiPriority w:val="10"/>
    <w:rsid w:val="00457760"/>
    <w:rPr>
      <w:rFonts w:ascii="Arial" w:hAnsi="Arial"/>
      <w:b/>
      <w:bCs/>
      <w:kern w:val="28"/>
      <w:sz w:val="40"/>
      <w:szCs w:val="40"/>
    </w:rPr>
  </w:style>
  <w:style w:type="character" w:customStyle="1" w:styleId="ParagraphedelisteCar">
    <w:name w:val="Paragraphe de liste Car"/>
    <w:link w:val="Paragraphedeliste"/>
    <w:uiPriority w:val="34"/>
    <w:rsid w:val="00457760"/>
    <w:rPr>
      <w:rFonts w:ascii="Calibri" w:eastAsia="Calibri" w:hAnsi="Calibri"/>
      <w:sz w:val="22"/>
      <w:szCs w:val="22"/>
      <w:lang w:eastAsia="en-US"/>
    </w:rPr>
  </w:style>
  <w:style w:type="paragraph" w:customStyle="1" w:styleId="Questions">
    <w:name w:val="Questions"/>
    <w:basedOn w:val="Normal"/>
    <w:link w:val="QuestionsChar"/>
    <w:qFormat/>
    <w:rsid w:val="00A314E9"/>
    <w:pPr>
      <w:numPr>
        <w:numId w:val="20"/>
      </w:numPr>
      <w:tabs>
        <w:tab w:val="left" w:pos="1701"/>
      </w:tabs>
      <w:ind w:left="1701" w:hanging="1701"/>
    </w:pPr>
    <w:rPr>
      <w:sz w:val="28"/>
      <w:szCs w:val="24"/>
    </w:rPr>
  </w:style>
  <w:style w:type="character" w:customStyle="1" w:styleId="QuestionsChar">
    <w:name w:val="Questions Char"/>
    <w:basedOn w:val="Policepardfaut"/>
    <w:link w:val="Questions"/>
    <w:rsid w:val="00A314E9"/>
    <w:rPr>
      <w:rFonts w:ascii="Calibri" w:eastAsia="Calibri" w:hAnsi="Calibri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hyperlink" Target="http://www.toutcalculer.com/automobile/dimension-pneu.php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://www.allopneus.com/vehicule/renault/trafic/trafic-ii-autobus-autocar/2001-03-01/13588" TargetMode="External"/><Relationship Id="rId14" Type="http://schemas.openxmlformats.org/officeDocument/2006/relationships/image" Target="media/image4.gif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Chevrollier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Bruno_2\Desktop\BVR3-Coll&#232;ge\BVR3-Correction\Etagement\Etagement-Bo&#238;te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_2\Desktop\2016_BVR-Sujet%20SSI\Correction\Simulations\ResultatsMK3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484540393989212"/>
          <c:y val="3.7420019160901145E-2"/>
          <c:w val="0.8107673133037141"/>
          <c:h val="0.80291531979555186"/>
        </c:manualLayout>
      </c:layout>
      <c:scatterChart>
        <c:scatterStyle val="lineMarker"/>
        <c:varyColors val="0"/>
        <c:ser>
          <c:idx val="0"/>
          <c:order val="0"/>
          <c:tx>
            <c:strRef>
              <c:f>Feuil1!$B$2</c:f>
              <c:strCache>
                <c:ptCount val="1"/>
                <c:pt idx="0">
                  <c:v>MA</c:v>
                </c:pt>
              </c:strCache>
            </c:strRef>
          </c:tx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Feuil1!$B$3:$B$26</c:f>
              <c:numCache>
                <c:formatCode>General</c:formatCode>
                <c:ptCount val="24"/>
                <c:pt idx="0">
                  <c:v>3740.6762249318863</c:v>
                </c:pt>
                <c:pt idx="1">
                  <c:v>2992.5409799455092</c:v>
                </c:pt>
                <c:pt idx="2">
                  <c:v>2244.4057349591317</c:v>
                </c:pt>
                <c:pt idx="3">
                  <c:v>1496.2704899727546</c:v>
                </c:pt>
                <c:pt idx="4">
                  <c:v>748.1352449863773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Feuil1!$C$2</c:f>
              <c:strCache>
                <c:ptCount val="1"/>
                <c:pt idx="0">
                  <c:v>1ere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Feuil1!$C$3:$C$26</c:f>
              <c:numCache>
                <c:formatCode>General</c:formatCode>
                <c:ptCount val="24"/>
                <c:pt idx="6">
                  <c:v>621.46234555118383</c:v>
                </c:pt>
                <c:pt idx="7">
                  <c:v>1242.9246911023677</c:v>
                </c:pt>
                <c:pt idx="8">
                  <c:v>1864.3870366535516</c:v>
                </c:pt>
                <c:pt idx="9">
                  <c:v>2485.8493822047353</c:v>
                </c:pt>
                <c:pt idx="10">
                  <c:v>3107.311727755919</c:v>
                </c:pt>
                <c:pt idx="11">
                  <c:v>3728.7740733071032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Feuil1!$D$2</c:f>
              <c:strCache>
                <c:ptCount val="1"/>
                <c:pt idx="0">
                  <c:v>2nde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Feuil1!$D$3:$D$26</c:f>
              <c:numCache>
                <c:formatCode>General</c:formatCode>
                <c:ptCount val="24"/>
                <c:pt idx="8">
                  <c:v>1004.076249850138</c:v>
                </c:pt>
                <c:pt idx="9">
                  <c:v>1338.7683331335172</c:v>
                </c:pt>
                <c:pt idx="10">
                  <c:v>1673.4604164168966</c:v>
                </c:pt>
                <c:pt idx="11">
                  <c:v>2008.1524997002759</c:v>
                </c:pt>
                <c:pt idx="12">
                  <c:v>2677.5366662670344</c:v>
                </c:pt>
                <c:pt idx="13">
                  <c:v>3346.9208328337932</c:v>
                </c:pt>
                <c:pt idx="14">
                  <c:v>4016.3049994005519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Feuil1!$E$2</c:f>
              <c:strCache>
                <c:ptCount val="1"/>
                <c:pt idx="0">
                  <c:v>3eme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Feuil1!$E$3:$E$26</c:f>
              <c:numCache>
                <c:formatCode>General</c:formatCode>
                <c:ptCount val="24"/>
                <c:pt idx="10">
                  <c:v>1102.5944840424229</c:v>
                </c:pt>
                <c:pt idx="11">
                  <c:v>1323.1133808509076</c:v>
                </c:pt>
                <c:pt idx="12">
                  <c:v>1764.1511744678767</c:v>
                </c:pt>
                <c:pt idx="13">
                  <c:v>2205.1889680848458</c:v>
                </c:pt>
                <c:pt idx="14">
                  <c:v>2646.2267617018151</c:v>
                </c:pt>
                <c:pt idx="15">
                  <c:v>3087.2645553187845</c:v>
                </c:pt>
                <c:pt idx="16">
                  <c:v>3528.3023489357533</c:v>
                </c:pt>
                <c:pt idx="17">
                  <c:v>3969.3401425527227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Feuil1!$F$2</c:f>
              <c:strCache>
                <c:ptCount val="1"/>
                <c:pt idx="0">
                  <c:v>4eme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Feuil1!$F$3:$F$26</c:f>
              <c:numCache>
                <c:formatCode>General</c:formatCode>
                <c:ptCount val="24"/>
                <c:pt idx="12">
                  <c:v>1240.8096746115525</c:v>
                </c:pt>
                <c:pt idx="13">
                  <c:v>1551.0120932644406</c:v>
                </c:pt>
                <c:pt idx="14">
                  <c:v>1861.2145119173288</c:v>
                </c:pt>
                <c:pt idx="15">
                  <c:v>2171.4169305702171</c:v>
                </c:pt>
                <c:pt idx="16">
                  <c:v>2481.619349223105</c:v>
                </c:pt>
                <c:pt idx="17">
                  <c:v>2791.8217678759934</c:v>
                </c:pt>
                <c:pt idx="18">
                  <c:v>3102.0241865288813</c:v>
                </c:pt>
                <c:pt idx="19">
                  <c:v>3412.2266051817696</c:v>
                </c:pt>
                <c:pt idx="20">
                  <c:v>3722.4290238346575</c:v>
                </c:pt>
                <c:pt idx="21">
                  <c:v>4032.6314424875459</c:v>
                </c:pt>
                <c:pt idx="22">
                  <c:v>4342.8338611404342</c:v>
                </c:pt>
                <c:pt idx="23">
                  <c:v>4653.0362797933221</c:v>
                </c:pt>
              </c:numCache>
            </c:numRef>
          </c:yVal>
          <c:smooth val="0"/>
        </c:ser>
        <c:ser>
          <c:idx val="5"/>
          <c:order val="5"/>
          <c:tx>
            <c:strRef>
              <c:f>Feuil1!$G$2</c:f>
              <c:strCache>
                <c:ptCount val="1"/>
                <c:pt idx="0">
                  <c:v>5eme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Feuil1!$G$3:$G$26</c:f>
              <c:numCache>
                <c:formatCode>General</c:formatCode>
                <c:ptCount val="24"/>
                <c:pt idx="13">
                  <c:v>1202.0343722799416</c:v>
                </c:pt>
                <c:pt idx="14">
                  <c:v>1442.44124673593</c:v>
                </c:pt>
                <c:pt idx="15">
                  <c:v>1682.8481211919182</c:v>
                </c:pt>
                <c:pt idx="16">
                  <c:v>1923.2549956479065</c:v>
                </c:pt>
                <c:pt idx="17">
                  <c:v>2163.6618701038947</c:v>
                </c:pt>
                <c:pt idx="18">
                  <c:v>2404.0687445598833</c:v>
                </c:pt>
                <c:pt idx="19">
                  <c:v>2644.4756190158714</c:v>
                </c:pt>
                <c:pt idx="20">
                  <c:v>2884.88249347186</c:v>
                </c:pt>
                <c:pt idx="21">
                  <c:v>3125.2893679278482</c:v>
                </c:pt>
                <c:pt idx="22">
                  <c:v>3365.6962423838363</c:v>
                </c:pt>
                <c:pt idx="23">
                  <c:v>3606.1031168398249</c:v>
                </c:pt>
              </c:numCache>
            </c:numRef>
          </c:yVal>
          <c:smooth val="0"/>
        </c:ser>
        <c:ser>
          <c:idx val="6"/>
          <c:order val="6"/>
          <c:tx>
            <c:strRef>
              <c:f>Feuil1!$H$2</c:f>
              <c:strCache>
                <c:ptCount val="1"/>
                <c:pt idx="0">
                  <c:v>6eme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Feuil1!$H$3:$H$26</c:f>
              <c:numCache>
                <c:formatCode>General</c:formatCode>
                <c:ptCount val="24"/>
                <c:pt idx="14">
                  <c:v>1136.5288615324964</c:v>
                </c:pt>
                <c:pt idx="15">
                  <c:v>1325.9503384545792</c:v>
                </c:pt>
                <c:pt idx="16">
                  <c:v>1515.371815376662</c:v>
                </c:pt>
                <c:pt idx="17">
                  <c:v>1704.7932922987447</c:v>
                </c:pt>
                <c:pt idx="18">
                  <c:v>1894.2147692208275</c:v>
                </c:pt>
                <c:pt idx="19">
                  <c:v>2083.6362461429103</c:v>
                </c:pt>
                <c:pt idx="20">
                  <c:v>2273.0577230649928</c:v>
                </c:pt>
                <c:pt idx="21">
                  <c:v>2462.4791999870758</c:v>
                </c:pt>
                <c:pt idx="22">
                  <c:v>2651.9006769091584</c:v>
                </c:pt>
                <c:pt idx="23">
                  <c:v>2841.3221538312414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6369920"/>
        <c:axId val="206371840"/>
      </c:scatterChart>
      <c:valAx>
        <c:axId val="206369920"/>
        <c:scaling>
          <c:orientation val="minMax"/>
          <c:max val="160"/>
          <c:min val="-2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fr-FR" sz="1800"/>
                  <a:t>Vitesse en km/h</a:t>
                </a:r>
              </a:p>
            </c:rich>
          </c:tx>
          <c:layout>
            <c:manualLayout>
              <c:xMode val="edge"/>
              <c:yMode val="edge"/>
              <c:x val="0.40728126543620602"/>
              <c:y val="0.9075239923224568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 baseline="0"/>
            </a:pPr>
            <a:endParaRPr lang="fr-FR"/>
          </a:p>
        </c:txPr>
        <c:crossAx val="206371840"/>
        <c:crossesAt val="0"/>
        <c:crossBetween val="midCat"/>
      </c:valAx>
      <c:valAx>
        <c:axId val="206371840"/>
        <c:scaling>
          <c:orientation val="minMax"/>
          <c:max val="4000"/>
          <c:min val="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fr-FR" sz="1800"/>
                  <a:t>Régime en tr/min</a:t>
                </a:r>
              </a:p>
            </c:rich>
          </c:tx>
          <c:layout>
            <c:manualLayout>
              <c:xMode val="edge"/>
              <c:yMode val="edge"/>
              <c:x val="1.4376827185026919E-2"/>
              <c:y val="0.2437127514537714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fr-FR"/>
          </a:p>
        </c:txPr>
        <c:crossAx val="206369920"/>
        <c:crossesAt val="-30"/>
        <c:crossBetween val="midCat"/>
      </c:valAx>
    </c:plotArea>
    <c:legend>
      <c:legendPos val="r"/>
      <c:legendEntry>
        <c:idx val="7"/>
        <c:delete val="1"/>
      </c:legendEntry>
      <c:layout>
        <c:manualLayout>
          <c:xMode val="edge"/>
          <c:yMode val="edge"/>
          <c:x val="0.79529729174914587"/>
          <c:y val="0.43257742782152231"/>
          <c:w val="0.11945016360620959"/>
          <c:h val="0.37741151781067667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fr-FR" sz="1200"/>
              <a:t>Passage 1</a:t>
            </a:r>
            <a:r>
              <a:rPr lang="fr-FR" sz="1200" baseline="30000"/>
              <a:t>ere</a:t>
            </a:r>
            <a:r>
              <a:rPr lang="fr-FR" sz="1200"/>
              <a:t>-2</a:t>
            </a:r>
            <a:r>
              <a:rPr lang="fr-FR" sz="1200" baseline="30000"/>
              <a:t>nde</a:t>
            </a:r>
            <a:r>
              <a:rPr lang="fr-FR" sz="1200" baseline="0"/>
              <a:t> à </a:t>
            </a:r>
            <a:r>
              <a:rPr lang="fr-FR" sz="1200"/>
              <a:t>26 km/h</a:t>
            </a:r>
          </a:p>
        </c:rich>
      </c:tx>
      <c:layout>
        <c:manualLayout>
          <c:xMode val="edge"/>
          <c:yMode val="edge"/>
          <c:x val="0.23078477690288715"/>
          <c:y val="3.9554117224020136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2532174103237095"/>
          <c:y val="0.16714129483814524"/>
          <c:w val="0.83342125984251969"/>
          <c:h val="0.63710432389722915"/>
        </c:manualLayout>
      </c:layout>
      <c:scatterChart>
        <c:scatterStyle val="lineMarker"/>
        <c:varyColors val="0"/>
        <c:ser>
          <c:idx val="0"/>
          <c:order val="0"/>
          <c:tx>
            <c:strRef>
              <c:f>ResultatsMK3D!$E$1:$E$2</c:f>
              <c:strCache>
                <c:ptCount val="1"/>
                <c:pt idx="0">
                  <c:v>Régime moteur tr/min</c:v>
                </c:pt>
              </c:strCache>
            </c:strRef>
          </c:tx>
          <c:marker>
            <c:symbol val="none"/>
          </c:marker>
          <c:xVal>
            <c:numRef>
              <c:f>ResultatsMK3D!$D$3:$D$203</c:f>
              <c:numCache>
                <c:formatCode>General</c:formatCode>
                <c:ptCount val="20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  <c:pt idx="65">
                  <c:v>32.5</c:v>
                </c:pt>
                <c:pt idx="66">
                  <c:v>33</c:v>
                </c:pt>
                <c:pt idx="67">
                  <c:v>33.5</c:v>
                </c:pt>
                <c:pt idx="68">
                  <c:v>34</c:v>
                </c:pt>
                <c:pt idx="69">
                  <c:v>34.5</c:v>
                </c:pt>
                <c:pt idx="70">
                  <c:v>35</c:v>
                </c:pt>
                <c:pt idx="71">
                  <c:v>35.5</c:v>
                </c:pt>
                <c:pt idx="72">
                  <c:v>36</c:v>
                </c:pt>
                <c:pt idx="73">
                  <c:v>36.5</c:v>
                </c:pt>
                <c:pt idx="74">
                  <c:v>37</c:v>
                </c:pt>
                <c:pt idx="75">
                  <c:v>37.5</c:v>
                </c:pt>
                <c:pt idx="76">
                  <c:v>38</c:v>
                </c:pt>
                <c:pt idx="77">
                  <c:v>38.5</c:v>
                </c:pt>
                <c:pt idx="78">
                  <c:v>39</c:v>
                </c:pt>
                <c:pt idx="79">
                  <c:v>39.5</c:v>
                </c:pt>
                <c:pt idx="80">
                  <c:v>40</c:v>
                </c:pt>
                <c:pt idx="81">
                  <c:v>40.5</c:v>
                </c:pt>
                <c:pt idx="82">
                  <c:v>41</c:v>
                </c:pt>
                <c:pt idx="83">
                  <c:v>41.5</c:v>
                </c:pt>
                <c:pt idx="84">
                  <c:v>42</c:v>
                </c:pt>
                <c:pt idx="85">
                  <c:v>42.5</c:v>
                </c:pt>
                <c:pt idx="86">
                  <c:v>43</c:v>
                </c:pt>
                <c:pt idx="87">
                  <c:v>43.5</c:v>
                </c:pt>
                <c:pt idx="88">
                  <c:v>44</c:v>
                </c:pt>
                <c:pt idx="89">
                  <c:v>44.5</c:v>
                </c:pt>
                <c:pt idx="90">
                  <c:v>45</c:v>
                </c:pt>
                <c:pt idx="91">
                  <c:v>45.5</c:v>
                </c:pt>
                <c:pt idx="92">
                  <c:v>46</c:v>
                </c:pt>
                <c:pt idx="93">
                  <c:v>46.5</c:v>
                </c:pt>
                <c:pt idx="94">
                  <c:v>47</c:v>
                </c:pt>
                <c:pt idx="95">
                  <c:v>47.5</c:v>
                </c:pt>
                <c:pt idx="96">
                  <c:v>48</c:v>
                </c:pt>
                <c:pt idx="97">
                  <c:v>48.5</c:v>
                </c:pt>
                <c:pt idx="98">
                  <c:v>49</c:v>
                </c:pt>
                <c:pt idx="99">
                  <c:v>49.5</c:v>
                </c:pt>
                <c:pt idx="100">
                  <c:v>50</c:v>
                </c:pt>
                <c:pt idx="101">
                  <c:v>50.5</c:v>
                </c:pt>
                <c:pt idx="102">
                  <c:v>51</c:v>
                </c:pt>
                <c:pt idx="103">
                  <c:v>51.5</c:v>
                </c:pt>
                <c:pt idx="104">
                  <c:v>52</c:v>
                </c:pt>
                <c:pt idx="105">
                  <c:v>52.5</c:v>
                </c:pt>
                <c:pt idx="106">
                  <c:v>53</c:v>
                </c:pt>
                <c:pt idx="107">
                  <c:v>53.5</c:v>
                </c:pt>
                <c:pt idx="108">
                  <c:v>54</c:v>
                </c:pt>
                <c:pt idx="109">
                  <c:v>54.5</c:v>
                </c:pt>
                <c:pt idx="110">
                  <c:v>55</c:v>
                </c:pt>
                <c:pt idx="111">
                  <c:v>55.5</c:v>
                </c:pt>
                <c:pt idx="112">
                  <c:v>56</c:v>
                </c:pt>
                <c:pt idx="113">
                  <c:v>56.5</c:v>
                </c:pt>
                <c:pt idx="114">
                  <c:v>57</c:v>
                </c:pt>
                <c:pt idx="115">
                  <c:v>57.5</c:v>
                </c:pt>
                <c:pt idx="116">
                  <c:v>58</c:v>
                </c:pt>
                <c:pt idx="117">
                  <c:v>58.5</c:v>
                </c:pt>
                <c:pt idx="118">
                  <c:v>59</c:v>
                </c:pt>
                <c:pt idx="119">
                  <c:v>59.5</c:v>
                </c:pt>
                <c:pt idx="120">
                  <c:v>60</c:v>
                </c:pt>
                <c:pt idx="121">
                  <c:v>60.5</c:v>
                </c:pt>
                <c:pt idx="122">
                  <c:v>61</c:v>
                </c:pt>
                <c:pt idx="123">
                  <c:v>61.5</c:v>
                </c:pt>
                <c:pt idx="124">
                  <c:v>62</c:v>
                </c:pt>
                <c:pt idx="125">
                  <c:v>62.5</c:v>
                </c:pt>
                <c:pt idx="126">
                  <c:v>63</c:v>
                </c:pt>
                <c:pt idx="127">
                  <c:v>63.5</c:v>
                </c:pt>
                <c:pt idx="128">
                  <c:v>64</c:v>
                </c:pt>
                <c:pt idx="129">
                  <c:v>64.5</c:v>
                </c:pt>
                <c:pt idx="130">
                  <c:v>65</c:v>
                </c:pt>
                <c:pt idx="131">
                  <c:v>65.5</c:v>
                </c:pt>
                <c:pt idx="132">
                  <c:v>66</c:v>
                </c:pt>
                <c:pt idx="133">
                  <c:v>66.5</c:v>
                </c:pt>
                <c:pt idx="134">
                  <c:v>67</c:v>
                </c:pt>
                <c:pt idx="135">
                  <c:v>67.5</c:v>
                </c:pt>
                <c:pt idx="136">
                  <c:v>68</c:v>
                </c:pt>
                <c:pt idx="137">
                  <c:v>68.5</c:v>
                </c:pt>
                <c:pt idx="138">
                  <c:v>69</c:v>
                </c:pt>
                <c:pt idx="139">
                  <c:v>69.5</c:v>
                </c:pt>
                <c:pt idx="140">
                  <c:v>70</c:v>
                </c:pt>
                <c:pt idx="141">
                  <c:v>70.5</c:v>
                </c:pt>
                <c:pt idx="142">
                  <c:v>71</c:v>
                </c:pt>
                <c:pt idx="143">
                  <c:v>71.5</c:v>
                </c:pt>
                <c:pt idx="144">
                  <c:v>72</c:v>
                </c:pt>
                <c:pt idx="145">
                  <c:v>72.5</c:v>
                </c:pt>
                <c:pt idx="146">
                  <c:v>73</c:v>
                </c:pt>
                <c:pt idx="147">
                  <c:v>73.5</c:v>
                </c:pt>
                <c:pt idx="148">
                  <c:v>74</c:v>
                </c:pt>
                <c:pt idx="149">
                  <c:v>74.5</c:v>
                </c:pt>
                <c:pt idx="150">
                  <c:v>75</c:v>
                </c:pt>
                <c:pt idx="151">
                  <c:v>75.5</c:v>
                </c:pt>
                <c:pt idx="152">
                  <c:v>76</c:v>
                </c:pt>
                <c:pt idx="153">
                  <c:v>76.5</c:v>
                </c:pt>
                <c:pt idx="154">
                  <c:v>77</c:v>
                </c:pt>
                <c:pt idx="155">
                  <c:v>77.5</c:v>
                </c:pt>
                <c:pt idx="156">
                  <c:v>78</c:v>
                </c:pt>
                <c:pt idx="157">
                  <c:v>78.5</c:v>
                </c:pt>
                <c:pt idx="158">
                  <c:v>79</c:v>
                </c:pt>
                <c:pt idx="159">
                  <c:v>79.5</c:v>
                </c:pt>
                <c:pt idx="160">
                  <c:v>80</c:v>
                </c:pt>
                <c:pt idx="161">
                  <c:v>80.5</c:v>
                </c:pt>
                <c:pt idx="162">
                  <c:v>81</c:v>
                </c:pt>
                <c:pt idx="163">
                  <c:v>81.5</c:v>
                </c:pt>
                <c:pt idx="164">
                  <c:v>82</c:v>
                </c:pt>
                <c:pt idx="165">
                  <c:v>82.5</c:v>
                </c:pt>
                <c:pt idx="166">
                  <c:v>83</c:v>
                </c:pt>
                <c:pt idx="167">
                  <c:v>83.5</c:v>
                </c:pt>
                <c:pt idx="168">
                  <c:v>84</c:v>
                </c:pt>
                <c:pt idx="169">
                  <c:v>84.5</c:v>
                </c:pt>
                <c:pt idx="170">
                  <c:v>85</c:v>
                </c:pt>
                <c:pt idx="171">
                  <c:v>85.5</c:v>
                </c:pt>
                <c:pt idx="172">
                  <c:v>86</c:v>
                </c:pt>
                <c:pt idx="173">
                  <c:v>86.5</c:v>
                </c:pt>
                <c:pt idx="174">
                  <c:v>87</c:v>
                </c:pt>
                <c:pt idx="175">
                  <c:v>87.5</c:v>
                </c:pt>
                <c:pt idx="176">
                  <c:v>88</c:v>
                </c:pt>
                <c:pt idx="177">
                  <c:v>88.5</c:v>
                </c:pt>
                <c:pt idx="178">
                  <c:v>89</c:v>
                </c:pt>
                <c:pt idx="179">
                  <c:v>89.5</c:v>
                </c:pt>
                <c:pt idx="180">
                  <c:v>90</c:v>
                </c:pt>
                <c:pt idx="181">
                  <c:v>90.5</c:v>
                </c:pt>
                <c:pt idx="182">
                  <c:v>91</c:v>
                </c:pt>
                <c:pt idx="183">
                  <c:v>91.5</c:v>
                </c:pt>
                <c:pt idx="184">
                  <c:v>92</c:v>
                </c:pt>
                <c:pt idx="185">
                  <c:v>92.5</c:v>
                </c:pt>
                <c:pt idx="186">
                  <c:v>93</c:v>
                </c:pt>
                <c:pt idx="187">
                  <c:v>93.5</c:v>
                </c:pt>
                <c:pt idx="188">
                  <c:v>94</c:v>
                </c:pt>
                <c:pt idx="189">
                  <c:v>94.5</c:v>
                </c:pt>
                <c:pt idx="190">
                  <c:v>95</c:v>
                </c:pt>
                <c:pt idx="191">
                  <c:v>95.5</c:v>
                </c:pt>
                <c:pt idx="192">
                  <c:v>96</c:v>
                </c:pt>
                <c:pt idx="193">
                  <c:v>96.5</c:v>
                </c:pt>
                <c:pt idx="194">
                  <c:v>97</c:v>
                </c:pt>
                <c:pt idx="195">
                  <c:v>97.5</c:v>
                </c:pt>
                <c:pt idx="196">
                  <c:v>98</c:v>
                </c:pt>
                <c:pt idx="197">
                  <c:v>98.5</c:v>
                </c:pt>
                <c:pt idx="198">
                  <c:v>99</c:v>
                </c:pt>
                <c:pt idx="199">
                  <c:v>99.5</c:v>
                </c:pt>
                <c:pt idx="200">
                  <c:v>100</c:v>
                </c:pt>
              </c:numCache>
            </c:numRef>
          </c:xVal>
          <c:yVal>
            <c:numRef>
              <c:f>ResultatsMK3D!$E$3:$E$203</c:f>
              <c:numCache>
                <c:formatCode>General</c:formatCode>
                <c:ptCount val="201"/>
                <c:pt idx="0">
                  <c:v>2999.9999965719999</c:v>
                </c:pt>
                <c:pt idx="1">
                  <c:v>2992.3548488242309</c:v>
                </c:pt>
                <c:pt idx="2">
                  <c:v>2984.7097010764619</c:v>
                </c:pt>
                <c:pt idx="3">
                  <c:v>2977.0645533286929</c:v>
                </c:pt>
                <c:pt idx="4">
                  <c:v>2969.4194055809235</c:v>
                </c:pt>
                <c:pt idx="5">
                  <c:v>2961.7742578331545</c:v>
                </c:pt>
                <c:pt idx="6">
                  <c:v>2954.1291100853859</c:v>
                </c:pt>
                <c:pt idx="7">
                  <c:v>2946.483962337616</c:v>
                </c:pt>
                <c:pt idx="8">
                  <c:v>2938.8388145898471</c:v>
                </c:pt>
                <c:pt idx="9">
                  <c:v>2931.1936668420781</c:v>
                </c:pt>
                <c:pt idx="10">
                  <c:v>2923.5485190943086</c:v>
                </c:pt>
                <c:pt idx="11">
                  <c:v>2915.9033713465401</c:v>
                </c:pt>
                <c:pt idx="12">
                  <c:v>2908.2582235987711</c:v>
                </c:pt>
                <c:pt idx="13">
                  <c:v>2900.6130758510017</c:v>
                </c:pt>
                <c:pt idx="14">
                  <c:v>2892.9679281032327</c:v>
                </c:pt>
                <c:pt idx="15">
                  <c:v>2885.3227803554632</c:v>
                </c:pt>
                <c:pt idx="16">
                  <c:v>2877.6776326076942</c:v>
                </c:pt>
                <c:pt idx="17">
                  <c:v>2870.0324848599253</c:v>
                </c:pt>
                <c:pt idx="18">
                  <c:v>2862.3873371121558</c:v>
                </c:pt>
                <c:pt idx="19">
                  <c:v>2854.7421893643868</c:v>
                </c:pt>
                <c:pt idx="20">
                  <c:v>2847.0970416166178</c:v>
                </c:pt>
                <c:pt idx="21">
                  <c:v>2839.4518938688489</c:v>
                </c:pt>
                <c:pt idx="22">
                  <c:v>2831.8067461210799</c:v>
                </c:pt>
                <c:pt idx="23">
                  <c:v>2824.1615983733104</c:v>
                </c:pt>
                <c:pt idx="24">
                  <c:v>2816.516450625541</c:v>
                </c:pt>
                <c:pt idx="25">
                  <c:v>2808.8713028777725</c:v>
                </c:pt>
                <c:pt idx="26">
                  <c:v>2801.2261551300035</c:v>
                </c:pt>
                <c:pt idx="27">
                  <c:v>2793.581007382234</c:v>
                </c:pt>
                <c:pt idx="28">
                  <c:v>2785.935859634465</c:v>
                </c:pt>
                <c:pt idx="29">
                  <c:v>2778.2907118866951</c:v>
                </c:pt>
                <c:pt idx="30">
                  <c:v>2770.6455641389271</c:v>
                </c:pt>
                <c:pt idx="31">
                  <c:v>2763.0004163911581</c:v>
                </c:pt>
                <c:pt idx="32">
                  <c:v>2755.3552686433882</c:v>
                </c:pt>
                <c:pt idx="33">
                  <c:v>2747.7101208956192</c:v>
                </c:pt>
                <c:pt idx="34">
                  <c:v>2740.0649731478502</c:v>
                </c:pt>
                <c:pt idx="35">
                  <c:v>2732.4198254000812</c:v>
                </c:pt>
                <c:pt idx="36">
                  <c:v>2724.7746776523122</c:v>
                </c:pt>
                <c:pt idx="37">
                  <c:v>2717.1295299045432</c:v>
                </c:pt>
                <c:pt idx="38">
                  <c:v>2709.4843726074773</c:v>
                </c:pt>
                <c:pt idx="39">
                  <c:v>2701.8392248597083</c:v>
                </c:pt>
                <c:pt idx="40">
                  <c:v>2694.1940771119384</c:v>
                </c:pt>
                <c:pt idx="41">
                  <c:v>2686.5489293641695</c:v>
                </c:pt>
                <c:pt idx="42">
                  <c:v>2678.9037816164009</c:v>
                </c:pt>
                <c:pt idx="43">
                  <c:v>2671.2586338686315</c:v>
                </c:pt>
                <c:pt idx="44">
                  <c:v>2663.6134861208625</c:v>
                </c:pt>
                <c:pt idx="45">
                  <c:v>2655.9683383730935</c:v>
                </c:pt>
                <c:pt idx="46">
                  <c:v>2648.3231906253245</c:v>
                </c:pt>
                <c:pt idx="47">
                  <c:v>2640.6780428775555</c:v>
                </c:pt>
                <c:pt idx="48">
                  <c:v>2633.0328951297865</c:v>
                </c:pt>
                <c:pt idx="49">
                  <c:v>2625.3877473820166</c:v>
                </c:pt>
                <c:pt idx="50">
                  <c:v>2617.7425996342477</c:v>
                </c:pt>
                <c:pt idx="51">
                  <c:v>2610.0974518864787</c:v>
                </c:pt>
                <c:pt idx="52">
                  <c:v>2602.4523041387097</c:v>
                </c:pt>
                <c:pt idx="53">
                  <c:v>2594.8071563909407</c:v>
                </c:pt>
                <c:pt idx="54">
                  <c:v>2587.1620086431708</c:v>
                </c:pt>
                <c:pt idx="55">
                  <c:v>2579.5168608954023</c:v>
                </c:pt>
                <c:pt idx="56">
                  <c:v>2571.8717131476333</c:v>
                </c:pt>
                <c:pt idx="57">
                  <c:v>2564.2265653998638</c:v>
                </c:pt>
                <c:pt idx="58">
                  <c:v>2556.5814176520948</c:v>
                </c:pt>
                <c:pt idx="59">
                  <c:v>2548.9362699043259</c:v>
                </c:pt>
                <c:pt idx="60">
                  <c:v>2541.2911221565564</c:v>
                </c:pt>
                <c:pt idx="61">
                  <c:v>2533.6459744087874</c:v>
                </c:pt>
                <c:pt idx="62">
                  <c:v>2526.0008266610189</c:v>
                </c:pt>
                <c:pt idx="63">
                  <c:v>2518.355678913249</c:v>
                </c:pt>
                <c:pt idx="64">
                  <c:v>2510.7105311654805</c:v>
                </c:pt>
                <c:pt idx="65">
                  <c:v>2503.065383417711</c:v>
                </c:pt>
                <c:pt idx="66">
                  <c:v>2495.420235669942</c:v>
                </c:pt>
                <c:pt idx="67">
                  <c:v>2487.775087922173</c:v>
                </c:pt>
                <c:pt idx="68">
                  <c:v>2480.1299401744036</c:v>
                </c:pt>
                <c:pt idx="69">
                  <c:v>2472.4847924266346</c:v>
                </c:pt>
                <c:pt idx="70">
                  <c:v>2464.8396446788656</c:v>
                </c:pt>
                <c:pt idx="71">
                  <c:v>2457.1944969310962</c:v>
                </c:pt>
                <c:pt idx="72">
                  <c:v>2449.5493491833272</c:v>
                </c:pt>
                <c:pt idx="73">
                  <c:v>2441.9042014355582</c:v>
                </c:pt>
                <c:pt idx="74">
                  <c:v>2434.2590536877892</c:v>
                </c:pt>
                <c:pt idx="75">
                  <c:v>2426.6139059400202</c:v>
                </c:pt>
                <c:pt idx="76">
                  <c:v>2418.9687581922508</c:v>
                </c:pt>
                <c:pt idx="77">
                  <c:v>2411.3236104444818</c:v>
                </c:pt>
                <c:pt idx="78">
                  <c:v>2403.6784626967128</c:v>
                </c:pt>
                <c:pt idx="79">
                  <c:v>2396.0333149489438</c:v>
                </c:pt>
                <c:pt idx="80">
                  <c:v>2388.3881672011744</c:v>
                </c:pt>
                <c:pt idx="81">
                  <c:v>2380.7430099041085</c:v>
                </c:pt>
                <c:pt idx="82">
                  <c:v>2373.0978621563395</c:v>
                </c:pt>
                <c:pt idx="83">
                  <c:v>2365.4527144085705</c:v>
                </c:pt>
                <c:pt idx="84">
                  <c:v>2357.8075666608011</c:v>
                </c:pt>
                <c:pt idx="85">
                  <c:v>2350.1624189130321</c:v>
                </c:pt>
                <c:pt idx="86">
                  <c:v>2342.5172711652631</c:v>
                </c:pt>
                <c:pt idx="87">
                  <c:v>2334.8721234174941</c:v>
                </c:pt>
                <c:pt idx="88">
                  <c:v>2327.2269756697247</c:v>
                </c:pt>
                <c:pt idx="89">
                  <c:v>2319.5818279219557</c:v>
                </c:pt>
                <c:pt idx="90">
                  <c:v>2311.9366801741867</c:v>
                </c:pt>
                <c:pt idx="91">
                  <c:v>2304.2915324264177</c:v>
                </c:pt>
                <c:pt idx="92">
                  <c:v>2296.6463846786487</c:v>
                </c:pt>
                <c:pt idx="93">
                  <c:v>2289.0012369308793</c:v>
                </c:pt>
                <c:pt idx="94">
                  <c:v>2281.3560891831103</c:v>
                </c:pt>
                <c:pt idx="95">
                  <c:v>2273.7109414353413</c:v>
                </c:pt>
                <c:pt idx="96">
                  <c:v>2266.0657936875718</c:v>
                </c:pt>
                <c:pt idx="97">
                  <c:v>2258.4206459398029</c:v>
                </c:pt>
                <c:pt idx="98">
                  <c:v>2250.7754981920339</c:v>
                </c:pt>
                <c:pt idx="99">
                  <c:v>2243.1303504442649</c:v>
                </c:pt>
                <c:pt idx="100">
                  <c:v>2235.4852026964954</c:v>
                </c:pt>
                <c:pt idx="101">
                  <c:v>2227.8400549487264</c:v>
                </c:pt>
                <c:pt idx="102">
                  <c:v>2220.1949072009575</c:v>
                </c:pt>
                <c:pt idx="103">
                  <c:v>2212.549759453188</c:v>
                </c:pt>
                <c:pt idx="104">
                  <c:v>2204.9046117054195</c:v>
                </c:pt>
                <c:pt idx="105">
                  <c:v>2197.25946395765</c:v>
                </c:pt>
                <c:pt idx="106">
                  <c:v>2189.6143162098811</c:v>
                </c:pt>
                <c:pt idx="107">
                  <c:v>2181.9691684621116</c:v>
                </c:pt>
                <c:pt idx="108">
                  <c:v>2174.3240207143426</c:v>
                </c:pt>
                <c:pt idx="109">
                  <c:v>2166.6788729665736</c:v>
                </c:pt>
                <c:pt idx="110">
                  <c:v>2159.0337252188042</c:v>
                </c:pt>
                <c:pt idx="111">
                  <c:v>2151.3885774710357</c:v>
                </c:pt>
                <c:pt idx="112">
                  <c:v>2143.7434297232662</c:v>
                </c:pt>
                <c:pt idx="113">
                  <c:v>2136.0982819754968</c:v>
                </c:pt>
                <c:pt idx="114">
                  <c:v>2128.4531342277278</c:v>
                </c:pt>
                <c:pt idx="115">
                  <c:v>2120.8079864799588</c:v>
                </c:pt>
                <c:pt idx="116">
                  <c:v>2113.1628387321898</c:v>
                </c:pt>
                <c:pt idx="117">
                  <c:v>2105.5176909844204</c:v>
                </c:pt>
                <c:pt idx="118">
                  <c:v>2097.8725432366518</c:v>
                </c:pt>
                <c:pt idx="119">
                  <c:v>2090.2273954888824</c:v>
                </c:pt>
                <c:pt idx="120">
                  <c:v>2082.582247741113</c:v>
                </c:pt>
                <c:pt idx="121">
                  <c:v>2074.937099993344</c:v>
                </c:pt>
                <c:pt idx="122">
                  <c:v>2067.291952245575</c:v>
                </c:pt>
                <c:pt idx="123">
                  <c:v>2059.646804497806</c:v>
                </c:pt>
                <c:pt idx="124">
                  <c:v>2052.0016567500365</c:v>
                </c:pt>
                <c:pt idx="125">
                  <c:v>2044.3564994529711</c:v>
                </c:pt>
                <c:pt idx="126">
                  <c:v>2036.7113517052021</c:v>
                </c:pt>
                <c:pt idx="127">
                  <c:v>2029.0662039574331</c:v>
                </c:pt>
                <c:pt idx="128">
                  <c:v>2021.4210562096637</c:v>
                </c:pt>
                <c:pt idx="129">
                  <c:v>2013.7759084618945</c:v>
                </c:pt>
                <c:pt idx="130">
                  <c:v>2006.1307607141257</c:v>
                </c:pt>
                <c:pt idx="131">
                  <c:v>1998.4856129663563</c:v>
                </c:pt>
                <c:pt idx="132">
                  <c:v>1990.8404652185873</c:v>
                </c:pt>
                <c:pt idx="133">
                  <c:v>1983.1953174708183</c:v>
                </c:pt>
                <c:pt idx="134">
                  <c:v>1975.5501697230493</c:v>
                </c:pt>
                <c:pt idx="135">
                  <c:v>1967.9050219752799</c:v>
                </c:pt>
                <c:pt idx="136">
                  <c:v>1960.2598742275106</c:v>
                </c:pt>
                <c:pt idx="137">
                  <c:v>1952.6147264797419</c:v>
                </c:pt>
                <c:pt idx="138">
                  <c:v>1944.9695787319727</c:v>
                </c:pt>
                <c:pt idx="139">
                  <c:v>1937.3244309842034</c:v>
                </c:pt>
                <c:pt idx="140">
                  <c:v>1929.6792832364345</c:v>
                </c:pt>
                <c:pt idx="141">
                  <c:v>1922.0341354886655</c:v>
                </c:pt>
                <c:pt idx="142">
                  <c:v>1914.3889877408963</c:v>
                </c:pt>
                <c:pt idx="143">
                  <c:v>1906.7438399931268</c:v>
                </c:pt>
                <c:pt idx="144">
                  <c:v>1899.0986922453581</c:v>
                </c:pt>
                <c:pt idx="145">
                  <c:v>1891.4535444975888</c:v>
                </c:pt>
                <c:pt idx="146">
                  <c:v>1883.8083967498198</c:v>
                </c:pt>
                <c:pt idx="147">
                  <c:v>1876.1632490020504</c:v>
                </c:pt>
                <c:pt idx="148">
                  <c:v>1868.5181012542814</c:v>
                </c:pt>
                <c:pt idx="149">
                  <c:v>1860.8729535065124</c:v>
                </c:pt>
                <c:pt idx="150">
                  <c:v>1853.2278057587432</c:v>
                </c:pt>
                <c:pt idx="151">
                  <c:v>1845.5826580109745</c:v>
                </c:pt>
                <c:pt idx="152">
                  <c:v>1837.937510263205</c:v>
                </c:pt>
                <c:pt idx="153">
                  <c:v>1830.292362515436</c:v>
                </c:pt>
                <c:pt idx="154">
                  <c:v>1822.6472147676668</c:v>
                </c:pt>
                <c:pt idx="155">
                  <c:v>1815.0020670198976</c:v>
                </c:pt>
                <c:pt idx="156">
                  <c:v>1807.3569192721286</c:v>
                </c:pt>
                <c:pt idx="157">
                  <c:v>1799.7117715243594</c:v>
                </c:pt>
                <c:pt idx="158">
                  <c:v>1792.0666237765906</c:v>
                </c:pt>
                <c:pt idx="159">
                  <c:v>1784.4214760288212</c:v>
                </c:pt>
                <c:pt idx="160">
                  <c:v>1776.7763282810522</c:v>
                </c:pt>
                <c:pt idx="161">
                  <c:v>1769.131180533283</c:v>
                </c:pt>
                <c:pt idx="162">
                  <c:v>1761.486032785514</c:v>
                </c:pt>
                <c:pt idx="163">
                  <c:v>1753.8408850377448</c:v>
                </c:pt>
                <c:pt idx="164">
                  <c:v>1746.1957372899756</c:v>
                </c:pt>
                <c:pt idx="165">
                  <c:v>1738.5505895422068</c:v>
                </c:pt>
                <c:pt idx="166">
                  <c:v>1730.9054417944376</c:v>
                </c:pt>
                <c:pt idx="167">
                  <c:v>1723.2602940466682</c:v>
                </c:pt>
                <c:pt idx="168">
                  <c:v>1715.6151462988992</c:v>
                </c:pt>
                <c:pt idx="169">
                  <c:v>1707.9699890018335</c:v>
                </c:pt>
                <c:pt idx="170">
                  <c:v>1700.3248412540645</c:v>
                </c:pt>
                <c:pt idx="171">
                  <c:v>1692.6796935062953</c:v>
                </c:pt>
                <c:pt idx="172">
                  <c:v>1685.0345457585261</c:v>
                </c:pt>
                <c:pt idx="173">
                  <c:v>1677.3893980107571</c:v>
                </c:pt>
                <c:pt idx="174">
                  <c:v>1669.7442502629881</c:v>
                </c:pt>
                <c:pt idx="175">
                  <c:v>1662.0991025152189</c:v>
                </c:pt>
                <c:pt idx="176">
                  <c:v>1654.4539547674497</c:v>
                </c:pt>
                <c:pt idx="177">
                  <c:v>1646.8088070196807</c:v>
                </c:pt>
                <c:pt idx="178">
                  <c:v>1639.1636592719115</c:v>
                </c:pt>
                <c:pt idx="179">
                  <c:v>1631.5185115241425</c:v>
                </c:pt>
                <c:pt idx="180">
                  <c:v>1623.8733637763733</c:v>
                </c:pt>
                <c:pt idx="181">
                  <c:v>1616.2282160286043</c:v>
                </c:pt>
                <c:pt idx="182">
                  <c:v>1608.5830682808351</c:v>
                </c:pt>
                <c:pt idx="183">
                  <c:v>1600.9379205330656</c:v>
                </c:pt>
                <c:pt idx="184">
                  <c:v>1593.2927727852971</c:v>
                </c:pt>
                <c:pt idx="185">
                  <c:v>1585.6476250375276</c:v>
                </c:pt>
                <c:pt idx="186">
                  <c:v>1578.0024772897586</c:v>
                </c:pt>
                <c:pt idx="187">
                  <c:v>1570.3573295419897</c:v>
                </c:pt>
                <c:pt idx="188">
                  <c:v>1562.7121817942202</c:v>
                </c:pt>
                <c:pt idx="189">
                  <c:v>1555.0670340464512</c:v>
                </c:pt>
                <c:pt idx="190">
                  <c:v>1547.421886298682</c:v>
                </c:pt>
                <c:pt idx="191">
                  <c:v>1539.7767385509133</c:v>
                </c:pt>
                <c:pt idx="192">
                  <c:v>1532.1315908031438</c:v>
                </c:pt>
                <c:pt idx="193">
                  <c:v>1524.4864430553748</c:v>
                </c:pt>
                <c:pt idx="194">
                  <c:v>1516.8412953076056</c:v>
                </c:pt>
                <c:pt idx="195">
                  <c:v>1509.1961475598366</c:v>
                </c:pt>
                <c:pt idx="196">
                  <c:v>1501.5509998120674</c:v>
                </c:pt>
                <c:pt idx="197">
                  <c:v>1493.9058520642982</c:v>
                </c:pt>
                <c:pt idx="198">
                  <c:v>1486.2607043165294</c:v>
                </c:pt>
                <c:pt idx="199">
                  <c:v>1478.6155565687602</c:v>
                </c:pt>
                <c:pt idx="200">
                  <c:v>1470.970408820991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ResultatsMK3D!$F$1:$F$2</c:f>
              <c:strCache>
                <c:ptCount val="1"/>
                <c:pt idx="0">
                  <c:v>Synchro2nde tr/min</c:v>
                </c:pt>
              </c:strCache>
            </c:strRef>
          </c:tx>
          <c:marker>
            <c:symbol val="none"/>
          </c:marker>
          <c:xVal>
            <c:numRef>
              <c:f>ResultatsMK3D!$D$3:$D$203</c:f>
              <c:numCache>
                <c:formatCode>General</c:formatCode>
                <c:ptCount val="20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  <c:pt idx="65">
                  <c:v>32.5</c:v>
                </c:pt>
                <c:pt idx="66">
                  <c:v>33</c:v>
                </c:pt>
                <c:pt idx="67">
                  <c:v>33.5</c:v>
                </c:pt>
                <c:pt idx="68">
                  <c:v>34</c:v>
                </c:pt>
                <c:pt idx="69">
                  <c:v>34.5</c:v>
                </c:pt>
                <c:pt idx="70">
                  <c:v>35</c:v>
                </c:pt>
                <c:pt idx="71">
                  <c:v>35.5</c:v>
                </c:pt>
                <c:pt idx="72">
                  <c:v>36</c:v>
                </c:pt>
                <c:pt idx="73">
                  <c:v>36.5</c:v>
                </c:pt>
                <c:pt idx="74">
                  <c:v>37</c:v>
                </c:pt>
                <c:pt idx="75">
                  <c:v>37.5</c:v>
                </c:pt>
                <c:pt idx="76">
                  <c:v>38</c:v>
                </c:pt>
                <c:pt idx="77">
                  <c:v>38.5</c:v>
                </c:pt>
                <c:pt idx="78">
                  <c:v>39</c:v>
                </c:pt>
                <c:pt idx="79">
                  <c:v>39.5</c:v>
                </c:pt>
                <c:pt idx="80">
                  <c:v>40</c:v>
                </c:pt>
                <c:pt idx="81">
                  <c:v>40.5</c:v>
                </c:pt>
                <c:pt idx="82">
                  <c:v>41</c:v>
                </c:pt>
                <c:pt idx="83">
                  <c:v>41.5</c:v>
                </c:pt>
                <c:pt idx="84">
                  <c:v>42</c:v>
                </c:pt>
                <c:pt idx="85">
                  <c:v>42.5</c:v>
                </c:pt>
                <c:pt idx="86">
                  <c:v>43</c:v>
                </c:pt>
                <c:pt idx="87">
                  <c:v>43.5</c:v>
                </c:pt>
                <c:pt idx="88">
                  <c:v>44</c:v>
                </c:pt>
                <c:pt idx="89">
                  <c:v>44.5</c:v>
                </c:pt>
                <c:pt idx="90">
                  <c:v>45</c:v>
                </c:pt>
                <c:pt idx="91">
                  <c:v>45.5</c:v>
                </c:pt>
                <c:pt idx="92">
                  <c:v>46</c:v>
                </c:pt>
                <c:pt idx="93">
                  <c:v>46.5</c:v>
                </c:pt>
                <c:pt idx="94">
                  <c:v>47</c:v>
                </c:pt>
                <c:pt idx="95">
                  <c:v>47.5</c:v>
                </c:pt>
                <c:pt idx="96">
                  <c:v>48</c:v>
                </c:pt>
                <c:pt idx="97">
                  <c:v>48.5</c:v>
                </c:pt>
                <c:pt idx="98">
                  <c:v>49</c:v>
                </c:pt>
                <c:pt idx="99">
                  <c:v>49.5</c:v>
                </c:pt>
                <c:pt idx="100">
                  <c:v>50</c:v>
                </c:pt>
                <c:pt idx="101">
                  <c:v>50.5</c:v>
                </c:pt>
                <c:pt idx="102">
                  <c:v>51</c:v>
                </c:pt>
                <c:pt idx="103">
                  <c:v>51.5</c:v>
                </c:pt>
                <c:pt idx="104">
                  <c:v>52</c:v>
                </c:pt>
                <c:pt idx="105">
                  <c:v>52.5</c:v>
                </c:pt>
                <c:pt idx="106">
                  <c:v>53</c:v>
                </c:pt>
                <c:pt idx="107">
                  <c:v>53.5</c:v>
                </c:pt>
                <c:pt idx="108">
                  <c:v>54</c:v>
                </c:pt>
                <c:pt idx="109">
                  <c:v>54.5</c:v>
                </c:pt>
                <c:pt idx="110">
                  <c:v>55</c:v>
                </c:pt>
                <c:pt idx="111">
                  <c:v>55.5</c:v>
                </c:pt>
                <c:pt idx="112">
                  <c:v>56</c:v>
                </c:pt>
                <c:pt idx="113">
                  <c:v>56.5</c:v>
                </c:pt>
                <c:pt idx="114">
                  <c:v>57</c:v>
                </c:pt>
                <c:pt idx="115">
                  <c:v>57.5</c:v>
                </c:pt>
                <c:pt idx="116">
                  <c:v>58</c:v>
                </c:pt>
                <c:pt idx="117">
                  <c:v>58.5</c:v>
                </c:pt>
                <c:pt idx="118">
                  <c:v>59</c:v>
                </c:pt>
                <c:pt idx="119">
                  <c:v>59.5</c:v>
                </c:pt>
                <c:pt idx="120">
                  <c:v>60</c:v>
                </c:pt>
                <c:pt idx="121">
                  <c:v>60.5</c:v>
                </c:pt>
                <c:pt idx="122">
                  <c:v>61</c:v>
                </c:pt>
                <c:pt idx="123">
                  <c:v>61.5</c:v>
                </c:pt>
                <c:pt idx="124">
                  <c:v>62</c:v>
                </c:pt>
                <c:pt idx="125">
                  <c:v>62.5</c:v>
                </c:pt>
                <c:pt idx="126">
                  <c:v>63</c:v>
                </c:pt>
                <c:pt idx="127">
                  <c:v>63.5</c:v>
                </c:pt>
                <c:pt idx="128">
                  <c:v>64</c:v>
                </c:pt>
                <c:pt idx="129">
                  <c:v>64.5</c:v>
                </c:pt>
                <c:pt idx="130">
                  <c:v>65</c:v>
                </c:pt>
                <c:pt idx="131">
                  <c:v>65.5</c:v>
                </c:pt>
                <c:pt idx="132">
                  <c:v>66</c:v>
                </c:pt>
                <c:pt idx="133">
                  <c:v>66.5</c:v>
                </c:pt>
                <c:pt idx="134">
                  <c:v>67</c:v>
                </c:pt>
                <c:pt idx="135">
                  <c:v>67.5</c:v>
                </c:pt>
                <c:pt idx="136">
                  <c:v>68</c:v>
                </c:pt>
                <c:pt idx="137">
                  <c:v>68.5</c:v>
                </c:pt>
                <c:pt idx="138">
                  <c:v>69</c:v>
                </c:pt>
                <c:pt idx="139">
                  <c:v>69.5</c:v>
                </c:pt>
                <c:pt idx="140">
                  <c:v>70</c:v>
                </c:pt>
                <c:pt idx="141">
                  <c:v>70.5</c:v>
                </c:pt>
                <c:pt idx="142">
                  <c:v>71</c:v>
                </c:pt>
                <c:pt idx="143">
                  <c:v>71.5</c:v>
                </c:pt>
                <c:pt idx="144">
                  <c:v>72</c:v>
                </c:pt>
                <c:pt idx="145">
                  <c:v>72.5</c:v>
                </c:pt>
                <c:pt idx="146">
                  <c:v>73</c:v>
                </c:pt>
                <c:pt idx="147">
                  <c:v>73.5</c:v>
                </c:pt>
                <c:pt idx="148">
                  <c:v>74</c:v>
                </c:pt>
                <c:pt idx="149">
                  <c:v>74.5</c:v>
                </c:pt>
                <c:pt idx="150">
                  <c:v>75</c:v>
                </c:pt>
                <c:pt idx="151">
                  <c:v>75.5</c:v>
                </c:pt>
                <c:pt idx="152">
                  <c:v>76</c:v>
                </c:pt>
                <c:pt idx="153">
                  <c:v>76.5</c:v>
                </c:pt>
                <c:pt idx="154">
                  <c:v>77</c:v>
                </c:pt>
                <c:pt idx="155">
                  <c:v>77.5</c:v>
                </c:pt>
                <c:pt idx="156">
                  <c:v>78</c:v>
                </c:pt>
                <c:pt idx="157">
                  <c:v>78.5</c:v>
                </c:pt>
                <c:pt idx="158">
                  <c:v>79</c:v>
                </c:pt>
                <c:pt idx="159">
                  <c:v>79.5</c:v>
                </c:pt>
                <c:pt idx="160">
                  <c:v>80</c:v>
                </c:pt>
                <c:pt idx="161">
                  <c:v>80.5</c:v>
                </c:pt>
                <c:pt idx="162">
                  <c:v>81</c:v>
                </c:pt>
                <c:pt idx="163">
                  <c:v>81.5</c:v>
                </c:pt>
                <c:pt idx="164">
                  <c:v>82</c:v>
                </c:pt>
                <c:pt idx="165">
                  <c:v>82.5</c:v>
                </c:pt>
                <c:pt idx="166">
                  <c:v>83</c:v>
                </c:pt>
                <c:pt idx="167">
                  <c:v>83.5</c:v>
                </c:pt>
                <c:pt idx="168">
                  <c:v>84</c:v>
                </c:pt>
                <c:pt idx="169">
                  <c:v>84.5</c:v>
                </c:pt>
                <c:pt idx="170">
                  <c:v>85</c:v>
                </c:pt>
                <c:pt idx="171">
                  <c:v>85.5</c:v>
                </c:pt>
                <c:pt idx="172">
                  <c:v>86</c:v>
                </c:pt>
                <c:pt idx="173">
                  <c:v>86.5</c:v>
                </c:pt>
                <c:pt idx="174">
                  <c:v>87</c:v>
                </c:pt>
                <c:pt idx="175">
                  <c:v>87.5</c:v>
                </c:pt>
                <c:pt idx="176">
                  <c:v>88</c:v>
                </c:pt>
                <c:pt idx="177">
                  <c:v>88.5</c:v>
                </c:pt>
                <c:pt idx="178">
                  <c:v>89</c:v>
                </c:pt>
                <c:pt idx="179">
                  <c:v>89.5</c:v>
                </c:pt>
                <c:pt idx="180">
                  <c:v>90</c:v>
                </c:pt>
                <c:pt idx="181">
                  <c:v>90.5</c:v>
                </c:pt>
                <c:pt idx="182">
                  <c:v>91</c:v>
                </c:pt>
                <c:pt idx="183">
                  <c:v>91.5</c:v>
                </c:pt>
                <c:pt idx="184">
                  <c:v>92</c:v>
                </c:pt>
                <c:pt idx="185">
                  <c:v>92.5</c:v>
                </c:pt>
                <c:pt idx="186">
                  <c:v>93</c:v>
                </c:pt>
                <c:pt idx="187">
                  <c:v>93.5</c:v>
                </c:pt>
                <c:pt idx="188">
                  <c:v>94</c:v>
                </c:pt>
                <c:pt idx="189">
                  <c:v>94.5</c:v>
                </c:pt>
                <c:pt idx="190">
                  <c:v>95</c:v>
                </c:pt>
                <c:pt idx="191">
                  <c:v>95.5</c:v>
                </c:pt>
                <c:pt idx="192">
                  <c:v>96</c:v>
                </c:pt>
                <c:pt idx="193">
                  <c:v>96.5</c:v>
                </c:pt>
                <c:pt idx="194">
                  <c:v>97</c:v>
                </c:pt>
                <c:pt idx="195">
                  <c:v>97.5</c:v>
                </c:pt>
                <c:pt idx="196">
                  <c:v>98</c:v>
                </c:pt>
                <c:pt idx="197">
                  <c:v>98.5</c:v>
                </c:pt>
                <c:pt idx="198">
                  <c:v>99</c:v>
                </c:pt>
                <c:pt idx="199">
                  <c:v>99.5</c:v>
                </c:pt>
                <c:pt idx="200">
                  <c:v>100</c:v>
                </c:pt>
              </c:numCache>
            </c:numRef>
          </c:xVal>
          <c:yVal>
            <c:numRef>
              <c:f>ResultatsMK3D!$F$3:$F$203</c:f>
              <c:numCache>
                <c:formatCode>General</c:formatCode>
                <c:ptCount val="201"/>
                <c:pt idx="0">
                  <c:v>-689.7671591903802</c:v>
                </c:pt>
                <c:pt idx="1">
                  <c:v>-686.23475979183979</c:v>
                </c:pt>
                <c:pt idx="2">
                  <c:v>-682.70236039329916</c:v>
                </c:pt>
                <c:pt idx="3">
                  <c:v>-679.1699705440551</c:v>
                </c:pt>
                <c:pt idx="4">
                  <c:v>-675.6375711455147</c:v>
                </c:pt>
                <c:pt idx="5">
                  <c:v>-672.10517174697407</c:v>
                </c:pt>
                <c:pt idx="6">
                  <c:v>-668.57277234843355</c:v>
                </c:pt>
                <c:pt idx="7">
                  <c:v>-665.04037294989303</c:v>
                </c:pt>
                <c:pt idx="8">
                  <c:v>-661.50797355135251</c:v>
                </c:pt>
                <c:pt idx="9">
                  <c:v>-657.97557415281187</c:v>
                </c:pt>
                <c:pt idx="10">
                  <c:v>-654.44317475427147</c:v>
                </c:pt>
                <c:pt idx="11">
                  <c:v>-650.91078490502741</c:v>
                </c:pt>
                <c:pt idx="12">
                  <c:v>-647.37838550648678</c:v>
                </c:pt>
                <c:pt idx="13">
                  <c:v>-643.84598610794626</c:v>
                </c:pt>
                <c:pt idx="14">
                  <c:v>-640.31358670940574</c:v>
                </c:pt>
                <c:pt idx="15">
                  <c:v>-636.78118731086522</c:v>
                </c:pt>
                <c:pt idx="16">
                  <c:v>-633.24878791232459</c:v>
                </c:pt>
                <c:pt idx="17">
                  <c:v>-629.71638851378407</c:v>
                </c:pt>
                <c:pt idx="18">
                  <c:v>-626.18398911524355</c:v>
                </c:pt>
                <c:pt idx="19">
                  <c:v>-622.65159926599961</c:v>
                </c:pt>
                <c:pt idx="20">
                  <c:v>-619.11919986745897</c:v>
                </c:pt>
                <c:pt idx="21">
                  <c:v>-615.58680046891845</c:v>
                </c:pt>
                <c:pt idx="22">
                  <c:v>-612.05440107037793</c:v>
                </c:pt>
                <c:pt idx="23">
                  <c:v>-608.5220016718373</c:v>
                </c:pt>
                <c:pt idx="24">
                  <c:v>-604.98960227329678</c:v>
                </c:pt>
                <c:pt idx="25">
                  <c:v>-601.45720287475626</c:v>
                </c:pt>
                <c:pt idx="26">
                  <c:v>-597.92481302551221</c:v>
                </c:pt>
                <c:pt idx="27">
                  <c:v>-594.39241362697169</c:v>
                </c:pt>
                <c:pt idx="28">
                  <c:v>-590.86001422843117</c:v>
                </c:pt>
                <c:pt idx="29">
                  <c:v>-587.32761482989065</c:v>
                </c:pt>
                <c:pt idx="30">
                  <c:v>-583.79521543135002</c:v>
                </c:pt>
                <c:pt idx="31">
                  <c:v>-580.2628160328095</c:v>
                </c:pt>
                <c:pt idx="32">
                  <c:v>-576.73041663426898</c:v>
                </c:pt>
                <c:pt idx="33">
                  <c:v>-573.19801723572846</c:v>
                </c:pt>
                <c:pt idx="34">
                  <c:v>-569.6656273864844</c:v>
                </c:pt>
                <c:pt idx="35">
                  <c:v>-566.13322798794388</c:v>
                </c:pt>
                <c:pt idx="36">
                  <c:v>-562.60082858940336</c:v>
                </c:pt>
                <c:pt idx="37">
                  <c:v>-559.06842919086284</c:v>
                </c:pt>
                <c:pt idx="38">
                  <c:v>-555.53602979232221</c:v>
                </c:pt>
                <c:pt idx="39">
                  <c:v>-552.00363039378169</c:v>
                </c:pt>
                <c:pt idx="40">
                  <c:v>-548.47123099524106</c:v>
                </c:pt>
                <c:pt idx="41">
                  <c:v>-544.93883159670054</c:v>
                </c:pt>
                <c:pt idx="42">
                  <c:v>-541.4064417474566</c:v>
                </c:pt>
                <c:pt idx="43">
                  <c:v>-537.87404234891596</c:v>
                </c:pt>
                <c:pt idx="44">
                  <c:v>-534.34164295037544</c:v>
                </c:pt>
                <c:pt idx="45">
                  <c:v>-530.80924355183492</c:v>
                </c:pt>
                <c:pt idx="46">
                  <c:v>-527.27684415329441</c:v>
                </c:pt>
                <c:pt idx="47">
                  <c:v>-523.74444475475389</c:v>
                </c:pt>
                <c:pt idx="48">
                  <c:v>-520.21204535621325</c:v>
                </c:pt>
                <c:pt idx="49">
                  <c:v>-516.67964595767273</c:v>
                </c:pt>
                <c:pt idx="50">
                  <c:v>-513.14725610842879</c:v>
                </c:pt>
                <c:pt idx="51">
                  <c:v>-509.61485670988822</c:v>
                </c:pt>
                <c:pt idx="52">
                  <c:v>-506.0824573113477</c:v>
                </c:pt>
                <c:pt idx="53">
                  <c:v>-502.55005791280712</c:v>
                </c:pt>
                <c:pt idx="54">
                  <c:v>-499.0176585142666</c:v>
                </c:pt>
                <c:pt idx="55">
                  <c:v>-495.48525911572602</c:v>
                </c:pt>
                <c:pt idx="56">
                  <c:v>-491.9528597171855</c:v>
                </c:pt>
                <c:pt idx="57">
                  <c:v>-488.42046986794151</c:v>
                </c:pt>
                <c:pt idx="58">
                  <c:v>-484.88807046940099</c:v>
                </c:pt>
                <c:pt idx="59">
                  <c:v>-481.35567107086041</c:v>
                </c:pt>
                <c:pt idx="60">
                  <c:v>-477.82327167231989</c:v>
                </c:pt>
                <c:pt idx="61">
                  <c:v>-474.29087227377931</c:v>
                </c:pt>
                <c:pt idx="62">
                  <c:v>-470.75847287523868</c:v>
                </c:pt>
                <c:pt idx="63">
                  <c:v>-467.22607347669816</c:v>
                </c:pt>
                <c:pt idx="64">
                  <c:v>-463.69367407815764</c:v>
                </c:pt>
                <c:pt idx="65">
                  <c:v>-460.16128422891364</c:v>
                </c:pt>
                <c:pt idx="66">
                  <c:v>-456.62888483037307</c:v>
                </c:pt>
                <c:pt idx="67">
                  <c:v>-453.09648543183255</c:v>
                </c:pt>
                <c:pt idx="68">
                  <c:v>-449.56408603329197</c:v>
                </c:pt>
                <c:pt idx="69">
                  <c:v>-446.03168663475145</c:v>
                </c:pt>
                <c:pt idx="70">
                  <c:v>-442.49928723621093</c:v>
                </c:pt>
                <c:pt idx="71">
                  <c:v>-438.96688783767036</c:v>
                </c:pt>
                <c:pt idx="72">
                  <c:v>-435.43448843912984</c:v>
                </c:pt>
                <c:pt idx="73">
                  <c:v>-431.90209858988584</c:v>
                </c:pt>
                <c:pt idx="74">
                  <c:v>-428.36969919134526</c:v>
                </c:pt>
                <c:pt idx="75">
                  <c:v>-424.83729979280474</c:v>
                </c:pt>
                <c:pt idx="76">
                  <c:v>-421.30490039426422</c:v>
                </c:pt>
                <c:pt idx="77">
                  <c:v>-417.77250099572365</c:v>
                </c:pt>
                <c:pt idx="78">
                  <c:v>-414.24010159718313</c:v>
                </c:pt>
                <c:pt idx="79">
                  <c:v>-410.70770219864255</c:v>
                </c:pt>
                <c:pt idx="80">
                  <c:v>-407.17531234939855</c:v>
                </c:pt>
                <c:pt idx="81">
                  <c:v>-403.64291295085803</c:v>
                </c:pt>
                <c:pt idx="82">
                  <c:v>-400.11051355231751</c:v>
                </c:pt>
                <c:pt idx="83">
                  <c:v>-396.57811415377694</c:v>
                </c:pt>
                <c:pt idx="84">
                  <c:v>-393.04571475523642</c:v>
                </c:pt>
                <c:pt idx="85">
                  <c:v>-389.51331535669578</c:v>
                </c:pt>
                <c:pt idx="86">
                  <c:v>-385.98091595815532</c:v>
                </c:pt>
                <c:pt idx="87">
                  <c:v>-382.44851655961469</c:v>
                </c:pt>
                <c:pt idx="88">
                  <c:v>-378.91612671037069</c:v>
                </c:pt>
                <c:pt idx="89">
                  <c:v>-375.38372731183023</c:v>
                </c:pt>
                <c:pt idx="90">
                  <c:v>-371.85132791328959</c:v>
                </c:pt>
                <c:pt idx="91">
                  <c:v>-368.31892851474913</c:v>
                </c:pt>
                <c:pt idx="92">
                  <c:v>-364.7865291162085</c:v>
                </c:pt>
                <c:pt idx="93">
                  <c:v>-361.25412971766804</c:v>
                </c:pt>
                <c:pt idx="94">
                  <c:v>-357.72173031912746</c:v>
                </c:pt>
                <c:pt idx="95">
                  <c:v>-354.18933092058694</c:v>
                </c:pt>
                <c:pt idx="96">
                  <c:v>-350.656941071343</c:v>
                </c:pt>
                <c:pt idx="97">
                  <c:v>-347.12454167280237</c:v>
                </c:pt>
                <c:pt idx="98">
                  <c:v>-343.5921422742619</c:v>
                </c:pt>
                <c:pt idx="99">
                  <c:v>-340.05974287572127</c:v>
                </c:pt>
                <c:pt idx="100">
                  <c:v>-336.52734347718081</c:v>
                </c:pt>
                <c:pt idx="101">
                  <c:v>-332.99494407864017</c:v>
                </c:pt>
                <c:pt idx="102">
                  <c:v>-329.46254468009971</c:v>
                </c:pt>
                <c:pt idx="103">
                  <c:v>-325.93014528155908</c:v>
                </c:pt>
                <c:pt idx="104">
                  <c:v>-322.39775543231514</c:v>
                </c:pt>
                <c:pt idx="105">
                  <c:v>-318.86535603377462</c:v>
                </c:pt>
                <c:pt idx="106">
                  <c:v>-315.33295663523404</c:v>
                </c:pt>
                <c:pt idx="107">
                  <c:v>-311.80055723669341</c:v>
                </c:pt>
                <c:pt idx="108">
                  <c:v>-308.26815783815289</c:v>
                </c:pt>
                <c:pt idx="109">
                  <c:v>-304.73575843961237</c:v>
                </c:pt>
                <c:pt idx="110">
                  <c:v>-301.20335904107179</c:v>
                </c:pt>
                <c:pt idx="111">
                  <c:v>-297.67096919182785</c:v>
                </c:pt>
                <c:pt idx="112">
                  <c:v>-294.13856979328733</c:v>
                </c:pt>
                <c:pt idx="113">
                  <c:v>-290.6061703947467</c:v>
                </c:pt>
                <c:pt idx="114">
                  <c:v>-287.07377099620618</c:v>
                </c:pt>
                <c:pt idx="115">
                  <c:v>-283.54137159766566</c:v>
                </c:pt>
                <c:pt idx="116">
                  <c:v>-280.00897219912508</c:v>
                </c:pt>
                <c:pt idx="117">
                  <c:v>-276.47657280058456</c:v>
                </c:pt>
                <c:pt idx="118">
                  <c:v>-272.94417340204399</c:v>
                </c:pt>
                <c:pt idx="119">
                  <c:v>-269.41178355279999</c:v>
                </c:pt>
                <c:pt idx="120">
                  <c:v>-265.87938415425947</c:v>
                </c:pt>
                <c:pt idx="121">
                  <c:v>-262.34698475571895</c:v>
                </c:pt>
                <c:pt idx="122">
                  <c:v>-258.81458535717837</c:v>
                </c:pt>
                <c:pt idx="123">
                  <c:v>-255.2821859586378</c:v>
                </c:pt>
                <c:pt idx="124">
                  <c:v>-251.74978656009725</c:v>
                </c:pt>
                <c:pt idx="125">
                  <c:v>-248.2173871615567</c:v>
                </c:pt>
                <c:pt idx="126">
                  <c:v>-244.68498776301615</c:v>
                </c:pt>
                <c:pt idx="127">
                  <c:v>-241.15259791377218</c:v>
                </c:pt>
                <c:pt idx="128">
                  <c:v>-237.62019851523164</c:v>
                </c:pt>
                <c:pt idx="129">
                  <c:v>-234.08779911669109</c:v>
                </c:pt>
                <c:pt idx="130">
                  <c:v>-230.55539971815054</c:v>
                </c:pt>
                <c:pt idx="131">
                  <c:v>-227.02300031960999</c:v>
                </c:pt>
                <c:pt idx="132">
                  <c:v>-223.49060092106942</c:v>
                </c:pt>
                <c:pt idx="133">
                  <c:v>-219.95820152252887</c:v>
                </c:pt>
                <c:pt idx="134">
                  <c:v>-216.42580212398832</c:v>
                </c:pt>
                <c:pt idx="135">
                  <c:v>-212.89341227474438</c:v>
                </c:pt>
                <c:pt idx="136">
                  <c:v>-209.3610128762038</c:v>
                </c:pt>
                <c:pt idx="137">
                  <c:v>-205.82861347766325</c:v>
                </c:pt>
                <c:pt idx="138">
                  <c:v>-202.29621407912271</c:v>
                </c:pt>
                <c:pt idx="139">
                  <c:v>-198.76381468058216</c:v>
                </c:pt>
                <c:pt idx="140">
                  <c:v>-195.23141528204161</c:v>
                </c:pt>
                <c:pt idx="141">
                  <c:v>-191.69901588350106</c:v>
                </c:pt>
                <c:pt idx="142">
                  <c:v>-188.16662603425709</c:v>
                </c:pt>
                <c:pt idx="143">
                  <c:v>-184.63422663571654</c:v>
                </c:pt>
                <c:pt idx="144">
                  <c:v>-181.101827237176</c:v>
                </c:pt>
                <c:pt idx="145">
                  <c:v>-177.56942783863545</c:v>
                </c:pt>
                <c:pt idx="146">
                  <c:v>-174.03702844009487</c:v>
                </c:pt>
                <c:pt idx="147">
                  <c:v>-170.50462904155432</c:v>
                </c:pt>
                <c:pt idx="148">
                  <c:v>-166.97222964301378</c:v>
                </c:pt>
                <c:pt idx="149">
                  <c:v>-163.43983024447323</c:v>
                </c:pt>
                <c:pt idx="150">
                  <c:v>-159.90744039522926</c:v>
                </c:pt>
                <c:pt idx="151">
                  <c:v>-156.37504099668871</c:v>
                </c:pt>
                <c:pt idx="152">
                  <c:v>-152.84264159814816</c:v>
                </c:pt>
                <c:pt idx="153">
                  <c:v>-149.31024219960764</c:v>
                </c:pt>
                <c:pt idx="154">
                  <c:v>-145.77784280106707</c:v>
                </c:pt>
                <c:pt idx="155">
                  <c:v>-142.24544340252652</c:v>
                </c:pt>
                <c:pt idx="156">
                  <c:v>-138.71304400398597</c:v>
                </c:pt>
                <c:pt idx="157">
                  <c:v>-135.18064460544542</c:v>
                </c:pt>
                <c:pt idx="158">
                  <c:v>-131.64825475620145</c:v>
                </c:pt>
                <c:pt idx="159">
                  <c:v>-128.11585535766091</c:v>
                </c:pt>
                <c:pt idx="160">
                  <c:v>-124.58345595912034</c:v>
                </c:pt>
                <c:pt idx="161">
                  <c:v>-121.0510565605798</c:v>
                </c:pt>
                <c:pt idx="162">
                  <c:v>-117.51865716203925</c:v>
                </c:pt>
                <c:pt idx="163">
                  <c:v>-113.98625776349868</c:v>
                </c:pt>
                <c:pt idx="164">
                  <c:v>-110.45385836495814</c:v>
                </c:pt>
                <c:pt idx="165">
                  <c:v>-106.92145896641759</c:v>
                </c:pt>
                <c:pt idx="166">
                  <c:v>-103.38906911717363</c:v>
                </c:pt>
                <c:pt idx="167">
                  <c:v>-99.856669718633071</c:v>
                </c:pt>
                <c:pt idx="168">
                  <c:v>-96.324270320092523</c:v>
                </c:pt>
                <c:pt idx="169">
                  <c:v>-92.791870921551975</c:v>
                </c:pt>
                <c:pt idx="170">
                  <c:v>-89.259471523011413</c:v>
                </c:pt>
                <c:pt idx="171">
                  <c:v>-85.727072124470865</c:v>
                </c:pt>
                <c:pt idx="172">
                  <c:v>-82.194672725930303</c:v>
                </c:pt>
                <c:pt idx="173">
                  <c:v>-78.662282876686334</c:v>
                </c:pt>
                <c:pt idx="174">
                  <c:v>-75.1298834781458</c:v>
                </c:pt>
                <c:pt idx="175">
                  <c:v>-71.597484079605252</c:v>
                </c:pt>
                <c:pt idx="176">
                  <c:v>-68.06508468106469</c:v>
                </c:pt>
                <c:pt idx="177">
                  <c:v>-64.532685282524142</c:v>
                </c:pt>
                <c:pt idx="178">
                  <c:v>-61.000285883983587</c:v>
                </c:pt>
                <c:pt idx="179">
                  <c:v>-57.467886485443039</c:v>
                </c:pt>
                <c:pt idx="180">
                  <c:v>-53.935487086902484</c:v>
                </c:pt>
                <c:pt idx="181">
                  <c:v>-50.403097237658521</c:v>
                </c:pt>
                <c:pt idx="182">
                  <c:v>-46.870697839117966</c:v>
                </c:pt>
                <c:pt idx="183">
                  <c:v>-43.338298440577418</c:v>
                </c:pt>
                <c:pt idx="184">
                  <c:v>-39.80589904203687</c:v>
                </c:pt>
                <c:pt idx="185">
                  <c:v>-36.273499643496315</c:v>
                </c:pt>
                <c:pt idx="186">
                  <c:v>-32.74110024495576</c:v>
                </c:pt>
                <c:pt idx="187">
                  <c:v>-29.208700846415208</c:v>
                </c:pt>
                <c:pt idx="188">
                  <c:v>-25.676301447874661</c:v>
                </c:pt>
                <c:pt idx="189">
                  <c:v>-22.143911598630694</c:v>
                </c:pt>
                <c:pt idx="190">
                  <c:v>-18.611512200090143</c:v>
                </c:pt>
                <c:pt idx="191">
                  <c:v>-15.079112801549591</c:v>
                </c:pt>
                <c:pt idx="192">
                  <c:v>-11.54671340300904</c:v>
                </c:pt>
                <c:pt idx="193">
                  <c:v>-8.0143140044684884</c:v>
                </c:pt>
                <c:pt idx="194">
                  <c:v>-4.4819146059279378</c:v>
                </c:pt>
                <c:pt idx="195">
                  <c:v>-0.94951520738738582</c:v>
                </c:pt>
                <c:pt idx="196">
                  <c:v>2.5828746418565802</c:v>
                </c:pt>
                <c:pt idx="197">
                  <c:v>6.1152740403971313</c:v>
                </c:pt>
                <c:pt idx="198">
                  <c:v>9.6476734389376837</c:v>
                </c:pt>
                <c:pt idx="199">
                  <c:v>13.180072837478235</c:v>
                </c:pt>
                <c:pt idx="200">
                  <c:v>16.712472236018787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887360"/>
        <c:axId val="205901824"/>
      </c:scatterChart>
      <c:valAx>
        <c:axId val="205887360"/>
        <c:scaling>
          <c:orientation val="minMax"/>
          <c:max val="10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Temps</a:t>
                </a:r>
                <a:r>
                  <a:rPr lang="en-US" baseline="0"/>
                  <a:t> (msec)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205901824"/>
        <c:crossesAt val="-1000"/>
        <c:crossBetween val="midCat"/>
      </c:valAx>
      <c:valAx>
        <c:axId val="205901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fr-FR"/>
          </a:p>
        </c:txPr>
        <c:crossAx val="20588736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38579436335701939"/>
          <c:y val="0.15973891421467054"/>
          <c:w val="0.59144140900070419"/>
          <c:h val="0.13004612287541728"/>
        </c:manualLayout>
      </c:layout>
      <c:overlay val="0"/>
      <c:spPr>
        <a:solidFill>
          <a:sysClr val="window" lastClr="FFFFFF"/>
        </a:solidFill>
      </c:spPr>
      <c:txPr>
        <a:bodyPr/>
        <a:lstStyle/>
        <a:p>
          <a:pPr>
            <a:defRPr sz="700"/>
          </a:pPr>
          <a:endParaRPr lang="fr-F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0.23529</cdr:x>
      <cdr:y>0</cdr:y>
    </cdr:from>
    <cdr:to>
      <cdr:x>0.23529</cdr:x>
      <cdr:y>0.8535</cdr:y>
    </cdr:to>
    <cdr:cxnSp macro="">
      <cdr:nvCxnSpPr>
        <cdr:cNvPr id="3" name="Connecteur droit avec flèche 2"/>
        <cdr:cNvCxnSpPr/>
      </cdr:nvCxnSpPr>
      <cdr:spPr>
        <a:xfrm xmlns:a="http://schemas.openxmlformats.org/drawingml/2006/main" flipV="1">
          <a:off x="1604684" y="-1466850"/>
          <a:ext cx="0" cy="3089244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0.13187</cdr:x>
      <cdr:y>0.84544</cdr:y>
    </cdr:from>
    <cdr:to>
      <cdr:x>1</cdr:x>
      <cdr:y>0.84544</cdr:y>
    </cdr:to>
    <cdr:cxnSp macro="">
      <cdr:nvCxnSpPr>
        <cdr:cNvPr id="4" name="Connecteur droit avec flèche 3"/>
        <cdr:cNvCxnSpPr/>
      </cdr:nvCxnSpPr>
      <cdr:spPr>
        <a:xfrm xmlns:a="http://schemas.openxmlformats.org/drawingml/2006/main">
          <a:off x="899327" y="3060070"/>
          <a:ext cx="5920573" cy="0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0.23607</cdr:x>
      <cdr:y>0.33165</cdr:y>
    </cdr:from>
    <cdr:to>
      <cdr:x>0.8284</cdr:x>
      <cdr:y>0.58165</cdr:y>
    </cdr:to>
    <cdr:sp macro="" textlink="">
      <cdr:nvSpPr>
        <cdr:cNvPr id="5" name="Forme libre 4"/>
        <cdr:cNvSpPr/>
      </cdr:nvSpPr>
      <cdr:spPr>
        <a:xfrm xmlns:a="http://schemas.openxmlformats.org/drawingml/2006/main">
          <a:off x="1568921" y="1169663"/>
          <a:ext cx="3936529" cy="881697"/>
        </a:xfrm>
        <a:custGeom xmlns:a="http://schemas.openxmlformats.org/drawingml/2006/main">
          <a:avLst/>
          <a:gdLst>
            <a:gd name="connsiteX0" fmla="*/ 0 w 4010025"/>
            <a:gd name="connsiteY0" fmla="*/ 762000 h 904875"/>
            <a:gd name="connsiteX1" fmla="*/ 371475 w 4010025"/>
            <a:gd name="connsiteY1" fmla="*/ 762000 h 904875"/>
            <a:gd name="connsiteX2" fmla="*/ 609600 w 4010025"/>
            <a:gd name="connsiteY2" fmla="*/ 38100 h 904875"/>
            <a:gd name="connsiteX3" fmla="*/ 600075 w 4010025"/>
            <a:gd name="connsiteY3" fmla="*/ 904875 h 904875"/>
            <a:gd name="connsiteX4" fmla="*/ 1143000 w 4010025"/>
            <a:gd name="connsiteY4" fmla="*/ 38100 h 904875"/>
            <a:gd name="connsiteX5" fmla="*/ 1123950 w 4010025"/>
            <a:gd name="connsiteY5" fmla="*/ 695325 h 904875"/>
            <a:gd name="connsiteX6" fmla="*/ 1743075 w 4010025"/>
            <a:gd name="connsiteY6" fmla="*/ 9525 h 904875"/>
            <a:gd name="connsiteX7" fmla="*/ 1724025 w 4010025"/>
            <a:gd name="connsiteY7" fmla="*/ 600075 h 904875"/>
            <a:gd name="connsiteX8" fmla="*/ 2438400 w 4010025"/>
            <a:gd name="connsiteY8" fmla="*/ 47625 h 904875"/>
            <a:gd name="connsiteX9" fmla="*/ 2438400 w 4010025"/>
            <a:gd name="connsiteY9" fmla="*/ 466725 h 904875"/>
            <a:gd name="connsiteX10" fmla="*/ 3200400 w 4010025"/>
            <a:gd name="connsiteY10" fmla="*/ 0 h 904875"/>
            <a:gd name="connsiteX11" fmla="*/ 3200400 w 4010025"/>
            <a:gd name="connsiteY11" fmla="*/ 409575 h 904875"/>
            <a:gd name="connsiteX12" fmla="*/ 4010025 w 4010025"/>
            <a:gd name="connsiteY12" fmla="*/ 47625 h 904875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  <a:cxn ang="0">
              <a:pos x="connsiteX6" y="connsiteY6"/>
            </a:cxn>
            <a:cxn ang="0">
              <a:pos x="connsiteX7" y="connsiteY7"/>
            </a:cxn>
            <a:cxn ang="0">
              <a:pos x="connsiteX8" y="connsiteY8"/>
            </a:cxn>
            <a:cxn ang="0">
              <a:pos x="connsiteX9" y="connsiteY9"/>
            </a:cxn>
            <a:cxn ang="0">
              <a:pos x="connsiteX10" y="connsiteY10"/>
            </a:cxn>
            <a:cxn ang="0">
              <a:pos x="connsiteX11" y="connsiteY11"/>
            </a:cxn>
            <a:cxn ang="0">
              <a:pos x="connsiteX12" y="connsiteY12"/>
            </a:cxn>
          </a:cxnLst>
          <a:rect l="l" t="t" r="r" b="b"/>
          <a:pathLst>
            <a:path w="4010025" h="904875">
              <a:moveTo>
                <a:pt x="0" y="762000"/>
              </a:moveTo>
              <a:lnTo>
                <a:pt x="371475" y="762000"/>
              </a:lnTo>
              <a:lnTo>
                <a:pt x="609600" y="38100"/>
              </a:lnTo>
              <a:lnTo>
                <a:pt x="600075" y="904875"/>
              </a:lnTo>
              <a:lnTo>
                <a:pt x="1143000" y="38100"/>
              </a:lnTo>
              <a:lnTo>
                <a:pt x="1123950" y="695325"/>
              </a:lnTo>
              <a:lnTo>
                <a:pt x="1743075" y="9525"/>
              </a:lnTo>
              <a:lnTo>
                <a:pt x="1724025" y="600075"/>
              </a:lnTo>
              <a:lnTo>
                <a:pt x="2438400" y="47625"/>
              </a:lnTo>
              <a:lnTo>
                <a:pt x="2438400" y="466725"/>
              </a:lnTo>
              <a:lnTo>
                <a:pt x="3200400" y="0"/>
              </a:lnTo>
              <a:lnTo>
                <a:pt x="3200400" y="409575"/>
              </a:lnTo>
              <a:lnTo>
                <a:pt x="4010025" y="47625"/>
              </a:lnTo>
            </a:path>
          </a:pathLst>
        </a:custGeom>
        <a:noFill xmlns:a="http://schemas.openxmlformats.org/drawingml/2006/main"/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fr-FR"/>
        </a:p>
      </cdr:txBody>
    </cdr:sp>
  </cdr:relSizeAnchor>
  <cdr:relSizeAnchor xmlns:cdr="http://schemas.openxmlformats.org/drawingml/2006/chartDrawing">
    <cdr:from>
      <cdr:x>0.23611</cdr:x>
      <cdr:y>0.23878</cdr:y>
    </cdr:from>
    <cdr:to>
      <cdr:x>0.8284</cdr:x>
      <cdr:y>0.52562</cdr:y>
    </cdr:to>
    <cdr:sp macro="" textlink="">
      <cdr:nvSpPr>
        <cdr:cNvPr id="6" name="Forme libre 5"/>
        <cdr:cNvSpPr/>
      </cdr:nvSpPr>
      <cdr:spPr>
        <a:xfrm xmlns:a="http://schemas.openxmlformats.org/drawingml/2006/main">
          <a:off x="1569142" y="842136"/>
          <a:ext cx="3936308" cy="1011624"/>
        </a:xfrm>
        <a:custGeom xmlns:a="http://schemas.openxmlformats.org/drawingml/2006/main">
          <a:avLst/>
          <a:gdLst>
            <a:gd name="connsiteX0" fmla="*/ 3990975 w 3990975"/>
            <a:gd name="connsiteY0" fmla="*/ 333375 h 1038225"/>
            <a:gd name="connsiteX1" fmla="*/ 2447925 w 3990975"/>
            <a:gd name="connsiteY1" fmla="*/ 1028700 h 1038225"/>
            <a:gd name="connsiteX2" fmla="*/ 2457450 w 3990975"/>
            <a:gd name="connsiteY2" fmla="*/ 733425 h 1038225"/>
            <a:gd name="connsiteX3" fmla="*/ 1905000 w 3990975"/>
            <a:gd name="connsiteY3" fmla="*/ 1028700 h 1038225"/>
            <a:gd name="connsiteX4" fmla="*/ 1905000 w 3990975"/>
            <a:gd name="connsiteY4" fmla="*/ 714375 h 1038225"/>
            <a:gd name="connsiteX5" fmla="*/ 1514475 w 3990975"/>
            <a:gd name="connsiteY5" fmla="*/ 1019175 h 1038225"/>
            <a:gd name="connsiteX6" fmla="*/ 1524000 w 3990975"/>
            <a:gd name="connsiteY6" fmla="*/ 552450 h 1038225"/>
            <a:gd name="connsiteX7" fmla="*/ 1028700 w 3990975"/>
            <a:gd name="connsiteY7" fmla="*/ 1038225 h 1038225"/>
            <a:gd name="connsiteX8" fmla="*/ 1038225 w 3990975"/>
            <a:gd name="connsiteY8" fmla="*/ 466725 h 1038225"/>
            <a:gd name="connsiteX9" fmla="*/ 714375 w 3990975"/>
            <a:gd name="connsiteY9" fmla="*/ 1009650 h 1038225"/>
            <a:gd name="connsiteX10" fmla="*/ 714375 w 3990975"/>
            <a:gd name="connsiteY10" fmla="*/ 0 h 1038225"/>
            <a:gd name="connsiteX11" fmla="*/ 381000 w 3990975"/>
            <a:gd name="connsiteY11" fmla="*/ 1028700 h 1038225"/>
            <a:gd name="connsiteX12" fmla="*/ 0 w 3990975"/>
            <a:gd name="connsiteY12" fmla="*/ 1019175 h 1038225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  <a:cxn ang="0">
              <a:pos x="connsiteX6" y="connsiteY6"/>
            </a:cxn>
            <a:cxn ang="0">
              <a:pos x="connsiteX7" y="connsiteY7"/>
            </a:cxn>
            <a:cxn ang="0">
              <a:pos x="connsiteX8" y="connsiteY8"/>
            </a:cxn>
            <a:cxn ang="0">
              <a:pos x="connsiteX9" y="connsiteY9"/>
            </a:cxn>
            <a:cxn ang="0">
              <a:pos x="connsiteX10" y="connsiteY10"/>
            </a:cxn>
            <a:cxn ang="0">
              <a:pos x="connsiteX11" y="connsiteY11"/>
            </a:cxn>
            <a:cxn ang="0">
              <a:pos x="connsiteX12" y="connsiteY12"/>
            </a:cxn>
          </a:cxnLst>
          <a:rect l="l" t="t" r="r" b="b"/>
          <a:pathLst>
            <a:path w="3990975" h="1038225">
              <a:moveTo>
                <a:pt x="3990975" y="333375"/>
              </a:moveTo>
              <a:lnTo>
                <a:pt x="2447925" y="1028700"/>
              </a:lnTo>
              <a:lnTo>
                <a:pt x="2457450" y="733425"/>
              </a:lnTo>
              <a:lnTo>
                <a:pt x="1905000" y="1028700"/>
              </a:lnTo>
              <a:lnTo>
                <a:pt x="1905000" y="714375"/>
              </a:lnTo>
              <a:lnTo>
                <a:pt x="1514475" y="1019175"/>
              </a:lnTo>
              <a:lnTo>
                <a:pt x="1524000" y="552450"/>
              </a:lnTo>
              <a:lnTo>
                <a:pt x="1028700" y="1038225"/>
              </a:lnTo>
              <a:lnTo>
                <a:pt x="1038225" y="466725"/>
              </a:lnTo>
              <a:lnTo>
                <a:pt x="714375" y="1009650"/>
              </a:lnTo>
              <a:lnTo>
                <a:pt x="714375" y="0"/>
              </a:lnTo>
              <a:lnTo>
                <a:pt x="381000" y="1028700"/>
              </a:lnTo>
              <a:lnTo>
                <a:pt x="0" y="1019175"/>
              </a:lnTo>
            </a:path>
          </a:pathLst>
        </a:custGeom>
        <a:noFill xmlns:a="http://schemas.openxmlformats.org/drawingml/2006/main"/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fr-FR"/>
        </a:p>
      </cdr:txBody>
    </cdr:sp>
  </cdr:relSizeAnchor>
  <cdr:relSizeAnchor xmlns:cdr="http://schemas.openxmlformats.org/drawingml/2006/chartDrawing">
    <cdr:from>
      <cdr:x>0.40503</cdr:x>
      <cdr:y>0.65</cdr:y>
    </cdr:from>
    <cdr:to>
      <cdr:x>0.73184</cdr:x>
      <cdr:y>0.78684</cdr:y>
    </cdr:to>
    <cdr:sp macro="" textlink="">
      <cdr:nvSpPr>
        <cdr:cNvPr id="13" name="Zone de texte 12"/>
        <cdr:cNvSpPr txBox="1"/>
      </cdr:nvSpPr>
      <cdr:spPr>
        <a:xfrm xmlns:a="http://schemas.openxmlformats.org/drawingml/2006/main">
          <a:off x="2762250" y="2352675"/>
          <a:ext cx="2228850" cy="4953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solidFill>
            <a:schemeClr val="tx1"/>
          </a:solidFill>
        </a:ln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100"/>
            <a:t>Montée des rapports</a:t>
          </a:r>
        </a:p>
        <a:p xmlns:a="http://schemas.openxmlformats.org/drawingml/2006/main">
          <a:r>
            <a:rPr lang="fr-FR" sz="1100"/>
            <a:t>Descente</a:t>
          </a:r>
          <a:r>
            <a:rPr lang="fr-FR" sz="1100" baseline="0"/>
            <a:t> des rapports</a:t>
          </a:r>
          <a:endParaRPr lang="fr-FR" sz="1100"/>
        </a:p>
      </cdr:txBody>
    </cdr:sp>
  </cdr:relSizeAnchor>
  <cdr:relSizeAnchor xmlns:cdr="http://schemas.openxmlformats.org/drawingml/2006/chartDrawing">
    <cdr:from>
      <cdr:x>0.62849</cdr:x>
      <cdr:y>0.68947</cdr:y>
    </cdr:from>
    <cdr:to>
      <cdr:x>0.70112</cdr:x>
      <cdr:y>0.68947</cdr:y>
    </cdr:to>
    <cdr:cxnSp macro="">
      <cdr:nvCxnSpPr>
        <cdr:cNvPr id="8" name="Connecteur droit 7"/>
        <cdr:cNvCxnSpPr/>
      </cdr:nvCxnSpPr>
      <cdr:spPr>
        <a:xfrm xmlns:a="http://schemas.openxmlformats.org/drawingml/2006/main">
          <a:off x="4286250" y="2495550"/>
          <a:ext cx="495300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0.63128</cdr:x>
      <cdr:y>0.74211</cdr:y>
    </cdr:from>
    <cdr:to>
      <cdr:x>0.70391</cdr:x>
      <cdr:y>0.74211</cdr:y>
    </cdr:to>
    <cdr:cxnSp macro="">
      <cdr:nvCxnSpPr>
        <cdr:cNvPr id="12" name="Connecteur droit 11"/>
        <cdr:cNvCxnSpPr/>
      </cdr:nvCxnSpPr>
      <cdr:spPr>
        <a:xfrm xmlns:a="http://schemas.openxmlformats.org/drawingml/2006/main">
          <a:off x="4305300" y="2686050"/>
          <a:ext cx="495300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0.14475</cdr:x>
      <cdr:y>0.23767</cdr:y>
    </cdr:from>
    <cdr:to>
      <cdr:x>0.33976</cdr:x>
      <cdr:y>0.23767</cdr:y>
    </cdr:to>
    <cdr:cxnSp macro="">
      <cdr:nvCxnSpPr>
        <cdr:cNvPr id="7" name="Connecteur droit 6"/>
        <cdr:cNvCxnSpPr>
          <a:stCxn xmlns:a="http://schemas.openxmlformats.org/drawingml/2006/main" id="6" idx="10"/>
        </cdr:cNvCxnSpPr>
      </cdr:nvCxnSpPr>
      <cdr:spPr>
        <a:xfrm xmlns:a="http://schemas.openxmlformats.org/drawingml/2006/main" flipH="1" flipV="1">
          <a:off x="962025" y="838200"/>
          <a:ext cx="1296000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00B050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0.34213</cdr:x>
      <cdr:y>0.23878</cdr:y>
    </cdr:from>
    <cdr:to>
      <cdr:x>0.34213</cdr:x>
      <cdr:y>0.85124</cdr:y>
    </cdr:to>
    <cdr:cxnSp macro="">
      <cdr:nvCxnSpPr>
        <cdr:cNvPr id="20" name="Connecteur droit 19"/>
        <cdr:cNvCxnSpPr>
          <a:endCxn xmlns:a="http://schemas.openxmlformats.org/drawingml/2006/main" id="6" idx="10"/>
        </cdr:cNvCxnSpPr>
      </cdr:nvCxnSpPr>
      <cdr:spPr>
        <a:xfrm xmlns:a="http://schemas.openxmlformats.org/drawingml/2006/main" flipH="1" flipV="1">
          <a:off x="2273732" y="842136"/>
          <a:ext cx="0" cy="216000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00B050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0.31564</cdr:x>
      <cdr:y>0.85074</cdr:y>
    </cdr:from>
    <cdr:to>
      <cdr:x>0.37264</cdr:x>
      <cdr:y>0.95067</cdr:y>
    </cdr:to>
    <cdr:sp macro="" textlink="">
      <cdr:nvSpPr>
        <cdr:cNvPr id="25" name="Zone de texte 24"/>
        <cdr:cNvSpPr txBox="1"/>
      </cdr:nvSpPr>
      <cdr:spPr>
        <a:xfrm xmlns:a="http://schemas.openxmlformats.org/drawingml/2006/main">
          <a:off x="2097735" y="3000376"/>
          <a:ext cx="378765" cy="352424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400" b="1">
              <a:solidFill>
                <a:srgbClr val="00B050"/>
              </a:solidFill>
            </a:rPr>
            <a:t>24</a:t>
          </a:r>
        </a:p>
      </cdr:txBody>
    </cdr:sp>
  </cdr:relSizeAnchor>
  <cdr:relSizeAnchor xmlns:cdr="http://schemas.openxmlformats.org/drawingml/2006/chartDrawing">
    <cdr:from>
      <cdr:x>0.06316</cdr:x>
      <cdr:y>0.15124</cdr:y>
    </cdr:from>
    <cdr:to>
      <cdr:x>0.18895</cdr:x>
      <cdr:y>0.25117</cdr:y>
    </cdr:to>
    <cdr:sp macro="" textlink="">
      <cdr:nvSpPr>
        <cdr:cNvPr id="26" name="Zone de texte 25"/>
        <cdr:cNvSpPr txBox="1"/>
      </cdr:nvSpPr>
      <cdr:spPr>
        <a:xfrm xmlns:a="http://schemas.openxmlformats.org/drawingml/2006/main">
          <a:off x="419771" y="533401"/>
          <a:ext cx="835965" cy="352424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400" b="1">
              <a:solidFill>
                <a:srgbClr val="00B050"/>
              </a:solidFill>
            </a:rPr>
            <a:t>3000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Modele-Chevrollier.dot</Template>
  <TotalTime>176</TotalTime>
  <Pages>1</Pages>
  <Words>733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>Modèle mathématique._x000d_
Ne pas hésiter à consulter le fichier d'aide._x000d_
                              Réalisation Marc Guillemot.</vt:lpstr>
      <vt:lpstr>DR1 : Etagement des rapports :</vt:lpstr>
      <vt:lpstr>    Cinématique du changement de rapport</vt:lpstr>
      <vt:lpstr>    Effort d’engagement</vt:lpstr>
      <vt:lpstr>DR2 : Relation Effort – Couple de synchronisation :</vt:lpstr>
      <vt:lpstr>    Bilan des actions mécaniques sur l’anneau de synchronisation :</vt:lpstr>
      <vt:lpstr>    Simulation de la synchronisation (passage « 1ère – 2nde »)</vt:lpstr>
    </vt:vector>
  </TitlesOfParts>
  <Company>Site de Digne les Bains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9</cp:revision>
  <cp:lastPrinted>2017-09-25T19:23:00Z</cp:lastPrinted>
  <dcterms:created xsi:type="dcterms:W3CDTF">2017-03-13T06:55:00Z</dcterms:created>
  <dcterms:modified xsi:type="dcterms:W3CDTF">2017-09-25T19:23:00Z</dcterms:modified>
</cp:coreProperties>
</file>