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A900F6" w:rsidRDefault="00A900F6" w:rsidP="009B547C">
      <w:r>
        <w:rPr>
          <w:noProof/>
          <w:lang w:eastAsia="fr-FR"/>
        </w:rPr>
        <mc:AlternateContent>
          <mc:Choice Requires="wpc">
            <w:drawing>
              <wp:inline distT="0" distB="0" distL="0" distR="0" wp14:anchorId="1603A82E" wp14:editId="2557BC5D">
                <wp:extent cx="9705975" cy="6063832"/>
                <wp:effectExtent l="0" t="0" r="9525" b="0"/>
                <wp:docPr id="3" name="Zone de dessin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538" name="Groupe 538"/>
                        <wpg:cNvGrpSpPr/>
                        <wpg:grpSpPr>
                          <a:xfrm>
                            <a:off x="5042725" y="3476306"/>
                            <a:ext cx="273953" cy="2133845"/>
                            <a:chOff x="7486653" y="5161080"/>
                            <a:chExt cx="406721" cy="3168000"/>
                          </a:xfrm>
                        </wpg:grpSpPr>
                        <wpg:grpSp>
                          <wpg:cNvPr id="89" name="Groupe 89"/>
                          <wpg:cNvGrpSpPr/>
                          <wpg:grpSpPr>
                            <a:xfrm>
                              <a:off x="7605374" y="5161080"/>
                              <a:ext cx="288000" cy="3168000"/>
                              <a:chOff x="12801594" y="0"/>
                              <a:chExt cx="301658" cy="873056"/>
                            </a:xfrm>
                          </wpg:grpSpPr>
                          <wps:wsp>
                            <wps:cNvPr id="90" name="Connecteur droit 90"/>
                            <wps:cNvCnPr/>
                            <wps:spPr>
                              <a:xfrm>
                                <a:off x="12942993" y="0"/>
                                <a:ext cx="0" cy="87305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1" name="Connecteur droit 91"/>
                            <wps:cNvCnPr/>
                            <wps:spPr>
                              <a:xfrm>
                                <a:off x="12801594" y="0"/>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2" name="Connecteur droit 92"/>
                            <wps:cNvCnPr/>
                            <wps:spPr>
                              <a:xfrm>
                                <a:off x="12801594" y="873056"/>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82" name="Groupe 482"/>
                          <wpg:cNvGrpSpPr/>
                          <wpg:grpSpPr>
                            <a:xfrm>
                              <a:off x="7487933" y="5937677"/>
                              <a:ext cx="253718" cy="262018"/>
                              <a:chOff x="4111139" y="1078984"/>
                              <a:chExt cx="253718" cy="262018"/>
                            </a:xfrm>
                          </wpg:grpSpPr>
                          <wps:wsp>
                            <wps:cNvPr id="483" name="Rectangle 483"/>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4" name="Connecteur droit 484"/>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5" name="Connecteur droit 485"/>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86" name="Groupe 486"/>
                          <wpg:cNvGrpSpPr/>
                          <wpg:grpSpPr>
                            <a:xfrm>
                              <a:off x="7486653" y="7268101"/>
                              <a:ext cx="253718" cy="262018"/>
                              <a:chOff x="4111139" y="1078984"/>
                              <a:chExt cx="253718" cy="262018"/>
                            </a:xfrm>
                          </wpg:grpSpPr>
                          <wps:wsp>
                            <wps:cNvPr id="487" name="Rectangle 487"/>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8" name="Connecteur droit 488"/>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9" name="Connecteur droit 489"/>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wps:wsp>
                        <wps:cNvPr id="112" name="Rectangle 112"/>
                        <wps:cNvSpPr/>
                        <wps:spPr>
                          <a:xfrm>
                            <a:off x="4993769" y="4369288"/>
                            <a:ext cx="449249" cy="297084"/>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61587" tIns="30795" rIns="61587" bIns="30795" numCol="1" spcCol="0" rtlCol="0" fromWordArt="0" anchor="ctr" anchorCtr="0" forceAA="0" compatLnSpc="1">
                          <a:prstTxWarp prst="textNoShape">
                            <a:avLst/>
                          </a:prstTxWarp>
                          <a:noAutofit/>
                        </wps:bodyPr>
                      </wps:wsp>
                      <wpg:wgp>
                        <wpg:cNvPr id="537" name="Groupe 537"/>
                        <wpg:cNvGrpSpPr/>
                        <wpg:grpSpPr>
                          <a:xfrm>
                            <a:off x="3317633" y="3404844"/>
                            <a:ext cx="274505" cy="2252331"/>
                            <a:chOff x="4925500" y="5054974"/>
                            <a:chExt cx="407542" cy="3343904"/>
                          </a:xfrm>
                        </wpg:grpSpPr>
                        <wpg:grpSp>
                          <wpg:cNvPr id="375" name="Groupe 375"/>
                          <wpg:cNvGrpSpPr/>
                          <wpg:grpSpPr>
                            <a:xfrm>
                              <a:off x="5031385" y="5054974"/>
                              <a:ext cx="301657" cy="3343904"/>
                              <a:chOff x="0" y="0"/>
                              <a:chExt cx="301658" cy="873056"/>
                            </a:xfrm>
                          </wpg:grpSpPr>
                          <wps:wsp>
                            <wps:cNvPr id="376" name="Connecteur droit 376"/>
                            <wps:cNvCnPr/>
                            <wps:spPr>
                              <a:xfrm>
                                <a:off x="141399" y="0"/>
                                <a:ext cx="0" cy="87305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77" name="Connecteur droit 377"/>
                            <wps:cNvCnPr/>
                            <wps:spPr>
                              <a:xfrm>
                                <a:off x="0" y="0"/>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78" name="Connecteur droit 378"/>
                            <wps:cNvCnPr/>
                            <wps:spPr>
                              <a:xfrm>
                                <a:off x="0" y="873056"/>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521" name="Groupe 521"/>
                          <wpg:cNvGrpSpPr/>
                          <wpg:grpSpPr>
                            <a:xfrm>
                              <a:off x="4925500" y="5654135"/>
                              <a:ext cx="253718" cy="262017"/>
                              <a:chOff x="4111139" y="1078984"/>
                              <a:chExt cx="253718" cy="262018"/>
                            </a:xfrm>
                          </wpg:grpSpPr>
                          <wps:wsp>
                            <wps:cNvPr id="522" name="Rectangle 522"/>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3" name="Connecteur droit 523"/>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24" name="Connecteur droit 524"/>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525" name="Groupe 525"/>
                          <wpg:cNvGrpSpPr/>
                          <wpg:grpSpPr>
                            <a:xfrm>
                              <a:off x="4925506" y="7526957"/>
                              <a:ext cx="253718" cy="262017"/>
                              <a:chOff x="4111139" y="1078984"/>
                              <a:chExt cx="253718" cy="262018"/>
                            </a:xfrm>
                          </wpg:grpSpPr>
                          <wps:wsp>
                            <wps:cNvPr id="526" name="Rectangle 526"/>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7" name="Connecteur droit 527"/>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28" name="Connecteur droit 528"/>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wps:wsp>
                        <wps:cNvPr id="113" name="Rectangle 113"/>
                        <wps:cNvSpPr/>
                        <wps:spPr>
                          <a:xfrm>
                            <a:off x="3075348" y="4390556"/>
                            <a:ext cx="509546" cy="297084"/>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61587" tIns="30795" rIns="61587" bIns="30795" numCol="1" spcCol="0" rtlCol="0" fromWordArt="0" anchor="ctr" anchorCtr="0" forceAA="0" compatLnSpc="1">
                          <a:prstTxWarp prst="textNoShape">
                            <a:avLst/>
                          </a:prstTxWarp>
                          <a:noAutofit/>
                        </wps:bodyPr>
                      </wps:wsp>
                      <wpg:wgp>
                        <wpg:cNvPr id="534" name="Groupe 534"/>
                        <wpg:cNvGrpSpPr/>
                        <wpg:grpSpPr>
                          <a:xfrm>
                            <a:off x="5286108" y="909639"/>
                            <a:ext cx="271519" cy="1091169"/>
                            <a:chOff x="7847988" y="1350490"/>
                            <a:chExt cx="403110" cy="1620000"/>
                          </a:xfrm>
                        </wpg:grpSpPr>
                        <wpg:grpSp>
                          <wpg:cNvPr id="84" name="Groupe 84"/>
                          <wpg:cNvGrpSpPr/>
                          <wpg:grpSpPr>
                            <a:xfrm>
                              <a:off x="7963098" y="1350490"/>
                              <a:ext cx="288000" cy="1620000"/>
                              <a:chOff x="12801594" y="0"/>
                              <a:chExt cx="301658" cy="873056"/>
                            </a:xfrm>
                          </wpg:grpSpPr>
                          <wps:wsp>
                            <wps:cNvPr id="85" name="Connecteur droit 85"/>
                            <wps:cNvCnPr/>
                            <wps:spPr>
                              <a:xfrm>
                                <a:off x="12942993" y="0"/>
                                <a:ext cx="0" cy="87305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6" name="Connecteur droit 86"/>
                            <wps:cNvCnPr/>
                            <wps:spPr>
                              <a:xfrm>
                                <a:off x="12801594" y="0"/>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7" name="Connecteur droit 87"/>
                            <wps:cNvCnPr/>
                            <wps:spPr>
                              <a:xfrm>
                                <a:off x="12801594" y="873056"/>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54" name="Groupe 454"/>
                          <wpg:cNvGrpSpPr/>
                          <wpg:grpSpPr>
                            <a:xfrm>
                              <a:off x="7847988" y="1505651"/>
                              <a:ext cx="253718" cy="262018"/>
                              <a:chOff x="4111139" y="1078984"/>
                              <a:chExt cx="253718" cy="262018"/>
                            </a:xfrm>
                          </wpg:grpSpPr>
                          <wps:wsp>
                            <wps:cNvPr id="455" name="Rectangle 455"/>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6" name="Connecteur droit 456"/>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7" name="Connecteur droit 457"/>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58" name="Groupe 458"/>
                          <wpg:cNvGrpSpPr/>
                          <wpg:grpSpPr>
                            <a:xfrm>
                              <a:off x="7847988" y="2520253"/>
                              <a:ext cx="253718" cy="262018"/>
                              <a:chOff x="4111139" y="1078984"/>
                              <a:chExt cx="253718" cy="262018"/>
                            </a:xfrm>
                          </wpg:grpSpPr>
                          <wps:wsp>
                            <wps:cNvPr id="459" name="Rectangle 459"/>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0" name="Connecteur droit 460"/>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1" name="Connecteur droit 461"/>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wps:wsp>
                        <wps:cNvPr id="111" name="Rectangle 111"/>
                        <wps:cNvSpPr/>
                        <wps:spPr>
                          <a:xfrm>
                            <a:off x="5236969" y="1297023"/>
                            <a:ext cx="449249" cy="297084"/>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61587" tIns="30795" rIns="61587" bIns="30795" numCol="1" spcCol="0" rtlCol="0" fromWordArt="0" anchor="ctr" anchorCtr="0" forceAA="0" compatLnSpc="1">
                          <a:prstTxWarp prst="textNoShape">
                            <a:avLst/>
                          </a:prstTxWarp>
                          <a:noAutofit/>
                        </wps:bodyPr>
                      </wps:wsp>
                      <wpg:wgp>
                        <wpg:cNvPr id="423" name="Groupe 423"/>
                        <wpg:cNvGrpSpPr/>
                        <wpg:grpSpPr>
                          <a:xfrm>
                            <a:off x="3075348" y="457351"/>
                            <a:ext cx="509546" cy="1988355"/>
                            <a:chOff x="4565797" y="679001"/>
                            <a:chExt cx="756495" cy="2952000"/>
                          </a:xfrm>
                        </wpg:grpSpPr>
                        <wpg:grpSp>
                          <wpg:cNvPr id="285" name="Groupe 285"/>
                          <wpg:cNvGrpSpPr/>
                          <wpg:grpSpPr>
                            <a:xfrm>
                              <a:off x="4684518" y="679001"/>
                              <a:ext cx="637774" cy="2952000"/>
                              <a:chOff x="4684518" y="679001"/>
                              <a:chExt cx="637774" cy="2952000"/>
                            </a:xfrm>
                          </wpg:grpSpPr>
                          <wpg:grpSp>
                            <wpg:cNvPr id="71" name="Groupe 71"/>
                            <wpg:cNvGrpSpPr/>
                            <wpg:grpSpPr>
                              <a:xfrm>
                                <a:off x="4684518" y="679001"/>
                                <a:ext cx="288000" cy="2952000"/>
                                <a:chOff x="12801594" y="0"/>
                                <a:chExt cx="301658" cy="873056"/>
                              </a:xfrm>
                            </wpg:grpSpPr>
                            <wps:wsp>
                              <wps:cNvPr id="72" name="Connecteur droit 72"/>
                              <wps:cNvCnPr/>
                              <wps:spPr>
                                <a:xfrm>
                                  <a:off x="12942993" y="0"/>
                                  <a:ext cx="0" cy="87305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3" name="Connecteur droit 73"/>
                              <wps:cNvCnPr/>
                              <wps:spPr>
                                <a:xfrm>
                                  <a:off x="12801594" y="0"/>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4" name="Connecteur droit 74"/>
                              <wps:cNvCnPr/>
                              <wps:spPr>
                                <a:xfrm>
                                  <a:off x="12801594" y="873056"/>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14" name="Groupe 114"/>
                            <wpg:cNvGrpSpPr/>
                            <wpg:grpSpPr>
                              <a:xfrm>
                                <a:off x="5034292" y="1402181"/>
                                <a:ext cx="288000" cy="1501200"/>
                                <a:chOff x="12801594" y="0"/>
                                <a:chExt cx="301658" cy="873056"/>
                              </a:xfrm>
                            </wpg:grpSpPr>
                            <wps:wsp>
                              <wps:cNvPr id="115" name="Connecteur droit 115"/>
                              <wps:cNvCnPr/>
                              <wps:spPr>
                                <a:xfrm>
                                  <a:off x="12942993" y="0"/>
                                  <a:ext cx="0" cy="87305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6" name="Connecteur droit 116"/>
                              <wps:cNvCnPr/>
                              <wps:spPr>
                                <a:xfrm>
                                  <a:off x="12801594" y="0"/>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7" name="Connecteur droit 117"/>
                              <wps:cNvCnPr/>
                              <wps:spPr>
                                <a:xfrm>
                                  <a:off x="12801594" y="873056"/>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18" name="Connecteur droit 118"/>
                            <wps:cNvCnPr/>
                            <wps:spPr>
                              <a:xfrm>
                                <a:off x="4819515" y="1624399"/>
                                <a:ext cx="3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9" name="Connecteur droit 119"/>
                            <wps:cNvCnPr/>
                            <wps:spPr>
                              <a:xfrm>
                                <a:off x="4829985" y="2710921"/>
                                <a:ext cx="3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395" name="Groupe 395"/>
                          <wpg:cNvGrpSpPr/>
                          <wpg:grpSpPr>
                            <a:xfrm>
                              <a:off x="4565797" y="1078984"/>
                              <a:ext cx="253718" cy="262018"/>
                              <a:chOff x="4111139" y="1078984"/>
                              <a:chExt cx="253718" cy="262018"/>
                            </a:xfrm>
                          </wpg:grpSpPr>
                          <wps:wsp>
                            <wps:cNvPr id="396" name="Rectangle 396"/>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7" name="Connecteur droit 397"/>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8" name="Connecteur droit 398"/>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19" name="Groupe 419"/>
                          <wpg:cNvGrpSpPr/>
                          <wpg:grpSpPr>
                            <a:xfrm>
                              <a:off x="4565797" y="2962437"/>
                              <a:ext cx="253718" cy="262018"/>
                              <a:chOff x="4111139" y="1078984"/>
                              <a:chExt cx="253718" cy="262018"/>
                            </a:xfrm>
                          </wpg:grpSpPr>
                          <wps:wsp>
                            <wps:cNvPr id="420" name="Rectangle 420"/>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1" name="Connecteur droit 421"/>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22" name="Connecteur droit 422"/>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wps:wsp>
                        <wps:cNvPr id="108" name="Rectangle 108"/>
                        <wps:cNvSpPr/>
                        <wps:spPr>
                          <a:xfrm>
                            <a:off x="3019426" y="1304082"/>
                            <a:ext cx="476352" cy="297084"/>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61587" tIns="30795" rIns="61587" bIns="30795" numCol="1" spcCol="0" rtlCol="0" fromWordArt="0" anchor="ctr" anchorCtr="0" forceAA="0" compatLnSpc="1">
                          <a:prstTxWarp prst="textNoShape">
                            <a:avLst/>
                          </a:prstTxWarp>
                          <a:noAutofit/>
                        </wps:bodyPr>
                      </wps:wsp>
                      <wpg:wgp>
                        <wpg:cNvPr id="425" name="Groupe 425"/>
                        <wpg:cNvGrpSpPr/>
                        <wpg:grpSpPr>
                          <a:xfrm>
                            <a:off x="1603870" y="286388"/>
                            <a:ext cx="261823" cy="2327831"/>
                            <a:chOff x="2381175" y="425184"/>
                            <a:chExt cx="388715" cy="3456000"/>
                          </a:xfrm>
                        </wpg:grpSpPr>
                        <wpg:grpSp>
                          <wpg:cNvPr id="67" name="Groupe 67"/>
                          <wpg:cNvGrpSpPr/>
                          <wpg:grpSpPr>
                            <a:xfrm>
                              <a:off x="2381175" y="425184"/>
                              <a:ext cx="288000" cy="3456000"/>
                              <a:chOff x="12801594" y="0"/>
                              <a:chExt cx="301658" cy="873056"/>
                            </a:xfrm>
                          </wpg:grpSpPr>
                          <wps:wsp>
                            <wps:cNvPr id="68" name="Connecteur droit 68"/>
                            <wps:cNvCnPr/>
                            <wps:spPr>
                              <a:xfrm>
                                <a:off x="12942993" y="0"/>
                                <a:ext cx="0" cy="87305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9" name="Connecteur droit 69"/>
                            <wps:cNvCnPr/>
                            <wps:spPr>
                              <a:xfrm>
                                <a:off x="12801594" y="0"/>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0" name="Connecteur droit 70"/>
                            <wps:cNvCnPr/>
                            <wps:spPr>
                              <a:xfrm>
                                <a:off x="12801594" y="873056"/>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399" name="Groupe 399"/>
                          <wpg:cNvGrpSpPr/>
                          <wpg:grpSpPr>
                            <a:xfrm>
                              <a:off x="2516172" y="1091691"/>
                              <a:ext cx="253718" cy="262018"/>
                              <a:chOff x="4111139" y="1078984"/>
                              <a:chExt cx="253718" cy="262018"/>
                            </a:xfrm>
                          </wpg:grpSpPr>
                          <wps:wsp>
                            <wps:cNvPr id="400" name="Rectangle 400"/>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1" name="Connecteur droit 401"/>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02" name="Connecteur droit 402"/>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15" name="Groupe 415"/>
                          <wpg:cNvGrpSpPr/>
                          <wpg:grpSpPr>
                            <a:xfrm>
                              <a:off x="2516172" y="2976532"/>
                              <a:ext cx="253718" cy="262018"/>
                              <a:chOff x="4111139" y="1078984"/>
                              <a:chExt cx="253718" cy="262018"/>
                            </a:xfrm>
                          </wpg:grpSpPr>
                          <wps:wsp>
                            <wps:cNvPr id="416" name="Rectangle 416"/>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7" name="Connecteur droit 417"/>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8" name="Connecteur droit 418"/>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wps:wsp>
                        <wps:cNvPr id="109" name="Rectangle 109"/>
                        <wps:cNvSpPr/>
                        <wps:spPr>
                          <a:xfrm>
                            <a:off x="1470928" y="1304270"/>
                            <a:ext cx="449249" cy="297084"/>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61587" tIns="30795" rIns="61587" bIns="30795" numCol="1" spcCol="0" rtlCol="0" fromWordArt="0" anchor="ctr" anchorCtr="0" forceAA="0" compatLnSpc="1">
                          <a:prstTxWarp prst="textNoShape">
                            <a:avLst/>
                          </a:prstTxWarp>
                          <a:noAutofit/>
                        </wps:bodyPr>
                      </wps:wsp>
                      <wpg:wgp>
                        <wpg:cNvPr id="535" name="Groupe 535"/>
                        <wpg:cNvGrpSpPr/>
                        <wpg:grpSpPr>
                          <a:xfrm>
                            <a:off x="3761792" y="820108"/>
                            <a:ext cx="272239" cy="1260909"/>
                            <a:chOff x="5584919" y="1217569"/>
                            <a:chExt cx="404179" cy="1872000"/>
                          </a:xfrm>
                        </wpg:grpSpPr>
                        <wpg:grpSp>
                          <wpg:cNvPr id="80" name="Groupe 80"/>
                          <wpg:cNvGrpSpPr/>
                          <wpg:grpSpPr>
                            <a:xfrm>
                              <a:off x="5584919" y="1217569"/>
                              <a:ext cx="288000" cy="1872000"/>
                              <a:chOff x="12801594" y="0"/>
                              <a:chExt cx="301658" cy="873056"/>
                            </a:xfrm>
                          </wpg:grpSpPr>
                          <wps:wsp>
                            <wps:cNvPr id="81" name="Connecteur droit 81"/>
                            <wps:cNvCnPr/>
                            <wps:spPr>
                              <a:xfrm>
                                <a:off x="12942993" y="0"/>
                                <a:ext cx="0" cy="87305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 name="Connecteur droit 82"/>
                            <wps:cNvCnPr/>
                            <wps:spPr>
                              <a:xfrm>
                                <a:off x="12801594" y="0"/>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3" name="Connecteur droit 83"/>
                            <wps:cNvCnPr/>
                            <wps:spPr>
                              <a:xfrm>
                                <a:off x="12801594" y="873056"/>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46" name="Groupe 446"/>
                          <wpg:cNvGrpSpPr/>
                          <wpg:grpSpPr>
                            <a:xfrm>
                              <a:off x="5719916" y="2509495"/>
                              <a:ext cx="253718" cy="262018"/>
                              <a:chOff x="4111139" y="1078984"/>
                              <a:chExt cx="253718" cy="262018"/>
                            </a:xfrm>
                          </wpg:grpSpPr>
                          <wps:wsp>
                            <wps:cNvPr id="447" name="Rectangle 447"/>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8" name="Connecteur droit 448"/>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9" name="Connecteur droit 449"/>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50" name="Groupe 450"/>
                          <wpg:cNvGrpSpPr/>
                          <wpg:grpSpPr>
                            <a:xfrm>
                              <a:off x="5735380" y="1505650"/>
                              <a:ext cx="253718" cy="262018"/>
                              <a:chOff x="4111139" y="1078984"/>
                              <a:chExt cx="253718" cy="262018"/>
                            </a:xfrm>
                          </wpg:grpSpPr>
                          <wps:wsp>
                            <wps:cNvPr id="451" name="Rectangle 451"/>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2" name="Connecteur droit 452"/>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3" name="Connecteur droit 453"/>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wps:wsp>
                        <wps:cNvPr id="499" name="Rectangle 499"/>
                        <wps:cNvSpPr/>
                        <wps:spPr>
                          <a:xfrm>
                            <a:off x="3702122" y="1311513"/>
                            <a:ext cx="449098" cy="296832"/>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61587" tIns="30795" rIns="61587" bIns="30795" numCol="1" spcCol="0" rtlCol="0" fromWordArt="0" anchor="ctr" anchorCtr="0" forceAA="0" compatLnSpc="1">
                          <a:prstTxWarp prst="textNoShape">
                            <a:avLst/>
                          </a:prstTxWarp>
                          <a:noAutofit/>
                        </wps:bodyPr>
                      </wps:wsp>
                      <wpg:wgp>
                        <wpg:cNvPr id="536" name="Groupe 536"/>
                        <wpg:cNvGrpSpPr/>
                        <wpg:grpSpPr>
                          <a:xfrm>
                            <a:off x="3761792" y="3737169"/>
                            <a:ext cx="272239" cy="1610083"/>
                            <a:chOff x="5584919" y="5548368"/>
                            <a:chExt cx="404179" cy="2390400"/>
                          </a:xfrm>
                        </wpg:grpSpPr>
                        <wpg:grpSp>
                          <wpg:cNvPr id="93" name="Groupe 93"/>
                          <wpg:cNvGrpSpPr/>
                          <wpg:grpSpPr>
                            <a:xfrm>
                              <a:off x="5584919" y="5548368"/>
                              <a:ext cx="288000" cy="2390400"/>
                              <a:chOff x="12801594" y="0"/>
                              <a:chExt cx="301658" cy="873056"/>
                            </a:xfrm>
                          </wpg:grpSpPr>
                          <wps:wsp>
                            <wps:cNvPr id="94" name="Connecteur droit 94"/>
                            <wps:cNvCnPr/>
                            <wps:spPr>
                              <a:xfrm>
                                <a:off x="12942993" y="0"/>
                                <a:ext cx="0" cy="87305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5" name="Connecteur droit 95"/>
                            <wps:cNvCnPr/>
                            <wps:spPr>
                              <a:xfrm>
                                <a:off x="12801594" y="0"/>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6" name="Connecteur droit 96"/>
                            <wps:cNvCnPr/>
                            <wps:spPr>
                              <a:xfrm>
                                <a:off x="12801594" y="873056"/>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90" name="Groupe 490"/>
                          <wpg:cNvGrpSpPr/>
                          <wpg:grpSpPr>
                            <a:xfrm>
                              <a:off x="5735380" y="5942723"/>
                              <a:ext cx="253718" cy="262018"/>
                              <a:chOff x="4111139" y="1078984"/>
                              <a:chExt cx="253718" cy="262018"/>
                            </a:xfrm>
                          </wpg:grpSpPr>
                          <wps:wsp>
                            <wps:cNvPr id="491" name="Rectangle 491"/>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2" name="Connecteur droit 492"/>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93" name="Connecteur droit 493"/>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94" name="Groupe 494"/>
                          <wpg:cNvGrpSpPr/>
                          <wpg:grpSpPr>
                            <a:xfrm>
                              <a:off x="5730519" y="7267558"/>
                              <a:ext cx="253718" cy="262018"/>
                              <a:chOff x="4111139" y="1078984"/>
                              <a:chExt cx="253718" cy="262018"/>
                            </a:xfrm>
                          </wpg:grpSpPr>
                          <wps:wsp>
                            <wps:cNvPr id="495" name="Rectangle 495"/>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6" name="Connecteur droit 496"/>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97" name="Connecteur droit 497"/>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wpg:wgp>
                        <wpg:cNvPr id="532" name="Groupe 532"/>
                        <wpg:cNvGrpSpPr/>
                        <wpg:grpSpPr>
                          <a:xfrm>
                            <a:off x="4159167" y="3999395"/>
                            <a:ext cx="750628" cy="1072608"/>
                            <a:chOff x="6174885" y="5937677"/>
                            <a:chExt cx="1114416" cy="1592442"/>
                          </a:xfrm>
                        </wpg:grpSpPr>
                        <wpg:grpSp>
                          <wpg:cNvPr id="462" name="Groupe 462"/>
                          <wpg:cNvGrpSpPr/>
                          <wpg:grpSpPr>
                            <a:xfrm>
                              <a:off x="6174885" y="6056562"/>
                              <a:ext cx="1113136" cy="1346674"/>
                              <a:chOff x="12157926" y="0"/>
                              <a:chExt cx="1507009" cy="873056"/>
                            </a:xfrm>
                          </wpg:grpSpPr>
                          <wps:wsp>
                            <wps:cNvPr id="463" name="Connecteur droit 463"/>
                            <wps:cNvCnPr/>
                            <wps:spPr>
                              <a:xfrm>
                                <a:off x="12920457" y="0"/>
                                <a:ext cx="0" cy="87305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4" name="Connecteur droit 464"/>
                            <wps:cNvCnPr/>
                            <wps:spPr>
                              <a:xfrm flipV="1">
                                <a:off x="12157926" y="0"/>
                                <a:ext cx="1507009" cy="3"/>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5" name="Connecteur droit 465"/>
                            <wps:cNvCnPr/>
                            <wps:spPr>
                              <a:xfrm>
                                <a:off x="12157926" y="873056"/>
                                <a:ext cx="1507009"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66" name="Groupe 466"/>
                          <wpg:cNvGrpSpPr/>
                          <wpg:grpSpPr>
                            <a:xfrm>
                              <a:off x="7035583" y="5937677"/>
                              <a:ext cx="253718" cy="262018"/>
                              <a:chOff x="4111139" y="1078984"/>
                              <a:chExt cx="253718" cy="262018"/>
                            </a:xfrm>
                          </wpg:grpSpPr>
                          <wps:wsp>
                            <wps:cNvPr id="467" name="Rectangle 467"/>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8" name="Connecteur droit 468"/>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9" name="Connecteur droit 469"/>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70" name="Groupe 470"/>
                          <wpg:cNvGrpSpPr/>
                          <wpg:grpSpPr>
                            <a:xfrm>
                              <a:off x="6182742" y="5943266"/>
                              <a:ext cx="253718" cy="262018"/>
                              <a:chOff x="4111139" y="1078984"/>
                              <a:chExt cx="253718" cy="262018"/>
                            </a:xfrm>
                          </wpg:grpSpPr>
                          <wps:wsp>
                            <wps:cNvPr id="471" name="Rectangle 471"/>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2" name="Connecteur droit 472"/>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3" name="Connecteur droit 473"/>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74" name="Groupe 474"/>
                          <wpg:cNvGrpSpPr/>
                          <wpg:grpSpPr>
                            <a:xfrm>
                              <a:off x="7034303" y="7268101"/>
                              <a:ext cx="253718" cy="262018"/>
                              <a:chOff x="4111139" y="1078984"/>
                              <a:chExt cx="253718" cy="262018"/>
                            </a:xfrm>
                          </wpg:grpSpPr>
                          <wps:wsp>
                            <wps:cNvPr id="475" name="Rectangle 475"/>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6" name="Connecteur droit 476"/>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7" name="Connecteur droit 477"/>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78" name="Groupe 478"/>
                          <wpg:cNvGrpSpPr/>
                          <wpg:grpSpPr>
                            <a:xfrm>
                              <a:off x="6188639" y="7268101"/>
                              <a:ext cx="253718" cy="262018"/>
                              <a:chOff x="4111139" y="1078984"/>
                              <a:chExt cx="253718" cy="262018"/>
                            </a:xfrm>
                          </wpg:grpSpPr>
                          <wps:wsp>
                            <wps:cNvPr id="479" name="Rectangle 479"/>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0" name="Connecteur droit 480"/>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1" name="Connecteur droit 481"/>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wpg:wgp>
                        <wpg:cNvPr id="531" name="Groupe 531"/>
                        <wpg:cNvGrpSpPr/>
                        <wpg:grpSpPr>
                          <a:xfrm>
                            <a:off x="4151220" y="1014151"/>
                            <a:ext cx="969105" cy="855222"/>
                            <a:chOff x="6163084" y="1505650"/>
                            <a:chExt cx="1438777" cy="1269702"/>
                          </a:xfrm>
                        </wpg:grpSpPr>
                        <wpg:grpSp>
                          <wpg:cNvPr id="426" name="Groupe 426"/>
                          <wpg:cNvGrpSpPr/>
                          <wpg:grpSpPr>
                            <a:xfrm>
                              <a:off x="6163084" y="1645915"/>
                              <a:ext cx="1438777" cy="1002553"/>
                              <a:chOff x="12157926" y="0"/>
                              <a:chExt cx="1507009" cy="873056"/>
                            </a:xfrm>
                          </wpg:grpSpPr>
                          <wps:wsp>
                            <wps:cNvPr id="427" name="Connecteur droit 427"/>
                            <wps:cNvCnPr/>
                            <wps:spPr>
                              <a:xfrm>
                                <a:off x="12920457" y="0"/>
                                <a:ext cx="0" cy="87305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28" name="Connecteur droit 428"/>
                            <wps:cNvCnPr/>
                            <wps:spPr>
                              <a:xfrm flipV="1">
                                <a:off x="12157926" y="0"/>
                                <a:ext cx="1507009" cy="3"/>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29" name="Connecteur droit 429"/>
                            <wps:cNvCnPr/>
                            <wps:spPr>
                              <a:xfrm>
                                <a:off x="12157926" y="873056"/>
                                <a:ext cx="1507009"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30" name="Groupe 430"/>
                          <wpg:cNvGrpSpPr/>
                          <wpg:grpSpPr>
                            <a:xfrm>
                              <a:off x="7338665" y="1505650"/>
                              <a:ext cx="253718" cy="262018"/>
                              <a:chOff x="4111139" y="1078984"/>
                              <a:chExt cx="253718" cy="262018"/>
                            </a:xfrm>
                          </wpg:grpSpPr>
                          <wps:wsp>
                            <wps:cNvPr id="431" name="Rectangle 431"/>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2" name="Connecteur droit 432"/>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3" name="Connecteur droit 433"/>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34" name="Groupe 434"/>
                          <wpg:cNvGrpSpPr/>
                          <wpg:grpSpPr>
                            <a:xfrm>
                              <a:off x="6163084" y="1521997"/>
                              <a:ext cx="253718" cy="262018"/>
                              <a:chOff x="4111139" y="1078984"/>
                              <a:chExt cx="253718" cy="262018"/>
                            </a:xfrm>
                          </wpg:grpSpPr>
                          <wps:wsp>
                            <wps:cNvPr id="435" name="Rectangle 435"/>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6" name="Connecteur droit 436"/>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7" name="Connecteur droit 437"/>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38" name="Groupe 438"/>
                          <wpg:cNvGrpSpPr/>
                          <wpg:grpSpPr>
                            <a:xfrm>
                              <a:off x="7348143" y="2513334"/>
                              <a:ext cx="253718" cy="262018"/>
                              <a:chOff x="4111139" y="1078984"/>
                              <a:chExt cx="253718" cy="262018"/>
                            </a:xfrm>
                          </wpg:grpSpPr>
                          <wps:wsp>
                            <wps:cNvPr id="439" name="Rectangle 439"/>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0" name="Connecteur droit 440"/>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1" name="Connecteur droit 441"/>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42" name="Groupe 442"/>
                          <wpg:cNvGrpSpPr/>
                          <wpg:grpSpPr>
                            <a:xfrm>
                              <a:off x="6179739" y="2513334"/>
                              <a:ext cx="253718" cy="262018"/>
                              <a:chOff x="4111139" y="1078984"/>
                              <a:chExt cx="253718" cy="262018"/>
                            </a:xfrm>
                          </wpg:grpSpPr>
                          <wps:wsp>
                            <wps:cNvPr id="443" name="Rectangle 443"/>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4" name="Connecteur droit 444"/>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5" name="Connecteur droit 445"/>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wps:wsp>
                        <wps:cNvPr id="8" name="Connecteur droit 8"/>
                        <wps:cNvCnPr/>
                        <wps:spPr>
                          <a:xfrm>
                            <a:off x="6419905" y="2992397"/>
                            <a:ext cx="2737138" cy="0"/>
                          </a:xfrm>
                          <a:prstGeom prst="line">
                            <a:avLst/>
                          </a:prstGeom>
                          <a:ln w="12700">
                            <a:solidFill>
                              <a:schemeClr val="tx1"/>
                            </a:solidFill>
                            <a:prstDash val="lgDashDot"/>
                          </a:ln>
                        </wps:spPr>
                        <wps:style>
                          <a:lnRef idx="1">
                            <a:schemeClr val="accent1"/>
                          </a:lnRef>
                          <a:fillRef idx="0">
                            <a:schemeClr val="accent1"/>
                          </a:fillRef>
                          <a:effectRef idx="0">
                            <a:schemeClr val="accent1"/>
                          </a:effectRef>
                          <a:fontRef idx="minor">
                            <a:schemeClr val="tx1"/>
                          </a:fontRef>
                        </wps:style>
                        <wps:bodyPr/>
                      </wps:wsp>
                      <wps:wsp>
                        <wps:cNvPr id="10" name="Connecteur droit 10"/>
                        <wps:cNvCnPr/>
                        <wps:spPr>
                          <a:xfrm>
                            <a:off x="1213" y="4542835"/>
                            <a:ext cx="8773623" cy="0"/>
                          </a:xfrm>
                          <a:prstGeom prst="line">
                            <a:avLst/>
                          </a:prstGeom>
                          <a:ln w="12700">
                            <a:solidFill>
                              <a:schemeClr val="tx1"/>
                            </a:solidFill>
                            <a:prstDash val="lgDashDot"/>
                          </a:ln>
                        </wps:spPr>
                        <wps:style>
                          <a:lnRef idx="1">
                            <a:schemeClr val="accent1"/>
                          </a:lnRef>
                          <a:fillRef idx="0">
                            <a:schemeClr val="accent1"/>
                          </a:fillRef>
                          <a:effectRef idx="0">
                            <a:schemeClr val="accent1"/>
                          </a:effectRef>
                          <a:fontRef idx="minor">
                            <a:schemeClr val="tx1"/>
                          </a:fontRef>
                        </wps:style>
                        <wps:bodyPr/>
                      </wps:wsp>
                      <wpg:wgp>
                        <wpg:cNvPr id="100" name="Groupe 100"/>
                        <wpg:cNvGrpSpPr/>
                        <wpg:grpSpPr>
                          <a:xfrm>
                            <a:off x="1130368" y="1150693"/>
                            <a:ext cx="5746657" cy="594081"/>
                            <a:chOff x="5454105" y="1708368"/>
                            <a:chExt cx="8531741" cy="882000"/>
                          </a:xfrm>
                        </wpg:grpSpPr>
                        <wpg:grpSp>
                          <wpg:cNvPr id="33" name="Groupe 33"/>
                          <wpg:cNvGrpSpPr/>
                          <wpg:grpSpPr>
                            <a:xfrm>
                              <a:off x="13697846" y="1708368"/>
                              <a:ext cx="288000" cy="882000"/>
                              <a:chOff x="12801594" y="0"/>
                              <a:chExt cx="301658" cy="873056"/>
                            </a:xfrm>
                          </wpg:grpSpPr>
                          <wps:wsp>
                            <wps:cNvPr id="35" name="Connecteur droit 35"/>
                            <wps:cNvCnPr/>
                            <wps:spPr>
                              <a:xfrm flipH="1">
                                <a:off x="12942998" y="0"/>
                                <a:ext cx="0" cy="864000"/>
                              </a:xfrm>
                              <a:prstGeom prst="line">
                                <a:avLst/>
                              </a:prstGeom>
                              <a:ln w="28575">
                                <a:solidFill>
                                  <a:srgbClr val="FFC000"/>
                                </a:solidFill>
                              </a:ln>
                            </wps:spPr>
                            <wps:style>
                              <a:lnRef idx="1">
                                <a:schemeClr val="accent1"/>
                              </a:lnRef>
                              <a:fillRef idx="0">
                                <a:schemeClr val="accent1"/>
                              </a:fillRef>
                              <a:effectRef idx="0">
                                <a:schemeClr val="accent1"/>
                              </a:effectRef>
                              <a:fontRef idx="minor">
                                <a:schemeClr val="tx1"/>
                              </a:fontRef>
                            </wps:style>
                            <wps:bodyPr/>
                          </wps:wsp>
                          <wps:wsp>
                            <wps:cNvPr id="36" name="Connecteur droit 36"/>
                            <wps:cNvCnPr/>
                            <wps:spPr>
                              <a:xfrm>
                                <a:off x="12801594" y="0"/>
                                <a:ext cx="301658" cy="0"/>
                              </a:xfrm>
                              <a:prstGeom prst="line">
                                <a:avLst/>
                              </a:prstGeom>
                              <a:ln w="28575">
                                <a:solidFill>
                                  <a:srgbClr val="FFC000"/>
                                </a:solidFill>
                              </a:ln>
                            </wps:spPr>
                            <wps:style>
                              <a:lnRef idx="1">
                                <a:schemeClr val="accent1"/>
                              </a:lnRef>
                              <a:fillRef idx="0">
                                <a:schemeClr val="accent1"/>
                              </a:fillRef>
                              <a:effectRef idx="0">
                                <a:schemeClr val="accent1"/>
                              </a:effectRef>
                              <a:fontRef idx="minor">
                                <a:schemeClr val="tx1"/>
                              </a:fontRef>
                            </wps:style>
                            <wps:bodyPr/>
                          </wps:wsp>
                          <wps:wsp>
                            <wps:cNvPr id="37" name="Connecteur droit 37"/>
                            <wps:cNvCnPr/>
                            <wps:spPr>
                              <a:xfrm>
                                <a:off x="12801594" y="873056"/>
                                <a:ext cx="301658" cy="0"/>
                              </a:xfrm>
                              <a:prstGeom prst="line">
                                <a:avLst/>
                              </a:prstGeom>
                              <a:ln w="28575">
                                <a:solidFill>
                                  <a:srgbClr val="FFC000"/>
                                </a:solidFill>
                              </a:ln>
                            </wps:spPr>
                            <wps:style>
                              <a:lnRef idx="1">
                                <a:schemeClr val="accent1"/>
                              </a:lnRef>
                              <a:fillRef idx="0">
                                <a:schemeClr val="accent1"/>
                              </a:fillRef>
                              <a:effectRef idx="0">
                                <a:schemeClr val="accent1"/>
                              </a:effectRef>
                              <a:fontRef idx="minor">
                                <a:schemeClr val="tx1"/>
                              </a:fontRef>
                            </wps:style>
                            <wps:bodyPr/>
                          </wps:wsp>
                        </wpg:grpSp>
                        <wps:wsp>
                          <wps:cNvPr id="34" name="Connecteur droit 34"/>
                          <wps:cNvCnPr/>
                          <wps:spPr>
                            <a:xfrm flipH="1">
                              <a:off x="5454105" y="2151770"/>
                              <a:ext cx="8384443" cy="0"/>
                            </a:xfrm>
                            <a:prstGeom prst="line">
                              <a:avLst/>
                            </a:prstGeom>
                            <a:ln w="28575">
                              <a:solidFill>
                                <a:srgbClr val="FFC000"/>
                              </a:solidFill>
                            </a:ln>
                          </wps:spPr>
                          <wps:style>
                            <a:lnRef idx="1">
                              <a:schemeClr val="accent1"/>
                            </a:lnRef>
                            <a:fillRef idx="0">
                              <a:schemeClr val="accent1"/>
                            </a:fillRef>
                            <a:effectRef idx="0">
                              <a:schemeClr val="accent1"/>
                            </a:effectRef>
                            <a:fontRef idx="minor">
                              <a:schemeClr val="tx1"/>
                            </a:fontRef>
                          </wps:style>
                          <wps:bodyPr/>
                        </wps:wsp>
                      </wpg:wgp>
                      <wpg:wgp>
                        <wpg:cNvPr id="101" name="Groupe 101"/>
                        <wpg:cNvGrpSpPr/>
                        <wpg:grpSpPr>
                          <a:xfrm>
                            <a:off x="1970897" y="4238795"/>
                            <a:ext cx="4906127" cy="594081"/>
                            <a:chOff x="6701992" y="1708368"/>
                            <a:chExt cx="7283854" cy="882000"/>
                          </a:xfrm>
                        </wpg:grpSpPr>
                        <wpg:grpSp>
                          <wpg:cNvPr id="102" name="Groupe 102"/>
                          <wpg:cNvGrpSpPr/>
                          <wpg:grpSpPr>
                            <a:xfrm>
                              <a:off x="13697846" y="1708368"/>
                              <a:ext cx="288000" cy="882000"/>
                              <a:chOff x="12801594" y="0"/>
                              <a:chExt cx="301658" cy="873056"/>
                            </a:xfrm>
                          </wpg:grpSpPr>
                          <wps:wsp>
                            <wps:cNvPr id="104" name="Connecteur droit 104"/>
                            <wps:cNvCnPr/>
                            <wps:spPr>
                              <a:xfrm flipH="1">
                                <a:off x="12942998" y="0"/>
                                <a:ext cx="0" cy="864000"/>
                              </a:xfrm>
                              <a:prstGeom prst="line">
                                <a:avLst/>
                              </a:prstGeom>
                              <a:ln w="28575">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05" name="Connecteur droit 105"/>
                            <wps:cNvCnPr/>
                            <wps:spPr>
                              <a:xfrm>
                                <a:off x="12801594" y="0"/>
                                <a:ext cx="301658" cy="0"/>
                              </a:xfrm>
                              <a:prstGeom prst="line">
                                <a:avLst/>
                              </a:prstGeom>
                              <a:ln w="28575">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06" name="Connecteur droit 106"/>
                            <wps:cNvCnPr/>
                            <wps:spPr>
                              <a:xfrm>
                                <a:off x="12801594" y="873056"/>
                                <a:ext cx="301658" cy="0"/>
                              </a:xfrm>
                              <a:prstGeom prst="line">
                                <a:avLst/>
                              </a:prstGeom>
                              <a:ln w="28575">
                                <a:solidFill>
                                  <a:srgbClr val="00B050"/>
                                </a:solidFill>
                              </a:ln>
                            </wps:spPr>
                            <wps:style>
                              <a:lnRef idx="1">
                                <a:schemeClr val="accent1"/>
                              </a:lnRef>
                              <a:fillRef idx="0">
                                <a:schemeClr val="accent1"/>
                              </a:fillRef>
                              <a:effectRef idx="0">
                                <a:schemeClr val="accent1"/>
                              </a:effectRef>
                              <a:fontRef idx="minor">
                                <a:schemeClr val="tx1"/>
                              </a:fontRef>
                            </wps:style>
                            <wps:bodyPr/>
                          </wps:wsp>
                        </wpg:grpSp>
                        <wps:wsp>
                          <wps:cNvPr id="103" name="Connecteur droit 103"/>
                          <wps:cNvCnPr/>
                          <wps:spPr>
                            <a:xfrm flipH="1">
                              <a:off x="6701992" y="2151770"/>
                              <a:ext cx="7136556" cy="0"/>
                            </a:xfrm>
                            <a:prstGeom prst="line">
                              <a:avLst/>
                            </a:prstGeom>
                            <a:ln w="28575">
                              <a:solidFill>
                                <a:srgbClr val="00B050"/>
                              </a:solidFill>
                            </a:ln>
                          </wps:spPr>
                          <wps:style>
                            <a:lnRef idx="1">
                              <a:schemeClr val="accent1"/>
                            </a:lnRef>
                            <a:fillRef idx="0">
                              <a:schemeClr val="accent1"/>
                            </a:fillRef>
                            <a:effectRef idx="0">
                              <a:schemeClr val="accent1"/>
                            </a:effectRef>
                            <a:fontRef idx="minor">
                              <a:schemeClr val="tx1"/>
                            </a:fontRef>
                          </wps:style>
                          <wps:bodyPr/>
                        </wps:wsp>
                      </wpg:wgp>
                      <wpg:wgp>
                        <wpg:cNvPr id="97" name="Groupe 97"/>
                        <wpg:cNvGrpSpPr/>
                        <wpg:grpSpPr>
                          <a:xfrm>
                            <a:off x="999975" y="1997332"/>
                            <a:ext cx="5098676" cy="1823467"/>
                            <a:chOff x="2" y="2965328"/>
                            <a:chExt cx="7569721" cy="2707200"/>
                          </a:xfrm>
                        </wpg:grpSpPr>
                        <wps:wsp>
                          <wps:cNvPr id="38" name="Connecteur droit 38"/>
                          <wps:cNvCnPr/>
                          <wps:spPr>
                            <a:xfrm flipH="1">
                              <a:off x="2" y="4316460"/>
                              <a:ext cx="7569721"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cNvPr id="39" name="Groupe 39"/>
                          <wpg:cNvGrpSpPr/>
                          <wpg:grpSpPr>
                            <a:xfrm>
                              <a:off x="896571" y="3881184"/>
                              <a:ext cx="288000" cy="878400"/>
                              <a:chOff x="12801594" y="0"/>
                              <a:chExt cx="301658" cy="873056"/>
                            </a:xfrm>
                          </wpg:grpSpPr>
                          <wps:wsp>
                            <wps:cNvPr id="40" name="Connecteur droit 40"/>
                            <wps:cNvCnPr/>
                            <wps:spPr>
                              <a:xfrm flipH="1">
                                <a:off x="12942993" y="0"/>
                                <a:ext cx="0" cy="86400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41" name="Connecteur droit 41"/>
                            <wps:cNvCnPr/>
                            <wps:spPr>
                              <a:xfrm>
                                <a:off x="12801594" y="0"/>
                                <a:ext cx="301658"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42" name="Connecteur droit 42"/>
                            <wps:cNvCnPr/>
                            <wps:spPr>
                              <a:xfrm>
                                <a:off x="12801594" y="873056"/>
                                <a:ext cx="301658"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44" name="Groupe 44"/>
                          <wpg:cNvGrpSpPr/>
                          <wpg:grpSpPr>
                            <a:xfrm>
                              <a:off x="3199914" y="3631001"/>
                              <a:ext cx="288000" cy="1389600"/>
                              <a:chOff x="12499936" y="0"/>
                              <a:chExt cx="301658" cy="873056"/>
                            </a:xfrm>
                          </wpg:grpSpPr>
                          <wps:wsp>
                            <wps:cNvPr id="45" name="Connecteur droit 45"/>
                            <wps:cNvCnPr/>
                            <wps:spPr>
                              <a:xfrm flipH="1">
                                <a:off x="12641335" y="0"/>
                                <a:ext cx="0" cy="86400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46" name="Connecteur droit 46"/>
                            <wps:cNvCnPr/>
                            <wps:spPr>
                              <a:xfrm>
                                <a:off x="12499936" y="0"/>
                                <a:ext cx="301658"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47" name="Connecteur droit 47"/>
                            <wps:cNvCnPr/>
                            <wps:spPr>
                              <a:xfrm>
                                <a:off x="12499936" y="873056"/>
                                <a:ext cx="301658"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48" name="Groupe 48"/>
                          <wpg:cNvGrpSpPr/>
                          <wpg:grpSpPr>
                            <a:xfrm>
                              <a:off x="6120770" y="3487081"/>
                              <a:ext cx="288000" cy="1674000"/>
                              <a:chOff x="12745254" y="0"/>
                              <a:chExt cx="301658" cy="873056"/>
                            </a:xfrm>
                          </wpg:grpSpPr>
                          <wps:wsp>
                            <wps:cNvPr id="49" name="Connecteur droit 49"/>
                            <wps:cNvCnPr/>
                            <wps:spPr>
                              <a:xfrm flipH="1">
                                <a:off x="12886653" y="0"/>
                                <a:ext cx="0" cy="86400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50" name="Connecteur droit 50"/>
                            <wps:cNvCnPr/>
                            <wps:spPr>
                              <a:xfrm>
                                <a:off x="12745254" y="0"/>
                                <a:ext cx="301658"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51" name="Connecteur droit 51"/>
                            <wps:cNvCnPr/>
                            <wps:spPr>
                              <a:xfrm>
                                <a:off x="12745254" y="873056"/>
                                <a:ext cx="301658"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55" name="Groupe 55"/>
                          <wpg:cNvGrpSpPr/>
                          <wpg:grpSpPr>
                            <a:xfrm>
                              <a:off x="4094263" y="3089569"/>
                              <a:ext cx="288000" cy="2458800"/>
                              <a:chOff x="12801594" y="0"/>
                              <a:chExt cx="301658" cy="873056"/>
                            </a:xfrm>
                          </wpg:grpSpPr>
                          <wps:wsp>
                            <wps:cNvPr id="56" name="Connecteur droit 56"/>
                            <wps:cNvCnPr/>
                            <wps:spPr>
                              <a:xfrm flipH="1">
                                <a:off x="12942993" y="0"/>
                                <a:ext cx="0" cy="86400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57" name="Connecteur droit 57"/>
                            <wps:cNvCnPr/>
                            <wps:spPr>
                              <a:xfrm>
                                <a:off x="12801594" y="0"/>
                                <a:ext cx="301658"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58" name="Connecteur droit 58"/>
                            <wps:cNvCnPr/>
                            <wps:spPr>
                              <a:xfrm>
                                <a:off x="12801594" y="873056"/>
                                <a:ext cx="301658"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63" name="Groupe 63"/>
                          <wpg:cNvGrpSpPr/>
                          <wpg:grpSpPr>
                            <a:xfrm>
                              <a:off x="6478003" y="2965328"/>
                              <a:ext cx="288000" cy="2707200"/>
                              <a:chOff x="12598770" y="0"/>
                              <a:chExt cx="301658" cy="873056"/>
                            </a:xfrm>
                          </wpg:grpSpPr>
                          <wps:wsp>
                            <wps:cNvPr id="64" name="Connecteur droit 64"/>
                            <wps:cNvCnPr/>
                            <wps:spPr>
                              <a:xfrm flipH="1">
                                <a:off x="12740169" y="0"/>
                                <a:ext cx="0" cy="86400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65" name="Connecteur droit 65"/>
                            <wps:cNvCnPr/>
                            <wps:spPr>
                              <a:xfrm>
                                <a:off x="12598770" y="0"/>
                                <a:ext cx="301658"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66" name="Connecteur droit 66"/>
                            <wps:cNvCnPr/>
                            <wps:spPr>
                              <a:xfrm>
                                <a:off x="12598770" y="873056"/>
                                <a:ext cx="301658"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wgp>
                      <wpg:wgp>
                        <wpg:cNvPr id="52" name="Groupe 52"/>
                        <wpg:cNvGrpSpPr/>
                        <wpg:grpSpPr>
                          <a:xfrm>
                            <a:off x="6682141" y="1744774"/>
                            <a:ext cx="1795611" cy="2500370"/>
                            <a:chOff x="13687714" y="2592000"/>
                            <a:chExt cx="2665844" cy="3456000"/>
                          </a:xfrm>
                        </wpg:grpSpPr>
                        <wpg:grpSp>
                          <wpg:cNvPr id="28" name="Groupe 28"/>
                          <wpg:cNvGrpSpPr/>
                          <wpg:grpSpPr>
                            <a:xfrm>
                              <a:off x="13687714" y="2592000"/>
                              <a:ext cx="288000" cy="3456000"/>
                              <a:chOff x="13687714" y="2592000"/>
                              <a:chExt cx="311091" cy="3456000"/>
                            </a:xfrm>
                          </wpg:grpSpPr>
                          <wps:wsp>
                            <wps:cNvPr id="12" name="Connecteur droit 12"/>
                            <wps:cNvCnPr/>
                            <wps:spPr>
                              <a:xfrm>
                                <a:off x="13838546" y="2592000"/>
                                <a:ext cx="0" cy="3456000"/>
                              </a:xfrm>
                              <a:prstGeom prst="line">
                                <a:avLst/>
                              </a:prstGeom>
                              <a:ln w="28575">
                                <a:solidFill>
                                  <a:srgbClr val="00B0F0"/>
                                </a:solidFill>
                              </a:ln>
                            </wps:spPr>
                            <wps:style>
                              <a:lnRef idx="1">
                                <a:schemeClr val="accent1"/>
                              </a:lnRef>
                              <a:fillRef idx="0">
                                <a:schemeClr val="accent1"/>
                              </a:fillRef>
                              <a:effectRef idx="0">
                                <a:schemeClr val="accent1"/>
                              </a:effectRef>
                              <a:fontRef idx="minor">
                                <a:schemeClr val="tx1"/>
                              </a:fontRef>
                            </wps:style>
                            <wps:bodyPr/>
                          </wps:wsp>
                          <wps:wsp>
                            <wps:cNvPr id="16" name="Connecteur droit 16"/>
                            <wps:cNvCnPr/>
                            <wps:spPr>
                              <a:xfrm>
                                <a:off x="13687714" y="2592000"/>
                                <a:ext cx="301658" cy="0"/>
                              </a:xfrm>
                              <a:prstGeom prst="line">
                                <a:avLst/>
                              </a:prstGeom>
                              <a:ln w="28575">
                                <a:solidFill>
                                  <a:srgbClr val="00B0F0"/>
                                </a:solidFill>
                              </a:ln>
                            </wps:spPr>
                            <wps:style>
                              <a:lnRef idx="1">
                                <a:schemeClr val="accent1"/>
                              </a:lnRef>
                              <a:fillRef idx="0">
                                <a:schemeClr val="accent1"/>
                              </a:fillRef>
                              <a:effectRef idx="0">
                                <a:schemeClr val="accent1"/>
                              </a:effectRef>
                              <a:fontRef idx="minor">
                                <a:schemeClr val="tx1"/>
                              </a:fontRef>
                            </wps:style>
                            <wps:bodyPr/>
                          </wps:wsp>
                          <wps:wsp>
                            <wps:cNvPr id="19" name="Connecteur droit 19"/>
                            <wps:cNvCnPr/>
                            <wps:spPr>
                              <a:xfrm>
                                <a:off x="13697147" y="6048000"/>
                                <a:ext cx="301658" cy="0"/>
                              </a:xfrm>
                              <a:prstGeom prst="line">
                                <a:avLst/>
                              </a:prstGeom>
                              <a:ln w="28575">
                                <a:solidFill>
                                  <a:srgbClr val="00B0F0"/>
                                </a:solidFill>
                              </a:ln>
                            </wps:spPr>
                            <wps:style>
                              <a:lnRef idx="1">
                                <a:schemeClr val="accent1"/>
                              </a:lnRef>
                              <a:fillRef idx="0">
                                <a:schemeClr val="accent1"/>
                              </a:fillRef>
                              <a:effectRef idx="0">
                                <a:schemeClr val="accent1"/>
                              </a:effectRef>
                              <a:fontRef idx="minor">
                                <a:schemeClr val="tx1"/>
                              </a:fontRef>
                            </wps:style>
                            <wps:bodyPr/>
                          </wps:wsp>
                        </wpg:grpSp>
                        <wps:wsp>
                          <wps:cNvPr id="29" name="Connecteur droit 29"/>
                          <wps:cNvCnPr/>
                          <wps:spPr>
                            <a:xfrm>
                              <a:off x="13838547" y="4316460"/>
                              <a:ext cx="2515011" cy="0"/>
                            </a:xfrm>
                            <a:prstGeom prst="line">
                              <a:avLst/>
                            </a:prstGeom>
                            <a:ln w="28575">
                              <a:solidFill>
                                <a:srgbClr val="00B0F0"/>
                              </a:solidFill>
                            </a:ln>
                          </wps:spPr>
                          <wps:style>
                            <a:lnRef idx="1">
                              <a:schemeClr val="accent1"/>
                            </a:lnRef>
                            <a:fillRef idx="0">
                              <a:schemeClr val="accent1"/>
                            </a:fillRef>
                            <a:effectRef idx="0">
                              <a:schemeClr val="accent1"/>
                            </a:effectRef>
                            <a:fontRef idx="minor">
                              <a:schemeClr val="tx1"/>
                            </a:fontRef>
                          </wps:style>
                          <wps:bodyPr/>
                        </wps:wsp>
                      </wpg:wgp>
                      <wps:wsp>
                        <wps:cNvPr id="1" name="Connecteur droit 1"/>
                        <wps:cNvCnPr/>
                        <wps:spPr>
                          <a:xfrm>
                            <a:off x="2" y="1454894"/>
                            <a:ext cx="8644408" cy="0"/>
                          </a:xfrm>
                          <a:prstGeom prst="line">
                            <a:avLst/>
                          </a:prstGeom>
                          <a:ln w="12700">
                            <a:solidFill>
                              <a:schemeClr val="tx1"/>
                            </a:solidFill>
                            <a:prstDash val="lgDashDot"/>
                          </a:ln>
                        </wps:spPr>
                        <wps:style>
                          <a:lnRef idx="1">
                            <a:schemeClr val="accent1"/>
                          </a:lnRef>
                          <a:fillRef idx="0">
                            <a:schemeClr val="accent1"/>
                          </a:fillRef>
                          <a:effectRef idx="0">
                            <a:schemeClr val="accent1"/>
                          </a:effectRef>
                          <a:fontRef idx="minor">
                            <a:schemeClr val="tx1"/>
                          </a:fontRef>
                        </wps:style>
                        <wps:bodyPr/>
                      </wps:wsp>
                      <wps:wsp>
                        <wps:cNvPr id="107" name="Connecteur droit 107"/>
                        <wps:cNvCnPr/>
                        <wps:spPr>
                          <a:xfrm>
                            <a:off x="1" y="2907403"/>
                            <a:ext cx="6609868" cy="0"/>
                          </a:xfrm>
                          <a:prstGeom prst="line">
                            <a:avLst/>
                          </a:prstGeom>
                          <a:ln w="12700">
                            <a:solidFill>
                              <a:schemeClr val="tx1"/>
                            </a:solidFill>
                            <a:prstDash val="lgDashDot"/>
                          </a:ln>
                        </wps:spPr>
                        <wps:style>
                          <a:lnRef idx="1">
                            <a:schemeClr val="accent1"/>
                          </a:lnRef>
                          <a:fillRef idx="0">
                            <a:schemeClr val="accent1"/>
                          </a:fillRef>
                          <a:effectRef idx="0">
                            <a:schemeClr val="accent1"/>
                          </a:effectRef>
                          <a:fontRef idx="minor">
                            <a:schemeClr val="tx1"/>
                          </a:fontRef>
                        </wps:style>
                        <wps:bodyPr/>
                      </wps:wsp>
                      <wpg:wgp>
                        <wpg:cNvPr id="623" name="Groupe 623"/>
                        <wpg:cNvGrpSpPr/>
                        <wpg:grpSpPr>
                          <a:xfrm>
                            <a:off x="1970895" y="728931"/>
                            <a:ext cx="969107" cy="1444332"/>
                            <a:chOff x="2926077" y="1082203"/>
                            <a:chExt cx="1438780" cy="2144319"/>
                          </a:xfrm>
                        </wpg:grpSpPr>
                        <wpg:grpSp>
                          <wpg:cNvPr id="383" name="Groupe 383"/>
                          <wpg:cNvGrpSpPr/>
                          <wpg:grpSpPr>
                            <a:xfrm>
                              <a:off x="2926080" y="1217563"/>
                              <a:ext cx="1438777" cy="1869504"/>
                              <a:chOff x="12157926" y="0"/>
                              <a:chExt cx="1507009" cy="873056"/>
                            </a:xfrm>
                          </wpg:grpSpPr>
                          <wps:wsp>
                            <wps:cNvPr id="384" name="Connecteur droit 384"/>
                            <wps:cNvCnPr/>
                            <wps:spPr>
                              <a:xfrm>
                                <a:off x="12920457" y="0"/>
                                <a:ext cx="0" cy="87305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5" name="Connecteur droit 385"/>
                            <wps:cNvCnPr/>
                            <wps:spPr>
                              <a:xfrm flipV="1">
                                <a:off x="12157926" y="0"/>
                                <a:ext cx="1507009" cy="3"/>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6" name="Connecteur droit 386"/>
                            <wps:cNvCnPr/>
                            <wps:spPr>
                              <a:xfrm>
                                <a:off x="12157926" y="873056"/>
                                <a:ext cx="1507009"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394" name="Groupe 394"/>
                          <wpg:cNvGrpSpPr/>
                          <wpg:grpSpPr>
                            <a:xfrm>
                              <a:off x="4111139" y="1082203"/>
                              <a:ext cx="253718" cy="262018"/>
                              <a:chOff x="4111139" y="1078984"/>
                              <a:chExt cx="253718" cy="262018"/>
                            </a:xfrm>
                          </wpg:grpSpPr>
                          <wps:wsp>
                            <wps:cNvPr id="390" name="Rectangle 390"/>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1" name="Connecteur droit 391"/>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2" name="Connecteur droit 392"/>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03" name="Groupe 403"/>
                          <wpg:cNvGrpSpPr/>
                          <wpg:grpSpPr>
                            <a:xfrm>
                              <a:off x="2926080" y="1091691"/>
                              <a:ext cx="253718" cy="262018"/>
                              <a:chOff x="4111139" y="1078984"/>
                              <a:chExt cx="253718" cy="262018"/>
                            </a:xfrm>
                          </wpg:grpSpPr>
                          <wps:wsp>
                            <wps:cNvPr id="404" name="Rectangle 404"/>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5" name="Connecteur droit 405"/>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06" name="Connecteur droit 406"/>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07" name="Groupe 407"/>
                          <wpg:cNvGrpSpPr/>
                          <wpg:grpSpPr>
                            <a:xfrm>
                              <a:off x="4111136" y="2955016"/>
                              <a:ext cx="253718" cy="262018"/>
                              <a:chOff x="4111139" y="1078984"/>
                              <a:chExt cx="253718" cy="262018"/>
                            </a:xfrm>
                          </wpg:grpSpPr>
                          <wps:wsp>
                            <wps:cNvPr id="408" name="Rectangle 408"/>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9" name="Connecteur droit 409"/>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0" name="Connecteur droit 410"/>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11" name="Groupe 411"/>
                          <wpg:cNvGrpSpPr/>
                          <wpg:grpSpPr>
                            <a:xfrm>
                              <a:off x="2926077" y="2964504"/>
                              <a:ext cx="253718" cy="262018"/>
                              <a:chOff x="4111139" y="1078984"/>
                              <a:chExt cx="253718" cy="262018"/>
                            </a:xfrm>
                          </wpg:grpSpPr>
                          <wps:wsp>
                            <wps:cNvPr id="412" name="Rectangle 412"/>
                            <wps:cNvSpPr/>
                            <wps:spPr>
                              <a:xfrm>
                                <a:off x="4111139" y="107898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3" name="Connecteur droit 413"/>
                            <wps:cNvCnPr/>
                            <wps:spPr>
                              <a:xfrm>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4" name="Connecteur droit 414"/>
                            <wps:cNvCnPr/>
                            <wps:spPr>
                              <a:xfrm flipV="1">
                                <a:off x="4111139" y="107898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wps:wsp>
                        <wps:cNvPr id="498" name="Rectangle 498"/>
                        <wps:cNvSpPr/>
                        <wps:spPr>
                          <a:xfrm>
                            <a:off x="4423606" y="1304269"/>
                            <a:ext cx="449098" cy="296832"/>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61587" tIns="30795" rIns="61587" bIns="30795" numCol="1" spcCol="0" rtlCol="0" fromWordArt="0" anchor="ctr" anchorCtr="0" forceAA="0" compatLnSpc="1">
                          <a:prstTxWarp prst="textNoShape">
                            <a:avLst/>
                          </a:prstTxWarp>
                          <a:noAutofit/>
                        </wps:bodyPr>
                      </wps:wsp>
                      <wps:wsp>
                        <wps:cNvPr id="529" name="Rectangle 529"/>
                        <wps:cNvSpPr/>
                        <wps:spPr>
                          <a:xfrm>
                            <a:off x="4311595" y="4391713"/>
                            <a:ext cx="449098" cy="296832"/>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61587" tIns="30795" rIns="61587" bIns="30795" numCol="1" spcCol="0" rtlCol="0" fromWordArt="0" anchor="ctr" anchorCtr="0" forceAA="0" compatLnSpc="1">
                          <a:prstTxWarp prst="textNoShape">
                            <a:avLst/>
                          </a:prstTxWarp>
                          <a:noAutofit/>
                        </wps:bodyPr>
                      </wps:wsp>
                      <wps:wsp>
                        <wps:cNvPr id="4" name="Zone de texte 4"/>
                        <wps:cNvSpPr txBox="1"/>
                        <wps:spPr>
                          <a:xfrm>
                            <a:off x="3776856" y="0"/>
                            <a:ext cx="5921615" cy="457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32040" w:rsidRDefault="00532040" w:rsidP="009B547C">
                              <w:pPr>
                                <w:pStyle w:val="Titre"/>
                                <w:pBdr>
                                  <w:top w:val="none" w:sz="0" w:space="0" w:color="auto"/>
                                  <w:left w:val="none" w:sz="0" w:space="0" w:color="auto"/>
                                  <w:bottom w:val="none" w:sz="0" w:space="0" w:color="auto"/>
                                  <w:right w:val="none" w:sz="0" w:space="0" w:color="auto"/>
                                </w:pBdr>
                                <w:spacing w:before="120"/>
                              </w:pPr>
                              <w:r>
                                <w:t>DR1 : Schéma cinématique « déplié », vue n°1</w:t>
                              </w:r>
                            </w:p>
                            <w:p w:rsidR="00532040" w:rsidRPr="00532040" w:rsidRDefault="00532040" w:rsidP="009B54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1" name="Rectangle 581"/>
                        <wps:cNvSpPr/>
                        <wps:spPr>
                          <a:xfrm>
                            <a:off x="2237400" y="1294651"/>
                            <a:ext cx="448945" cy="2965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61587" tIns="30795" rIns="61587" bIns="30795" numCol="1" spcCol="0" rtlCol="0" fromWordArt="0" anchor="ctr" anchorCtr="0" forceAA="0" compatLnSpc="1">
                          <a:prstTxWarp prst="textNoShape">
                            <a:avLst/>
                          </a:prstTxWarp>
                          <a:noAutofit/>
                        </wps:bodyPr>
                      </wps:wsp>
                      <wps:wsp>
                        <wps:cNvPr id="6" name="Connecteur droit 6"/>
                        <wps:cNvCnPr/>
                        <wps:spPr>
                          <a:xfrm>
                            <a:off x="1419225" y="1311419"/>
                            <a:ext cx="0" cy="279720"/>
                          </a:xfrm>
                          <a:prstGeom prst="line">
                            <a:avLst/>
                          </a:prstGeom>
                          <a:ln w="28575">
                            <a:solidFill>
                              <a:srgbClr val="FFC000"/>
                            </a:solidFill>
                          </a:ln>
                        </wps:spPr>
                        <wps:style>
                          <a:lnRef idx="1">
                            <a:schemeClr val="accent2"/>
                          </a:lnRef>
                          <a:fillRef idx="0">
                            <a:schemeClr val="accent2"/>
                          </a:fillRef>
                          <a:effectRef idx="0">
                            <a:schemeClr val="accent2"/>
                          </a:effectRef>
                          <a:fontRef idx="minor">
                            <a:schemeClr val="tx1"/>
                          </a:fontRef>
                        </wps:style>
                        <wps:bodyPr/>
                      </wps:wsp>
                      <wps:wsp>
                        <wps:cNvPr id="582" name="Connecteur droit 582"/>
                        <wps:cNvCnPr/>
                        <wps:spPr>
                          <a:xfrm>
                            <a:off x="1970897" y="1321380"/>
                            <a:ext cx="0" cy="279720"/>
                          </a:xfrm>
                          <a:prstGeom prst="line">
                            <a:avLst/>
                          </a:prstGeom>
                          <a:ln w="28575">
                            <a:solidFill>
                              <a:srgbClr val="FFC000"/>
                            </a:solidFill>
                          </a:ln>
                        </wps:spPr>
                        <wps:style>
                          <a:lnRef idx="1">
                            <a:schemeClr val="accent2"/>
                          </a:lnRef>
                          <a:fillRef idx="0">
                            <a:schemeClr val="accent2"/>
                          </a:fillRef>
                          <a:effectRef idx="0">
                            <a:schemeClr val="accent2"/>
                          </a:effectRef>
                          <a:fontRef idx="minor">
                            <a:schemeClr val="tx1"/>
                          </a:fontRef>
                        </wps:style>
                        <wps:bodyPr/>
                      </wps:wsp>
                      <wps:wsp>
                        <wps:cNvPr id="583" name="Connecteur droit 583"/>
                        <wps:cNvCnPr/>
                        <wps:spPr>
                          <a:xfrm>
                            <a:off x="2978102" y="1328624"/>
                            <a:ext cx="0" cy="279720"/>
                          </a:xfrm>
                          <a:prstGeom prst="line">
                            <a:avLst/>
                          </a:prstGeom>
                          <a:ln w="28575">
                            <a:solidFill>
                              <a:srgbClr val="FFC000"/>
                            </a:solidFill>
                          </a:ln>
                        </wps:spPr>
                        <wps:style>
                          <a:lnRef idx="1">
                            <a:schemeClr val="accent2"/>
                          </a:lnRef>
                          <a:fillRef idx="0">
                            <a:schemeClr val="accent2"/>
                          </a:fillRef>
                          <a:effectRef idx="0">
                            <a:schemeClr val="accent2"/>
                          </a:effectRef>
                          <a:fontRef idx="minor">
                            <a:schemeClr val="tx1"/>
                          </a:fontRef>
                        </wps:style>
                        <wps:bodyPr/>
                      </wps:wsp>
                      <wps:wsp>
                        <wps:cNvPr id="584" name="Connecteur droit 584"/>
                        <wps:cNvCnPr/>
                        <wps:spPr>
                          <a:xfrm>
                            <a:off x="3537269" y="1338150"/>
                            <a:ext cx="0" cy="279720"/>
                          </a:xfrm>
                          <a:prstGeom prst="line">
                            <a:avLst/>
                          </a:prstGeom>
                          <a:ln w="28575">
                            <a:solidFill>
                              <a:srgbClr val="FFC000"/>
                            </a:solidFill>
                          </a:ln>
                        </wps:spPr>
                        <wps:style>
                          <a:lnRef idx="1">
                            <a:schemeClr val="accent2"/>
                          </a:lnRef>
                          <a:fillRef idx="0">
                            <a:schemeClr val="accent2"/>
                          </a:fillRef>
                          <a:effectRef idx="0">
                            <a:schemeClr val="accent2"/>
                          </a:effectRef>
                          <a:fontRef idx="minor">
                            <a:schemeClr val="tx1"/>
                          </a:fontRef>
                        </wps:style>
                        <wps:bodyPr/>
                      </wps:wsp>
                      <wps:wsp>
                        <wps:cNvPr id="603" name="Connecteur droit 603"/>
                        <wps:cNvCnPr/>
                        <wps:spPr>
                          <a:xfrm>
                            <a:off x="4194494" y="1321381"/>
                            <a:ext cx="0" cy="279720"/>
                          </a:xfrm>
                          <a:prstGeom prst="line">
                            <a:avLst/>
                          </a:prstGeom>
                          <a:ln w="28575">
                            <a:solidFill>
                              <a:srgbClr val="FFC000"/>
                            </a:solidFill>
                          </a:ln>
                        </wps:spPr>
                        <wps:style>
                          <a:lnRef idx="1">
                            <a:schemeClr val="accent2"/>
                          </a:lnRef>
                          <a:fillRef idx="0">
                            <a:schemeClr val="accent2"/>
                          </a:fillRef>
                          <a:effectRef idx="0">
                            <a:schemeClr val="accent2"/>
                          </a:effectRef>
                          <a:fontRef idx="minor">
                            <a:schemeClr val="tx1"/>
                          </a:fontRef>
                        </wps:style>
                        <wps:bodyPr/>
                      </wps:wsp>
                      <wps:wsp>
                        <wps:cNvPr id="604" name="Connecteur droit 604"/>
                        <wps:cNvCnPr/>
                        <wps:spPr>
                          <a:xfrm>
                            <a:off x="5213620" y="1294652"/>
                            <a:ext cx="0" cy="279720"/>
                          </a:xfrm>
                          <a:prstGeom prst="line">
                            <a:avLst/>
                          </a:prstGeom>
                          <a:ln w="28575">
                            <a:solidFill>
                              <a:srgbClr val="FFC000"/>
                            </a:solidFill>
                          </a:ln>
                        </wps:spPr>
                        <wps:style>
                          <a:lnRef idx="1">
                            <a:schemeClr val="accent2"/>
                          </a:lnRef>
                          <a:fillRef idx="0">
                            <a:schemeClr val="accent2"/>
                          </a:fillRef>
                          <a:effectRef idx="0">
                            <a:schemeClr val="accent2"/>
                          </a:effectRef>
                          <a:fontRef idx="minor">
                            <a:schemeClr val="tx1"/>
                          </a:fontRef>
                        </wps:style>
                        <wps:bodyPr/>
                      </wps:wsp>
                      <wps:wsp>
                        <wps:cNvPr id="605" name="Connecteur droit 605"/>
                        <wps:cNvCnPr/>
                        <wps:spPr>
                          <a:xfrm>
                            <a:off x="5718238" y="1294652"/>
                            <a:ext cx="0" cy="279720"/>
                          </a:xfrm>
                          <a:prstGeom prst="line">
                            <a:avLst/>
                          </a:prstGeom>
                          <a:ln w="28575">
                            <a:solidFill>
                              <a:srgbClr val="FFC000"/>
                            </a:solidFill>
                          </a:ln>
                        </wps:spPr>
                        <wps:style>
                          <a:lnRef idx="1">
                            <a:schemeClr val="accent2"/>
                          </a:lnRef>
                          <a:fillRef idx="0">
                            <a:schemeClr val="accent2"/>
                          </a:fillRef>
                          <a:effectRef idx="0">
                            <a:schemeClr val="accent2"/>
                          </a:effectRef>
                          <a:fontRef idx="minor">
                            <a:schemeClr val="tx1"/>
                          </a:fontRef>
                        </wps:style>
                        <wps:bodyPr/>
                      </wps:wsp>
                      <wps:wsp>
                        <wps:cNvPr id="606" name="Connecteur droit 606"/>
                        <wps:cNvCnPr/>
                        <wps:spPr>
                          <a:xfrm>
                            <a:off x="3664022" y="1297025"/>
                            <a:ext cx="0" cy="279720"/>
                          </a:xfrm>
                          <a:prstGeom prst="line">
                            <a:avLst/>
                          </a:prstGeom>
                          <a:ln w="28575">
                            <a:solidFill>
                              <a:srgbClr val="FFC000"/>
                            </a:solidFill>
                          </a:ln>
                        </wps:spPr>
                        <wps:style>
                          <a:lnRef idx="1">
                            <a:schemeClr val="accent2"/>
                          </a:lnRef>
                          <a:fillRef idx="0">
                            <a:schemeClr val="accent2"/>
                          </a:fillRef>
                          <a:effectRef idx="0">
                            <a:schemeClr val="accent2"/>
                          </a:effectRef>
                          <a:fontRef idx="minor">
                            <a:schemeClr val="tx1"/>
                          </a:fontRef>
                        </wps:style>
                        <wps:bodyPr/>
                      </wps:wsp>
                      <wps:wsp>
                        <wps:cNvPr id="607" name="Connecteur droit 607"/>
                        <wps:cNvCnPr/>
                        <wps:spPr>
                          <a:xfrm>
                            <a:off x="3028951" y="4388229"/>
                            <a:ext cx="0" cy="279720"/>
                          </a:xfrm>
                          <a:prstGeom prst="line">
                            <a:avLst/>
                          </a:prstGeom>
                          <a:ln w="28575">
                            <a:solidFill>
                              <a:srgbClr val="00B050"/>
                            </a:solidFill>
                          </a:ln>
                        </wps:spPr>
                        <wps:style>
                          <a:lnRef idx="1">
                            <a:schemeClr val="accent2"/>
                          </a:lnRef>
                          <a:fillRef idx="0">
                            <a:schemeClr val="accent2"/>
                          </a:fillRef>
                          <a:effectRef idx="0">
                            <a:schemeClr val="accent2"/>
                          </a:effectRef>
                          <a:fontRef idx="minor">
                            <a:schemeClr val="tx1"/>
                          </a:fontRef>
                        </wps:style>
                        <wps:bodyPr/>
                      </wps:wsp>
                      <wps:wsp>
                        <wps:cNvPr id="608" name="Connecteur droit 608"/>
                        <wps:cNvCnPr/>
                        <wps:spPr>
                          <a:xfrm>
                            <a:off x="3616398" y="4407919"/>
                            <a:ext cx="0" cy="279720"/>
                          </a:xfrm>
                          <a:prstGeom prst="line">
                            <a:avLst/>
                          </a:prstGeom>
                          <a:ln w="28575">
                            <a:solidFill>
                              <a:srgbClr val="00B050"/>
                            </a:solidFill>
                          </a:ln>
                        </wps:spPr>
                        <wps:style>
                          <a:lnRef idx="1">
                            <a:schemeClr val="accent2"/>
                          </a:lnRef>
                          <a:fillRef idx="0">
                            <a:schemeClr val="accent2"/>
                          </a:fillRef>
                          <a:effectRef idx="0">
                            <a:schemeClr val="accent2"/>
                          </a:effectRef>
                          <a:fontRef idx="minor">
                            <a:schemeClr val="tx1"/>
                          </a:fontRef>
                        </wps:style>
                        <wps:bodyPr/>
                      </wps:wsp>
                      <wps:wsp>
                        <wps:cNvPr id="609" name="Connecteur droit 609"/>
                        <wps:cNvCnPr/>
                        <wps:spPr>
                          <a:xfrm>
                            <a:off x="4939944" y="4386653"/>
                            <a:ext cx="0" cy="279720"/>
                          </a:xfrm>
                          <a:prstGeom prst="line">
                            <a:avLst/>
                          </a:prstGeom>
                          <a:ln w="28575">
                            <a:solidFill>
                              <a:srgbClr val="00B050"/>
                            </a:solidFill>
                          </a:ln>
                        </wps:spPr>
                        <wps:style>
                          <a:lnRef idx="1">
                            <a:schemeClr val="accent2"/>
                          </a:lnRef>
                          <a:fillRef idx="0">
                            <a:schemeClr val="accent2"/>
                          </a:fillRef>
                          <a:effectRef idx="0">
                            <a:schemeClr val="accent2"/>
                          </a:effectRef>
                          <a:fontRef idx="minor">
                            <a:schemeClr val="tx1"/>
                          </a:fontRef>
                        </wps:style>
                        <wps:bodyPr/>
                      </wps:wsp>
                      <wps:wsp>
                        <wps:cNvPr id="610" name="Connecteur droit 610"/>
                        <wps:cNvCnPr/>
                        <wps:spPr>
                          <a:xfrm>
                            <a:off x="5476052" y="4378814"/>
                            <a:ext cx="0" cy="279720"/>
                          </a:xfrm>
                          <a:prstGeom prst="line">
                            <a:avLst/>
                          </a:prstGeom>
                          <a:ln w="28575">
                            <a:solidFill>
                              <a:srgbClr val="00B050"/>
                            </a:solidFill>
                          </a:ln>
                        </wps:spPr>
                        <wps:style>
                          <a:lnRef idx="1">
                            <a:schemeClr val="accent2"/>
                          </a:lnRef>
                          <a:fillRef idx="0">
                            <a:schemeClr val="accent2"/>
                          </a:fillRef>
                          <a:effectRef idx="0">
                            <a:schemeClr val="accent2"/>
                          </a:effectRef>
                          <a:fontRef idx="minor">
                            <a:schemeClr val="tx1"/>
                          </a:fontRef>
                        </wps:style>
                        <wps:bodyPr/>
                      </wps:wsp>
                      <wps:wsp>
                        <wps:cNvPr id="633" name="Connecteur droit avec flèche 633"/>
                        <wps:cNvCnPr/>
                        <wps:spPr>
                          <a:xfrm>
                            <a:off x="2237400" y="671502"/>
                            <a:ext cx="487045" cy="0"/>
                          </a:xfrm>
                          <a:prstGeom prst="straightConnector1">
                            <a:avLst/>
                          </a:prstGeom>
                          <a:ln w="28575">
                            <a:solidFill>
                              <a:srgbClr val="FF0000"/>
                            </a:solidFill>
                            <a:headEnd type="arrow"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634" name="Zone de texte 9"/>
                        <wps:cNvSpPr txBox="1"/>
                        <wps:spPr>
                          <a:xfrm>
                            <a:off x="2580006" y="395910"/>
                            <a:ext cx="666237" cy="2755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B17A5" w:rsidRDefault="008B17A5" w:rsidP="008B17A5">
                              <w:pPr>
                                <w:pStyle w:val="NormalWeb"/>
                              </w:pPr>
                              <w:r>
                                <w:rPr>
                                  <w:b/>
                                  <w:bCs/>
                                  <w:color w:val="FF0000"/>
                                </w:rPr>
                                <w:t>2</w:t>
                              </w:r>
                              <w:r w:rsidRPr="008B17A5">
                                <w:rPr>
                                  <w:b/>
                                  <w:bCs/>
                                  <w:color w:val="FF0000"/>
                                  <w:vertAlign w:val="superscript"/>
                                </w:rPr>
                                <w:t>nde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35" name="Zone de texte 9"/>
                        <wps:cNvSpPr txBox="1"/>
                        <wps:spPr>
                          <a:xfrm>
                            <a:off x="1969626" y="414963"/>
                            <a:ext cx="666237" cy="2755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B17A5" w:rsidRDefault="008B17A5" w:rsidP="008B17A5">
                              <w:pPr>
                                <w:pStyle w:val="NormalWeb"/>
                              </w:pPr>
                              <w:r>
                                <w:rPr>
                                  <w:b/>
                                  <w:bCs/>
                                  <w:color w:val="FF0000"/>
                                </w:rPr>
                                <w:t>1</w:t>
                              </w:r>
                              <w:r w:rsidRPr="008B17A5">
                                <w:rPr>
                                  <w:b/>
                                  <w:bCs/>
                                  <w:color w:val="FF0000"/>
                                  <w:vertAlign w:val="superscript"/>
                                </w:rPr>
                                <w:t>ère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36" name="Connecteur droit avec flèche 636"/>
                        <wps:cNvCnPr/>
                        <wps:spPr>
                          <a:xfrm>
                            <a:off x="4395138" y="945075"/>
                            <a:ext cx="487045" cy="0"/>
                          </a:xfrm>
                          <a:prstGeom prst="straightConnector1">
                            <a:avLst/>
                          </a:prstGeom>
                          <a:ln w="28575">
                            <a:solidFill>
                              <a:srgbClr val="FF0000"/>
                            </a:solidFill>
                            <a:headEnd type="arrow"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637" name="Zone de texte 9"/>
                        <wps:cNvSpPr txBox="1"/>
                        <wps:spPr>
                          <a:xfrm>
                            <a:off x="4738038" y="669485"/>
                            <a:ext cx="666115" cy="2749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B17A5" w:rsidRDefault="008B17A5" w:rsidP="008B17A5">
                              <w:pPr>
                                <w:pStyle w:val="NormalWeb"/>
                              </w:pPr>
                              <w:r>
                                <w:rPr>
                                  <w:b/>
                                  <w:bCs/>
                                  <w:color w:val="FF0000"/>
                                </w:rPr>
                                <w:t>6</w:t>
                              </w:r>
                              <w:r>
                                <w:rPr>
                                  <w:b/>
                                  <w:bCs/>
                                  <w:color w:val="FF0000"/>
                                  <w:position w:val="7"/>
                                  <w:vertAlign w:val="superscript"/>
                                </w:rPr>
                                <w:t>ème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38" name="Zone de texte 9"/>
                        <wps:cNvSpPr txBox="1"/>
                        <wps:spPr>
                          <a:xfrm>
                            <a:off x="4127168" y="688535"/>
                            <a:ext cx="666115" cy="2749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B17A5" w:rsidRDefault="008B17A5" w:rsidP="008B17A5">
                              <w:pPr>
                                <w:pStyle w:val="NormalWeb"/>
                              </w:pPr>
                              <w:r>
                                <w:rPr>
                                  <w:b/>
                                  <w:bCs/>
                                  <w:color w:val="FF0000"/>
                                </w:rPr>
                                <w:t>5</w:t>
                              </w:r>
                              <w:r>
                                <w:rPr>
                                  <w:b/>
                                  <w:bCs/>
                                  <w:color w:val="FF0000"/>
                                  <w:position w:val="7"/>
                                  <w:vertAlign w:val="superscript"/>
                                </w:rPr>
                                <w:t>ère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39" name="Connecteur droit avec flèche 639"/>
                        <wps:cNvCnPr/>
                        <wps:spPr>
                          <a:xfrm>
                            <a:off x="4354295" y="3894115"/>
                            <a:ext cx="487045" cy="0"/>
                          </a:xfrm>
                          <a:prstGeom prst="straightConnector1">
                            <a:avLst/>
                          </a:prstGeom>
                          <a:ln w="28575">
                            <a:solidFill>
                              <a:srgbClr val="FF0000"/>
                            </a:solidFill>
                            <a:headEnd type="arrow"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640" name="Zone de texte 9"/>
                        <wps:cNvSpPr txBox="1"/>
                        <wps:spPr>
                          <a:xfrm>
                            <a:off x="4697195" y="3618525"/>
                            <a:ext cx="666115" cy="2749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B17A5" w:rsidRDefault="008B17A5" w:rsidP="008B17A5">
                              <w:pPr>
                                <w:pStyle w:val="NormalWeb"/>
                              </w:pPr>
                              <w:r>
                                <w:rPr>
                                  <w:b/>
                                  <w:bCs/>
                                  <w:color w:val="FF0000"/>
                                </w:rPr>
                                <w:t>3</w:t>
                              </w:r>
                              <w:r>
                                <w:rPr>
                                  <w:b/>
                                  <w:bCs/>
                                  <w:color w:val="FF0000"/>
                                  <w:position w:val="7"/>
                                  <w:vertAlign w:val="superscript"/>
                                </w:rPr>
                                <w:t>ème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41" name="Zone de texte 9"/>
                        <wps:cNvSpPr txBox="1"/>
                        <wps:spPr>
                          <a:xfrm>
                            <a:off x="4086325" y="3637575"/>
                            <a:ext cx="666115" cy="2749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B17A5" w:rsidRDefault="008B17A5" w:rsidP="008B17A5">
                              <w:pPr>
                                <w:pStyle w:val="NormalWeb"/>
                              </w:pPr>
                              <w:r>
                                <w:rPr>
                                  <w:b/>
                                  <w:bCs/>
                                  <w:color w:val="FF0000"/>
                                </w:rPr>
                                <w:t>4</w:t>
                              </w:r>
                              <w:r>
                                <w:rPr>
                                  <w:b/>
                                  <w:bCs/>
                                  <w:color w:val="FF0000"/>
                                  <w:position w:val="7"/>
                                  <w:vertAlign w:val="superscript"/>
                                </w:rPr>
                                <w:t>ère</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Zone de dessin 3" o:spid="_x0000_s1026" editas="canvas" style="width:764.25pt;height:477.45pt;mso-position-horizontal-relative:char;mso-position-vertical-relative:line" coordsize="97059,606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7059;height:60636;visibility:visible;mso-wrap-style:square">
                  <v:fill o:detectmouseclick="t"/>
                  <v:path o:connecttype="none"/>
                </v:shape>
                <v:group id="Groupe 538" o:spid="_x0000_s1028" style="position:absolute;left:50427;top:34763;width:2739;height:21338" coordorigin="74866,51610" coordsize="4067,316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FHw/sMAAADcAAAADwAAAGRycy9kb3ducmV2LnhtbERPTWvCQBC9F/wPywi9&#10;1U0qKSW6BhErPQShWhBvQ3ZMQrKzIbsm8d93DwWPj/e9zibTioF6V1tWEC8iEMSF1TWXCn7PX2+f&#10;IJxH1thaJgUPcpBtZi9rTLUd+YeGky9FCGGXooLK+y6V0hUVGXQL2xEH7mZ7gz7AvpS6xzGEm1a+&#10;R9GHNFhzaKiwo11FRXO6GwWHEcftMt4PeXPbPa7n5HjJY1LqdT5tVyA8Tf4p/nd/awXJMqwN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gUfD+wwAAANwAAAAP&#10;AAAAAAAAAAAAAAAAAKoCAABkcnMvZG93bnJldi54bWxQSwUGAAAAAAQABAD6AAAAmgMAAAAA&#10;">
                  <v:group id="Groupe 89" o:spid="_x0000_s1029" style="position:absolute;left:76053;top:51610;width:2880;height:31680" coordorigin="128015"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line id="Connecteur droit 90" o:spid="_x0000_s1030" style="position:absolute;visibility:visible;mso-wrap-style:square" from="129429,0" to="129429,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bNvsEAAADbAAAADwAAAGRycy9kb3ducmV2LnhtbERPz2vCMBS+D/wfwhN2m6keNleNIoVC&#10;YWxF58Hjo3k2xealNLHt/vvlIHj8+H5v95NtxUC9bxwrWC4SEMSV0w3XCs6/+dsahA/IGlvHpOCP&#10;POx3s5ctptqNfKThFGoRQ9inqMCE0KVS+sqQRb9wHXHkrq63GCLsa6l7HGO4beUqSd6lxYZjg8GO&#10;MkPV7XS3CuoLaft1LsqP4Xu43sosT35MrtTrfDpsQASawlP8cBdawWdcH7/EHyB3/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xs2+wQAAANsAAAAPAAAAAAAAAAAAAAAA&#10;AKECAABkcnMvZG93bnJldi54bWxQSwUGAAAAAAQABAD5AAAAjwMAAAAA&#10;" strokecolor="black [3213]" strokeweight="2.25pt"/>
                    <v:line id="Connecteur droit 91" o:spid="_x0000_s1031" style="position:absolute;visibility:visible;mso-wrap-style:square" from="128015,0" to="1310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poJcIAAADbAAAADwAAAGRycy9kb3ducmV2LnhtbESPQYvCMBSE74L/ITzBm6Z60LUaRYSC&#10;sLiy6sHjo3k2xealNNla//1GEDwOM/MNs9p0thItNb50rGAyTkAQ506XXCi4nLPRFwgfkDVWjknB&#10;kzxs1v3eClPtHvxL7SkUIkLYp6jAhFCnUvrckEU/djVx9G6usRiibAqpG3xEuK3kNElm0mLJccFg&#10;TTtD+f30ZxUUV9L2+7I/zttDe7sfd1nyYzKlhoNuuwQRqAuf8Lu91woWE3h9iT9Arv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4poJcIAAADbAAAADwAAAAAAAAAAAAAA&#10;AAChAgAAZHJzL2Rvd25yZXYueG1sUEsFBgAAAAAEAAQA+QAAAJADAAAAAA==&#10;" strokecolor="black [3213]" strokeweight="2.25pt"/>
                    <v:line id="Connecteur droit 92" o:spid="_x0000_s1032" style="position:absolute;visibility:visible;mso-wrap-style:square" from="128015,8730" to="131032,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1j2UsMAAADbAAAADwAAAGRycy9kb3ducmV2LnhtbESPT4vCMBTE78J+h/AWvGmqB/90jSJC&#10;QVhWsXrY46N5NsXmpTTZ2v32RhA8DjPzG2a16W0tOmp95VjBZJyAIC6crrhUcDlnowUIH5A11o5J&#10;wT952Kw/BitMtbvzibo8lCJC2KeowITQpFL6wpBFP3YNcfSurrUYomxLqVu8R7it5TRJZtJixXHB&#10;YEM7Q8Ut/7MKyl/S9vuyP867n+56O+6y5GAypYaf/fYLRKA+vMOv9l4rWE7h+SX+AL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NY9lLDAAAA2wAAAA8AAAAAAAAAAAAA&#10;AAAAoQIAAGRycy9kb3ducmV2LnhtbFBLBQYAAAAABAAEAPkAAACRAwAAAAA=&#10;" strokecolor="black [3213]" strokeweight="2.25pt"/>
                  </v:group>
                  <v:group id="Groupe 482" o:spid="_x0000_s1033" style="position:absolute;left:74879;top:59376;width:2537;height:2620"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OcBbsUAAADcAAAADwAAAGRycy9kb3ducmV2LnhtbESPT4vCMBTE78J+h/AW&#10;9qZpXRWpRhHZXTyI4B8Qb4/m2Rabl9Jk2/rtjSB4HGbmN8x82ZlSNFS7wrKCeBCBIE6tLjhTcDr+&#10;9qcgnEfWWFomBXdysFx89OaYaNvynpqDz0SAsEtQQe59lUjp0pwMuoGtiIN3tbVBH2SdSV1jG+Cm&#10;lMMomkiDBYeFHCta55TeDv9GwV+L7eo7/mm2t+v6fjmOd+dtTEp9fXarGQhPnX+HX+2NVjCaDu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TnAW7FAAAA3AAA&#10;AA8AAAAAAAAAAAAAAAAAqgIAAGRycy9kb3ducmV2LnhtbFBLBQYAAAAABAAEAPoAAACcAwAAAAA=&#10;">
                    <v:rect id="Rectangle 483" o:spid="_x0000_s1034"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ImrccA&#10;AADcAAAADwAAAGRycy9kb3ducmV2LnhtbESPQWvCQBSE74L/YXmCF6mbpmIldZVSUEIPBbXQ63P3&#10;mQSzb0N2a5L++m5B6HGYmW+Y9ba3tbhR6yvHCh7nCQhi7UzFhYLP0+5hBcIHZIO1Y1IwkIftZjxa&#10;Y2Zcxwe6HUMhIoR9hgrKEJpMSq9LsujnriGO3sW1FkOUbSFNi12E21qmSbKUFiuOCyU29FaSvh6/&#10;rYKPwxcO+XJ2rn6ed+dwmun3dK+Vmk761xcQgfrwH763c6NgsXqCvzPxCMjN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yiJq3HAAAA3AAAAA8AAAAAAAAAAAAAAAAAmAIAAGRy&#10;cy9kb3ducmV2LnhtbFBLBQYAAAAABAAEAPUAAACMAwAAAAA=&#10;" fillcolor="white [3212]" strokecolor="black [3213]" strokeweight="2.25pt"/>
                    <v:line id="Connecteur droit 484" o:spid="_x0000_s1035"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KaqpcYAAADcAAAADwAAAGRycy9kb3ducmV2LnhtbESPQWvCQBSE70L/w/IK3nSjWBOiq4SC&#10;YNtTbcXrI/tM0mbfht1tTP31bqHgcZiZb5j1djCt6Mn5xrKC2TQBQVxa3XCl4PNjN8lA+ICssbVM&#10;Cn7Jw3bzMFpjru2F36k/hEpECPscFdQhdLmUvqzJoJ/ajjh6Z+sMhihdJbXDS4SbVs6TZCkNNhwX&#10;auzouaby+/BjFGTl65cr0uJl9nTs0ms/f1vuTqlS48ehWIEINIR7+L+91woW2QL+zsQjID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SmqqXGAAAA3AAAAA8AAAAAAAAA&#10;AAAAAAAAoQIAAGRycy9kb3ducmV2LnhtbFBLBQYAAAAABAAEAPkAAACUAwAAAAA=&#10;" strokecolor="black [3213]"/>
                    <v:line id="Connecteur droit 485" o:spid="_x0000_s1036"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pPSsQAAADcAAAADwAAAGRycy9kb3ducmV2LnhtbESP0WoCMRRE3wv9h3ALvtWsomJXo1RB&#10;EF9E6wdcNtfN4uZmm0Rd9+tNoeDjMDNnmPmytbW4kQ+VYwWDfgaCuHC64lLB6WfzOQURIrLG2jEp&#10;eFCA5eL9bY65dnc+0O0YS5EgHHJUYGJscilDYchi6LuGOHln5y3GJH0ptcd7gttaDrNsIi1WnBYM&#10;NrQ2VFyOV6ug7uKp+1qtTZf9jh56v584P94p1ftov2cgIrXxFf5vb7WC0XQMf2fSEZCL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Gk9KxAAAANwAAAAPAAAAAAAAAAAA&#10;AAAAAKECAABkcnMvZG93bnJldi54bWxQSwUGAAAAAAQABAD5AAAAkgMAAAAA&#10;" strokecolor="black [3213]"/>
                  </v:group>
                  <v:group id="Groupe 486" o:spid="_x0000_s1037" style="position:absolute;left:74866;top:72681;width:2537;height:2620"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9wHbcYAAADcAAAADwAAAGRycy9kb3ducmV2LnhtbESPQWvCQBSE7wX/w/KE&#10;3uomthVJ3YQgKh6kUC2U3h7ZZxKSfRuyaxL/fbdQ6HGYmW+YTTaZVgzUu9qygngRgSAurK65VPB5&#10;2T+tQTiPrLG1TAru5CBLZw8bTLQd+YOGsy9FgLBLUEHlfZdI6YqKDLqF7YiDd7W9QR9kX0rd4xjg&#10;ppXLKFpJgzWHhQo72lZUNOebUXAYccyf491waq7b+/fl9f3rFJNSj/MpfwPhafL/4b/2USt4Wa/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r3AdtxgAAANwA&#10;AAAPAAAAAAAAAAAAAAAAAKoCAABkcnMvZG93bnJldi54bWxQSwUGAAAAAAQABAD6AAAAnQMAAAAA&#10;">
                    <v:rect id="Rectangle 487" o:spid="_x0000_s1038"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5kgrscA&#10;AADcAAAADwAAAGRycy9kb3ducmV2LnhtbESPT2vCQBTE7wW/w/KEXqRuKiVK6ioiWIKHgn/A63P3&#10;NQnNvg3ZbUz89N1CweMwM79hluve1qKj1leOFbxOExDE2pmKCwXn0+5lAcIHZIO1Y1IwkIf1avS0&#10;xMy4Gx+oO4ZCRAj7DBWUITSZlF6XZNFPXUMcvS/XWgxRtoU0Ld4i3NZyliSptFhxXCixoW1J+vv4&#10;YxV8Hi445OnkWt3nu2s4TfR+9qGVeh73m3cQgfrwCP+3c6PgbTGHvzPxCM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OZIK7HAAAA3AAAAA8AAAAAAAAAAAAAAAAAmAIAAGRy&#10;cy9kb3ducmV2LnhtbFBLBQYAAAAABAAEAPUAAACMAwAAAAA=&#10;" fillcolor="white [3212]" strokecolor="black [3213]" strokeweight="2.25pt"/>
                    <v:line id="Connecteur droit 488" o:spid="_x0000_s1039"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ugoMMAAADcAAAADwAAAGRycy9kb3ducmV2LnhtbERPy2rCQBTdF/oPwy10VyeKmhAdJQiC&#10;bVf1gdtL5pqkzdwJM2NM/frOouDycN7L9WBa0ZPzjWUF41ECgri0uuFKwfGwfctA+ICssbVMCn7J&#10;w3r1/LTEXNsbf1G/D5WIIexzVFCH0OVS+rImg35kO+LIXawzGCJ0ldQObzHctHKSJHNpsOHYUGNH&#10;m5rKn/3VKMjKj29XpMX7eHbq0ns/+Zxvz6lSry9DsQARaAgP8b97pxVMs7g2nolHQK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roKDDAAAA3AAAAA8AAAAAAAAAAAAA&#10;AAAAoQIAAGRycy9kb3ducmV2LnhtbFBLBQYAAAAABAAEAPkAAACRAwAAAAA=&#10;" strokecolor="black [3213]"/>
                    <v:line id="Connecteur droit 489" o:spid="_x0000_s1040"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dFT8QAAADcAAAADwAAAGRycy9kb3ducmV2LnhtbESP0WoCMRRE3wv+Q7iCbzWrWNHVKK0g&#10;SF9E6wdcNrebxc3NmkRd9+tNoeDjMDNnmOW6tbW4kQ+VYwWjYQaCuHC64lLB6Wf7PgMRIrLG2jEp&#10;eFCA9ar3tsRcuzsf6HaMpUgQDjkqMDE2uZShMGQxDF1DnLxf5y3GJH0ptcd7gttajrNsKi1WnBYM&#10;NrQxVJyPV6ug7uKpm39tTJddJg+930+d//hWatBvPxcgIrXxFf5v77SCyWwOf2fSEZCr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V0VPxAAAANwAAAAPAAAAAAAAAAAA&#10;AAAAAKECAABkcnMvZG93bnJldi54bWxQSwUGAAAAAAQABAD5AAAAkgMAAAAA&#10;" strokecolor="black [3213]"/>
                  </v:group>
                </v:group>
                <v:rect id="Rectangle 112" o:spid="_x0000_s1041" style="position:absolute;left:49937;top:43692;width:4493;height:29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gIRMEA&#10;AADcAAAADwAAAGRycy9kb3ducmV2LnhtbERPTYvCMBC9C/6HMII3TfXgSjWKFYTdk6yrorehGdti&#10;MwlN1PrvjSDsbR7vc+bL1tTiTo2vLCsYDRMQxLnVFRcK9n+bwRSED8gaa8uk4EkelotuZ46ptg/+&#10;pfsuFCKGsE9RQRmCS6X0eUkG/dA64shdbGMwRNgUUjf4iOGmluMkmUiDFceGEh2tS8qvu5tRcD5k&#10;P9v26L7yW/Ysppk72fX+pFS/165mIAK14V/8cX/rOH80hvcz8QK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4CETBAAAA3AAAAA8AAAAAAAAAAAAAAAAAmAIAAGRycy9kb3du&#10;cmV2LnhtbFBLBQYAAAAABAAEAPUAAACGAwAAAAA=&#10;" fillcolor="white [3212]" strokecolor="black [3213]" strokeweight="2pt">
                  <v:textbox inset="1.71075mm,.85542mm,1.71075mm,.85542mm"/>
                </v:rect>
                <v:group id="Groupe 537" o:spid="_x0000_s1042" style="position:absolute;left:33176;top:34048;width:2745;height:22523" coordorigin="49255,50549" coordsize="4075,334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c5kjMYAAADcAAAADwAAAGRycy9kb3ducmV2LnhtbESPQWvCQBSE7wX/w/IK&#10;3ppNlLSSZhWRKh5CoSqU3h7ZZxLMvg3ZbRL/fbdQ6HGYmW+YfDOZVgzUu8aygiSKQRCXVjdcKbic&#10;908rEM4ja2wtk4I7OdisZw85ZtqO/EHDyVciQNhlqKD2vsukdGVNBl1kO+LgXW1v0AfZV1L3OAa4&#10;aeUijp+lwYbDQo0d7Woqb6dvo+Aw4rhdJm9Dcbvu7l/n9P2zSEip+eO0fQXhafL/4b/2UStIly/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zmSMxgAAANwA&#10;AAAPAAAAAAAAAAAAAAAAAKoCAABkcnMvZG93bnJldi54bWxQSwUGAAAAAAQABAD6AAAAnQMAAAAA&#10;">
                  <v:group id="Groupe 375" o:spid="_x0000_s1043" style="position:absolute;left:50313;top:50549;width:3017;height:33439"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nEkWMYAAADcAAAADwAAAGRycy9kb3ducmV2LnhtbESPQWvCQBSE7wX/w/IK&#10;3ppNlLSSZhWRKh5CoSqU3h7ZZxLMvg3ZbRL/fbdQ6HGYmW+YfDOZVgzUu8aygiSKQRCXVjdcKbic&#10;908rEM4ja2wtk4I7OdisZw85ZtqO/EHDyVciQNhlqKD2vsukdGVNBl1kO+LgXW1v0AfZV1L3OAa4&#10;aeUijp+lwYbDQo0d7Woqb6dvo+Aw4rhdJm9Dcbvu7l/n9P2zSEip+eO0fQXhafL/4b/2UStYvq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cSRYxgAAANwA&#10;AAAPAAAAAAAAAAAAAAAAAKoCAABkcnMvZG93bnJldi54bWxQSwUGAAAAAAQABAD6AAAAnQMAAAAA&#10;">
                    <v:line id="Connecteur droit 376" o:spid="_x0000_s1044" style="position:absolute;visibility:visible;mso-wrap-style:square" from="1413,0" to="1413,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EhoMMAAADcAAAADwAAAGRycy9kb3ducmV2LnhtbESPQYvCMBSE78L+h/CEvWnqLuhSjSJC&#10;QZBVrB72+GieTbF5KU2s3X9vBMHjMDPfMItVb2vRUesrxwom4wQEceF0xaWC8ykb/YDwAVlj7ZgU&#10;/JOH1fJjsMBUuzsfqctDKSKEfYoKTAhNKqUvDFn0Y9cQR+/iWoshyraUusV7hNtafiXJVFqsOC4Y&#10;bGhjqLjmN6ug/CNtd+ftYdb9dpfrYZMle5Mp9Tns13MQgfrwDr/aW63gezaF55l4BOT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kxIaDDAAAA3AAAAA8AAAAAAAAAAAAA&#10;AAAAoQIAAGRycy9kb3ducmV2LnhtbFBLBQYAAAAABAAEAPkAAACRAwAAAAA=&#10;" strokecolor="black [3213]" strokeweight="2.25pt"/>
                    <v:line id="Connecteur droit 377" o:spid="_x0000_s1045" style="position:absolute;visibility:visible;mso-wrap-style:square" from="0,0" to="30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2EO8UAAADcAAAADwAAAGRycy9kb3ducmV2LnhtbESPwWrDMBBE74H+g9hCb4mcFuriRDEh&#10;YAiU1DTNIcfF2ljG1spYqu3+fVQo9DjMzBtmm8+2EyMNvnGsYL1KQBBXTjdcK7h8Fcs3ED4ga+wc&#10;k4If8pDvHhZbzLSb+JPGc6hFhLDPUIEJoc+k9JUhi37leuLo3dxgMUQ51FIPOEW47eRzkrxKiw3H&#10;BYM9HQxV7fnbKqivpO375Vim42m8teWhSD5ModTT47zfgAg0h//wX/uoFbykKfyeiUdA7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n2EO8UAAADcAAAADwAAAAAAAAAA&#10;AAAAAAChAgAAZHJzL2Rvd25yZXYueG1sUEsFBgAAAAAEAAQA+QAAAJMDAAAAAA==&#10;" strokecolor="black [3213]" strokeweight="2.25pt"/>
                    <v:line id="Connecteur droit 378" o:spid="_x0000_s1046" style="position:absolute;visibility:visible;mso-wrap-style:square" from="0,8730" to="3016,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QScIAAADcAAAADwAAAGRycy9kb3ducmV2LnhtbERPz2vCMBS+D/wfwhO8zVSFKdUoUigU&#10;xlamHjw+mmdTbF5Kk7Xdf78cBjt+fL8Pp8m2YqDeN44VrJYJCOLK6YZrBbdr/roD4QOyxtYxKfgh&#10;D6fj7OWAqXYjf9FwCbWIIexTVGBC6FIpfWXIol+6jjhyD9dbDBH2tdQ9jjHctnKdJG/SYsOxwWBH&#10;maHqefm2Cuo7aft+K8rt8DE8nmWWJ58mV2oxn857EIGm8C/+cxdawWYb18Yz8QjI4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IQScIAAADcAAAADwAAAAAAAAAAAAAA&#10;AAChAgAAZHJzL2Rvd25yZXYueG1sUEsFBgAAAAAEAAQA+QAAAJADAAAAAA==&#10;" strokecolor="black [3213]" strokeweight="2.25pt"/>
                  </v:group>
                  <v:group id="Groupe 521" o:spid="_x0000_s1047" style="position:absolute;left:49255;top:56541;width:2537;height:2620"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LPvsYAAADcAAAADwAAAGRycy9kb3ducmV2LnhtbESPT2vCQBTE74V+h+UV&#10;ems2sVgkdRURlR6CUCNIb4/sMwlm34bsmj/fvisUehxm5jfMcj2aRvTUudqygiSKQRAXVtdcKjjn&#10;+7cFCOeRNTaWScFEDtar56clptoO/E39yZciQNilqKDyvk2ldEVFBl1kW+LgXW1n0AfZlVJ3OAS4&#10;aeQsjj+kwZrDQoUtbSsqbqe7UXAYcNi8J7s+u123008+P16yhJR6fRk3nyA8jf4//Nf+0grmswQ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0ss++xgAAANwA&#10;AAAPAAAAAAAAAAAAAAAAAKoCAABkcnMvZG93bnJldi54bWxQSwUGAAAAAAQABAD6AAAAnQMAAAAA&#10;">
                    <v:rect id="Rectangle 522" o:spid="_x0000_s1048"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nTkcUA&#10;AADcAAAADwAAAGRycy9kb3ducmV2LnhtbESPW4vCMBSE3wX/QziCL7KmW/BC1ygiKLIPghfw9Zic&#10;bcs2J6XJat1fbwTBx2FmvmFmi9ZW4kqNLx0r+BwmIIi1MyXnCk7H9ccUhA/IBivHpOBOHhbzbmeG&#10;mXE33tP1EHIRIewzVFCEUGdSel2QRT90NXH0flxjMUTZ5NI0eItwW8k0ScbSYslxocCaVgXp38Of&#10;VbDbn/G+HQ8u5f9kfQnHgf5ON1qpfq9dfoEI1IZ3+NXeGgWjNIXnmXgE5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adORxQAAANwAAAAPAAAAAAAAAAAAAAAAAJgCAABkcnMv&#10;ZG93bnJldi54bWxQSwUGAAAAAAQABAD1AAAAigMAAAAA&#10;" fillcolor="white [3212]" strokecolor="black [3213]" strokeweight="2.25pt"/>
                    <v:line id="Connecteur droit 523" o:spid="_x0000_s1049"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8hidsYAAADcAAAADwAAAGRycy9kb3ducmV2LnhtbESPQWvCQBSE74X+h+UVvNWNKRqJrhIK&#10;QtVTbcXrI/tM0mbfht1tjP31XaHgcZiZb5jlejCt6Mn5xrKCyTgBQVxa3XCl4PNj8zwH4QOyxtYy&#10;KbiSh/Xq8WGJubYXfqf+ECoRIexzVFCH0OVS+rImg35sO+Lona0zGKJ0ldQOLxFuWpkmyUwabDgu&#10;1NjRa03l9+HHKJiXuy9XZMV2Mj122W+f7mebU6bU6GkoFiACDeEe/m+/aQXT9AVuZ+IRkK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vIYnbGAAAA3AAAAA8AAAAAAAAA&#10;AAAAAAAAoQIAAGRycy9kb3ducmV2LnhtbFBLBQYAAAAABAAEAPkAAACUAwAAAAA=&#10;" strokecolor="black [3213]"/>
                    <v:line id="Connecteur droit 524" o:spid="_x0000_s1050"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G6dsQAAADcAAAADwAAAGRycy9kb3ducmV2LnhtbESP3WoCMRSE7wu+QzgF72q2omJXo7SC&#10;IL0Rfx7gsDndLG5O1iTquk/fCIKXw8x8w8yXra3FlXyoHCv4HGQgiAunKy4VHA/rjymIEJE11o5J&#10;wZ0CLBe9tznm2t14R9d9LEWCcMhRgYmxyaUMhSGLYeAa4uT9OW8xJulLqT3eEtzWcphlE2mx4rRg&#10;sKGVoeK0v1gFdReP3dfPynTZeXTX2+3E+fGvUv339nsGIlIbX+Fne6MVjIcjeJxJR0A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0bp2xAAAANwAAAAPAAAAAAAAAAAA&#10;AAAAAKECAABkcnMvZG93bnJldi54bWxQSwUGAAAAAAQABAD5AAAAkgMAAAAA&#10;" strokecolor="black [3213]"/>
                  </v:group>
                  <v:group id="Groupe 525" o:spid="_x0000_s1051" style="position:absolute;left:49255;top:75269;width:2537;height:2620"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4nJvcQAAADcAAAADwAAAGRycy9kb3ducmV2LnhtbESPQYvCMBSE7wv+h/AE&#10;b2tapYtUo4ioeJCFVUG8PZpnW2xeShPb+u/NwsIeh5n5hlmselOJlhpXWlYQjyMQxJnVJecKLufd&#10;5wyE88gaK8uk4EUOVsvBxwJTbTv+ofbkcxEg7FJUUHhfp1K6rCCDbmxr4uDdbWPQB9nkUjfYBbip&#10;5CSKvqTBksNCgTVtCsoep6dRsO+wW0/jbXt83Dev2zn5vh5jUmo07NdzEJ56/x/+ax+0gmSS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4nJvcQAAADcAAAA&#10;DwAAAAAAAAAAAAAAAACqAgAAZHJzL2Rvd25yZXYueG1sUEsFBgAAAAAEAAQA+gAAAJsDAAAAAA==&#10;">
                    <v:rect id="Rectangle 526" o:spid="_x0000_s1052"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LVksYA&#10;AADcAAAADwAAAGRycy9kb3ducmV2LnhtbESPT4vCMBTE7wt+h/AEL6LpFrZKNYoIiuxhwT/g9Zk8&#10;22LzUpqs1v30m4UFj8PM/IaZLztbizu1vnKs4H2cgCDWzlRcKDgdN6MpCB+QDdaOScGTPCwXvbc5&#10;5sY9eE/3QyhEhLDPUUEZQpNL6XVJFv3YNcTRu7rWYoiyLaRp8RHhtpZpkmTSYsVxocSG1iXp2+Hb&#10;Kvjan/G5y4aX6meyuYTjUH+mW63UoN+tZiACdeEV/m/vjIKPNIO/M/EI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FLVksYAAADcAAAADwAAAAAAAAAAAAAAAACYAgAAZHJz&#10;L2Rvd25yZXYueG1sUEsFBgAAAAAEAAQA9QAAAIsDAAAAAA==&#10;" fillcolor="white [3212]" strokecolor="black [3213]" strokeweight="2.25pt"/>
                    <v:line id="Connecteur droit 527" o:spid="_x0000_s1053"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NkdcUAAADcAAAADwAAAGRycy9kb3ducmV2LnhtbESPQWvCQBSE74L/YXlCb3VjQCOpqwRB&#10;0HqqWnp9ZF+TtNm3YXeNaX+9Wyh4HGbmG2a1GUwrenK+saxgNk1AEJdWN1wpuJx3z0sQPiBrbC2T&#10;gh/ysFmPRyvMtb3xG/WnUIkIYZ+jgjqELpfSlzUZ9FPbEUfv0zqDIUpXSe3wFuGmlWmSLKTBhuNC&#10;jR1tayq/T1ejYFm+frkiKw6z+XuX/fbpcbH7yJR6mgzFC4hAQ3iE/9t7rWCeZvB3Jh4Bub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PNkdcUAAADcAAAADwAAAAAAAAAA&#10;AAAAAAChAgAAZHJzL2Rvd25yZXYueG1sUEsFBgAAAAAEAAQA+QAAAJMDAAAAAA==&#10;" strokecolor="black [3213]"/>
                    <v:line id="Connecteur droit 528" o:spid="_x0000_s1054"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Jywc8EAAADcAAAADwAAAGRycy9kb3ducmV2LnhtbERPy4rCMBTdD/gP4QqzG1NlFK1GmREG&#10;xI34+IBLc22KzU1NMlr79WYhuDyc92LV2lrcyIfKsYLhIANBXDhdcangdPz7moIIEVlj7ZgUPCjA&#10;atn7WGCu3Z33dDvEUqQQDjkqMDE2uZShMGQxDFxDnLiz8xZjgr6U2uM9hdtajrJsIi1WnBoMNrQ2&#10;VFwO/1ZB3cVTN/tdmy67fj/0bjdxfrxV6rPf/sxBRGrjW/xyb7SC8SitTWfSEZDL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YnLBzwQAAANwAAAAPAAAAAAAAAAAAAAAA&#10;AKECAABkcnMvZG93bnJldi54bWxQSwUGAAAAAAQABAD5AAAAjwMAAAAA&#10;" strokecolor="black [3213]"/>
                  </v:group>
                </v:group>
                <v:rect id="Rectangle 113" o:spid="_x0000_s1055" style="position:absolute;left:30753;top:43905;width:5095;height:29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t38MA&#10;AADcAAAADwAAAGRycy9kb3ducmV2LnhtbERPTWvCQBC9C/0PyxR6040tVIlZpQkIepJaW+JtyE6T&#10;0Ozskt1o/PfdgtDbPN7nZJvRdOJCvW8tK5jPEhDEldUt1wpOH9vpEoQPyBo7y6TgRh4264dJhqm2&#10;V36nyzHUIoawT1FBE4JLpfRVQwb9zDriyH3b3mCIsK+l7vEaw00nn5PkVRpsOTY06KhoqPo5DkbB&#10;+TPfH8Yvt6iG/FYvc1fa4lQq9fQ4vq1ABBrDv/ju3uk4f/4Cf8/EC+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t38MAAADcAAAADwAAAAAAAAAAAAAAAACYAgAAZHJzL2Rv&#10;d25yZXYueG1sUEsFBgAAAAAEAAQA9QAAAIgDAAAAAA==&#10;" fillcolor="white [3212]" strokecolor="black [3213]" strokeweight="2pt">
                  <v:textbox inset="1.71075mm,.85542mm,1.71075mm,.85542mm"/>
                </v:rect>
                <v:group id="Groupe 534" o:spid="_x0000_s1056" style="position:absolute;left:52861;top:9096;width:2715;height:10912" coordorigin="78479,13504" coordsize="4031,16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Rz6+8UAAADcAAAADwAAAGRycy9kb3ducmV2LnhtbESPT4vCMBTE78J+h/CE&#10;vWna9Q9LNYqIu+xBBHVBvD2aZ1tsXkoT2/rtjSB4HGbmN8x82ZlSNFS7wrKCeBiBIE6tLjhT8H/8&#10;GXyDcB5ZY2mZFNzJwXLx0Ztjom3Le2oOPhMBwi5BBbn3VSKlS3My6Ia2Ig7exdYGfZB1JnWNbYCb&#10;Un5F0VQaLDgs5FjROqf0ergZBb8ttqtRvGm218v6fj5OdqdtTEp99rvVDISnzr/Dr/afVjAZje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Ec+vvFAAAA3AAA&#10;AA8AAAAAAAAAAAAAAAAAqgIAAGRycy9kb3ducmV2LnhtbFBLBQYAAAAABAAEAPoAAACcAwAAAAA=&#10;">
                  <v:group id="Groupe 84" o:spid="_x0000_s1057" style="position:absolute;left:79630;top:13504;width:2880;height:16200" coordorigin="128015"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xRnsQAAADbAAAADwAAAGRycy9kb3ducmV2LnhtbESPQYvCMBSE78L+h/CE&#10;vWnaXV2kGkXEXTyIoC6It0fzbIvNS2liW/+9EQSPw8x8w8wWnSlFQ7UrLCuIhxEI4tTqgjMF/8ff&#10;wQSE88gaS8uk4E4OFvOP3gwTbVveU3PwmQgQdgkqyL2vEildmpNBN7QVcfAutjbog6wzqWtsA9yU&#10;8iuKfqTBgsNCjhWtckqvh5tR8Ndiu/yO1832elndz8fx7rSNSanPfrecgvDU+Xf41d5oBZMR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gxRnsQAAADbAAAA&#10;DwAAAAAAAAAAAAAAAACqAgAAZHJzL2Rvd25yZXYueG1sUEsFBgAAAAAEAAQA+gAAAJsDAAAAAA==&#10;">
                    <v:line id="Connecteur droit 85" o:spid="_x0000_s1058" style="position:absolute;visibility:visible;mso-wrap-style:square" from="129429,0" to="129429,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j4+8IAAADbAAAADwAAAGRycy9kb3ducmV2LnhtbESPQYvCMBSE78L+h/CEvWnqwqp0jbII&#10;BUFWsXrw+GieTbF5KU2s3X9vBMHjMDPfMItVb2vRUesrxwom4wQEceF0xaWC0zEbzUH4gKyxdkwK&#10;/snDavkxWGCq3Z0P1OWhFBHCPkUFJoQmldIXhiz6sWuIo3dxrcUQZVtK3eI9wm0tv5JkKi1WHBcM&#10;NrQ2VFzzm1VQnknb7Wmzn3V/3eW6X2fJzmRKfQ773x8QgfrwDr/aG61g/g3PL/EH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Wj4+8IAAADbAAAADwAAAAAAAAAAAAAA&#10;AAChAgAAZHJzL2Rvd25yZXYueG1sUEsFBgAAAAAEAAQA+QAAAJADAAAAAA==&#10;" strokecolor="black [3213]" strokeweight="2.25pt"/>
                    <v:line id="Connecteur droit 86" o:spid="_x0000_s1059" style="position:absolute;visibility:visible;mso-wrap-style:square" from="128015,0" to="1310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pmjMIAAADbAAAADwAAAGRycy9kb3ducmV2LnhtbESPQYvCMBSE78L+h/CEvWnqHlS6RlmE&#10;QkFWWfXg8dE8m2LzUprY1n9vBGGPw8x8w6w2g61FR62vHCuYTRMQxIXTFZcKzqdssgThA7LG2jEp&#10;eJCHzfpjtMJUu57/qDuGUkQI+xQVmBCaVEpfGLLop64hjt7VtRZDlG0pdYt9hNtafiXJXFqsOC4Y&#10;bGhrqLgd71ZBeSFtd+f8sOh+u+vtsM2SvcmU+hwPP98gAg3hP/xu51rBcg6vL/EHyPU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bpmjMIAAADbAAAADwAAAAAAAAAAAAAA&#10;AAChAgAAZHJzL2Rvd25yZXYueG1sUEsFBgAAAAAEAAQA+QAAAJADAAAAAA==&#10;" strokecolor="black [3213]" strokeweight="2.25pt"/>
                    <v:line id="Connecteur droit 87" o:spid="_x0000_s1060" style="position:absolute;visibility:visible;mso-wrap-style:square" from="128015,8730" to="131032,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bDF8IAAADbAAAADwAAAGRycy9kb3ducmV2LnhtbESPzarCMBSE9xd8h3AEd9dUFyrVKCIU&#10;hIuKPwuXh+bYFJuT0uTW+vZGEFwOM/MNs1h1thItNb50rGA0TEAQ506XXCi4nLPfGQgfkDVWjknB&#10;kzyslr2fBabaPfhI7SkUIkLYp6jAhFCnUvrckEU/dDVx9G6usRiibAqpG3xEuK3kOEkm0mLJccFg&#10;TRtD+f30bxUUV9L277I9TNtde7sfNlmyN5lSg363noMI1IVv+NPeagWzKby/xB8gl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bDF8IAAADbAAAADwAAAAAAAAAAAAAA&#10;AAChAgAAZHJzL2Rvd25yZXYueG1sUEsFBgAAAAAEAAQA+QAAAJADAAAAAA==&#10;" strokecolor="black [3213]" strokeweight="2.25pt"/>
                  </v:group>
                  <v:group id="Groupe 454" o:spid="_x0000_s1061" style="position:absolute;left:78479;top:15056;width:2538;height:2620"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iIQxsUAAADcAAAADwAAAGRycy9kb3ducmV2LnhtbESPQYvCMBSE78L+h/CE&#10;vWnaXZWlGkXEXTyIoC6It0fzbIvNS2liW/+9EQSPw8x8w8wWnSlFQ7UrLCuIhxEI4tTqgjMF/8ff&#10;wQ8I55E1lpZJwZ0cLOYfvRkm2ra8p+bgMxEg7BJUkHtfJVK6NCeDbmgr4uBdbG3QB1lnUtfYBrgp&#10;5VcUTaTBgsNCjhWtckqvh5tR8Ndiu/yO1832elndz8fx7rSNSanPfrecgvDU+Xf41d5oBaPxC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oiEMbFAAAA3AAA&#10;AA8AAAAAAAAAAAAAAAAAqgIAAGRycy9kb3ducmV2LnhtbFBLBQYAAAAABAAEAPoAAACcAwAAAAA=&#10;">
                    <v:rect id="Rectangle 455" o:spid="_x0000_s1062"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c3BcUA&#10;AADcAAAADwAAAGRycy9kb3ducmV2LnhtbESPT4vCMBTE74LfITzBi6ypsrpL1ygiuIgHwT+w12fy&#10;ti02L6WJWv30RhA8DjPzG2Yya2wpLlT7wrGCQT8BQaydKThTcNgvP75B+IBssHRMCm7kYTZttyaY&#10;GnflLV12IRMRwj5FBXkIVSql1zlZ9H1XEUfv39UWQ5R1Jk2N1wi3pRwmyVhaLDgu5FjRIid92p2t&#10;gs32D2+rce9Y3L+Wx7Dv6fXwVyvV7TTzHxCBmvAOv9oro+BzNILnmXgE5PQ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ZzcFxQAAANwAAAAPAAAAAAAAAAAAAAAAAJgCAABkcnMv&#10;ZG93bnJldi54bWxQSwUGAAAAAAQABAD1AAAAigMAAAAA&#10;" fillcolor="white [3212]" strokecolor="black [3213]" strokeweight="2.25pt"/>
                    <v:line id="Connecteur droit 456" o:spid="_x0000_s1063"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i9DsYAAADcAAAADwAAAGRycy9kb3ducmV2LnhtbESPT2vCQBTE7wW/w/KE3upGqYlEVwmC&#10;0D+n2orXR/aZRLNvw+4a0376bqHgcZiZ3zCrzWBa0ZPzjWUF00kCgri0uuFKwdfn7mkBwgdkja1l&#10;UvBNHjbr0cMKc21v/EH9PlQiQtjnqKAOocul9GVNBv3EdsTRO1lnMETpKqkd3iLctHKWJKk02HBc&#10;qLGjbU3lZX81Chbl29kVWfE6nR+67Kefvae7Y6bU43goliACDeEe/m+/aAXP8xT+zsQjIN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VYvQ7GAAAA3AAAAA8AAAAAAAAA&#10;AAAAAAAAoQIAAGRycy9kb3ducmV2LnhtbFBLBQYAAAAABAAEAPkAAACUAwAAAAA=&#10;" strokecolor="black [3213]"/>
                    <v:line id="Connecteur droit 457" o:spid="_x0000_s1064"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Y4cQAAADcAAAADwAAAGRycy9kb3ducmV2LnhtbESP0WoCMRRE3wX/IVzBt5pV1LZbo6gg&#10;FF+k1g+4bG43Szc3axJ13a9vhIKPw8ycYRar1tbiSj5UjhWMRxkI4sLpiksFp+/dyxuIEJE11o5J&#10;wZ0CrJb93gJz7W78RddjLEWCcMhRgYmxyaUMhSGLYeQa4uT9OG8xJulLqT3eEtzWcpJlc2mx4rRg&#10;sKGtoeL3eLEK6i6euvfN1nTZeXrXh8Pc+dleqeGgXX+AiNTGZ/i//akVTGev8DiTj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5FjhxAAAANwAAAAPAAAAAAAAAAAA&#10;AAAAAKECAABkcnMvZG93bnJldi54bWxQSwUGAAAAAAQABAD5AAAAkgMAAAAA&#10;" strokecolor="black [3213]"/>
                  </v:group>
                  <v:group id="Groupe 458" o:spid="_x0000_s1065" style="position:absolute;left:78479;top:25202;width:2538;height:2620"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28aw8MAAADcAAAADwAAAGRycy9kb3ducmV2LnhtbERPTWvCQBC9F/wPywi9&#10;1U20FoluQpBaepBCVRBvQ3ZMQrKzIbtN4r/vHgo9Pt73LptMKwbqXW1ZQbyIQBAXVtdcKricDy8b&#10;EM4ja2wtk4IHOcjS2dMOE21H/qbh5EsRQtglqKDyvkukdEVFBt3CdsSBu9veoA+wL6XucQzhppXL&#10;KHqTBmsODRV2tK+oaE4/RsHHiGO+it+HY3PfP27n9df1GJNSz/Mp34LwNPl/8Z/7Uyt4XY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LbxrDwwAAANwAAAAP&#10;AAAAAAAAAAAAAAAAAKoCAABkcnMvZG93bnJldi54bWxQSwUGAAAAAAQABAD6AAAAmgMAAAAA&#10;">
                    <v:rect id="Rectangle 459" o:spid="_x0000_s1066"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o9AMYA&#10;AADcAAAADwAAAGRycy9kb3ducmV2LnhtbESPQWsCMRSE70L/Q3gFL1KzFd22q1GKoIgHQS30+kxe&#10;dxc3L8sm6uqvN4LQ4zAz3zCTWWsrcabGl44VvPcTEMTamZJzBT/7xdsnCB+QDVaOScGVPMymL50J&#10;ZsZdeEvnXchFhLDPUEERQp1J6XVBFn3f1cTR+3ONxRBlk0vT4CXCbSUHSZJKiyXHhQJrmhekj7uT&#10;VbDZ/uJ1lfYO5e1jcQj7nl4Pllqp7mv7PQYRqA3/4Wd7ZRQMR1/wOBOPgJz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yo9AMYAAADcAAAADwAAAAAAAAAAAAAAAACYAgAAZHJz&#10;L2Rvd25yZXYueG1sUEsFBgAAAAAEAAQA9QAAAIsDAAAAAA==&#10;" fillcolor="white [3212]" strokecolor="black [3213]" strokeweight="2.25pt"/>
                    <v:line id="Connecteur droit 460" o:spid="_x0000_s1067"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FKXMMAAADcAAAADwAAAGRycy9kb3ducmV2LnhtbERPz2vCMBS+D/wfwhO8zVTZWumMUgRh&#10;utPUseujeWurzUtJYq3765fDwOPH93u5HkwrenK+saxgNk1AEJdWN1wpOB23zwsQPiBrbC2Tgjt5&#10;WK9GT0vMtb3xJ/WHUIkYwj5HBXUIXS6lL2sy6Ke2I47cj3UGQ4SuktrhLYabVs6TJJUGG44NNXa0&#10;qam8HK5GwaLcn12RFbvZ61eX/fbzj3T7nSk1GQ/FG4hAQ3iI/93vWsFLGufHM/EI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uRSlzDAAAA3AAAAA8AAAAAAAAAAAAA&#10;AAAAoQIAAGRycy9kb3ducmV2LnhtbFBLBQYAAAAABAAEAPkAAACRAwAAAAA=&#10;" strokecolor="black [3213]"/>
                    <v:line id="Connecteur droit 461" o:spid="_x0000_s1068"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2vs8UAAADcAAAADwAAAGRycy9kb3ducmV2LnhtbESPUWvCMBSF3wf+h3AHvs1UcWXrTMsm&#10;CGMvMvUHXJq7pqy5qUnU2l+/CMIeD+ec73BW1WA7cSYfWscK5rMMBHHtdMuNgsN+8/QCIkRkjZ1j&#10;UnClAFU5eVhhod2Fv+m8i41IEA4FKjAx9oWUoTZkMcxcT5y8H+ctxiR9I7XHS4LbTi6yLJcWW04L&#10;BntaG6p/dyeroBvjYXz9WJsxOy6vervNnX/+Umr6OLy/gYg0xP/wvf2pFSzzOdzOpCMg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S2vs8UAAADcAAAADwAAAAAAAAAA&#10;AAAAAAChAgAAZHJzL2Rvd25yZXYueG1sUEsFBgAAAAAEAAQA+QAAAJMDAAAAAA==&#10;" strokecolor="black [3213]"/>
                  </v:group>
                </v:group>
                <v:rect id="Rectangle 111" o:spid="_x0000_s1069" style="position:absolute;left:52369;top:12970;width:4493;height:29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qWM8IA&#10;AADcAAAADwAAAGRycy9kb3ducmV2LnhtbERPS4vCMBC+C/6HMMLeNO0eVukaxQoLelp8LXobmrEt&#10;NpPQRK3/fiMI3ubje8503plG3Kj1tWUF6SgBQVxYXXOpYL/7GU5A+ICssbFMCh7kYT7r96aYaXvn&#10;Dd22oRQxhH2GCqoQXCalLyoy6EfWEUfubFuDIcK2lLrFeww3jfxMki9psObYUKGjZUXFZXs1Ck6H&#10;fP3b/blxcc0f5SR3R7vcH5X6GHSLbxCBuvAWv9wrHeenKTyfiRfI2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apYzwgAAANwAAAAPAAAAAAAAAAAAAAAAAJgCAABkcnMvZG93&#10;bnJldi54bWxQSwUGAAAAAAQABAD1AAAAhwMAAAAA&#10;" fillcolor="white [3212]" strokecolor="black [3213]" strokeweight="2pt">
                  <v:textbox inset="1.71075mm,.85542mm,1.71075mm,.85542mm"/>
                </v:rect>
                <v:group id="Groupe 423" o:spid="_x0000_s1070" style="position:absolute;left:30753;top:4573;width:5095;height:19884" coordorigin="45657,6790" coordsize="7564,29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37z8YAAADcAAAADwAAAGRycy9kb3ducmV2LnhtbESPT2vCQBTE7wW/w/IK&#10;vdXNH1skdQ0itngQoSqU3h7ZZxKSfRuy2yR++25B6HGYmd8wq3wyrRiod7VlBfE8AkFcWF1zqeBy&#10;fn9egnAeWWNrmRTcyEG+nj2sMNN25E8aTr4UAcIuQwWV910mpSsqMujmtiMO3tX2Bn2QfSl1j2OA&#10;m1YmUfQqDdYcFirsaFtR0Zx+jIKPEcdNGu+GQ3Pd3r7PL8evQ0xKPT1OmzcQnib/H76391rBIkn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zfvPxgAAANwA&#10;AAAPAAAAAAAAAAAAAAAAAKoCAABkcnMvZG93bnJldi54bWxQSwUGAAAAAAQABAD6AAAAnQMAAAAA&#10;">
                  <v:group id="Groupe 285" o:spid="_x0000_s1071" style="position:absolute;left:46845;top:6790;width:6377;height:29520" coordorigin="46845,6790" coordsize="6377,29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RVvixgAAANwA&#10;AAAPAAAAAAAAAAAAAAAAAKoCAABkcnMvZG93bnJldi54bWxQSwUGAAAAAAQABAD6AAAAnQMAAAAA&#10;">
                    <v:group id="Groupe 71" o:spid="_x0000_s1072" style="position:absolute;left:46845;top:6790;width:2880;height:29520" coordorigin="128015"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line id="Connecteur droit 72" o:spid="_x0000_s1073" style="position:absolute;visibility:visible;mso-wrap-style:square" from="129429,0" to="129429,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1QQqMMAAADbAAAADwAAAGRycy9kb3ducmV2LnhtbESPQWvCQBSE7wX/w/KE3upGD02JrkEC&#10;AaG00tRDj4/sMxvMvg3ZNcZ/7xYEj8PMfMNs8sl2YqTBt44VLBcJCOLa6ZYbBcff8u0DhA/IGjvH&#10;pOBGHvLt7GWDmXZX/qGxCo2IEPYZKjAh9JmUvjZk0S9cTxy9kxsshiiHRuoBrxFuO7lKkndpseW4&#10;YLCnwlB9ri5WQfNH2n4e94d0/BpP50NRJt+mVOp1Pu3WIAJN4Rl+tPdaQbqC/y/xB8jt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NUEKjDAAAA2wAAAA8AAAAAAAAAAAAA&#10;AAAAoQIAAGRycy9kb3ducmV2LnhtbFBLBQYAAAAABAAEAPkAAACRAwAAAAA=&#10;" strokecolor="black [3213]" strokeweight="2.25pt"/>
                      <v:line id="Connecteur droit 73" o:spid="_x0000_s1074" style="position:absolute;visibility:visible;mso-wrap-style:square" from="128015,0" to="1310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i1M8IAAADbAAAADwAAAGRycy9kb3ducmV2LnhtbESPQYvCMBSE7wv+h/AEb2uqgi7VKCIU&#10;BFlF14PHR/Nsis1LaWKt/34jCB6HmfmGWaw6W4mWGl86VjAaJiCIc6dLLhSc/7LvHxA+IGusHJOC&#10;J3lYLXtfC0y1e/CR2lMoRISwT1GBCaFOpfS5IYt+6Gri6F1dYzFE2RRSN/iIcFvJcZJMpcWS44LB&#10;mjaG8tvpbhUUF9J2d94eZu1ve70dNlmyN5lSg363noMI1IVP+N3eagWzCby+xB8g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Bi1M8IAAADbAAAADwAAAAAAAAAAAAAA&#10;AAChAgAAZHJzL2Rvd25yZXYueG1sUEsFBgAAAAAEAAQA+QAAAJADAAAAAA==&#10;" strokecolor="black [3213]" strokeweight="2.25pt"/>
                      <v:line id="Connecteur droit 74" o:spid="_x0000_s1075" style="position:absolute;visibility:visible;mso-wrap-style:square" from="128015,8730" to="131032,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tR8IAAADbAAAADwAAAGRycy9kb3ducmV2LnhtbESPQYvCMBSE7wv+h/AEb2uqiC7VKCIU&#10;BFlF14PHR/Nsis1LaWKt/34jCB6HmfmGWaw6W4mWGl86VjAaJiCIc6dLLhSc/7LvHxA+IGusHJOC&#10;J3lYLXtfC0y1e/CR2lMoRISwT1GBCaFOpfS5IYt+6Gri6F1dYzFE2RRSN/iIcFvJcZJMpcWS44LB&#10;mjaG8tvpbhUUF9J2d94eZu1ve70dNlmyN5lSg363noMI1IVP+N3eagWzCby+xB8g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EtR8IAAADbAAAADwAAAAAAAAAAAAAA&#10;AAChAgAAZHJzL2Rvd25yZXYueG1sUEsFBgAAAAAEAAQA+QAAAJADAAAAAA==&#10;" strokecolor="black [3213]" strokeweight="2.25pt"/>
                    </v:group>
                    <v:group id="Groupe 114" o:spid="_x0000_s1076" style="position:absolute;left:50342;top:14021;width:2880;height:15012" coordorigin="128015"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v:line id="Connecteur droit 115" o:spid="_x0000_s1077" style="position:absolute;visibility:visible;mso-wrap-style:square" from="129429,0" to="129429,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g0lsAAAADcAAAADwAAAGRycy9kb3ducmV2LnhtbERPTYvCMBC9C/6HMII3TRV0pRpFhIKw&#10;uLLqwePQjE2xmZQmW+u/3wiCt3m8z1ltOluJlhpfOlYwGScgiHOnSy4UXM7ZaAHCB2SNlWNS8CQP&#10;m3W/t8JUuwf/UnsKhYgh7FNUYEKoUyl9bsiiH7uaOHI311gMETaF1A0+Yrit5DRJ5tJiybHBYE07&#10;Q/n99GcVFFfS9vuyP361h/Z2P+6y5MdkSg0H3XYJIlAXPuK3e6/j/MkMXs/EC+T6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n4NJbAAAAA3AAAAA8AAAAAAAAAAAAAAAAA&#10;oQIAAGRycy9kb3ducmV2LnhtbFBLBQYAAAAABAAEAPkAAACOAwAAAAA=&#10;" strokecolor="black [3213]" strokeweight="2.25pt"/>
                      <v:line id="Connecteur droit 116" o:spid="_x0000_s1078" style="position:absolute;visibility:visible;mso-wrap-style:square" from="128015,0" to="1310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q4cIAAADcAAAADwAAAGRycy9kb3ducmV2LnhtbERPTWvCQBC9F/wPywi9NRs9pCW6iggB&#10;oVSpzaHHITtmg9nZkF2T9N+7BcHbPN7nrLeTbcVAvW8cK1gkKQjiyumGawXlT/H2AcIHZI2tY1Lw&#10;Rx62m9nLGnPtRv6m4RxqEUPY56jAhNDlUvrKkEWfuI44chfXWwwR9rXUPY4x3LZymaaZtNhwbDDY&#10;0d5QdT3frIL6l7T9LA+n9+FruFxP+yI9mkKp1/m0W4EINIWn+OE+6Dh/kcH/M/ECub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qq4cIAAADcAAAADwAAAAAAAAAAAAAA&#10;AAChAgAAZHJzL2Rvd25yZXYueG1sUEsFBgAAAAAEAAQA+QAAAJADAAAAAA==&#10;" strokecolor="black [3213]" strokeweight="2.25pt"/>
                      <v:line id="Connecteur droit 117" o:spid="_x0000_s1079" style="position:absolute;visibility:visible;mso-wrap-style:square" from="128015,8730" to="131032,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YPesIAAADcAAAADwAAAGRycy9kb3ducmV2LnhtbERPTWvCQBC9F/wPywjemo09qKSuUoSA&#10;IDaoOXgcsmM2mJ0N2W2S/vtuodDbPN7nbPeTbcVAvW8cK1gmKQjiyumGawXlLX/dgPABWWPrmBR8&#10;k4f9bvayxUy7kS80XEMtYgj7DBWYELpMSl8ZsugT1xFH7uF6iyHCvpa6xzGG21a+pelKWmw4Nhjs&#10;6GCoel6/rIL6TtqeymOxHs7D41kc8vTT5Eot5tPHO4hAU/gX/7mPOs5fruH3mXiB3P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mYPesIAAADcAAAADwAAAAAAAAAAAAAA&#10;AAChAgAAZHJzL2Rvd25yZXYueG1sUEsFBgAAAAAEAAQA+QAAAJADAAAAAA==&#10;" strokecolor="black [3213]" strokeweight="2.25pt"/>
                    </v:group>
                    <v:line id="Connecteur droit 118" o:spid="_x0000_s1080" style="position:absolute;visibility:visible;mso-wrap-style:square" from="48195,16243" to="51795,16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bCMQAAADcAAAADwAAAGRycy9kb3ducmV2LnhtbESPQWvCQBCF74X+h2UK3upGDyqpqxQh&#10;IIgVrYceh+yYDWZnQ3aN8d87h4K3Gd6b975ZrgffqJ66WAc2MBlnoIjLYGuuDJx/i88FqJiQLTaB&#10;ycCDIqxX729LzG2485H6U6qUhHDM0YBLqc21jqUjj3EcWmLRLqHzmGTtKm07vEu4b/Q0y2baY83S&#10;4LCljaPyerp5A9UfWb87bw/zft9frodNkf24wpjRx/D9BSrRkF7m/+utFfyJ0MozMoFeP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ZsIxAAAANwAAAAPAAAAAAAAAAAA&#10;AAAAAKECAABkcnMvZG93bnJldi54bWxQSwUGAAAAAAQABAD5AAAAkgMAAAAA&#10;" strokecolor="black [3213]" strokeweight="2.25pt"/>
                    <v:line id="Connecteur droit 119" o:spid="_x0000_s1081" style="position:absolute;visibility:visible;mso-wrap-style:square" from="48299,27109" to="51899,27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U+k8EAAADcAAAADwAAAGRycy9kb3ducmV2LnhtbERPTYvCMBC9C/6HMII3TfWgazWKCAVh&#10;cWXVg8ehGZtiMylNttZ/vxEEb/N4n7PadLYSLTW+dKxgMk5AEOdOl1wouJyz0RcIH5A1Vo5JwZM8&#10;bNb93gpT7R78S+0pFCKGsE9RgQmhTqX0uSGLfuxq4sjdXGMxRNgUUjf4iOG2ktMkmUmLJccGgzXt&#10;DOX3059VUFxJ2+/L/jhvD+3tftxlyY/JlBoOuu0SRKAufMRv917H+ZMFvJ6JF8j1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tT6TwQAAANwAAAAPAAAAAAAAAAAAAAAA&#10;AKECAABkcnMvZG93bnJldi54bWxQSwUGAAAAAAQABAD5AAAAjwMAAAAA&#10;" strokecolor="black [3213]" strokeweight="2.25pt"/>
                  </v:group>
                  <v:group id="Groupe 395" o:spid="_x0000_s1082" style="position:absolute;left:45657;top:10789;width:2538;height:2621"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n3CosYAAADcAAAADwAAAGRycy9kb3ducmV2LnhtbESPQWvCQBSE7wX/w/IK&#10;3ppNlJSaZhWRKh5CoSqU3h7ZZxLMvg3ZbRL/fbdQ6HGYmW+YfDOZVgzUu8aygiSKQRCXVjdcKbic&#10;908vIJxH1thaJgV3crBZzx5yzLQd+YOGk69EgLDLUEHtfZdJ6cqaDLrIdsTBu9reoA+yr6TucQxw&#10;08pFHD9Lgw2HhRo72tVU3k7fRsFhxHG7TN6G4nbd3b/O6ftnkZBS88dp+wrC0+T/w3/to1awXKX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fcKixgAAANwA&#10;AAAPAAAAAAAAAAAAAAAAAKoCAABkcnMvZG93bnJldi54bWxQSwUGAAAAAAQABAD6AAAAnQMAAAAA&#10;">
                    <v:rect id="Rectangle 396" o:spid="_x0000_s1083"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bejcYA&#10;AADcAAAADwAAAGRycy9kb3ducmV2LnhtbESPT4vCMBTE78J+h/AWvMiarkJ1u0ZZBEX2IPgH9vpM&#10;nm2xeSlN1Oqn3wiCx2FmfsNMZq2txIUaXzpW8NlPQBBrZ0rOFex3i48xCB+QDVaOScGNPMymb50J&#10;ZsZdeUOXbchFhLDPUEERQp1J6XVBFn3f1cTRO7rGYoiyyaVp8BrhtpKDJEmlxZLjQoE1zQvSp+3Z&#10;Klhv/vC2SnuH8j5aHMKup38HS61U9739+QYRqA2v8LO9MgqGXyk8zsQjI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abejcYAAADcAAAADwAAAAAAAAAAAAAAAACYAgAAZHJz&#10;L2Rvd25yZXYueG1sUEsFBgAAAAAEAAQA9QAAAIsDAAAAAA==&#10;" fillcolor="white [3212]" strokecolor="black [3213]" strokeweight="2.25pt"/>
                    <v:line id="Connecteur droit 397" o:spid="_x0000_s1084"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dvasYAAADcAAAADwAAAGRycy9kb3ducmV2LnhtbESPT2vCQBTE74V+h+UVeqsblRpNXSUI&#10;grYn/+H1kX1Notm3YXcb0376bqHgcZiZ3zDzZW8a0ZHztWUFw0ECgriwuuZSwfGwfpmC8AFZY2OZ&#10;FHyTh+Xi8WGOmbY33lG3D6WIEPYZKqhCaDMpfVGRQT+wLXH0Pq0zGKJ0pdQObxFuGjlKkok0WHNc&#10;qLClVUXFdf9lFEyL94vL03w7fD216U83+pisz6lSz099/gYiUB/u4f/2RisYz1L4OxOPgFz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Hb2rGAAAA3AAAAA8AAAAAAAAA&#10;AAAAAAAAoQIAAGRycy9kb3ducmV2LnhtbFBLBQYAAAAABAAEAPkAAACUAwAAAAA=&#10;" strokecolor="black [3213]"/>
                    <v:line id="Connecteur droit 398" o:spid="_x0000_s1085"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i7bMIAAADcAAAADwAAAGRycy9kb3ducmV2LnhtbERP3WrCMBS+H+wdwhnsbqZzrmg1ihME&#10;8Ub8eYBDc2yKzUmXZFr79OZC2OXH9z9bdLYRV/Khdqzgc5CBIC6drrlScDquP8YgQkTW2DgmBXcK&#10;sJi/vsyw0O7Ge7oeYiVSCIcCFZgY20LKUBqyGAauJU7c2XmLMUFfSe3xlsJtI4dZlkuLNacGgy2t&#10;DJWXw59V0PTx1E9+VqbPfkd3vdvlzn9vlXp/65ZTEJG6+C9+ujdawdckrU1n0hG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Wi7bMIAAADcAAAADwAAAAAAAAAAAAAA&#10;AAChAgAAZHJzL2Rvd25yZXYueG1sUEsFBgAAAAAEAAQA+QAAAJADAAAAAA==&#10;" strokecolor="black [3213]"/>
                  </v:group>
                  <v:group id="Groupe 419" o:spid="_x0000_s1086" style="position:absolute;left:45657;top:29624;width:2538;height:2620"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kkGmMYAAADcAAAADwAAAGRycy9kb3ducmV2LnhtbESPT2vCQBTE74V+h+UV&#10;vOkm1ZY2zSoiVTyI0FgovT2yL38w+zZk1yR+e7cg9DjMzG+YdDWaRvTUudqygngWgSDOra65VPB9&#10;2k7fQDiPrLGxTAqu5GC1fHxIMdF24C/qM1+KAGGXoILK+zaR0uUVGXQz2xIHr7CdQR9kV0rd4RDg&#10;ppHPUfQqDdYcFipsaVNRfs4uRsFuwGE9jz/7w7nYXH9PL8efQ0xKTZ7G9QcIT6P/D9/be61gEb/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ySQaYxgAAANwA&#10;AAAPAAAAAAAAAAAAAAAAAKoCAABkcnMvZG93bnJldi54bWxQSwUGAAAAAAQABAD6AAAAnQMAAAAA&#10;">
                    <v:rect id="Rectangle 420" o:spid="_x0000_s1087"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bn4MIA&#10;AADcAAAADwAAAGRycy9kb3ducmV2LnhtbERPTYvCMBC9C/sfwizsRTS1iEo1yrLgIh4WrILXMRnb&#10;YjMpTdTqrzeHBY+P971YdbYWN2p95VjBaJiAINbOVFwoOOzXgxkIH5AN1o5JwYM8rJYfvQVmxt15&#10;R7c8FCKGsM9QQRlCk0npdUkW/dA1xJE7u9ZiiLAtpGnxHsNtLdMkmUiLFceGEhv6KUlf8qtV8Lc7&#10;4mMz6Z+q53R9Cvu+3qa/Wqmvz+57DiJQF97if/fGKBincX48E4+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FufgwgAAANwAAAAPAAAAAAAAAAAAAAAAAJgCAABkcnMvZG93&#10;bnJldi54bWxQSwUGAAAAAAQABAD1AAAAhwMAAAAA&#10;" fillcolor="white [3212]" strokecolor="black [3213]" strokeweight="2.25pt"/>
                    <v:line id="Connecteur droit 421" o:spid="_x0000_s1088"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dWB8YAAADcAAAADwAAAGRycy9kb3ducmV2LnhtbESPQWvCQBSE74X+h+UVequbhNZIdJVQ&#10;ENp60ipeH9lnEpt9G3a3Me2v7wpCj8PMfMMsVqPpxEDOt5YVpJMEBHFldcu1gv3n+mkGwgdkjZ1l&#10;UvBDHlbL+7sFFtpeeEvDLtQiQtgXqKAJoS+k9FVDBv3E9sTRO1lnMETpaqkdXiLcdDJLkqk02HJc&#10;aLCn14aqr923UTCrPs6uzMv39OXQ579Dtpmuj7lSjw9jOQcRaAz/4Vv7TSt4zlK4nolH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K3VgfGAAAA3AAAAA8AAAAAAAAA&#10;AAAAAAAAoQIAAGRycy9kb3ducmV2LnhtbFBLBQYAAAAABAAEAPkAAACUAwAAAAA=&#10;" strokecolor="black [3213]"/>
                    <v:line id="Connecteur droit 422" o:spid="_x0000_s1089"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WIBMQAAADcAAAADwAAAGRycy9kb3ducmV2LnhtbESP0WoCMRRE3wX/IVyhb5rtoqJbo1ih&#10;IL5I1Q+4bG43Szc3a5Lqul9vCoU+DjNzhlltOtuIG/lQO1bwOslAEJdO11wpuJw/xgsQISJrbByT&#10;ggcF2KyHgxUW2t35k26nWIkE4VCgAhNjW0gZSkMWw8S1xMn7ct5iTNJXUnu8J7htZJ5lc2mx5rRg&#10;sKWdofL79GMVNH289Mv3nemz6/Shj8e587ODUi+jbvsGIlIX/8N/7b1WMM1z+D2TjoBcP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lYgExAAAANwAAAAPAAAAAAAAAAAA&#10;AAAAAKECAABkcnMvZG93bnJldi54bWxQSwUGAAAAAAQABAD5AAAAkgMAAAAA&#10;" strokecolor="black [3213]"/>
                  </v:group>
                </v:group>
                <v:rect id="Rectangle 108" o:spid="_x0000_s1090" style="position:absolute;left:30194;top:13040;width:4763;height:29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mpc8UA&#10;AADcAAAADwAAAGRycy9kb3ducmV2LnhtbESPT2vCQBDF74V+h2WE3urGHqxEVzFCoZ5K/YfehuyY&#10;BLOzS3bV+O07h4K3Gd6b934zW/SuVTfqYuPZwGiYgSIuvW24MrDbfr1PQMWEbLH1TAYeFGExf32Z&#10;YW79nX/ptkmVkhCOORqoUwq51rGsyWEc+kAs2tl3DpOsXaVth3cJd63+yLKxdtiwNNQYaFVTedlc&#10;nYHTvlj/9IfwWV6LRzUpwtGvdkdj3gb9cgoqUZ+e5v/rbyv4mdDKMzKBn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ialzxQAAANwAAAAPAAAAAAAAAAAAAAAAAJgCAABkcnMv&#10;ZG93bnJldi54bWxQSwUGAAAAAAQABAD1AAAAigMAAAAA&#10;" fillcolor="white [3212]" strokecolor="black [3213]" strokeweight="2pt">
                  <v:textbox inset="1.71075mm,.85542mm,1.71075mm,.85542mm"/>
                </v:rect>
                <v:group id="Groupe 425" o:spid="_x0000_s1091" style="position:absolute;left:16038;top:2863;width:2618;height:23279" coordorigin="23811,4251" coordsize="3887,345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jGIMYAAADcAAAADwAAAGRycy9kb3ducmV2LnhtbESPQWvCQBSE7wX/w/KE&#10;3ppNbFMkZhURKx5CoSqU3h7ZZxLMvg3ZbRL/fbdQ6HGYmW+YfDOZVgzUu8aygiSKQRCXVjdcKbic&#10;356WIJxH1thaJgV3crBZzx5yzLQd+YOGk69EgLDLUEHtfZdJ6cqaDLrIdsTBu9reoA+yr6TucQxw&#10;08pFHL9Kgw2HhRo72tVU3k7fRsFhxHH7nOyH4nbd3b/O6ftnkZBSj/NpuwLhafL/4b/2USt4Wa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9aMYgxgAAANwA&#10;AAAPAAAAAAAAAAAAAAAAAKoCAABkcnMvZG93bnJldi54bWxQSwUGAAAAAAQABAD6AAAAnQMAAAAA&#10;">
                  <v:group id="Groupe 67" o:spid="_x0000_s1092" style="position:absolute;left:23811;top:4251;width:2880;height:34560" coordorigin="128015"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line id="Connecteur droit 68" o:spid="_x0000_s1093" style="position:absolute;visibility:visible;mso-wrap-style:square" from="129429,0" to="129429,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Wxn78AAADbAAAADwAAAGRycy9kb3ducmV2LnhtbERPTYvCMBC9C/6HMII3TfXgSjUVEQqC&#10;qOh62OPQTJtiMylNrN1/vzkIe3y87+1usI3oqfO1YwWLeQKCuHC65krB4zufrUH4gKyxcUwKfsnD&#10;LhuPtphq9+Yb9fdQiRjCPkUFJoQ2ldIXhiz6uWuJI1e6zmKIsKuk7vAdw20jl0mykhZrjg0GWzoY&#10;Kp73l1VQ/ZC2p8fx+tWf+/J5PeTJxeRKTSfDfgMi0BD+xR/3UStYxbHxS/wBMvs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2Wxn78AAADbAAAADwAAAAAAAAAAAAAAAACh&#10;AgAAZHJzL2Rvd25yZXYueG1sUEsFBgAAAAAEAAQA+QAAAI0DAAAAAA==&#10;" strokecolor="black [3213]" strokeweight="2.25pt"/>
                    <v:line id="Connecteur droit 69" o:spid="_x0000_s1094" style="position:absolute;visibility:visible;mso-wrap-style:square" from="128015,0" to="1310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UBMIAAADbAAAADwAAAGRycy9kb3ducmV2LnhtbESPQYvCMBSE74L/ITzBm6Z60LUaRYSC&#10;ILuy6sHjo3k2xealNLF2//1GEDwOM/MNs9p0thItNb50rGAyTkAQ506XXCi4nLPRFwgfkDVWjknB&#10;H3nYrPu9FabaPfmX2lMoRISwT1GBCaFOpfS5IYt+7Gri6N1cYzFE2RRSN/iMcFvJaZLMpMWS44LB&#10;mnaG8vvpYRUUV9L2cNkf5+13e7sfd1nyYzKlhoNuuwQRqAuf8Lu91wpmC3h9iT9Arv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kUBMIAAADbAAAADwAAAAAAAAAAAAAA&#10;AAChAgAAZHJzL2Rvd25yZXYueG1sUEsFBgAAAAAEAAQA+QAAAJADAAAAAA==&#10;" strokecolor="black [3213]" strokeweight="2.25pt"/>
                    <v:line id="Connecteur droit 70" o:spid="_x0000_s1095" style="position:absolute;visibility:visible;mso-wrap-style:square" from="128015,8730" to="131032,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orRMAAAADbAAAADwAAAGRycy9kb3ducmV2LnhtbERPTYvCMBC9C/6HMII3TfWgUk1FhIKw&#10;uKLbwx6HZtoUm0lpsrX++81hYY+P9304jrYVA/W+caxgtUxAEJdON1wrKL7yxQ6ED8gaW8ek4E0e&#10;jtl0csBUuxffaXiEWsQQ9ikqMCF0qZS+NGTRL11HHLnK9RZDhH0tdY+vGG5buU6SjbTYcGww2NHZ&#10;UPl8/FgF9Tdp+1FcbtvhOlTP2zlPPk2u1Hw2nvYgAo3hX/znvmgF27g+fok/QGa/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zKK0TAAAAA2wAAAA8AAAAAAAAAAAAAAAAA&#10;oQIAAGRycy9kb3ducmV2LnhtbFBLBQYAAAAABAAEAPkAAACOAwAAAAA=&#10;" strokecolor="black [3213]" strokeweight="2.25pt"/>
                  </v:group>
                  <v:group id="Groupe 399" o:spid="_x0000_s1096" style="position:absolute;left:25161;top:10916;width:2537;height:2621"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DIp8YAAADcAAAADwAAAGRycy9kb3ducmV2LnhtbESPQWvCQBSE7wX/w/KE&#10;3uomSktN3YQgtvQgQlWQ3h7ZZxKSfRuy2yT++25B6HGYmW+YTTaZVgzUu9qygngRgSAurK65VHA+&#10;vT+9gnAeWWNrmRTcyEGWzh42mGg78hcNR1+KAGGXoILK+y6R0hUVGXQL2xEH72p7gz7IvpS6xzHA&#10;TSuXUfQiDdYcFirsaFtR0Rx/jIKPEcd8Fe+GfXPd3r5Pz4fLPialHudT/gbC0+T/w/f2p1awWq/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fMMinxgAAANwA&#10;AAAPAAAAAAAAAAAAAAAAAKoCAABkcnMvZG93bnJldi54bWxQSwUGAAAAAAQABAD6AAAAnQMAAAAA&#10;">
                    <v:rect id="Rectangle 400" o:spid="_x0000_s1097"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O7gMEA&#10;AADcAAAADwAAAGRycy9kb3ducmV2LnhtbERPy4rCMBTdC/MP4Q64EU0VUalGGQYUcSH4ALfX5NoW&#10;m5vSRK1+vVkILg/nPVs0thR3qn3hWEG/l4Ag1s4UnCk4HpbdCQgfkA2WjknBkzws5j+tGabGPXhH&#10;933IRAxhn6KCPIQqldLrnCz6nquII3dxtcUQYZ1JU+MjhttSDpJkJC0WHBtyrOg/J33d36yC7e6E&#10;z/Wocy5e4+U5HDp6M1hppdq/zd8URKAmfMUf99ooGCZxfjwTj4Ccv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ju4DBAAAA3AAAAA8AAAAAAAAAAAAAAAAAmAIAAGRycy9kb3du&#10;cmV2LnhtbFBLBQYAAAAABAAEAPUAAACGAwAAAAA=&#10;" fillcolor="white [3212]" strokecolor="black [3213]" strokeweight="2.25pt"/>
                    <v:line id="Connecteur droit 401" o:spid="_x0000_s1098"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IKZ8YAAADcAAAADwAAAGRycy9kb3ducmV2LnhtbESPQWvCQBSE7wX/w/KE3uom0hqJrhIE&#10;obYnbYvXR/aZRLNvw+42xv76bkHocZiZb5jlejCt6Mn5xrKCdJKAIC6tbrhS8PmxfZqD8AFZY2uZ&#10;FNzIw3o1elhiru2V99QfQiUihH2OCuoQulxKX9Zk0E9sRxy9k3UGQ5SuktrhNcJNK6dJMpMGG44L&#10;NXa0qam8HL6Ngnn5dnZFVuzSl68u++mn77PtMVPqcTwUCxCBhvAfvrdftYLnJIW/M/EIyN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kCCmfGAAAA3AAAAA8AAAAAAAAA&#10;AAAAAAAAoQIAAGRycy9kb3ducmV2LnhtbFBLBQYAAAAABAAEAPkAAACUAwAAAAA=&#10;" strokecolor="black [3213]"/>
                    <v:line id="Connecteur droit 402" o:spid="_x0000_s1099"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DUZMQAAADcAAAADwAAAGRycy9kb3ducmV2LnhtbESP3WoCMRSE7wu+QzhC72pSsdJujaJC&#10;QXoj/jzAYXO6Wbo5WZOo6z69KRS8HGbmG2a26FwjLhRi7VnD60iBIC69qbnScDx8vbyDiAnZYOOZ&#10;NNwowmI+eJphYfyVd3TZp0pkCMcCNdiU2kLKWFpyGEe+Jc7ejw8OU5ahkibgNcNdI8dKTaXDmvOC&#10;xZbWlsrf/dlpaPp07D9Wa9ur0+RmttupD2/fWj8Pu+UniERdeoT/2xujYaLG8HcmHwE5v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INRkxAAAANwAAAAPAAAAAAAAAAAA&#10;AAAAAKECAABkcnMvZG93bnJldi54bWxQSwUGAAAAAAQABAD5AAAAkgMAAAAA&#10;" strokecolor="black [3213]"/>
                  </v:group>
                  <v:group id="Groupe 415" o:spid="_x0000_s1100" style="position:absolute;left:25161;top:29765;width:2537;height:2620"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wQMncYAAADcAAAADwAAAGRycy9kb3ducmV2LnhtbESPT2vCQBTE74V+h+UV&#10;ejObtFokZhWRtvQQBLUg3h7ZZxLMvg3Zbf58e7dQ6HGYmd8w2WY0jeipc7VlBUkUgyAurK65VPB9&#10;+pgtQTiPrLGxTAomcrBZPz5kmGo78IH6oy9FgLBLUUHlfZtK6YqKDLrItsTBu9rOoA+yK6XucAhw&#10;08iXOH6TBmsOCxW2tKuouB1/jILPAYfta/Le57frbrqcFvtznpBSz0/jdgXC0+j/w3/tL61gniz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zBAydxgAAANwA&#10;AAAPAAAAAAAAAAAAAAAAAKoCAABkcnMvZG93bnJldi54bWxQSwUGAAAAAAQABAD6AAAAnQMAAAAA&#10;">
                    <v:rect id="Rectangle 416" o:spid="_x0000_s1101"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8QssUA&#10;AADcAAAADwAAAGRycy9kb3ducmV2LnhtbESPQYvCMBSE78L+h/AWvIimilSpRlkERTwsqAt7fSbP&#10;tmzzUpqo1V9vFgSPw8x8w8yXra3ElRpfOlYwHCQgiLUzJecKfo7r/hSED8gGK8ek4E4elouPzhwz&#10;4268p+sh5CJC2GeooAihzqT0uiCLfuBq4uidXWMxRNnk0jR4i3BbyVGSpNJiyXGhwJpWBem/w8Uq&#10;+N7/4n2b9k7lY7I+hWNP70YbrVT3s/2agQjUhnf41d4aBeNhCv9n4hGQi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3xCyxQAAANwAAAAPAAAAAAAAAAAAAAAAAJgCAABkcnMv&#10;ZG93bnJldi54bWxQSwUGAAAAAAQABAD1AAAAigMAAAAA&#10;" fillcolor="white [3212]" strokecolor="black [3213]" strokeweight="2.25pt"/>
                    <v:line id="Connecteur droit 417" o:spid="_x0000_s1102"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hVcYAAADcAAAADwAAAGRycy9kb3ducmV2LnhtbESPQWvCQBSE7wX/w/KE3uom0hqJrhIE&#10;obYnbYvXR/aZRLNvw+42xv76bkHocZiZb5jlejCt6Mn5xrKCdJKAIC6tbrhS8PmxfZqD8AFZY2uZ&#10;FNzIw3o1elhiru2V99QfQiUihH2OCuoQulxKX9Zk0E9sRxy9k3UGQ5SuktrhNcJNK6dJMpMGG44L&#10;NXa0qam8HL6Ngnn5dnZFVuzSl68u++mn77PtMVPqcTwUCxCBhvAfvrdftYLnNIO/M/EIyN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x+oVXGAAAA3AAAAA8AAAAAAAAA&#10;AAAAAAAAoQIAAGRycy9kb3ducmV2LnhtbFBLBQYAAAAABAAEAPkAAACUAwAAAAA=&#10;" strokecolor="black [3213]"/>
                    <v:line id="Connecteur droit 418" o:spid="_x0000_s1103"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F1U8IAAADcAAAADwAAAGRycy9kb3ducmV2LnhtbERP3WrCMBS+F/YO4Qy807TDFdcZZSsI&#10;spsy9QEOzVlT1px0SdTap18uBrv8+P43u9H24ko+dI4V5MsMBHHjdMetgvNpv1iDCBFZY++YFNwp&#10;wG77MNtgqd2NP+l6jK1IIRxKVGBiHEopQ2PIYli6gThxX85bjAn6VmqPtxRue/mUZYW02HFqMDhQ&#10;Zaj5Pl6sgn6K5+nlvTJT9rO667ounH/+UGr+OL69gog0xn/xn/ugFazytDadSUdAb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BF1U8IAAADcAAAADwAAAAAAAAAAAAAA&#10;AAChAgAAZHJzL2Rvd25yZXYueG1sUEsFBgAAAAAEAAQA+QAAAJADAAAAAA==&#10;" strokecolor="black [3213]"/>
                  </v:group>
                </v:group>
                <v:rect id="Rectangle 109" o:spid="_x0000_s1104" style="position:absolute;left:14709;top:13042;width:4492;height:29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UM6MMA&#10;AADcAAAADwAAAGRycy9kb3ducmV2LnhtbERPTWvCQBC9C/0PyxR60017qGnMKo0g2FOp2pLehuyY&#10;hGZnl+yqyb93C4K3ebzPyVeD6cSZet9aVvA8S0AQV1a3XCs47DfTFIQPyBo7y6RgJA+r5cMkx0zb&#10;C3/ReRdqEUPYZ6igCcFlUvqqIYN+Zh1x5I62Nxgi7Gupe7zEcNPJlyR5lQZbjg0NOlo3VP3tTkbB&#10;73fx8Tn8uHl1KsY6LVxp14dSqafH4X0BItAQ7uKbe6vj/OQN/p+JF8jl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8UM6MMAAADcAAAADwAAAAAAAAAAAAAAAACYAgAAZHJzL2Rv&#10;d25yZXYueG1sUEsFBgAAAAAEAAQA9QAAAIgDAAAAAA==&#10;" fillcolor="white [3212]" strokecolor="black [3213]" strokeweight="2pt">
                  <v:textbox inset="1.71075mm,.85542mm,1.71075mm,.85542mm"/>
                </v:rect>
                <v:group id="Groupe 535" o:spid="_x0000_s1105" style="position:absolute;left:37617;top:8201;width:2723;height:12609" coordorigin="55849,12175" coordsize="4041,18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lBfYMQAAADcAAAADwAAAGRycy9kb3ducmV2LnhtbESPQYvCMBSE7wv+h/AE&#10;b2tapYtUo4ioeJCFVUG8PZpnW2xeShPb+u/NwsIeh5n5hlmselOJlhpXWlYQjyMQxJnVJecKLufd&#10;5wyE88gaK8uk4EUOVsvBxwJTbTv+ofbkcxEg7FJUUHhfp1K6rCCDbmxr4uDdbWPQB9nkUjfYBbip&#10;5CSKvqTBksNCgTVtCsoep6dRsO+wW0/jbXt83Dev2zn5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lBfYMQAAADcAAAA&#10;DwAAAAAAAAAAAAAAAACqAgAAZHJzL2Rvd25yZXYueG1sUEsFBgAAAAAEAAQA+gAAAJsDAAAAAA==&#10;">
                  <v:group id="Groupe 80" o:spid="_x0000_s1106" style="position:absolute;left:55849;top:12175;width:2880;height:18720" coordorigin="128015"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line id="Connecteur droit 81" o:spid="_x0000_s1107" style="position:absolute;visibility:visible;mso-wrap-style:square" from="129429,0" to="129429,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P++MMAAADbAAAADwAAAGRycy9kb3ducmV2LnhtbESPT4vCMBTE74LfITxhb5q6h1W6prII&#10;BUFU/HPw+GieTWnzUpps7X77jSB4HGbmN8xqPdhG9NT5yrGC+SwBQVw4XXGp4HrJp0sQPiBrbByT&#10;gj/ysM7GoxWm2j34RP05lCJC2KeowITQplL6wpBFP3MtcfTurrMYouxKqTt8RLht5GeSfEmLFccF&#10;gy1tDBX1+dcqKG+k7e66PS76fX+vj5s8OZhcqY/J8PMNItAQ3uFXe6sVLOfw/BJ/gM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ZT/vjDAAAA2wAAAA8AAAAAAAAAAAAA&#10;AAAAoQIAAGRycy9kb3ducmV2LnhtbFBLBQYAAAAABAAEAPkAAACRAwAAAAA=&#10;" strokecolor="black [3213]" strokeweight="2.25pt"/>
                    <v:line id="Connecteur droit 82" o:spid="_x0000_s1108" style="position:absolute;visibility:visible;mso-wrap-style:square" from="128015,0" to="1310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Fgj8IAAADbAAAADwAAAGRycy9kb3ducmV2LnhtbESPQYvCMBSE78L+h/AEb5rqQaVrKotQ&#10;EERl1YPHR/NsSpuX0mRr999vBGGPw8x8w2y2g21ET52vHCuYzxIQxIXTFZcKbtd8ugbhA7LGxjEp&#10;+CUP2+xjtMFUuyd/U38JpYgQ9ikqMCG0qZS+MGTRz1xLHL2H6yyGKLtS6g6fEW4buUiSpbRYcVww&#10;2NLOUFFffqyC8k7aHm7786o/9o/6vMuTk8mVmoyHr08QgYbwH36391rBegGvL/EHyOw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oFgj8IAAADbAAAADwAAAAAAAAAAAAAA&#10;AAChAgAAZHJzL2Rvd25yZXYueG1sUEsFBgAAAAAEAAQA+QAAAJADAAAAAA==&#10;" strokecolor="black [3213]" strokeweight="2.25pt"/>
                    <v:line id="Connecteur droit 83" o:spid="_x0000_s1109" style="position:absolute;visibility:visible;mso-wrap-style:square" from="128015,8730" to="131032,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3FFMIAAADbAAAADwAAAGRycy9kb3ducmV2LnhtbESPQYvCMBSE78L+h/CEvWnqLqh0jbII&#10;BUFWsXrw+GieTbF5KU2s3X9vBMHjMDPfMItVb2vRUesrxwom4wQEceF0xaWC0zEbzUH4gKyxdkwK&#10;/snDavkxWGCq3Z0P1OWhFBHCPkUFJoQmldIXhiz6sWuIo3dxrcUQZVtK3eI9wm0tv5JkKi1WHBcM&#10;NrQ2VFzzm1VQnknb7Wmzn3V/3eW6X2fJzmRKfQ773x8QgfrwDr/aG61g/g3PL/EH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c3FFMIAAADbAAAADwAAAAAAAAAAAAAA&#10;AAChAgAAZHJzL2Rvd25yZXYueG1sUEsFBgAAAAAEAAQA+QAAAJADAAAAAA==&#10;" strokecolor="black [3213]" strokeweight="2.25pt"/>
                  </v:group>
                  <v:group id="Groupe 446" o:spid="_x0000_s1110" style="position:absolute;left:57199;top:25094;width:2537;height:2621"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GW998YAAADcAAAADwAAAGRycy9kb3ducmV2LnhtbESPT2vCQBTE7wW/w/IK&#10;3uommoqkriJSpQcpNBFKb4/sMwlm34bsNn++fbdQ6HGYmd8w2/1oGtFT52rLCuJFBIK4sLrmUsE1&#10;Pz1tQDiPrLGxTAomcrDfzR62mGo78Af1mS9FgLBLUUHlfZtK6YqKDLqFbYmDd7OdQR9kV0rd4RDg&#10;ppHLKFpLgzWHhQpbOlZU3LNvo+A84HBYxa/95X47Tl/58/vnJSal5o/j4QWEp9H/h//ab1pBkqzh&#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QZb33xgAAANwA&#10;AAAPAAAAAAAAAAAAAAAAAKoCAABkcnMvZG93bnJldi54bWxQSwUGAAAAAAQABAD6AAAAnQMAAAAA&#10;">
                    <v:rect id="Rectangle 447" o:spid="_x0000_s1111"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CaNMYA&#10;AADcAAAADwAAAGRycy9kb3ducmV2LnhtbESPQWvCQBSE74X+h+UJXoJuKqKSukopWEIPhajg9bn7&#10;mgSzb0N2q4m/vlsoeBxm5htmve1tI67U+dqxgpdpCoJYO1NzqeB42E1WIHxANtg4JgUDedhunp/W&#10;mBl344Ku+1CKCGGfoYIqhDaT0uuKLPqpa4mj9+06iyHKrpSmw1uE20bO0nQhLdYcFyps6b0ifdn/&#10;WAVfxQmHfJGc6/tydw6HRH/OPrRS41H/9goiUB8e4f92bhTM50v4OxOP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CCaNMYAAADcAAAADwAAAAAAAAAAAAAAAACYAgAAZHJz&#10;L2Rvd25yZXYueG1sUEsFBgAAAAAEAAQA9QAAAIsDAAAAAA==&#10;" fillcolor="white [3212]" strokecolor="black [3213]" strokeweight="2.25pt"/>
                    <v:line id="Connecteur droit 448" o:spid="_x0000_s1112"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aOsIAAADcAAAADwAAAGRycy9kb3ducmV2LnhtbERPz2vCMBS+D/wfwhO8zVRxVqpRiiBM&#10;d5pTvD6aZ1ttXkqS1bq/fjkMdvz4fq82vWlER87XlhVMxgkI4sLqmksFp6/d6wKED8gaG8uk4Eke&#10;NuvBywozbR/8Sd0xlCKGsM9QQRVCm0npi4oM+rFtiSN3tc5giNCVUjt8xHDTyGmSzKXBmmNDhS1t&#10;Kyrux2+jYFEcbi5P8/3k7dymP930Y767pEqNhn2+BBGoD//iP/e7VjCbxbXxTDwC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lIaOsIAAADcAAAADwAAAAAAAAAAAAAA&#10;AAChAgAAZHJzL2Rvd25yZXYueG1sUEsFBgAAAAAEAAQA+QAAAJADAAAAAA==&#10;" strokecolor="black [3213]"/>
                    <v:line id="Connecteur droit 449" o:spid="_x0000_s1113"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7/1cQAAADcAAAADwAAAGRycy9kb3ducmV2LnhtbESP0WoCMRRE3wX/IVzBN81atqJbo7SC&#10;UPoiVT/gsrlulm5u1iTVdb++EYQ+DjNzhlltOtuIK/lQO1Ywm2YgiEuna64UnI67yQJEiMgaG8ek&#10;4E4BNuvhYIWFdjf+pushViJBOBSowMTYFlKG0pDFMHUtcfLOzluMSfpKao+3BLeNfMmyubRYc1ow&#10;2NLWUPlz+LUKmj6e+uXH1vTZJb/r/X7u/OuXUuNR9/4GIlIX/8PP9qdWkOdLeJxJR0C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7v/VxAAAANwAAAAPAAAAAAAAAAAA&#10;AAAAAKECAABkcnMvZG93bnJldi54bWxQSwUGAAAAAAQABAD5AAAAkgMAAAAA&#10;" strokecolor="black [3213]"/>
                  </v:group>
                  <v:group id="Groupe 450" o:spid="_x0000_s1114" style="position:absolute;left:57353;top:15056;width:2537;height:2620"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RkWxcMAAADcAAAADwAAAGRycy9kb3ducmV2LnhtbERPTWvCQBC9F/wPywi9&#10;1U20FoluQpBaepBCVRBvQ3ZMQrKzIbtN4r/vHgo9Pt73LptMKwbqXW1ZQbyIQBAXVtdcKricDy8b&#10;EM4ja2wtk4IHOcjS2dMOE21H/qbh5EsRQtglqKDyvkukdEVFBt3CdsSBu9veoA+wL6XucQzhppXL&#10;KHqTBmsODRV2tK+oaE4/RsHHiGO+it+HY3PfP27n9df1GJNSz/Mp34LwNPl/8Z/7Uyt4XY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1GRbFwwAAANwAAAAP&#10;AAAAAAAAAAAAAAAAAKoCAABkcnMvZG93bnJldi54bWxQSwUGAAAAAAQABAD6AAAAmgMAAAAA&#10;">
                    <v:rect id="Rectangle 451" o:spid="_x0000_s1115"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wxBscA&#10;AADcAAAADwAAAGRycy9kb3ducmV2LnhtbESPzWrDMBCE74G+g9hCLyGRY/KHG9mUQkrooZCkkOtG&#10;2tqm1spYauzk6atCoMdhZr5hNsVgG3GhzteOFcymCQhi7UzNpYLP43ayBuEDssHGMSm4kocifxht&#10;MDOu5z1dDqEUEcI+QwVVCG0mpdcVWfRT1xJH78t1FkOUXSlNh32E20amSbKUFmuOCxW29FqR/j78&#10;WAUf+xNed8vxub6ttudwHOv39E0r9fQ4vDyDCDSE//C9vTMK5osZ/J2JR0Dm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1cMQbHAAAA3AAAAA8AAAAAAAAAAAAAAAAAmAIAAGRy&#10;cy9kb3ducmV2LnhtbFBLBQYAAAAABAAEAPUAAACMAwAAAAA=&#10;" fillcolor="white [3212]" strokecolor="black [3213]" strokeweight="2.25pt"/>
                    <v:line id="Connecteur droit 452" o:spid="_x0000_s1116"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O7DcYAAADcAAAADwAAAGRycy9kb3ducmV2LnhtbESPQWvCQBSE74X+h+UVvNWNoRqJrhIK&#10;QtVTbcXrI/tM0mbfht1tjP31XaHgcZiZb5jlejCt6Mn5xrKCyTgBQVxa3XCl4PNj8zwH4QOyxtYy&#10;KbiSh/Xq8WGJubYXfqf+ECoRIexzVFCH0OVS+rImg35sO+Lona0zGKJ0ldQOLxFuWpkmyUwabDgu&#10;1NjRa03l9+HHKJiXuy9XZMV2Mj122W+f7mebU6bU6GkoFiACDeEe/m+/aQUv0xRuZ+IRkK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pjuw3GAAAA3AAAAA8AAAAAAAAA&#10;AAAAAAAAoQIAAGRycy9kb3ducmV2LnhtbFBLBQYAAAAABAAEAPkAAACUAwAAAAA=&#10;" strokecolor="black [3213]"/>
                    <v:line id="Connecteur droit 453" o:spid="_x0000_s1117"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e4sQAAADcAAAADwAAAGRycy9kb3ducmV2LnhtbESP0WoCMRRE3wv+Q7hC32rWVkVXo1Sh&#10;UPoiVT/gsrluFjc3axJ13a9vBKGPw8ycYRar1tbiSj5UjhUMBxkI4sLpiksFh/3X2xREiMgaa8ek&#10;4E4BVsveywJz7W78S9ddLEWCcMhRgYmxyaUMhSGLYeAa4uQdnbcYk/Sl1B5vCW5r+Z5lE2mx4rRg&#10;sKGNoeK0u1gFdRcP3Wy9MV12Ht31djtxfvyj1Gu//ZyDiNTG//Cz/a0VjMYf8DiTj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317ixAAAANwAAAAPAAAAAAAAAAAA&#10;AAAAAKECAABkcnMvZG93bnJldi54bWxQSwUGAAAAAAQABAD5AAAAkgMAAAAA&#10;" strokecolor="black [3213]"/>
                  </v:group>
                </v:group>
                <v:rect id="Rectangle 499" o:spid="_x0000_s1118" style="position:absolute;left:37021;top:13115;width:4491;height:29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E668UA&#10;AADcAAAADwAAAGRycy9kb3ducmV2LnhtbESPT4vCMBTE78J+h/AWvGm6i/inGmUrCHqSdV3R26N5&#10;tmWbl9BErd/eLAgeh5n5DTNbtKYWV2p8ZVnBRz8BQZxbXXGhYP+z6o1B+ICssbZMCu7kYTF/68ww&#10;1fbG33TdhUJECPsUFZQhuFRKn5dk0PetI47e2TYGQ5RNIXWDtwg3tfxMkqE0WHFcKNHRsqT8b3cx&#10;Ck6/2WbbHtwov2T3Ypy5o13uj0p139uvKYhAbXiFn+21VjCYTOD/TDwCc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oTrrxQAAANwAAAAPAAAAAAAAAAAAAAAAAJgCAABkcnMv&#10;ZG93bnJldi54bWxQSwUGAAAAAAQABAD1AAAAigMAAAAA&#10;" fillcolor="white [3212]" strokecolor="black [3213]" strokeweight="2pt">
                  <v:textbox inset="1.71075mm,.85542mm,1.71075mm,.85542mm"/>
                </v:rect>
                <v:group id="Groupe 536" o:spid="_x0000_s1119" style="position:absolute;left:37617;top:37371;width:2723;height:16101" coordorigin="55849,55483" coordsize="4041,23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oLBF8YAAADcAAAADwAAAGRycy9kb3ducmV2LnhtbESPQWuDQBSE74X+h+UV&#10;emtWG5RisxEJbekhBGIKpbeH+6IS9624WzX/PhsI5DjMzDfMKp9NJ0YaXGtZQbyIQBBXVrdcK/g5&#10;fL68gXAeWWNnmRScyUG+fnxYYabtxHsaS1+LAGGXoYLG+z6T0lUNGXQL2xMH72gHgz7IoZZ6wCnA&#10;TSdfoyiVBlsOCw32tGmoOpX/RsHXhFOxjD/G7em4Of8dkt3vNialnp/m4h2Ep9nfw7f2t1aQLF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sEXxgAAANwA&#10;AAAPAAAAAAAAAAAAAAAAAKoCAABkcnMvZG93bnJldi54bWxQSwUGAAAAAAQABAD6AAAAnQMAAAAA&#10;">
                  <v:group id="Groupe 93" o:spid="_x0000_s1120" style="position:absolute;left:55849;top:55483;width:2880;height:23904" coordorigin="128015"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line id="Connecteur droit 94" o:spid="_x0000_s1121" style="position:absolute;visibility:visible;mso-wrap-style:square" from="129429,0" to="129429,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LvcQAAADbAAAADwAAAGRycy9kb3ducmV2LnhtbESPQWvCQBSE70L/w/IKvemmpVQb3YQi&#10;BIRig9aDx0f2mQ1m34bsNkn/vVsoeBxm5htmk0+2FQP1vnGs4HmRgCCunG64VnD6LuYrED4ga2wd&#10;k4Jf8pBnD7MNptqNfKDhGGoRIexTVGBC6FIpfWXIol+4jjh6F9dbDFH2tdQ9jhFuW/mSJG/SYsNx&#10;wWBHW0PV9fhjFdRn0vbztCuXw364XMttkXyZQqmnx+ljDSLQFO7h//ZOK3h/hb8v8QfI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cu9xAAAANsAAAAPAAAAAAAAAAAA&#10;AAAAAKECAABkcnMvZG93bnJldi54bWxQSwUGAAAAAAQABAD5AAAAkgMAAAAA&#10;" strokecolor="black [3213]" strokeweight="2.25pt"/>
                    <v:line id="Connecteur droit 95" o:spid="_x0000_s1122" style="position:absolute;visibility:visible;mso-wrap-style:square" from="128015,0" to="1310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FuJsQAAADbAAAADwAAAGRycy9kb3ducmV2LnhtbESPQWvCQBSE70L/w/IKvemmhVYb3YQi&#10;BIRig9aDx0f2mQ1m34bsNkn/vVsoeBxm5htmk0+2FQP1vnGs4HmRgCCunG64VnD6LuYrED4ga2wd&#10;k4Jf8pBnD7MNptqNfKDhGGoRIexTVGBC6FIpfWXIol+4jjh6F9dbDFH2tdQ9jhFuW/mSJG/SYsNx&#10;wWBHW0PV9fhjFdRn0vbztCuXw364XMttkXyZQqmnx+ljDSLQFO7h//ZOK3h/hb8v8QfI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sW4mxAAAANsAAAAPAAAAAAAAAAAA&#10;AAAAAKECAABkcnMvZG93bnJldi54bWxQSwUGAAAAAAQABAD5AAAAkgMAAAAA&#10;" strokecolor="black [3213]" strokeweight="2.25pt"/>
                    <v:line id="Connecteur droit 96" o:spid="_x0000_s1123" style="position:absolute;visibility:visible;mso-wrap-style:square" from="128015,8730" to="131032,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PwUcIAAADbAAAADwAAAGRycy9kb3ducmV2LnhtbESPQYvCMBSE74L/ITzBm6Z60LUaRYSC&#10;ILuy6sHjo3k2xealNLF2//1GEDwOM/MNs9p0thItNb50rGAyTkAQ506XXCi4nLPRFwgfkDVWjknB&#10;H3nYrPu9FabaPfmX2lMoRISwT1GBCaFOpfS5IYt+7Gri6N1cYzFE2RRSN/iMcFvJaZLMpMWS44LB&#10;mnaG8vvpYRUUV9L2cNkf5+13e7sfd1nyYzKlhoNuuwQRqAuf8Lu91woWM3h9iT9Arv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GPwUcIAAADbAAAADwAAAAAAAAAAAAAA&#10;AAChAgAAZHJzL2Rvd25yZXYueG1sUEsFBgAAAAAEAAQA+QAAAJADAAAAAA==&#10;" strokecolor="black [3213]" strokeweight="2.25pt"/>
                  </v:group>
                  <v:group id="Groupe 490" o:spid="_x0000_s1124" style="position:absolute;left:57353;top:59427;width:2537;height:2620"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CsX8IAAADcAAAADwAAAGRycy9kb3ducmV2LnhtbERPy4rCMBTdC/MP4Q7M&#10;TtOOD7RjFBGVWYjgA8Tdpbm2xeamNJm2/r1ZDLg8nPd82ZlSNFS7wrKCeBCBIE6tLjhTcDlv+1MQ&#10;ziNrLC2Tgic5WC4+enNMtG35SM3JZyKEsEtQQe59lUjp0pwMuoGtiAN3t7VBH2CdSV1jG8JNKb+j&#10;aCINFhwacqxonVP6OP0ZBbsW29Uw3jT7x339vJ3Hh+s+JqW+PrvVDwhPnX+L/92/WsFoFuaH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6grF/CAAAA3AAAAA8A&#10;AAAAAAAAAAAAAAAAqgIAAGRycy9kb3ducmV2LnhtbFBLBQYAAAAABAAEAPoAAACZAwAAAAA=&#10;">
                    <v:rect id="Rectangle 491" o:spid="_x0000_s1125"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WLnMcA&#10;AADcAAAADwAAAGRycy9kb3ducmV2LnhtbESPT2vCQBTE7wW/w/IKXqTZGETb1FWkoEgPBf9Ar8/d&#10;1yQ0+zZkt0n003cLBY/DzPyGWa4HW4uOWl85VjBNUhDE2pmKCwXn0/bpGYQPyAZrx6TgSh7Wq9HD&#10;EnPjej5QdwyFiBD2OSooQ2hyKb0uyaJPXEMcvS/XWgxRtoU0LfYRbmuZpelcWqw4LpTY0FtJ+vv4&#10;YxV8HD7xup9PLtVtsb2E00S/Zzut1Phx2LyCCDSEe/i/vTcKZi9T+DsTj4B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bli5zHAAAA3AAAAA8AAAAAAAAAAAAAAAAAmAIAAGRy&#10;cy9kb3ducmV2LnhtbFBLBQYAAAAABAAEAPUAAACMAwAAAAA=&#10;" fillcolor="white [3212]" strokecolor="black [3213]" strokeweight="2.25pt"/>
                    <v:line id="Connecteur droit 492" o:spid="_x0000_s1126"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oBl8YAAADcAAAADwAAAGRycy9kb3ducmV2LnhtbESPT2vCQBTE7wW/w/KE3urGYI1GVwmC&#10;0D8nreL1kX0mabNvw+42pv303UKhx2FmfsOst4NpRU/ON5YVTCcJCOLS6oYrBae3/cMChA/IGlvL&#10;pOCLPGw3o7s15tre+ED9MVQiQtjnqKAOocul9GVNBv3EdsTRu1pnMETpKqkd3iLctDJNkrk02HBc&#10;qLGjXU3lx/HTKFiUL++uyIrn6eO5y7779HW+v2RK3Y+HYgUi0BD+w3/tJ61gtkzh90w8AnLz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HaAZfGAAAA3AAAAA8AAAAAAAAA&#10;AAAAAAAAoQIAAGRycy9kb3ducmV2LnhtbFBLBQYAAAAABAAEAPkAAACUAwAAAAA=&#10;" strokecolor="black [3213]"/>
                    <v:line id="Connecteur droit 493" o:spid="_x0000_s1127"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bkeMQAAADcAAAADwAAAGRycy9kb3ducmV2LnhtbESP0WoCMRRE3wv+Q7iCbzXbakVXo7SC&#10;IL5I1Q+4bK6bpZubbRJ13a83QqGPw8ycYRar1tbiSj5UjhW8DTMQxIXTFZcKTsfN6xREiMgaa8ek&#10;4E4BVsveywJz7W78TddDLEWCcMhRgYmxyaUMhSGLYega4uSdnbcYk/Sl1B5vCW5r+Z5lE2mx4rRg&#10;sKG1oeLncLEK6i6eutnX2nTZ7/iu9/uJ8x87pQb99nMOIlIb/8N/7a1WMJ6N4HkmHQG5f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ZuR4xAAAANwAAAAPAAAAAAAAAAAA&#10;AAAAAKECAABkcnMvZG93bnJldi54bWxQSwUGAAAAAAQABAD5AAAAkgMAAAAA&#10;" strokecolor="black [3213]"/>
                  </v:group>
                  <v:group id="Groupe 494" o:spid="_x0000_s1128" style="position:absolute;left:57305;top:72675;width:2537;height:2620"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ZuqXMYAAADcAAAADwAAAGRycy9kb3ducmV2LnhtbESPT2vCQBTE74LfYXmC&#10;t7qJtWKjq4i0pYcgqIXS2yP7TILZtyG75s+37xYKHoeZ+Q2z2fWmEi01rrSsIJ5FIIgzq0vOFXxd&#10;3p9WIJxH1lhZJgUDOdhtx6MNJtp2fKL27HMRIOwSVFB4XydSuqwgg25ma+LgXW1j0AfZ5FI32AW4&#10;qeQ8ipbSYMlhocCaDgVlt/PdKPjosNs/x29tersehp/Ly/E7jUmp6aTfr0F46v0j/N/+1AoWrw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xm6pcxgAAANwA&#10;AAAPAAAAAAAAAAAAAAAAAKoCAABkcnMvZG93bnJldi54bWxQSwUGAAAAAAQABAD6AAAAnQMAAAAA&#10;">
                    <v:rect id="Rectangle 495" o:spid="_x0000_s1129"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6Nn8YA&#10;AADcAAAADwAAAGRycy9kb3ducmV2LnhtbESPQWsCMRSE70L/Q3gFL1KzFd22q1GKoIgHQS30+kxe&#10;dxc3L8sm6uqvN4LQ4zAz3zCTWWsrcabGl44VvPcTEMTamZJzBT/7xdsnCB+QDVaOScGVPMymL50J&#10;ZsZdeEvnXchFhLDPUEERQp1J6XVBFn3f1cTR+3ONxRBlk0vT4CXCbSUHSZJKiyXHhQJrmhekj7uT&#10;VbDZ/uJ1lfYO5e1jcQj7nl4Pllqp7mv7PQYRqA3/4Wd7ZRQMv0bwOBOPgJz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d6Nn8YAAADcAAAADwAAAAAAAAAAAAAAAACYAgAAZHJz&#10;L2Rvd25yZXYueG1sUEsFBgAAAAAEAAQA9QAAAIsDAAAAAA==&#10;" fillcolor="white [3212]" strokecolor="black [3213]" strokeweight="2.25pt"/>
                    <v:line id="Connecteur droit 496" o:spid="_x0000_s1130"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HlMYAAADcAAAADwAAAGRycy9kb3ducmV2LnhtbESPT2vCQBTE7wW/w/KE3upGsYlGVwmC&#10;0D8nreL1kX0mabNvw+42pv303UKhx2FmfsOst4NpRU/ON5YVTCcJCOLS6oYrBae3/cMChA/IGlvL&#10;pOCLPGw3o7s15tre+ED9MVQiQtjnqKAOocul9GVNBv3EdsTRu1pnMETpKqkd3iLctHKWJKk02HBc&#10;qLGjXU3lx/HTKFiUL++uyIrn6eO5y7772Wu6v2RK3Y+HYgUi0BD+w3/tJ61gvkzh90w8AnLz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7hB5TGAAAA3AAAAA8AAAAAAAAA&#10;AAAAAAAAoQIAAGRycy9kb3ducmV2LnhtbFBLBQYAAAAABAAEAPkAAACUAwAAAAA=&#10;" strokecolor="black [3213]"/>
                    <v:line id="Connecteur droit 497" o:spid="_x0000_s1131"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3ie8QAAADcAAAADwAAAGRycy9kb3ducmV2LnhtbESP0WoCMRRE3wv+Q7iCbzWrWKurUaog&#10;SF+k6gdcNtfN4uZmm0Rd9+ubQqGPw8ycYZbr1tbiTj5UjhWMhhkI4sLpiksF59PudQYiRGSNtWNS&#10;8KQA61XvZYm5dg/+ovsxliJBOOSowMTY5FKGwpDFMHQNcfIuzluMSfpSao+PBLe1HGfZVFqsOC0Y&#10;bGhrqLgeb1ZB3cVzN99sTZd9T576cJg6//ap1KDffixARGrjf/ivvdcKJvN3+D2TjoB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XeJ7xAAAANwAAAAPAAAAAAAAAAAA&#10;AAAAAKECAABkcnMvZG93bnJldi54bWxQSwUGAAAAAAQABAD5AAAAkgMAAAAA&#10;" strokecolor="black [3213]"/>
                  </v:group>
                </v:group>
                <v:group id="Groupe 532" o:spid="_x0000_s1132" style="position:absolute;left:41591;top:39993;width:7506;height:10727" coordorigin="61748,59376" coordsize="11144,159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bnHFMQAAADcAAAADwAAAGRycy9kb3ducmV2LnhtbESPQYvCMBSE74L/ITxh&#10;b5pWUaQaRUSXPciCVVj29miebbF5KU1s67/fLAgeh5n5hllve1OJlhpXWlYQTyIQxJnVJecKrpfj&#10;eAnCeWSNlWVS8CQH281wsMZE247P1KY+FwHCLkEFhfd1IqXLCjLoJrYmDt7NNgZ9kE0udYNdgJtK&#10;TqNoIQ2WHBYKrGlfUHZPH0bBZ4fdbhYf2tP9tn/+XubfP6eYlPoY9bsVCE+9f4df7S+tYD6bwv+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bnHFMQAAADcAAAA&#10;DwAAAAAAAAAAAAAAAACqAgAAZHJzL2Rvd25yZXYueG1sUEsFBgAAAAAEAAQA+gAAAJsDAAAAAA==&#10;">
                  <v:group id="Groupe 462" o:spid="_x0000_s1133" style="position:absolute;left:61748;top:60565;width:11132;height:13467" coordorigin="121579" coordsize="15070,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OvnlMUAAADcAAAADwAAAGRycy9kb3ducmV2LnhtbESPQYvCMBSE78L+h/CE&#10;vWlaV2WpRhFZlz2IoC6It0fzbIvNS2liW/+9EQSPw8x8w8yXnSlFQ7UrLCuIhxEI4tTqgjMF/8fN&#10;4BuE88gaS8uk4E4OlouP3hwTbVveU3PwmQgQdgkqyL2vEildmpNBN7QVcfAutjbog6wzqWtsA9yU&#10;chRFU2mw4LCQY0XrnNLr4WYU/LbYrr7in2Z7vazv5+Nkd9rGpNRnv1vNQHjq/Dv8av9pBePp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Tr55TFAAAA3AAA&#10;AA8AAAAAAAAAAAAAAAAAqgIAAGRycy9kb3ducmV2LnhtbFBLBQYAAAAABAAEAPoAAACcAwAAAAA=&#10;">
                    <v:line id="Connecteur droit 463" o:spid="_x0000_s1134" style="position:absolute;visibility:visible;mso-wrap-style:square" from="129204,0" to="129204,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XZgMMAAADcAAAADwAAAGRycy9kb3ducmV2LnhtbESPQYvCMBSE78L+h/AWvGmqK65Uo4hQ&#10;EERF14PHR/Nsis1LabK1++83guBxmJlvmMWqs5VoqfGlYwWjYQKCOHe65ELB5ScbzED4gKyxckwK&#10;/sjDavnRW2Cq3YNP1J5DISKEfYoKTAh1KqXPDVn0Q1cTR+/mGoshyqaQusFHhNtKjpNkKi2WHBcM&#10;1rQxlN/Pv1ZBcSVtd5ft8bvdt7f7cZMlB5Mp1f/s1nMQgbrwDr/aW61gMv2C55l4BO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w12YDDAAAA3AAAAA8AAAAAAAAAAAAA&#10;AAAAoQIAAGRycy9kb3ducmV2LnhtbFBLBQYAAAAABAAEAPkAAACRAwAAAAA=&#10;" strokecolor="black [3213]" strokeweight="2.25pt"/>
                    <v:line id="Connecteur droit 464" o:spid="_x0000_s1135" style="position:absolute;flip:y;visibility:visible;mso-wrap-style:square" from="121579,0" to="1366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OZYMYAAADcAAAADwAAAGRycy9kb3ducmV2LnhtbESPQWvCQBSE70L/w/IK3nSjSCjRVWxF&#10;FCyCaT309si+JsHs25hdTfTXd4WCx2FmvmFmi85U4kqNKy0rGA0jEMSZ1SXnCr6/1oM3EM4ja6ws&#10;k4IbOVjMX3ozTLRt+UDX1OciQNglqKDwvk6kdFlBBt3Q1sTB+7WNQR9kk0vdYBvgppLjKIqlwZLD&#10;QoE1fRSUndKLUYD15z2Lz5vl9mZO7fvPZrTbr45K9V+75RSEp84/w//trVYwiSfwOBOO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TDmWDGAAAA3AAAAA8AAAAAAAAA&#10;AAAAAAAAoQIAAGRycy9kb3ducmV2LnhtbFBLBQYAAAAABAAEAPkAAACUAwAAAAA=&#10;" strokecolor="black [3213]" strokeweight="2.25pt"/>
                    <v:line id="Connecteur droit 465" o:spid="_x0000_s1136" style="position:absolute;visibility:visible;mso-wrap-style:square" from="121579,8730" to="136649,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Dkb8MAAADcAAAADwAAAGRycy9kb3ducmV2LnhtbESPQYvCMBSE78L+h/AWvGmqrK5Uo4hQ&#10;EERF14PHR/Nsis1LabK1++83guBxmJlvmMWqs5VoqfGlYwWjYQKCOHe65ELB5ScbzED4gKyxckwK&#10;/sjDavnRW2Cq3YNP1J5DISKEfYoKTAh1KqXPDVn0Q1cTR+/mGoshyqaQusFHhNtKjpNkKi2WHBcM&#10;1rQxlN/Pv1ZBcSVtd5ft8bvdt7f7cZMlB5Mp1f/s1nMQgbrwDr/aW63gazqB55l4BO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yQ5G/DAAAA3AAAAA8AAAAAAAAAAAAA&#10;AAAAoQIAAGRycy9kb3ducmV2LnhtbFBLBQYAAAAABAAEAPkAAACRAwAAAAA=&#10;" strokecolor="black [3213]" strokeweight="2.25pt"/>
                  </v:group>
                  <v:group id="Groupe 466" o:spid="_x0000_s1137" style="position:absolute;left:70355;top:59376;width:2538;height:2620"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Q4ZfFAAAA3AAA&#10;AA8AAAAAAAAAAAAAAAAAqgIAAGRycy9kb3ducmV2LnhtbFBLBQYAAAAABAAEAPoAAACcAwAAAAA=&#10;">
                    <v:rect id="Rectangle 467" o:spid="_x0000_s1138"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XGVMUA&#10;AADcAAAADwAAAGRycy9kb3ducmV2LnhtbESPQYvCMBSE74L/ITzBi6ypslTpGkUERTwI6oLXZ/K2&#10;Ldu8lCZq9ddvBGGPw8x8w8wWra3EjRpfOlYwGiYgiLUzJecKvk/rjykIH5ANVo5JwYM8LObdzgwz&#10;4+58oNsx5CJC2GeooAihzqT0uiCLfuhq4uj9uMZiiLLJpWnwHuG2kuMkSaXFkuNCgTWtCtK/x6tV&#10;sD+c8bFNB5fyOVlfwmmgd+ONVqrfa5dfIAK14T/8bm+Ngs90Aq8z8Qj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lcZUxQAAANwAAAAPAAAAAAAAAAAAAAAAAJgCAABkcnMv&#10;ZG93bnJldi54bWxQSwUGAAAAAAQABAD1AAAAigMAAAAA&#10;" fillcolor="white [3212]" strokecolor="black [3213]" strokeweight="2.25pt"/>
                    <v:line id="Connecteur droit 468" o:spid="_x0000_s1139"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dGWsMAAADcAAAADwAAAGRycy9kb3ducmV2LnhtbERPz2vCMBS+D/wfwhO8zVTZWumMUgRh&#10;utPUseujeWurzUtJYq3765fDwOPH93u5HkwrenK+saxgNk1AEJdWN1wpOB23zwsQPiBrbC2Tgjt5&#10;WK9GT0vMtb3xJ/WHUIkYwj5HBXUIXS6lL2sy6Ke2I47cj3UGQ4SuktrhLYabVs6TJJUGG44NNXa0&#10;qam8HK5GwaLcn12RFbvZ61eX/fbzj3T7nSk1GQ/FG4hAQ3iI/93vWsFLGtfGM/EI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XnRlrDAAAA3AAAAA8AAAAAAAAAAAAA&#10;AAAAoQIAAGRycy9kb3ducmV2LnhtbFBLBQYAAAAABAAEAPkAAACRAwAAAAA=&#10;" strokecolor="black [3213]"/>
                    <v:line id="Connecteur droit 469" o:spid="_x0000_s1140"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ujtcQAAADcAAAADwAAAGRycy9kb3ducmV2LnhtbESP0WoCMRRE3wv+Q7iCbzVrsYuuRmkF&#10;QfoiVT/gsrluFjc3a5Lqul9vCoU+DjNzhlmuO9uIG/lQO1YwGWcgiEuna64UnI7b1xmIEJE1No5J&#10;wYMCrFeDlyUW2t35m26HWIkE4VCgAhNjW0gZSkMWw9i1xMk7O28xJukrqT3eE9w28i3Lcmmx5rRg&#10;sKWNofJy+LEKmj6e+vnnxvTZdfrQ+33u/PuXUqNh97EAEamL/+G/9k4rmOZz+D2TjoBcP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W6O1xAAAANwAAAAPAAAAAAAAAAAA&#10;AAAAAKECAABkcnMvZG93bnJldi54bWxQSwUGAAAAAAQABAD5AAAAkgMAAAAA&#10;" strokecolor="black [3213]"/>
                  </v:group>
                  <v:group id="Groupe 470" o:spid="_x0000_s1141" style="position:absolute;left:61827;top:59432;width:2537;height:2620"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6sSqXCAAAA3AAAAA8A&#10;AAAAAAAAAAAAAAAAqgIAAGRycy9kb3ducmV2LnhtbFBLBQYAAAAABAAEAPoAAACZAwAAAAA=&#10;">
                    <v:rect id="Rectangle 471" o:spid="_x0000_s1142"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ltZsYA&#10;AADcAAAADwAAAGRycy9kb3ducmV2LnhtbESPQWvCQBSE7wX/w/IKvYhulBIldRUpWIIHQS30+tx9&#10;TUKzb0N2GxN/fVcoeBxm5htmteltLTpqfeVYwWyagCDWzlRcKPg87yZLED4gG6wdk4KBPGzWo6cV&#10;ZsZd+UjdKRQiQthnqKAMocmk9Loki37qGuLofbvWYoiyLaRp8RrhtpbzJEmlxYrjQokNvZekf06/&#10;VsHh+IVDno4v1W2xu4TzWO/nH1qpl+d++wYiUB8e4f92bhS8LmZwPxOP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ultZsYAAADcAAAADwAAAAAAAAAAAAAAAACYAgAAZHJz&#10;L2Rvd25yZXYueG1sUEsFBgAAAAAEAAQA9QAAAIsDAAAAAA==&#10;" fillcolor="white [3212]" strokecolor="black [3213]" strokeweight="2.25pt"/>
                    <v:line id="Connecteur droit 472" o:spid="_x0000_s1143"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bnbcYAAADcAAAADwAAAGRycy9kb3ducmV2LnhtbESPQWvCQBSE7wX/w/KE3urG0BpJXSUI&#10;Qq0ntaXXR/Y1Sc2+DbvbGPvru4LgcZiZb5jFajCt6Mn5xrKC6SQBQVxa3XCl4OO4eZqD8AFZY2uZ&#10;FFzIw2o5elhgru2Z99QfQiUihH2OCuoQulxKX9Zk0E9sRxy9b+sMhihdJbXDc4SbVqZJMpMGG44L&#10;NXa0rqk8HX6Ngnn5/uOKrNhOXz677K9Pd7PNV6bU43goXkEEGsI9fGu/aQXPWQrXM/EI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HW523GAAAA3AAAAA8AAAAAAAAA&#10;AAAAAAAAoQIAAGRycy9kb3ducmV2LnhtbFBLBQYAAAAABAAEAPkAAACUAwAAAAA=&#10;" strokecolor="black [3213]"/>
                    <v:line id="Connecteur droit 473" o:spid="_x0000_s1144"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oCgsUAAADcAAAADwAAAGRycy9kb3ducmV2LnhtbESP0WoCMRRE3wv+Q7iCbzVbq1vdGqUV&#10;hOKL1PoBl83tZunmZk1SXffrG0Ho4zAzZ5jlurONOJMPtWMFT+MMBHHpdM2VguPX9nEOIkRkjY1j&#10;UnClAOvV4GGJhXYX/qTzIVYiQTgUqMDE2BZShtKQxTB2LXHyvp23GJP0ldQeLwluGznJslxarDkt&#10;GGxpY6j8OfxaBU0fj/3ifWP67DS96v0+d362U2o07N5eQUTq4n/43v7QCqYvz3A7k46AXP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2oCgsUAAADcAAAADwAAAAAAAAAA&#10;AAAAAAChAgAAZHJzL2Rvd25yZXYueG1sUEsFBgAAAAAEAAQA+QAAAJMDAAAAAA==&#10;" strokecolor="black [3213]"/>
                  </v:group>
                  <v:group id="Groupe 474" o:spid="_x0000_s1145" style="position:absolute;left:70343;top:72681;width:2537;height:2620"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ZdMpsYAAADcAAAADwAAAGRycy9kb3ducmV2LnhtbESPT2vCQBTE74LfYXmC&#10;t7qJtVqiq4i0pYcgqIXS2yP7TILZtyG75s+37xYKHoeZ+Q2z2fWmEi01rrSsIJ5FIIgzq0vOFXxd&#10;3p9eQTiPrLGyTAoGcrDbjkcbTLTt+ETt2eciQNglqKDwvk6kdFlBBt3M1sTBu9rGoA+yyaVusAtw&#10;U8l5FC2lwZLDQoE1HQrKbue7UfDRYbd/jt/a9HY9DD+Xl+N3GpNS00m/X4Pw1PtH+L/9qRUsVg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l0ymxgAAANwA&#10;AAAPAAAAAAAAAAAAAAAAAKoCAABkcnMvZG93bnJldi54bWxQSwUGAAAAAAQABAD6AAAAnQMAAAAA&#10;">
                    <v:rect id="Rectangle 475" o:spid="_x0000_s1146"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JrZccA&#10;AADcAAAADwAAAGRycy9kb3ducmV2LnhtbESPQWvCQBSE74L/YXmCF6mbhqoldZVSUEIPBbXQ63P3&#10;mQSzb0N2a5L++m5B6HGYmW+Y9ba3tbhR6yvHCh7nCQhi7UzFhYLP0+7hGYQPyAZrx6RgIA/bzXi0&#10;xsy4jg90O4ZCRAj7DBWUITSZlF6XZNHPXUMcvYtrLYYo20KaFrsIt7VMk2QpLVYcF0ps6K0kfT1+&#10;WwUfhy8c8uXsXP2sdudwmun3dK+Vmk761xcQgfrwH763c6PgabWAvzPxCMjN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nSa2XHAAAA3AAAAA8AAAAAAAAAAAAAAAAAmAIAAGRy&#10;cy9kb3ducmV2LnhtbFBLBQYAAAAABAAEAPUAAACMAwAAAAA=&#10;" fillcolor="white [3212]" strokecolor="black [3213]" strokeweight="2.25pt"/>
                    <v:line id="Connecteur droit 476" o:spid="_x0000_s1147"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3hbsYAAADcAAAADwAAAGRycy9kb3ducmV2LnhtbESPQWvCQBSE7wX/w/IEb3Wj2ERSVwmC&#10;0NZTrdLrI/uapGbfht1tTP31rlDocZiZb5jVZjCt6Mn5xrKC2TQBQVxa3XCl4Pixe1yC8AFZY2uZ&#10;FPySh8169LDCXNsLv1N/CJWIEPY5KqhD6HIpfVmTQT+1HXH0vqwzGKJ0ldQOLxFuWjlPklQabDgu&#10;1NjRtqbyfPgxCpbl27crsuJ19nTqsms/36e7z0ypyXgonkEEGsJ/+K/9ohUsshTuZ+IRkO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7t4W7GAAAA3AAAAA8AAAAAAAAA&#10;AAAAAAAAoQIAAGRycy9kb3ducmV2LnhtbFBLBQYAAAAABAAEAPkAAACUAwAAAAA=&#10;" strokecolor="black [3213]"/>
                    <v:line id="Connecteur droit 477" o:spid="_x0000_s1148"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EEgcQAAADcAAAADwAAAGRycy9kb3ducmV2LnhtbESP0WoCMRRE3wX/IdyCb5qtWG23RlFB&#10;KH0RrR9w2dxulm5u1iTqul/fCIKPw8ycYebL1tbiQj5UjhW8jjIQxIXTFZcKjj/b4TuIEJE11o5J&#10;wY0CLBf93hxz7a68p8shliJBOOSowMTY5FKGwpDFMHINcfJ+nbcYk/Sl1B6vCW5rOc6yqbRYcVow&#10;2NDGUPF3OFsFdReP3cd6Y7rsNLnp3W7q/Nu3UoOXdvUJIlIbn+FH+0srmMxmcD+TjoBc/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UQSBxAAAANwAAAAPAAAAAAAAAAAA&#10;AAAAAKECAABkcnMvZG93bnJldi54bWxQSwUGAAAAAAQABAD5AAAAkgMAAAAA&#10;" strokecolor="black [3213]"/>
                  </v:group>
                  <v:group id="Groupe 478" o:spid="_x0000_s1149" style="position:absolute;left:61886;top:72681;width:2537;height:2620"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DaRqPCAAAA3AAAAA8A&#10;AAAAAAAAAAAAAAAAqgIAAGRycy9kb3ducmV2LnhtbFBLBQYAAAAABAAEAPoAAACZAwAAAAA=&#10;">
                    <v:rect id="Rectangle 479" o:spid="_x0000_s1150"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9hYMUA&#10;AADcAAAADwAAAGRycy9kb3ducmV2LnhtbESPT4vCMBTE74LfITzBi6ypsuhu1ygiuIgHwT+w12fy&#10;ti02L6WJWv30RhA8DjPzG2Yya2wpLlT7wrGCQT8BQaydKThTcNgvP75A+IBssHRMCm7kYTZttyaY&#10;GnflLV12IRMRwj5FBXkIVSql1zlZ9H1XEUfv39UWQ5R1Jk2N1wi3pRwmyUhaLDgu5FjRIid92p2t&#10;gs32D2+rUe9Y3MfLY9j39Hr4q5Xqdpr5D4hATXiHX+2VUfA5/obnmXgE5PQ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n2FgxQAAANwAAAAPAAAAAAAAAAAAAAAAAJgCAABkcnMv&#10;ZG93bnJldi54bWxQSwUGAAAAAAQABAD1AAAAigMAAAAA&#10;" fillcolor="white [3212]" strokecolor="black [3213]" strokeweight="2.25pt"/>
                    <v:line id="Connecteur droit 480" o:spid="_x0000_s1151"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52spsMAAADcAAAADwAAAGRycy9kb3ducmV2LnhtbERPy2rCQBTdF/oPwy10VyeKmhAdJQiC&#10;bVf1gdtL5pqkzdwJM2NM/frOouDycN7L9WBa0ZPzjWUF41ECgri0uuFKwfGwfctA+ICssbVMCn7J&#10;w3r1/LTEXNsbf1G/D5WIIexzVFCH0OVS+rImg35kO+LIXawzGCJ0ldQObzHctHKSJHNpsOHYUGNH&#10;m5rKn/3VKMjKj29XpMX7eHbq0ns/+Zxvz6lSry9DsQARaAgP8b97pxVMszg/nolHQK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drKbDAAAA3AAAAA8AAAAAAAAAAAAA&#10;AAAAoQIAAGRycy9kb3ducmV2LnhtbFBLBQYAAAAABAAEAPkAAACRAwAAAAA=&#10;" strokecolor="black [3213]"/>
                    <v:line id="Connecteur droit 481" o:spid="_x0000_s1152"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FJScQAAADcAAAADwAAAGRycy9kb3ducmV2LnhtbESP0WoCMRRE34X+Q7iCb5pVrNitUVQQ&#10;Sl+kWz/gsrndLG5utknUdb++EYQ+DjNzhlltOtuIK/lQO1YwnWQgiEuna64UnL4P4yWIEJE1No5J&#10;wZ0CbNYvgxXm2t34i65FrESCcMhRgYmxzaUMpSGLYeJa4uT9OG8xJukrqT3eEtw2cpZlC2mx5rRg&#10;sKW9ofJcXKyCpo+n/m23N332O7/r43Hh/OunUqNht30HEamL/+Fn+0MrmC+n8DiTjoB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IUlJxAAAANwAAAAPAAAAAAAAAAAA&#10;AAAAAKECAABkcnMvZG93bnJldi54bWxQSwUGAAAAAAQABAD5AAAAkgMAAAAA&#10;" strokecolor="black [3213]"/>
                  </v:group>
                </v:group>
                <v:group id="Groupe 531" o:spid="_x0000_s1153" style="position:absolute;left:41512;top:10141;width:9691;height:8552" coordorigin="61630,15056" coordsize="14387,126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WtZY8YAAADcAAAADwAAAGRycy9kb3ducmV2LnhtbESPT2vCQBTE74V+h+UV&#10;vNVNFIuk2YiIFQ9SqArS2yP78odk34bsNonf3i0Uehxm5jdMuplMKwbqXW1ZQTyPQBDnVtdcKrhe&#10;Pl7XIJxH1thaJgV3crDJnp9STLQd+YuGsy9FgLBLUEHlfZdI6fKKDLq57YiDV9jeoA+yL6XucQxw&#10;08pFFL1JgzWHhQo72lWUN+cfo+Aw4rhdxvvh1BS7+/dl9Xk7xaTU7GXavoPwNPn/8F/7qBWsljH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xa1ljxgAAANwA&#10;AAAPAAAAAAAAAAAAAAAAAKoCAABkcnMvZG93bnJldi54bWxQSwUGAAAAAAQABAD6AAAAnQMAAAAA&#10;">
                  <v:group id="Groupe 426" o:spid="_x0000_s1154" style="position:absolute;left:61630;top:16459;width:14388;height:10025" coordorigin="121579" coordsize="15070,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bpYV8UAAADcAAAADwAAAGRycy9kb3ducmV2LnhtbESPQYvCMBSE78L+h/CE&#10;vWlaV2WpRhFZlz2IoC6It0fzbIvNS2liW/+9EQSPw8x8w8yXnSlFQ7UrLCuIhxEI4tTqgjMF/8fN&#10;4BuE88gaS8uk4E4OlouP3hwTbVveU3PwmQgQdgkqyL2vEildmpNBN7QVcfAutjbog6wzqWtsA9yU&#10;chRFU2mw4LCQY0XrnNLr4WYU/LbYrr7in2Z7vazv5+Nkd9rGpNRnv1vNQHjq/Dv8av9pBePR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26WFfFAAAA3AAA&#10;AA8AAAAAAAAAAAAAAAAAqgIAAGRycy9kb3ducmV2LnhtbFBLBQYAAAAABAAEAPoAAACcAwAAAAA=&#10;">
                    <v:line id="Connecteur droit 427" o:spid="_x0000_s1155" style="position:absolute;visibility:visible;mso-wrap-style:square" from="129204,0" to="129204,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RmQ8MAAADcAAAADwAAAGRycy9kb3ducmV2LnhtbESPQYvCMBSE78L+h/CEvWmqiC7VKCIU&#10;BFnF6mGPj+bZFJuX0mRr999vBMHjMDPfMKtNb2vRUesrxwom4wQEceF0xaWC6yUbfYHwAVlj7ZgU&#10;/JGHzfpjsMJUuwefqctDKSKEfYoKTAhNKqUvDFn0Y9cQR+/mWoshyraUusVHhNtaTpNkLi1WHBcM&#10;NrQzVNzzX6ug/CFtD9f9adF9d7f7aZclR5Mp9Tnst0sQgfrwDr/ae61gNl3A80w8AnL9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VkZkPDAAAA3AAAAA8AAAAAAAAAAAAA&#10;AAAAoQIAAGRycy9kb3ducmV2LnhtbFBLBQYAAAAABAAEAPkAAACRAwAAAAA=&#10;" strokecolor="black [3213]" strokeweight="2.25pt"/>
                    <v:line id="Connecteur droit 428" o:spid="_x0000_s1156" style="position:absolute;flip:y;visibility:visible;mso-wrap-style:square" from="121579,0" to="1366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qpcMAAADcAAAADwAAAGRycy9kb3ducmV2LnhtbERPTYvCMBC9C/6HMII3TRWRpRrFVURh&#10;RbC6h70NzWxbbCa1ydrqrzeHBY+P9z1ftqYUd6pdYVnBaBiBIE6tLjhTcDlvBx8gnEfWWFomBQ9y&#10;sFx0O3OMtW34RPfEZyKEsItRQe59FUvp0pwMuqGtiAP3a2uDPsA6k7rGJoSbUo6jaCoNFhwacqxo&#10;nVN6Tf6MAqwOz3R62632D3NtPn92o6/j5lupfq9dzUB4av1b/O/eawWTcVgbzoQjIB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PkKqXDAAAA3AAAAA8AAAAAAAAAAAAA&#10;AAAAoQIAAGRycy9kb3ducmV2LnhtbFBLBQYAAAAABAAEAPkAAACRAwAAAAA=&#10;" strokecolor="black [3213]" strokeweight="2.25pt"/>
                    <v:line id="Connecteur droit 429" o:spid="_x0000_s1157" style="position:absolute;visibility:visible;mso-wrap-style:square" from="121579,8730" to="136649,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dXqsUAAADcAAAADwAAAGRycy9kb3ducmV2LnhtbESPQWvCQBSE7wX/w/KE3pqNUlqNrlKE&#10;QKC0YvTg8ZF9ZoPZtyG7TdJ/3y0Uehxm5htmu59sKwbqfeNYwSJJQRBXTjdcK7ic86cVCB+QNbaO&#10;ScE3edjvZg9bzLQb+URDGWoRIewzVGBC6DIpfWXIok9cRxy9m+sthij7Wuoexwi3rVym6Yu02HBc&#10;MNjRwVB1L7+sgvpK2r5fiuPr8DHc7sdDnn6aXKnH+fS2ARFoCv/hv3ahFTwv1/B7Jh4Buf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7dXqsUAAADcAAAADwAAAAAAAAAA&#10;AAAAAAChAgAAZHJzL2Rvd25yZXYueG1sUEsFBgAAAAAEAAQA+QAAAJMDAAAAAA==&#10;" strokecolor="black [3213]" strokeweight="2.25pt"/>
                  </v:group>
                  <v:group id="Groupe 430" o:spid="_x0000_s1158" style="position:absolute;left:73386;top:15056;width:2537;height:2620"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bzZcIAAADcAAAADwAAAGRycy9kb3ducmV2LnhtbERPy4rCMBTdC/MP4Q7M&#10;TtOOD4aOUUQccSGCdUDcXZprW2xuShPb+vdmIbg8nPd82ZtKtNS40rKCeBSBIM6sLjlX8H/6G/6A&#10;cB5ZY2WZFDzIwXLxMZhjom3HR2pTn4sQwi5BBYX3dSKlywoy6Ea2Jg7c1TYGfYBNLnWDXQg3lfyO&#10;opk0WHJoKLCmdUHZLb0bBdsOu9U43rT723X9uJymh/M+JqW+PvvVLwhPvX+LX+6dVjAZh/n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jG82XCAAAA3AAAAA8A&#10;AAAAAAAAAAAAAAAAqgIAAGRycy9kb3ducmV2LnhtbFBLBQYAAAAABAAEAPoAAACZAwAAAAA=&#10;">
                    <v:rect id="Rectangle 431" o:spid="_x0000_s1159"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PUpscA&#10;AADcAAAADwAAAGRycy9kb3ducmV2LnhtbESPQWvCQBSE70L/w/IKvYhujKKSugmlYJEeCmrB63P3&#10;NQnNvg3ZrYn++m5B6HGYmW+YTTHYRlyo87VjBbNpAoJYO1NzqeDzuJ2sQfiAbLBxTAqu5KHIH0Yb&#10;zIzreU+XQyhFhLDPUEEVQptJ6XVFFv3UtcTR+3KdxRBlV0rTYR/htpFpkiylxZrjQoUtvVakvw8/&#10;VsHH/oTX3XJ8rm+r7Tkcx/o9fdNKPT0OL88gAg3hP3xv74yCxXwGf2fiEZD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CD1KbHAAAA3AAAAA8AAAAAAAAAAAAAAAAAmAIAAGRy&#10;cy9kb3ducmV2LnhtbFBLBQYAAAAABAAEAPUAAACMAwAAAAA=&#10;" fillcolor="white [3212]" strokecolor="black [3213]" strokeweight="2.25pt"/>
                    <v:line id="Connecteur droit 432" o:spid="_x0000_s1160"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7xercYAAADcAAAADwAAAGRycy9kb3ducmV2LnhtbESPQUvDQBSE74L/YXlCb3aTVJuSZluC&#10;UFB7alV6fWSfSTT7NuyuafTXuwXB4zAz3zDldjK9GMn5zrKCdJ6AIK6t7rhR8Pqyu12B8AFZY2+Z&#10;FHyTh+3m+qrEQtszH2g8hkZECPsCFbQhDIWUvm7JoJ/bgTh679YZDFG6RmqH5wg3vcySZCkNdhwX&#10;WhzooaX68/hlFKzq5w9X5dVTev825D9jtl/uTrlSs5upWoMINIX/8F/7USu4W2RwOROPgNz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e8Xq3GAAAA3AAAAA8AAAAAAAAA&#10;AAAAAAAAoQIAAGRycy9kb3ducmV2LnhtbFBLBQYAAAAABAAEAPkAAACUAwAAAAA=&#10;" strokecolor="black [3213]"/>
                    <v:line id="Connecteur droit 433" o:spid="_x0000_s1161"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C7QsUAAADcAAAADwAAAGRycy9kb3ducmV2LnhtbESPzWrDMBCE74W8g9hCb43c/NG6kU0S&#10;KJRcQtM8wGJtLVNr5UhK4vjpq0Cgx2FmvmGWZW9bcSYfGscKXsYZCOLK6YZrBYfvj+dXECEia2wd&#10;k4IrBSiL0cMSc+0u/EXnfaxFgnDIUYGJsculDJUhi2HsOuLk/ThvMSbpa6k9XhLctnKSZQtpseG0&#10;YLCjjaHqd3+yCtohHoa39cYM2XF21bvdwvn5Vqmnx371DiJSH//D9/anVjCbTuF2Jh0BW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QC7QsUAAADcAAAADwAAAAAAAAAA&#10;AAAAAAChAgAAZHJzL2Rvd25yZXYueG1sUEsFBgAAAAAEAAQA+QAAAJMDAAAAAA==&#10;" strokecolor="black [3213]"/>
                  </v:group>
                  <v:group id="Groupe 434" o:spid="_x0000_s1162" style="position:absolute;left:61630;top:15219;width:2538;height:2621"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31ZsYAAADcAAAADwAAAGRycy9kb3ducmV2LnhtbESPQWvCQBSE7wX/w/IK&#10;3ppNNC2SZhWRKh5CoSqU3h7ZZxLMvg3ZbRL/fbdQ6HGYmW+YfDOZVgzUu8aygiSKQRCXVjdcKbic&#10;908rEM4ja2wtk4I7OdisZw85ZtqO/EHDyVciQNhlqKD2vsukdGVNBl1kO+LgXW1v0AfZV1L3OAa4&#10;aeUijl+kwYbDQo0d7Woqb6dvo+Aw4rhdJm9Dcbvu7l/n5/fPIiGl5o/T9hWEp8n/h//aR60gX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X/fVmxgAAANwA&#10;AAAPAAAAAAAAAAAAAAAAAKoCAABkcnMvZG93bnJldi54bWxQSwUGAAAAAAQABAD6AAAAnQMAAAAA&#10;">
                    <v:rect id="Rectangle 435" o:spid="_x0000_s1163"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jSpcYA&#10;AADcAAAADwAAAGRycy9kb3ducmV2LnhtbESPQWsCMRSE70L/Q3gFL1KzVWvLapQirIgHQS30+kxe&#10;dxc3L8sm6uqvN4LQ4zAz3zDTeWsrcabGl44VvPcTEMTamZJzBT/77O0LhA/IBivHpOBKHuazl84U&#10;U+MuvKXzLuQiQtinqKAIoU6l9Logi77vauLo/bnGYoiyyaVp8BLhtpKDJBlLiyXHhQJrWhSkj7uT&#10;VbDZ/uJ1Ne4dyttndgj7nl4Pllqp7mv7PQERqA3/4Wd7ZRSMhh/wOBOPgJ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7jSpcYAAADcAAAADwAAAAAAAAAAAAAAAACYAgAAZHJz&#10;L2Rvd25yZXYueG1sUEsFBgAAAAAEAAQA9QAAAIsDAAAAAA==&#10;" fillcolor="white [3212]" strokecolor="black [3213]" strokeweight="2.25pt"/>
                    <v:line id="Connecteur droit 436" o:spid="_x0000_s1164"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dYrsYAAADcAAAADwAAAGRycy9kb3ducmV2LnhtbESPQUvDQBSE74L/YXmCN7tJ1aSk2ZYg&#10;FKqeWpVeH9lnEs2+DbvbNO2vdwXB4zAz3zDlejK9GMn5zrKCdJaAIK6t7rhR8P62uVuA8AFZY2+Z&#10;FJzJw3p1fVVioe2JdzTuQyMihH2BCtoQhkJKX7dk0M/sQBy9T+sMhihdI7XDU4SbXs6TJJMGO44L&#10;LQ701FL9vT8aBYv65ctVefWcPn4M+WWcv2abQ67U7c1ULUEEmsJ/+K+91Qoe7jP4PROPgFz9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iHWK7GAAAA3AAAAA8AAAAAAAAA&#10;AAAAAAAAoQIAAGRycy9kb3ducmV2LnhtbFBLBQYAAAAABAAEAPkAAACUAwAAAAA=&#10;" strokecolor="black [3213]"/>
                    <v:line id="Connecteur droit 437" o:spid="_x0000_s1165"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u9QcUAAADcAAAADwAAAGRycy9kb3ducmV2LnhtbESP0WoCMRRE3wv+Q7iCbzVbq1vdGqUV&#10;hOKL1PoBl83tZunmZk1SXffrG0Ho4zAzZ5jlurONOJMPtWMFT+MMBHHpdM2VguPX9nEOIkRkjY1j&#10;UnClAOvV4GGJhXYX/qTzIVYiQTgUqMDE2BZShtKQxTB2LXHyvp23GJP0ldQeLwluGznJslxarDkt&#10;GGxpY6j8OfxaBU0fj/3ifWP67DS96v0+d362U2o07N5eQUTq4n/43v7QCqbPL3A7k46AXP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ju9QcUAAADcAAAADwAAAAAAAAAA&#10;AAAAAAChAgAAZHJzL2Rvd25yZXYueG1sUEsFBgAAAAAEAAQA+QAAAJMDAAAAAA==&#10;" strokecolor="black [3213]"/>
                  </v:group>
                  <v:group id="Groupe 438" o:spid="_x0000_s1166" style="position:absolute;left:73481;top:25133;width:2537;height:2620"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D/Y8IAAADcAAAADwAAAGRycy9kb3ducmV2LnhtbERPy4rCMBTdC/MP4Q7M&#10;TtOOD4aOUUQccSGCdUDcXZprW2xuShPb+vdmIbg8nPd82ZtKtNS40rKCeBSBIM6sLjlX8H/6G/6A&#10;cB5ZY2WZFDzIwXLxMZhjom3HR2pTn4sQwi5BBYX3dSKlywoy6Ea2Jg7c1TYGfYBNLnWDXQg3lfyO&#10;opk0WHJoKLCmdUHZLb0bBdsOu9U43rT723X9uJymh/M+JqW+PvvVLwhPvX+LX+6dVjAZh7X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aw/2PCAAAA3AAAAA8A&#10;AAAAAAAAAAAAAAAAqgIAAGRycy9kb3ducmV2LnhtbFBLBQYAAAAABAAEAPoAAACZAwAAAAA=&#10;">
                    <v:rect id="Rectangle 439" o:spid="_x0000_s1167"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XYoMYA&#10;AADcAAAADwAAAGRycy9kb3ducmV2LnhtbESPQWsCMRSE70L/Q3gFL1KzVdm2q1GKoIgHQS30+kxe&#10;dxc3L8sm6uqvN4LQ4zAz3zCTWWsrcabGl44VvPcTEMTamZJzBT/7xdsnCB+QDVaOScGVPMymL50J&#10;ZsZdeEvnXchFhLDPUEERQp1J6XVBFn3f1cTR+3ONxRBlk0vT4CXCbSUHSZJKiyXHhQJrmhekj7uT&#10;VbDZ/uJ1lfYO5e1jcQj7nl4Pllqp7mv7PQYRqA3/4Wd7ZRSMhl/wOBOPgJz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vXYoMYAAADcAAAADwAAAAAAAAAAAAAAAACYAgAAZHJz&#10;L2Rvd25yZXYueG1sUEsFBgAAAAAEAAQA9QAAAIsDAAAAAA==&#10;" fillcolor="white [3212]" strokecolor="black [3213]" strokeweight="2.25pt"/>
                    <v:line id="Connecteur droit 440" o:spid="_x0000_s1168"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QWPMIAAADcAAAADwAAAGRycy9kb3ducmV2LnhtbERPz2vCMBS+D/wfwhO8zVRxVqpRiiBM&#10;d5pTvD6aZ1ttXkqS1bq/fjkMdvz4fq82vWlER87XlhVMxgkI4sLqmksFp6/d6wKED8gaG8uk4Eke&#10;NuvBywozbR/8Sd0xlCKGsM9QQRVCm0npi4oM+rFtiSN3tc5giNCVUjt8xHDTyGmSzKXBmmNDhS1t&#10;Kyrux2+jYFEcbi5P8/3k7dymP930Y767pEqNhn2+BBGoD//iP/e7VjCbxfnxTDwC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QWPMIAAADcAAAADwAAAAAAAAAAAAAA&#10;AAChAgAAZHJzL2Rvd25yZXYueG1sUEsFBgAAAAAEAAQA+QAAAJADAAAAAA==&#10;" strokecolor="black [3213]"/>
                    <v:line id="Connecteur droit 441" o:spid="_x0000_s1169"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pjz08UAAADcAAAADwAAAGRycy9kb3ducmV2LnhtbESPzWrDMBCE74W8g9hAbrWc4obWtRLa&#10;QKD0EvLzAIu1tUyslSOpieOnrwqFHIeZ+YapVoPtxIV8aB0rmGc5COLa6ZYbBcfD5vEFRIjIGjvH&#10;pOBGAVbLyUOFpXZX3tFlHxuRIBxKVGBi7EspQ23IYshcT5y8b+ctxiR9I7XHa4LbTj7l+UJabDkt&#10;GOxpbag+7X+sgm6Mx/H1Y23G/Fzc9Ha7cP75S6nZdHh/AxFpiPfwf/tTKyiKOfydSUdA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pjz08UAAADcAAAADwAAAAAAAAAA&#10;AAAAAAChAgAAZHJzL2Rvd25yZXYueG1sUEsFBgAAAAAEAAQA+QAAAJMDAAAAAA==&#10;" strokecolor="black [3213]"/>
                  </v:group>
                  <v:group id="Groupe 442" o:spid="_x0000_s1170" style="position:absolute;left:61797;top:25133;width:2537;height:2620"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1679MUAAADcAAAADwAAAGRycy9kb3ducmV2LnhtbESPQYvCMBSE78L+h/CE&#10;vWlaV2WpRhFZlz2IoC6It0fzbIvNS2liW/+9EQSPw8x8w8yXnSlFQ7UrLCuIhxEI4tTqgjMF/8fN&#10;4BuE88gaS8uk4E4OlouP3hwTbVveU3PwmQgQdgkqyL2vEildmpNBN7QVcfAutjbog6wzqWtsA9yU&#10;chRFU2mw4LCQY0XrnNLr4WYU/LbYrr7in2Z7vazv5+Nkd9rGpNRnv1vNQHjq/Dv8av9pBeP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9eu/TFAAAA3AAA&#10;AA8AAAAAAAAAAAAAAAAAqgIAAGRycy9kb3ducmV2LnhtbFBLBQYAAAAABAAEAPoAAACcAwAAAAA=&#10;">
                    <v:rect id="Rectangle 443" o:spid="_x0000_s1171"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ucN8UA&#10;AADcAAAADwAAAGRycy9kb3ducmV2LnhtbESPT4vCMBTE74LfITzBi6yprrhL1ygiuIgHwT+w12fy&#10;ti02L6WJWv30RhA8DjPzG2Yya2wpLlT7wrGCQT8BQaydKThTcNgvP75B+IBssHRMCm7kYTZttyaY&#10;GnflLV12IRMRwj5FBXkIVSql1zlZ9H1XEUfv39UWQ5R1Jk2N1wi3pRwmyVhaLDgu5FjRIid92p2t&#10;gs32D2+rce9Y3L+Wx7Dv6fXwVyvV7TTzHxCBmvAOv9oro2A0+oTnmXgE5PQ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G5w3xQAAANwAAAAPAAAAAAAAAAAAAAAAAJgCAABkcnMv&#10;ZG93bnJldi54bWxQSwUGAAAAAAQABAD1AAAAigMAAAAA&#10;" fillcolor="white [3212]" strokecolor="black [3213]" strokeweight="2.25pt"/>
                    <v:line id="Connecteur droit 444" o:spid="_x0000_s1172"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8QP8YAAADcAAAADwAAAGRycy9kb3ducmV2LnhtbESPQWvCQBSE70L/w/IKvelGSY1EVwkF&#10;oban2orXR/aZRLNvw+42xv76bqHgcZiZb5jVZjCt6Mn5xrKC6SQBQVxa3XCl4OtzO16A8AFZY2uZ&#10;FNzIw2b9MFphru2VP6jfh0pECPscFdQhdLmUvqzJoJ/Yjjh6J+sMhihdJbXDa4SbVs6SZC4NNhwX&#10;auzopabysv82Chbl29kVWbGbPh+67Kefvc+3x0ypp8ehWIIINIR7+L/9qhWkaQp/Z+IRkO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8fED/GAAAA3AAAAA8AAAAAAAAA&#10;AAAAAAAAoQIAAGRycy9kb3ducmV2LnhtbFBLBQYAAAAABAAEAPkAAACUAwAAAAA=&#10;" strokecolor="black [3213]"/>
                    <v:line id="Connecteur droit 445" o:spid="_x0000_s1173"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P10MQAAADcAAAADwAAAGRycy9kb3ducmV2LnhtbESP0WoCMRRE3wv+Q7hC32rWsopujWIF&#10;ofgiVT/gsrndLG5u1iTqul9vCoU+DjNzhlmsOtuIG/lQO1YwHmUgiEuna64UnI7btxmIEJE1No5J&#10;wYMCrJaDlwUW2t35m26HWIkE4VCgAhNjW0gZSkMWw8i1xMn7cd5iTNJXUnu8J7ht5HuWTaXFmtOC&#10;wZY2hsrz4WoVNH089fPPjemzS/7Q+/3U+clOqddht/4AEamL/+G/9pdWkOcT+D2TjoBc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o/XQxAAAANwAAAAPAAAAAAAAAAAA&#10;AAAAAKECAABkcnMvZG93bnJldi54bWxQSwUGAAAAAAQABAD5AAAAkgMAAAAA&#10;" strokecolor="black [3213]"/>
                  </v:group>
                </v:group>
                <v:line id="Connecteur droit 8" o:spid="_x0000_s1174" style="position:absolute;visibility:visible;mso-wrap-style:square" from="64199,29923" to="91570,29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pPHLwAAADaAAAADwAAAGRycy9kb3ducmV2LnhtbERPuwrCMBTdBf8hXMFN0wo+qEYRQXEQ&#10;xNbB8dJc22JzU5qo9e/NIDgeznu16UwtXtS6yrKCeByBIM6trrhQcM32owUI55E11pZJwYccbNb9&#10;3goTbd98oVfqCxFC2CWooPS+SaR0eUkG3dg2xIG729agD7AtpG7xHcJNLSdRNJMGKw4NJTa0Kyl/&#10;pE+j4FLPDzdjyE4e8X16OGf5Lk5PSg0H3XYJwlPn/+Kf+6gVhK3hSrgBcv0F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odpPHLwAAADaAAAADwAAAAAAAAAAAAAAAAChAgAA&#10;ZHJzL2Rvd25yZXYueG1sUEsFBgAAAAAEAAQA+QAAAIoDAAAAAA==&#10;" strokecolor="black [3213]" strokeweight="1pt">
                  <v:stroke dashstyle="longDashDot"/>
                </v:line>
                <v:line id="Connecteur droit 10" o:spid="_x0000_s1175" style="position:absolute;visibility:visible;mso-wrap-style:square" from="12,45428" to="87748,45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5jpMQAAADbAAAADwAAAGRycy9kb3ducmV2LnhtbESPzWrDQAyE74W8w6JCbvXagbTBzSaU&#10;QEIPhWInhx6FV/4hXq3xbmPn7aNDoTeJGc182u5n16sbjaHzbCBLUlDElbcdNwYu5+PLBlSIyBZ7&#10;z2TgTgH2u8XTFnPrJy7oVsZGSQiHHA20MQ651qFqyWFI/EAsWu1Hh1HWsdF2xEnCXa9XafqqHXYs&#10;DS0OdGipupa/zkDRv51+nCO/umb1+vR9rg5Z+WXM8nn+eAcVaY7/5r/rTyv4Qi+/yAB69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mOkxAAAANsAAAAPAAAAAAAAAAAA&#10;AAAAAKECAABkcnMvZG93bnJldi54bWxQSwUGAAAAAAQABAD5AAAAkgMAAAAA&#10;" strokecolor="black [3213]" strokeweight="1pt">
                  <v:stroke dashstyle="longDashDot"/>
                </v:line>
                <v:group id="Groupe 100" o:spid="_x0000_s1176" style="position:absolute;left:11303;top:11506;width:57467;height:5941" coordorigin="54541,17083" coordsize="85317,8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group id="Groupe 33" o:spid="_x0000_s1177" style="position:absolute;left:136978;top:17083;width:2880;height:8820" coordorigin="128015"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line id="Connecteur droit 35" o:spid="_x0000_s1178" style="position:absolute;flip:x;visibility:visible;mso-wrap-style:square" from="129429,0" to="129429,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BefMUAAADbAAAADwAAAGRycy9kb3ducmV2LnhtbESPX2sCMRDE3wt+h7BC32qutoqeRrFF&#10;QSiC/1B8Wy7bu8PL5khSPb99Iwg+DrPzm53xtDGVuJDzpWUF750EBHFmdcm5gv1u8TYA4QOyxsoy&#10;KbiRh+mk9TLGVNsrb+iyDbmIEPYpKihCqFMpfVaQQd+xNXH0fq0zGKJ0udQOrxFuKtlNkr40WHJs&#10;KLCm74Ky8/bPxDc+13Pzc/jqD06L+XHluqvGJ0OlXtvNbAQiUBOex4/0Uiv46MF9SwSAnP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wBefMUAAADbAAAADwAAAAAAAAAA&#10;AAAAAAChAgAAZHJzL2Rvd25yZXYueG1sUEsFBgAAAAAEAAQA+QAAAJMDAAAAAA==&#10;" strokecolor="#ffc000" strokeweight="2.25pt"/>
                    <v:line id="Connecteur droit 36" o:spid="_x0000_s1179" style="position:absolute;visibility:visible;mso-wrap-style:square" from="128015,0" to="1310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0NvsUAAADbAAAADwAAAGRycy9kb3ducmV2LnhtbESPQWsCMRSE74X+h/CE3mpWha2sRlFL&#10;oVBKqYrg7bl5btZuXpYk1a2/3hQKPQ4z8w0znXe2EWfyoXasYNDPQBCXTtdcKdhuXh7HIEJE1tg4&#10;JgU/FGA+u7+bYqHdhT/pvI6VSBAOBSowMbaFlKE0ZDH0XUucvKPzFmOSvpLa4yXBbSOHWZZLizWn&#10;BYMtrQyVX+tvq+Dt0Czd+3W0PO21/3jamc0+x2elHnrdYgIiUhf/w3/tV61glMPvl/QD5O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d0NvsUAAADbAAAADwAAAAAAAAAA&#10;AAAAAAChAgAAZHJzL2Rvd25yZXYueG1sUEsFBgAAAAAEAAQA+QAAAJMDAAAAAA==&#10;" strokecolor="#ffc000" strokeweight="2.25pt"/>
                    <v:line id="Connecteur droit 37" o:spid="_x0000_s1180" style="position:absolute;visibility:visible;mso-wrap-style:square" from="128015,8730" to="131032,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pGoJcUAAADbAAAADwAAAGRycy9kb3ducmV2LnhtbESP3WoCMRSE7wXfIRzBO822gspqlNoi&#10;FEop/iB4d9wcN2s3J0uS6rZP3xQKXg4z8w0zX7a2FlfyoXKs4GGYgSAunK64VLDfrQdTECEia6wd&#10;k4JvCrBcdDtzzLW78Yau21iKBOGQowITY5NLGQpDFsPQNcTJOztvMSbpS6k93hLc1vIxy8bSYsVp&#10;wWBDz4aKz+2XVfB2qlfu/We0uhy1/5gczO44xhel+r32aQYiUhvv4f/2q1YwmsDfl/QD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pGoJcUAAADbAAAADwAAAAAAAAAA&#10;AAAAAAChAgAAZHJzL2Rvd25yZXYueG1sUEsFBgAAAAAEAAQA+QAAAJMDAAAAAA==&#10;" strokecolor="#ffc000" strokeweight="2.25pt"/>
                  </v:group>
                  <v:line id="Connecteur droit 34" o:spid="_x0000_s1181" style="position:absolute;flip:x;visibility:visible;mso-wrap-style:square" from="54541,21517" to="138385,215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z758UAAADbAAAADwAAAGRycy9kb3ducmV2LnhtbESPUWsCMRCE34X+h7AF3zRXFdGrUVQU&#10;hCLYUxTflsv27uhlcyRRz3/fFAp9HGbnm53ZojW1uJPzlWUFb/0EBHFudcWFgtNx25uA8AFZY22Z&#10;FDzJw2L+0plhqu2DP+mehUJECPsUFZQhNKmUPi/JoO/bhjh6X9YZDFG6QmqHjwg3tRwkyVgarDg2&#10;lNjQuqT8O7uZ+MbosDEf59V4ct1uLns32Lc+mSrVfW2X7yACteH/+C+90wqGI/jdEgEg5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Ez758UAAADbAAAADwAAAAAAAAAA&#10;AAAAAAChAgAAZHJzL2Rvd25yZXYueG1sUEsFBgAAAAAEAAQA+QAAAJMDAAAAAA==&#10;" strokecolor="#ffc000" strokeweight="2.25pt"/>
                </v:group>
                <v:group id="Groupe 101" o:spid="_x0000_s1182" style="position:absolute;left:19708;top:42387;width:49062;height:5941" coordorigin="67019,17083" coordsize="72838,8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group id="Groupe 102" o:spid="_x0000_s1183" style="position:absolute;left:136978;top:17083;width:2880;height:8820" coordorigin="128015"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WqGwwwAAANwAAAAP&#10;AAAAAAAAAAAAAAAAAKoCAABkcnMvZG93bnJldi54bWxQSwUGAAAAAAQABAD6AAAAmgMAAAAA&#10;">
                    <v:line id="Connecteur droit 104" o:spid="_x0000_s1184" style="position:absolute;flip:x;visibility:visible;mso-wrap-style:square" from="129429,0" to="129429,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Htv8QAAADcAAAADwAAAGRycy9kb3ducmV2LnhtbERPTWvCQBC9F/oflin0EnTTWoKk2UgR&#10;hV6EmorS25Adk2B2Nma3Jv57tyD0No/3OdliNK24UO8aywpepjEI4tLqhisFu+/1ZA7CeWSNrWVS&#10;cCUHi/zxIcNU24G3dCl8JUIIuxQV1N53qZSurMmgm9qOOHBH2xv0AfaV1D0OIdy08jWOE2mw4dBQ&#10;Y0fLmspT8WsUfOH6vIr2Een5pkiW/HNou2Sm1PPT+PEOwtPo/8V396cO8+M3+HsmXC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Ue2/xAAAANwAAAAPAAAAAAAAAAAA&#10;AAAAAKECAABkcnMvZG93bnJldi54bWxQSwUGAAAAAAQABAD5AAAAkgMAAAAA&#10;" strokecolor="#00b050" strokeweight="2.25pt"/>
                    <v:line id="Connecteur droit 105" o:spid="_x0000_s1185" style="position:absolute;visibility:visible;mso-wrap-style:square" from="128015,0" to="1310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g0tMsIAAADcAAAADwAAAGRycy9kb3ducmV2LnhtbERPTWsCMRC9C/0PYQq91aTSlrIapQjC&#10;SnupWtTbsBl3FzeTkETd/vtGELzN433OZNbbTpwpxNaxhpehAkFcOdNyrWGzXjx/gIgJ2WDnmDT8&#10;UYTZ9GEwwcK4C//QeZVqkUM4FqihSckXUsaqIYtx6Dxx5g4uWEwZhlqagJccbjs5UupdWmw5NzTo&#10;ad5QdVydrIZ56/xy67+/uFRhaX/trtyPXrV+euw/xyAS9ekuvrlLk+erN7g+ky+Q0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g0tMsIAAADcAAAADwAAAAAAAAAAAAAA&#10;AAChAgAAZHJzL2Rvd25yZXYueG1sUEsFBgAAAAAEAAQA+QAAAJADAAAAAA==&#10;" strokecolor="#00b050" strokeweight="2.25pt"/>
                    <v:line id="Connecteur droit 106" o:spid="_x0000_s1186" style="position:absolute;visibility:visible;mso-wrap-style:square" from="128015,8730" to="131032,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zRcEAAADcAAAADwAAAGRycy9kb3ducmV2LnhtbERPTWsCMRC9F/ofwhS81aQiUlajFEFY&#10;0YtWab0Nm+nu0s0kJFHXf2+EQm/zeJ8zW/S2ExcKsXWs4W2oQBBXzrRcazh8rl7fQcSEbLBzTBpu&#10;FGExf36aYWHclXd02ada5BCOBWpoUvKFlLFqyGIcOk+cuR8XLKYMQy1NwGsOt50cKTWRFlvODQ16&#10;WjZU/e7PVsOydX795bcbLlVY26P9Lk+jsdaDl/5jCiJRn/7Ff+7S5PlqAo9n8gVyf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37NFwQAAANwAAAAPAAAAAAAAAAAAAAAA&#10;AKECAABkcnMvZG93bnJldi54bWxQSwUGAAAAAAQABAD5AAAAjwMAAAAA&#10;" strokecolor="#00b050" strokeweight="2.25pt"/>
                  </v:group>
                  <v:line id="Connecteur droit 103" o:spid="_x0000_s1187" style="position:absolute;flip:x;visibility:visible;mso-wrap-style:square" from="67019,21517" to="138385,215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h1y8MAAADcAAAADwAAAGRycy9kb3ducmV2LnhtbERPTWvCQBC9C/0PyxR6CbppAyGkrlJE&#10;oZdCjdLibchOk9DsbNzdavrvXUHwNo/3OfPlaHpxIuc7ywqeZykI4trqjhsF+91mWoDwAVljb5kU&#10;/JOH5eJhMsdS2zNv6VSFRsQQ9iUqaEMYSil93ZJBP7MDceR+rDMYInSN1A7PMdz08iVNc2mw49jQ&#10;4kCrlurf6s8o+MTNcZ18JaSLjypf8eG7H/JMqafH8e0VRKAx3MU397uO89MMrs/EC+Ti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64dcvDAAAA3AAAAA8AAAAAAAAAAAAA&#10;AAAAoQIAAGRycy9kb3ducmV2LnhtbFBLBQYAAAAABAAEAPkAAACRAwAAAAA=&#10;" strokecolor="#00b050" strokeweight="2.25pt"/>
                </v:group>
                <v:group id="Groupe 97" o:spid="_x0000_s1188" style="position:absolute;left:9999;top:19973;width:50987;height:18234" coordorigin=",29653" coordsize="75697,270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line id="Connecteur droit 38" o:spid="_x0000_s1189" style="position:absolute;flip:x;visibility:visible;mso-wrap-style:square" from="0,43164" to="75697,43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8yvYcAAAADbAAAADwAAAGRycy9kb3ducmV2LnhtbERPzYrCMBC+C/sOYRa8yJqouKzVtIii&#10;iAiy6gMMzWxbtpmUJmp9e3MQPH58/4uss7W4UesrxxpGQwWCOHem4kLD5bz5+gHhA7LB2jFpeJCH&#10;LP3oLTAx7s6/dDuFQsQQ9glqKENoEil9XpJFP3QNceT+XGsxRNgW0rR4j+G2lmOlvqXFimNDiQ2t&#10;Ssr/T1erQR7lbF+ojR3k9fGx3So/Pay91v3PbjkHEagLb/HLvTMaJnFs/BJ/gEy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PMr2HAAAAA2wAAAA8AAAAAAAAAAAAAAAAA&#10;oQIAAGRycy9kb3ducmV2LnhtbFBLBQYAAAAABAAEAPkAAACOAwAAAAA=&#10;" strokecolor="red" strokeweight="2.25pt"/>
                  <v:group id="Groupe 39" o:spid="_x0000_s1190" style="position:absolute;left:8965;top:38811;width:2880;height:8784" coordorigin="128015"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line id="Connecteur droit 40" o:spid="_x0000_s1191" style="position:absolute;flip:x;visibility:visible;mso-wrap-style:square" from="129429,0" to="129429,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zQGsAAAADbAAAADwAAAGRycy9kb3ducmV2LnhtbERPzYrCMBC+C/sOYRa8yJoouqzVtIii&#10;iAiy6gMMzWxbtpmUJmp9e3MQPH58/4uss7W4UesrxxpGQwWCOHem4kLD5bz5+gHhA7LB2jFpeJCH&#10;LP3oLTAx7s6/dDuFQsQQ9glqKENoEil9XpJFP3QNceT+XGsxRNgW0rR4j+G2lmOlvqXFimNDiQ2t&#10;Ssr/T1erQR7lbF+ojR3k9fGx3So/Pay91v3PbjkHEagLb/HLvTMaJnF9/BJ/gEy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W80BrAAAAA2wAAAA8AAAAAAAAAAAAAAAAA&#10;oQIAAGRycy9kb3ducmV2LnhtbFBLBQYAAAAABAAEAPkAAACOAwAAAAA=&#10;" strokecolor="red" strokeweight="2.25pt"/>
                    <v:line id="Connecteur droit 41" o:spid="_x0000_s1192" style="position:absolute;visibility:visible;mso-wrap-style:square" from="128015,0" to="1310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nWvsMAAADbAAAADwAAAGRycy9kb3ducmV2LnhtbESPQWsCMRSE70L/Q3gFb5q1LGK3RqkF&#10;QRARtdDrM3nd3Xbzsmyixn9vBMHjMDPfMNN5tI04U+drxwpGwwwEsXam5lLB92E5mIDwAdlg45gU&#10;XMnDfPbSm2Jh3IV3dN6HUiQI+wIVVCG0hZReV2TRD11LnLxf11kMSXalNB1eEtw28i3LxtJizWmh&#10;wpa+KtL/+5NV8PP3ftzGWpucj7t1vvJxoxcLpfqv8fMDRKAYnuFHe2UU5CO4f0k/QM5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N51r7DAAAA2wAAAA8AAAAAAAAAAAAA&#10;AAAAoQIAAGRycy9kb3ducmV2LnhtbFBLBQYAAAAABAAEAPkAAACRAwAAAAA=&#10;" strokecolor="red" strokeweight="2.25pt"/>
                    <v:line id="Connecteur droit 42" o:spid="_x0000_s1193" style="position:absolute;visibility:visible;mso-wrap-style:square" from="128015,8730" to="131032,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tIycQAAADbAAAADwAAAGRycy9kb3ducmV2LnhtbESPUWvCMBSF34X9h3AHvmk6KbJVY1kH&#10;A0GG6Aa+XpNrW9fclCbT7N8bYbDHwznnO5xlGW0nLjT41rGCp2kGglg703Kt4OvzffIMwgdkg51j&#10;UvBLHsrVw2iJhXFX3tFlH2qRIOwLVNCE0BdSet2QRT91PXHyTm6wGJIcamkGvCa47eQsy+bSYstp&#10;ocGe3hrS3/sfq+BwfjluY6tNzsfdJl/7+KGrSqnxY3xdgAgUw3/4r702CvIZ3L+kHy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q0jJxAAAANsAAAAPAAAAAAAAAAAA&#10;AAAAAKECAABkcnMvZG93bnJldi54bWxQSwUGAAAAAAQABAD5AAAAkgMAAAAA&#10;" strokecolor="red" strokeweight="2.25pt"/>
                  </v:group>
                  <v:group id="Groupe 44" o:spid="_x0000_s1194" style="position:absolute;left:31999;top:36310;width:2880;height:13896" coordorigin="124999"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line id="Connecteur droit 45" o:spid="_x0000_s1195" style="position:absolute;flip:x;visibility:visible;mso-wrap-style:square" from="126413,0" to="126413,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tzgsQAAADbAAAADwAAAGRycy9kb3ducmV2LnhtbESP3WrCQBSE74W+w3IKvSm629KIRjeh&#10;tBhKEcSfBzhkj0kwezZktxrfvisIXg4z8w2zzAfbijP1vnGs4W2iQBCXzjRcaTjsV+MZCB+QDbaO&#10;ScOVPOTZ02iJqXEX3tJ5FyoRIexT1FCH0KVS+rImi37iOuLoHV1vMUTZV9L0eIlw28p3pabSYsNx&#10;ocaOvmoqT7s/q0Fu5Py3Uiv7Wraba1Eon6y/vdYvz8PnAkSgITzC9/aP0fCRwO1L/AEy+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y3OCxAAAANsAAAAPAAAAAAAAAAAA&#10;AAAAAKECAABkcnMvZG93bnJldi54bWxQSwUGAAAAAAQABAD5AAAAkgMAAAAA&#10;" strokecolor="red" strokeweight="2.25pt"/>
                    <v:line id="Connecteur droit 46" o:spid="_x0000_s1196" style="position:absolute;visibility:visible;mso-wrap-style:square" from="124999,0" to="1280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BOysMAAADbAAAADwAAAGRycy9kb3ducmV2LnhtbESP3WoCMRSE7wu+QziCdzVrWaRujaJC&#10;QSgi/kBvj8np7tbNybKJmr69EQpeDjPzDTOdR9uIK3W+dqxgNMxAEGtnai4VHA+fr+8gfEA22Dgm&#10;BX/kYT7rvUyxMO7GO7ruQykShH2BCqoQ2kJKryuy6IeuJU7ej+sshiS7UpoObwluG/mWZWNpsea0&#10;UGFLq4r0eX+xCr5/J6dtrLXJ+bT7ytc+bvRyqdSgHxcfIALF8Az/t9dGQT6Gx5f0A+Ts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QTsrDAAAA2wAAAA8AAAAAAAAAAAAA&#10;AAAAoQIAAGRycy9kb3ducmV2LnhtbFBLBQYAAAAABAAEAPkAAACRAwAAAAA=&#10;" strokecolor="red" strokeweight="2.25pt"/>
                    <v:line id="Connecteur droit 47" o:spid="_x0000_s1197" style="position:absolute;visibility:visible;mso-wrap-style:square" from="124999,8730" to="128015,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9zrUcQAAADbAAAADwAAAGRycy9kb3ducmV2LnhtbESPQWsCMRSE7wX/Q3gFbzVbWdRujaKC&#10;IEgpbgu9PpPX3W03L8smavz3TUHwOMzMN8x8GW0rztT7xrGC51EGglg703Cl4PNj+zQD4QOywdYx&#10;KbiSh+Vi8DDHwrgLH+hchkokCPsCFdQhdIWUXtdk0Y9cR5y8b9dbDEn2lTQ9XhLctnKcZRNpseG0&#10;UGNHm5r0b3myCr5+Xo7vsdEm5+Nhn+98fNPrtVLDx7h6BREohnv41t4ZBfkU/r+kHyA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3OtRxAAAANsAAAAPAAAAAAAAAAAA&#10;AAAAAKECAABkcnMvZG93bnJldi54bWxQSwUGAAAAAAQABAD5AAAAkgMAAAAA&#10;" strokecolor="red" strokeweight="2.25pt"/>
                  </v:group>
                  <v:group id="Groupe 48" o:spid="_x0000_s1198" style="position:absolute;left:61207;top:34870;width:2880;height:16740" coordorigin="127452"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line id="Connecteur droit 49" o:spid="_x0000_s1199" style="position:absolute;flip:x;visibility:visible;mso-wrap-style:square" from="128866,0" to="128866,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Z5h8MAAADbAAAADwAAAGRycy9kb3ducmV2LnhtbESP3YrCMBSE7wXfIRzBG1kTZZW1axRx&#10;UUSE4s8DHJqzbbE5KU1W69tvBMHLYWa+YebL1lbiRo0vHWsYDRUI4syZknMNl/Pm4wuED8gGK8ek&#10;4UEelotuZ46JcXc+0u0UchEh7BPUUIRQJ1L6rCCLfuhq4uj9usZiiLLJpWnwHuG2kmOlptJiyXGh&#10;wJrWBWXX05/VIFM52+dqYwdZlT62W+Unhx+vdb/Xrr5BBGrDO/xq74yGzxk8v8QfIB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SGeYfDAAAA2wAAAA8AAAAAAAAAAAAA&#10;AAAAoQIAAGRycy9kb3ducmV2LnhtbFBLBQYAAAAABAAEAPkAAACRAwAAAAA=&#10;" strokecolor="red" strokeweight="2.25pt"/>
                    <v:line id="Connecteur droit 50" o:spid="_x0000_s1200" style="position:absolute;visibility:visible;mso-wrap-style:square" from="127452,0" to="1304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zl+MAAAADbAAAADwAAAGRycy9kb3ducmV2LnhtbERPy2oCMRTdF/oP4Rbc1UyLFh2NUgVB&#10;ECk+wO01uc6MndwMk6jx781CcHk47/E02lpcqfWVYwVf3QwEsXam4kLBfrf4HIDwAdlg7ZgU3MnD&#10;dPL+NsbcuBtv6LoNhUgh7HNUUIbQ5FJ6XZJF33UNceJOrrUYEmwLaVq8pXBby+8s+5EWK04NJTY0&#10;L0n/by9WweE8PP7FSpseHzer3tLHtZ7NlOp8xN8RiEAxvMRP99Io6Kf16Uv6AXLy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ns5fjAAAAA2wAAAA8AAAAAAAAAAAAAAAAA&#10;oQIAAGRycy9kb3ducmV2LnhtbFBLBQYAAAAABAAEAPkAAACOAwAAAAA=&#10;" strokecolor="red" strokeweight="2.25pt"/>
                    <v:line id="Connecteur droit 51" o:spid="_x0000_s1201" style="position:absolute;visibility:visible;mso-wrap-style:square" from="127452,8730" to="130469,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BAY8MAAADbAAAADwAAAGRycy9kb3ducmV2LnhtbESP3WoCMRSE7wXfIZxC7zSr2KKrUVQo&#10;CFKKP+DtMTnurt2cLJuo6ds3hYKXw8x8w8wW0dbiTq2vHCsY9DMQxNqZigsFx8NHbwzCB2SDtWNS&#10;8EMeFvNuZ4a5cQ/e0X0fCpEg7HNUUIbQ5FJ6XZJF33cNcfIurrUYkmwLaVp8JLit5TDL3qXFitNC&#10;iQ2tS9Lf+5tVcLpOzl+x0mbE5912tPHxU69WSr2+xOUURKAYnuH/9sYoeBvA35f0A+T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agQGPDAAAA2wAAAA8AAAAAAAAAAAAA&#10;AAAAoQIAAGRycy9kb3ducmV2LnhtbFBLBQYAAAAABAAEAPkAAACRAwAAAAA=&#10;" strokecolor="red" strokeweight="2.25pt"/>
                  </v:group>
                  <v:group id="Groupe 55" o:spid="_x0000_s1202" style="position:absolute;left:40942;top:30895;width:2880;height:24588" coordorigin="128015"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line id="Connecteur droit 56" o:spid="_x0000_s1203" style="position:absolute;flip:x;visibility:visible;mso-wrap-style:square" from="129429,0" to="129429,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B7KMQAAADbAAAADwAAAGRycy9kb3ducmV2LnhtbESP0WrCQBRE3wv9h+UWfCl114LSRjeh&#10;VAwihWDqB1yyt0lo9m7IbjX5e1cQ+jjMzBlmk422E2cafOtYw2KuQBBXzrRcazh9717eQPiAbLBz&#10;TBom8pCljw8bTIy78JHOZahFhLBPUEMTQp9I6auGLPq564mj9+MGiyHKoZZmwEuE206+KrWSFluO&#10;Cw329NlQ9Vv+WQ2ykO+HWu3sc9UVU54rv/zaeq1nT+PHGkSgMfyH7+290bBcwe1L/AEyv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wHsoxAAAANsAAAAPAAAAAAAAAAAA&#10;AAAAAKECAABkcnMvZG93bnJldi54bWxQSwUGAAAAAAQABAD5AAAAkgMAAAAA&#10;" strokecolor="red" strokeweight="2.25pt"/>
                    <v:line id="Connecteur droit 57" o:spid="_x0000_s1204" style="position:absolute;visibility:visible;mso-wrap-style:square" from="128015,0" to="1310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9jMQAAADbAAAADwAAAGRycy9kb3ducmV2LnhtbESP3WoCMRSE7wu+QzgF72q2Yq3dGkUF&#10;QSgi/oC3x+R0d+vmZNlETd++EYReDjPzDTOeRluLK7W+cqzgtZeBINbOVFwoOOyXLyMQPiAbrB2T&#10;gl/yMJ10nsaYG3fjLV13oRAJwj5HBWUITS6l1yVZ9D3XECfv27UWQ5JtIU2LtwS3texn2VBarDgt&#10;lNjQoiR93l2sguPPx2kTK20GfNp+DVY+rvV8rlT3Oc4+QQSK4T/8aK+Mgrd3uH9JP0BO/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X2MxAAAANsAAAAPAAAAAAAAAAAA&#10;AAAAAKECAABkcnMvZG93bnJldi54bWxQSwUGAAAAAAQABAD5AAAAkgMAAAAA&#10;" strokecolor="red" strokeweight="2.25pt"/>
                    <v:line id="Connecteur droit 58" o:spid="_x0000_s1205" style="position:absolute;visibility:visible;mso-wrap-style:square" from="128015,8730" to="131032,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rp/sAAAADbAAAADwAAAGRycy9kb3ducmV2LnhtbERPy2oCMRTdF/oP4Rbc1UyLFh2NUgVB&#10;ECk+wO01uc6MndwMk6jx781CcHk47/E02lpcqfWVYwVf3QwEsXam4kLBfrf4HIDwAdlg7ZgU3MnD&#10;dPL+NsbcuBtv6LoNhUgh7HNUUIbQ5FJ6XZJF33UNceJOrrUYEmwLaVq8pXBby+8s+5EWK04NJTY0&#10;L0n/by9WweE8PP7FSpseHzer3tLHtZ7NlOp8xN8RiEAxvMRP99Io6Kex6Uv6AXLy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ea6f7AAAAA2wAAAA8AAAAAAAAAAAAAAAAA&#10;oQIAAGRycy9kb3ducmV2LnhtbFBLBQYAAAAABAAEAPkAAACOAwAAAAA=&#10;" strokecolor="red" strokeweight="2.25pt"/>
                  </v:group>
                  <v:group id="Groupe 63" o:spid="_x0000_s1206" style="position:absolute;left:64780;top:29653;width:2880;height:27072" coordorigin="125987"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line id="Connecteur droit 64" o:spid="_x0000_s1207" style="position:absolute;flip:x;visibility:visible;mso-wrap-style:square" from="127401,0" to="127401,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KKecQAAADbAAAADwAAAGRycy9kb3ducmV2LnhtbESP3WrCQBSE7wt9h+UUelN0t6UGjW5C&#10;aTEUEcSfBzhkj0kwezZktxrfvisIXg4z8w2zyAfbijP1vnGs4X2sQBCXzjRcaTjsl6MpCB+QDbaO&#10;ScOVPOTZ89MCU+MuvKXzLlQiQtinqKEOoUul9GVNFv3YdcTRO7reYoiyr6Tp8RLhtpUfSiXSYsNx&#10;ocaOvmsqT7s/q0Fu5GxVqaV9K9vNtSiUn6x/vNavL8PXHESgITzC9/av0ZB8wu1L/AEy+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Mop5xAAAANsAAAAPAAAAAAAAAAAA&#10;AAAAAKECAABkcnMvZG93bnJldi54bWxQSwUGAAAAAAQABAD5AAAAkgMAAAAA&#10;" strokecolor="red" strokeweight="2.25pt"/>
                    <v:line id="Connecteur droit 65" o:spid="_x0000_s1208" style="position:absolute;visibility:visible;mso-wrap-style:square" from="125987,0" to="1290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M3cQAAADbAAAADwAAAGRycy9kb3ducmV2LnhtbESPQWsCMRSE74X+h/AK3mq2xYpdzUoV&#10;hIVSilrw+kyeu2s3L8smavz3plDwOMzMN8xsHm0rztT7xrGCl2EGglg703Cl4Ge7ep6A8AHZYOuY&#10;FFzJw7x4fJhhbtyF13TehEokCPscFdQhdLmUXtdk0Q9dR5y8g+sthiT7SpoeLwluW/maZWNpseG0&#10;UGNHy5r07+ZkFeyO7/vv2Ggz4v36c1T6+KUXC6UGT/FjCiJQDPfwf7s0CsZv8Pcl/QBZ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94zdxAAAANsAAAAPAAAAAAAAAAAA&#10;AAAAAKECAABkcnMvZG93bnJldi54bWxQSwUGAAAAAAQABAD5AAAAkgMAAAAA&#10;" strokecolor="red" strokeweight="2.25pt"/>
                    <v:line id="Connecteur droit 66" o:spid="_x0000_s1209" style="position:absolute;visibility:visible;mso-wrap-style:square" from="125987,8730" to="129004,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USqsMAAADbAAAADwAAAGRycy9kb3ducmV2LnhtbESPQWsCMRSE7wX/Q3hCbzWryKKrUaog&#10;CKWIVvD6TJ67azcvyybV9N83gtDjMDPfMPNltI24UedrxwqGgwwEsXam5lLB8WvzNgHhA7LBxjEp&#10;+CUPy0XvZY6FcXfe0+0QSpEg7AtUUIXQFlJ6XZFFP3AtcfIurrMYkuxKaTq8J7ht5CjLcmmx5rRQ&#10;YUvrivT34ccqOF2n512stRnzef8x3vr4qVcrpV778X0GIlAM/+Fne2sU5Dk8vqQfIB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lEqrDAAAA2wAAAA8AAAAAAAAAAAAA&#10;AAAAoQIAAGRycy9kb3ducmV2LnhtbFBLBQYAAAAABAAEAPkAAACRAwAAAAA=&#10;" strokecolor="red" strokeweight="2.25pt"/>
                  </v:group>
                </v:group>
                <v:group id="Groupe 52" o:spid="_x0000_s1210" style="position:absolute;left:66821;top:17447;width:17956;height:25004" coordorigin="136877,25920" coordsize="26658,345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group id="Groupe 28" o:spid="_x0000_s1211" style="position:absolute;left:136877;top:25920;width:2880;height:34560" coordorigin="136877,25920" coordsize="3110,345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line id="Connecteur droit 12" o:spid="_x0000_s1212" style="position:absolute;visibility:visible;mso-wrap-style:square" from="138385,25920" to="138385,60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UdOsIAAADbAAAADwAAAGRycy9kb3ducmV2LnhtbERPS2vCQBC+F/wPywi91Y2hLRJdRQTF&#10;Q0F8BPQ2ZMckmJ2Nu2tM/323UOhtPr7nzBa9aURHzteWFYxHCQjiwuqaSwWn4/ptAsIHZI2NZVLw&#10;TR4W88HLDDNtn7yn7hBKEUPYZ6igCqHNpPRFRQb9yLbEkbtaZzBE6EqpHT5juGlkmiSf0mDNsaHC&#10;llYVFbfDwyjI313+6L7WG5+e7x/33UXy3u6Ueh32yymIQH34F/+5tzrOT+H3l3iAn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UdOsIAAADbAAAADwAAAAAAAAAAAAAA&#10;AAChAgAAZHJzL2Rvd25yZXYueG1sUEsFBgAAAAAEAAQA+QAAAJADAAAAAA==&#10;" strokecolor="#00b0f0" strokeweight="2.25pt"/>
                    <v:line id="Connecteur droit 16" o:spid="_x0000_s1213" style="position:absolute;visibility:visible;mso-wrap-style:square" from="136877,25920" to="139893,25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4bOcEAAADbAAAADwAAAGRycy9kb3ducmV2LnhtbERPS4vCMBC+C/sfwix403RFZalGWRZc&#10;PAjiC9bb0IxtsZnUJNb6740geJuP7znTeWsq0ZDzpWUFX/0EBHFmdcm5gv1u0fsG4QOyxsoyKbiT&#10;h/nsozPFVNsbb6jZhlzEEPYpKihCqFMpfVaQQd+3NXHkTtYZDBG6XGqHtxhuKjlIkrE0WHJsKLCm&#10;34Ky8/ZqFByG7nBtVos/P/i/jC7ro+SNXSvV/Wx/JiACteEtfrmXOs4fw/OXeICcP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Lhs5wQAAANsAAAAPAAAAAAAAAAAAAAAA&#10;AKECAABkcnMvZG93bnJldi54bWxQSwUGAAAAAAQABAD5AAAAjwMAAAAA&#10;" strokecolor="#00b0f0" strokeweight="2.25pt"/>
                    <v:line id="Connecteur droit 19" o:spid="_x0000_s1214" style="position:absolute;visibility:visible;mso-wrap-style:square" from="136971,60480" to="139988,60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GPS8IAAADbAAAADwAAAGRycy9kb3ducmV2LnhtbERPTYvCMBC9C/6HMMLeNFV2ZbcaRQTF&#10;gyC6K6y3oRnbYjOpSazdf28EYW/zeJ8znbemEg05X1pWMBwkIIgzq0vOFfx8r/qfIHxA1lhZJgV/&#10;5GE+63ammGp75z01h5CLGMI+RQVFCHUqpc8KMugHtiaO3Nk6gyFCl0vt8B7DTSVHSTKWBkuODQXW&#10;tCwouxxuRsHx3R1vzXa19qPf68d1d5K8tzul3nrtYgIiUBv+xS/3Rsf5X/D8JR4gZ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rGPS8IAAADbAAAADwAAAAAAAAAAAAAA&#10;AAChAgAAZHJzL2Rvd25yZXYueG1sUEsFBgAAAAAEAAQA+QAAAJADAAAAAA==&#10;" strokecolor="#00b0f0" strokeweight="2.25pt"/>
                  </v:group>
                  <v:line id="Connecteur droit 29" o:spid="_x0000_s1215" style="position:absolute;visibility:visible;mso-wrap-style:square" from="138385,43164" to="163535,43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1F9sUAAADbAAAADwAAAGRycy9kb3ducmV2LnhtbESPQWvCQBSE74X+h+UVvNVNg5Uas5FS&#10;sHgQRK2gt0f2NQnNvo27a0z/fbcgeBxm5hsmXwymFT0531hW8DJOQBCXVjdcKfjaL5/fQPiArLG1&#10;TAp+ycOieHzIMdP2ylvqd6ESEcI+QwV1CF0mpS9rMujHtiOO3rd1BkOUrpLa4TXCTSvTJJlKgw3H&#10;hRo7+qip/NldjILDxB0u/Xr56dPj+fW8OUne2o1So6fhfQ4i0BDu4Vt7pRWkM/j/En+AL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N1F9sUAAADbAAAADwAAAAAAAAAA&#10;AAAAAAChAgAAZHJzL2Rvd25yZXYueG1sUEsFBgAAAAAEAAQA+QAAAJMDAAAAAA==&#10;" strokecolor="#00b0f0" strokeweight="2.25pt"/>
                </v:group>
                <v:line id="Connecteur droit 1" o:spid="_x0000_s1216" style="position:absolute;visibility:visible;mso-wrap-style:square" from="0,14548" to="86444,14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Dmgb0AAADaAAAADwAAAGRycy9kb3ducmV2LnhtbERPSwrCMBDdC94hjOBO0wp+qEYRQXEh&#10;iNWFy6EZ22IzKU3UensjCK6Gx/vOYtWaSjypcaVlBfEwAkGcWV1yruBy3g5mIJxH1lhZJgVvcrBa&#10;djsLTLR98Ymeqc9FCGGXoILC+zqR0mUFGXRDWxMH7mYbgz7AJpe6wVcIN5UcRdFEGiw5NBRY06ag&#10;7J4+jIJTNd1djSE7use38e54zjZxelCq32vXcxCeWv8X/9x7HebD95XvlcsP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DDg5oG9AAAA2gAAAA8AAAAAAAAAAAAAAAAAoQIA&#10;AGRycy9kb3ducmV2LnhtbFBLBQYAAAAABAAEAPkAAACLAwAAAAA=&#10;" strokecolor="black [3213]" strokeweight="1pt">
                  <v:stroke dashstyle="longDashDot"/>
                </v:line>
                <v:line id="Connecteur droit 107" o:spid="_x0000_s1217" style="position:absolute;visibility:visible;mso-wrap-style:square" from="0,29074" to="66098,290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F274AAADcAAAADwAAAGRycy9kb3ducmV2LnhtbERPSwrCMBDdC94hjOBO0wp+qEYRQXEh&#10;iNWFy6EZ22IzKU3UensjCO7m8b6zWLWmEk9qXGlZQTyMQBBnVpecK7ict4MZCOeRNVaWScGbHKyW&#10;3c4CE21ffKJn6nMRQtglqKDwvk6kdFlBBt3Q1sSBu9nGoA+wyaVu8BXCTSVHUTSRBksODQXWtCko&#10;u6cPo+BUTXdXY8iO7vFtvDues02cHpTq99r1HISn1v/FP/deh/nRFL7PhAvk8g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QXbvgAAANwAAAAPAAAAAAAAAAAAAAAAAKEC&#10;AABkcnMvZG93bnJldi54bWxQSwUGAAAAAAQABAD5AAAAjAMAAAAA&#10;" strokecolor="black [3213]" strokeweight="1pt">
                  <v:stroke dashstyle="longDashDot"/>
                </v:line>
                <v:group id="Groupe 623" o:spid="_x0000_s1218" style="position:absolute;left:19708;top:7289;width:9692;height:14443" coordorigin="29260,10822" coordsize="14387,21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AmVLsQAAADcAAAADwAAAGRycy9kb3ducmV2LnhtbESPQYvCMBSE78L+h/AW&#10;9qZpFUW6RhFZFw8iWIVlb4/m2Rabl9LEtv57Iwgeh5n5hlmselOJlhpXWlYQjyIQxJnVJecKzqft&#10;cA7CeWSNlWVScCcHq+XHYIGJth0fqU19LgKEXYIKCu/rREqXFWTQjWxNHLyLbQz6IJtc6ga7ADeV&#10;HEfRTBosOSwUWNOmoOya3oyC3w679ST+affXy+b+f5oe/vYxKfX12a+/QXjq/Tv8au+0gtl4A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AmVLsQAAADcAAAA&#10;DwAAAAAAAAAAAAAAAACqAgAAZHJzL2Rvd25yZXYueG1sUEsFBgAAAAAEAAQA+gAAAJsDAAAAAA==&#10;">
                  <v:group id="Groupe 383" o:spid="_x0000_s1219" style="position:absolute;left:29260;top:12175;width:14388;height:18695" coordorigin="121579" coordsize="15070,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wFpkMQAAADcAAAADwAAAGRycy9kb3ducmV2LnhtbESPQYvCMBSE7wv+h/CE&#10;va1pLbtINYqIyh5EWBXE26N5tsXmpTSxrf9+Iwgeh5n5hpktelOJlhpXWlYQjyIQxJnVJecKTsfN&#10;1wSE88gaK8uk4EEOFvPBxwxTbTv+o/bgcxEg7FJUUHhfp1K6rCCDbmRr4uBdbWPQB9nkUjfYBbip&#10;5DiKfqTBksNCgTWtCspuh7tRsO2wWybxut3drqvH5fi9P+9iUupz2C+nIDz1/h1+tX+1gmS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wFpkMQAAADcAAAA&#10;DwAAAAAAAAAAAAAAAACqAgAAZHJzL2Rvd25yZXYueG1sUEsFBgAAAAAEAAQA+gAAAJsDAAAAAA==&#10;">
                    <v:line id="Connecteur droit 384" o:spid="_x0000_s1220" style="position:absolute;visibility:visible;mso-wrap-style:square" from="129204,0" to="129204,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pqa8UAAADcAAAADwAAAGRycy9kb3ducmV2LnhtbESPQWvCQBSE70L/w/IKvemmtlhJ3YQS&#10;CAjFitZDj4/sMxuSfRuya0z/vVsoeBxm5htmk0+2EyMNvnGs4HmRgCCunG64VnD6LudrED4ga+wc&#10;k4Jf8pBnD7MNptpd+UDjMdQiQtinqMCE0KdS+sqQRb9wPXH0zm6wGKIcaqkHvEa47eQySVbSYsNx&#10;wWBPhaGqPV6sgvqHtP08bfdv4248t/uiTL5MqdTT4/TxDiLQFO7h//ZWK3hZv8LfmXgEZH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3pqa8UAAADcAAAADwAAAAAAAAAA&#10;AAAAAAChAgAAZHJzL2Rvd25yZXYueG1sUEsFBgAAAAAEAAQA+QAAAJMDAAAAAA==&#10;" strokecolor="black [3213]" strokeweight="2.25pt"/>
                    <v:line id="Connecteur droit 385" o:spid="_x0000_s1221" style="position:absolute;flip:y;visibility:visible;mso-wrap-style:square" from="121579,0" to="1366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kXZMYAAADcAAAADwAAAGRycy9kb3ducmV2LnhtbESPQWvCQBSE74X+h+UVvNWNiiLRVdRS&#10;FCqCth68PbLPJJh9G7Orif31riB4HGbmG2Y8bUwhrlS53LKCTjsCQZxYnXOq4O/3+3MIwnlkjYVl&#10;UnAjB9PJ+9sYY21r3tJ151MRIOxiVJB5X8ZSuiQjg65tS+LgHW1l0AdZpVJXWAe4KWQ3igbSYM5h&#10;IcOSFhklp93FKMBy/Z8MzsvZ6mZO9fyw7PxsvvZKtT6a2QiEp8a/ws/2SivoDfvwOBOOgJz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spF2TGAAAA3AAAAA8AAAAAAAAA&#10;AAAAAAAAoQIAAGRycy9kb3ducmV2LnhtbFBLBQYAAAAABAAEAPkAAACUAwAAAAA=&#10;" strokecolor="black [3213]" strokeweight="2.25pt"/>
                    <v:line id="Connecteur droit 386" o:spid="_x0000_s1222" style="position:absolute;visibility:visible;mso-wrap-style:square" from="121579,8730" to="136649,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RRh8MAAADcAAAADwAAAGRycy9kb3ducmV2LnhtbESPQYvCMBSE7wv+h/AEb2uqgivVKCIU&#10;BFll1YPHR/Nsis1LaWKt/34jCB6HmfmGWaw6W4mWGl86VjAaJiCIc6dLLhScT9n3DIQPyBorx6Tg&#10;SR5Wy97XAlPtHvxH7TEUIkLYp6jAhFCnUvrckEU/dDVx9K6usRiibAqpG3xEuK3kOEmm0mLJccFg&#10;TRtD+e14twqKC2m7O28PP+1ve70dNlmyN5lSg363noMI1IVP+N3eagWT2RReZ+IR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zkUYfDAAAA3AAAAA8AAAAAAAAAAAAA&#10;AAAAoQIAAGRycy9kb3ducmV2LnhtbFBLBQYAAAAABAAEAPkAAACRAwAAAAA=&#10;" strokecolor="black [3213]" strokeweight="2.25pt"/>
                  </v:group>
                  <v:group id="Groupe 394" o:spid="_x0000_s1223" style="position:absolute;left:41111;top:10822;width:2537;height:2620"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TFnOcUAAADcAAAADwAAAGRycy9kb3ducmV2LnhtbESPQWvCQBSE7wX/w/IE&#10;b7qJWrHRVURUPEihWii9PbLPJJh9G7JrEv+9WxB6HGbmG2a57kwpGqpdYVlBPIpAEKdWF5wp+L7s&#10;h3MQziNrLC2Tggc5WK96b0tMtG35i5qzz0SAsEtQQe59lUjp0pwMupGtiIN3tbVBH2SdSV1jG+Cm&#10;lOMomkmDBYeFHCva5pTeznej4NBiu5nEu+Z0u24fv5f3z59TTEoN+t1mAcJT5//Dr/ZRK5h8TO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ExZznFAAAA3AAA&#10;AA8AAAAAAAAAAAAAAAAAqgIAAGRycy9kb3ducmV2LnhtbFBLBQYAAAAABAAEAPoAAACcAwAAAAA=&#10;">
                    <v:rect id="Rectangle 390" o:spid="_x0000_s1224"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PjYsIA&#10;AADcAAAADwAAAGRycy9kb3ducmV2LnhtbERPy4rCMBTdD8w/hCvMRjRVwUc1yiAoMosBq+D2mlzb&#10;YnNTmoxWv94sBlweznuxam0lbtT40rGCQT8BQaydKTlXcDxselMQPiAbrByTggd5WC0/PxaYGnfn&#10;Pd2ykIsYwj5FBUUIdSql1wVZ9H1XE0fu4hqLIcIml6bBewy3lRwmyVhaLDk2FFjTuiB9zf6sgt/9&#10;CR+7cfdcPiebczh09c9wq5X66rTfcxCB2vAW/7t3RsFoFufHM/EIy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A+NiwgAAANwAAAAPAAAAAAAAAAAAAAAAAJgCAABkcnMvZG93&#10;bnJldi54bWxQSwUGAAAAAAQABAD1AAAAhwMAAAAA&#10;" fillcolor="white [3212]" strokecolor="black [3213]" strokeweight="2.25pt"/>
                    <v:line id="Connecteur droit 391" o:spid="_x0000_s1225"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JShcYAAADcAAAADwAAAGRycy9kb3ducmV2LnhtbESPT2vCQBTE74V+h+UVequbKDUaXSUI&#10;Qv+ctIrXR/aZRLNvw+42pv303UKhx2FmfsMs14NpRU/ON5YVpKMEBHFpdcOVgsPH9mkGwgdkja1l&#10;UvBFHtar+7sl5treeEf9PlQiQtjnqKAOocul9GVNBv3IdsTRO1tnMETpKqkd3iLctHKcJFNpsOG4&#10;UGNHm5rK6/7TKJiVbxdXZMVr+nzssu9+/D7dnjKlHh+GYgEi0BD+w3/tF61gMk/h90w8AnL1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GiUoXGAAAA3AAAAA8AAAAAAAAA&#10;AAAAAAAAoQIAAGRycy9kb3ducmV2LnhtbFBLBQYAAAAABAAEAPkAAACUAwAAAAA=&#10;" strokecolor="black [3213]"/>
                    <v:line id="Connecteur droit 392" o:spid="_x0000_s1226"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CMhsUAAADcAAAADwAAAGRycy9kb3ducmV2LnhtbESPUWvCMBSF34X9h3AHe9N0TmXWpuKE&#10;wdiLzPkDLs21KWtuapJp7a83A2GPh3POdzjFuretOJMPjWMFz5MMBHHldMO1gsP3+/gVRIjIGlvH&#10;pOBKAdblw6jAXLsLf9F5H2uRIBxyVGBi7HIpQ2XIYpi4jjh5R+ctxiR9LbXHS4LbVk6zbCEtNpwW&#10;DHa0NVT97H+tgnaIh2H5tjVDdppd9W63cH7+qdTTY79ZgYjUx//wvf2hFbwsp/B3Jh0BWd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ICMhsUAAADcAAAADwAAAAAAAAAA&#10;AAAAAAChAgAAZHJzL2Rvd25yZXYueG1sUEsFBgAAAAAEAAQA+QAAAJMDAAAAAA==&#10;" strokecolor="black [3213]"/>
                  </v:group>
                  <v:group id="Groupe 403" o:spid="_x0000_s1227" style="position:absolute;left:29260;top:10916;width:2537;height:2621"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ninr8UAAADcAAAADwAAAGRycy9kb3ducmV2LnhtbESPT4vCMBTE7wt+h/AE&#10;b2tadUWqUURc8SCCf0C8PZpnW2xeSpNt67ffLAh7HGbmN8xi1ZlSNFS7wrKCeBiBIE6tLjhTcL18&#10;f85AOI+ssbRMCl7kYLXsfSww0bblEzVnn4kAYZeggtz7KpHSpTkZdENbEQfvYWuDPsg6k7rGNsBN&#10;KUdRNJUGCw4LOVa0ySl9nn+Mgl2L7Xocb5vD87F53S9fx9shJqUG/W49B+Gp8//hd3uvFUyiM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Z4p6/FAAAA3AAA&#10;AA8AAAAAAAAAAAAAAAAAqgIAAGRycy9kb3ducmV2LnhtbFBLBQYAAAAABAAEAPoAAACcAwAAAAA=&#10;">
                    <v:rect id="Rectangle 404" o:spid="_x0000_s1228"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i9g8UA&#10;AADcAAAADwAAAGRycy9kb3ducmV2LnhtbESPQYvCMBSE78L+h/AWvIimiqhUoyyCIh4WtAt7fSbP&#10;tmzzUpqo1V9vFgSPw8x8wyxWra3ElRpfOlYwHCQgiLUzJecKfrJNfwbCB2SDlWNScCcPq+VHZ4Gp&#10;cTc+0PUYchEh7FNUUIRQp1J6XZBFP3A1cfTOrrEYomxyaRq8Rbit5ChJJtJiyXGhwJrWBem/48Uq&#10;+D784n036Z3Kx3RzCllP70dbrVT3s/2agwjUhnf41d4ZBeNkDP9n4hGQy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mL2DxQAAANwAAAAPAAAAAAAAAAAAAAAAAJgCAABkcnMv&#10;ZG93bnJldi54bWxQSwUGAAAAAAQABAD1AAAAigMAAAAA&#10;" fillcolor="white [3212]" strokecolor="black [3213]" strokeweight="2.25pt"/>
                    <v:line id="Connecteur droit 405" o:spid="_x0000_s1229"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kMZMUAAADcAAAADwAAAGRycy9kb3ducmV2LnhtbESPQWvCQBSE7wX/w/KE3upGUSPRVYIg&#10;2PZUW/H6yD6TtNm3YXeNqb/eLRQ8DjPzDbPa9KYRHTlfW1YwHiUgiAuray4VfH3uXhYgfEDW2Fgm&#10;Bb/kYbMePK0w0/bKH9QdQikihH2GCqoQ2kxKX1Rk0I9sSxy9s3UGQ5SulNrhNcJNIydJMpcGa44L&#10;Fba0raj4OVyMgkXx9u3yNH8dz45teusm7/PdKVXqedjnSxCB+vAI/7f3WsE0mcHfmXgE5P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jkMZMUAAADcAAAADwAAAAAAAAAA&#10;AAAAAAChAgAAZHJzL2Rvd25yZXYueG1sUEsFBgAAAAAEAAQA+QAAAJMDAAAAAA==&#10;" strokecolor="black [3213]"/>
                    <v:line id="Connecteur droit 406" o:spid="_x0000_s1230"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SZ8QAAADcAAAADwAAAGRycy9kb3ducmV2LnhtbESP0WoCMRRE3wv9h3ALvtWkYpd2NUor&#10;CKUvovUDLpvbzeLmZptEXffrG0HwcZiZM8x82btWnCjExrOGl7ECQVx503CtYf+zfn4DEROywdYz&#10;abhQhOXi8WGOpfFn3tJpl2qRIRxL1GBT6kopY2XJYRz7jjh7vz44TFmGWpqA5wx3rZwoVUiHDecF&#10;ix2tLFWH3dFpaIe0H94/V3ZQf9OL2WwKH16/tR499R8zEIn6dA/f2l9Gw1QVcD2Tj4Bc/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G9JnxAAAANwAAAAPAAAAAAAAAAAA&#10;AAAAAKECAABkcnMvZG93bnJldi54bWxQSwUGAAAAAAQABAD5AAAAkgMAAAAA&#10;" strokecolor="black [3213]"/>
                  </v:group>
                  <v:group id="Groupe 407" o:spid="_x0000_s1231" style="position:absolute;left:41111;top:29550;width:2537;height:2620"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OhrMYAAADcAAAADwAAAGRycy9kb3ducmV2LnhtbESPW2vCQBSE3wv+h+UI&#10;faub2FYlZhURW/ogghcQ3w7Zkwtmz4bsNon/vlso9HGYmW+YdD2YWnTUusqygngSgSDOrK64UHA5&#10;f7wsQDiPrLG2TAoe5GC9Gj2lmGjb85G6ky9EgLBLUEHpfZNI6bKSDLqJbYiDl9vWoA+yLaRusQ9w&#10;U8tpFM2kwYrDQokNbUvK7qdvo+Czx37zGu+6/T3fPm7n98N1H5NSz+NhswThafD/4b/2l1bwFs3h&#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pQ6GsxgAAANwA&#10;AAAPAAAAAAAAAAAAAAAAAKoCAABkcnMvZG93bnJldi54bWxQSwUGAAAAAAQABAD6AAAAnQMAAAAA&#10;">
                    <v:rect id="Rectangle 408" o:spid="_x0000_s1232"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W3hsEA&#10;AADcAAAADwAAAGRycy9kb3ducmV2LnhtbERPy4rCMBTdC/MP4Q64EU0VUalGGQYUcSH4ALfX5NoW&#10;m5vSRK1+vVkILg/nPVs0thR3qn3hWEG/l4Ag1s4UnCk4HpbdCQgfkA2WjknBkzws5j+tGabGPXhH&#10;933IRAxhn6KCPIQqldLrnCz6nquII3dxtcUQYZ1JU+MjhttSDpJkJC0WHBtyrOg/J33d36yC7e6E&#10;z/Wocy5e4+U5HDp6M1hppdq/zd8URKAmfMUf99ooGCZxbTwTj4Ccv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t4bBAAAA3AAAAA8AAAAAAAAAAAAAAAAAmAIAAGRycy9kb3du&#10;cmV2LnhtbFBLBQYAAAAABAAEAPUAAACGAwAAAAA=&#10;" fillcolor="white [3212]" strokecolor="black [3213]" strokeweight="2.25pt"/>
                    <v:line id="Connecteur droit 409" o:spid="_x0000_s1233"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QGYcYAAADcAAAADwAAAGRycy9kb3ducmV2LnhtbESPQWvCQBSE7wX/w/KE3upGscZGVwmC&#10;oO1Jben1kX0m0ezbsLuNaX99t1DwOMzMN8xy3ZtGdOR8bVnBeJSAIC6srrlU8H7aPs1B+ICssbFM&#10;Cr7Jw3o1eFhipu2ND9QdQykihH2GCqoQ2kxKX1Rk0I9sSxy9s3UGQ5SulNrhLcJNIydJMpMGa44L&#10;Fba0qai4Hr+MgnnxenF5mu/Hzx9t+tNN3mbbz1Spx2GfL0AE6sM9/N/eaQXT5AX+zsQjIF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d0BmHGAAAA3AAAAA8AAAAAAAAA&#10;AAAAAAAAoQIAAGRycy9kb3ducmV2LnhtbFBLBQYAAAAABAAEAPkAAACUAwAAAAA=&#10;" strokecolor="black [3213]"/>
                    <v:line id="Connecteur droit 410" o:spid="_x0000_s1234"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d5VcIAAADcAAAADwAAAGRycy9kb3ducmV2LnhtbERP3WrCMBS+F/YO4Qy807TDFdcZZSsI&#10;spsy9QEOzVlT1px0SdTap18uBrv8+P43u9H24ko+dI4V5MsMBHHjdMetgvNpv1iDCBFZY++YFNwp&#10;wG77MNtgqd2NP+l6jK1IIRxKVGBiHEopQ2PIYli6gThxX85bjAn6VmqPtxRue/mUZYW02HFqMDhQ&#10;Zaj5Pl6sgn6K5+nlvTJT9rO667ounH/+UGr+OL69gog0xn/xn/ugFazyND+dSUdAb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md5VcIAAADcAAAADwAAAAAAAAAAAAAA&#10;AAChAgAAZHJzL2Rvd25yZXYueG1sUEsFBgAAAAAEAAQA+QAAAJADAAAAAA==&#10;" strokecolor="black [3213]"/>
                  </v:group>
                  <v:group id="Groupe 411" o:spid="_x0000_s1235" style="position:absolute;left:29260;top:29645;width:2537;height:2620" coordorigin="41111,1078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w/Cp7FAAAA3AAA&#10;AA8AAAAAAAAAAAAAAAAAqgIAAGRycy9kb3ducmV2LnhtbFBLBQYAAAAABAAEAPoAAACcAwAAAAA=&#10;">
                    <v:rect id="Rectangle 412" o:spid="_x0000_s1236" style="position:absolute;left:41111;top:1078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WscYA&#10;AADcAAAADwAAAGRycy9kb3ducmV2LnhtbESPQWvCQBSE7wX/w/KEXkLdGIotqatIIUV6EKKC1+fu&#10;axLMvg3ZbYz99V2h0OMwM98wy/VoWzFQ7xvHCuazFASxdqbhSsHxUDy9gvAB2WDrmBTcyMN6NXlY&#10;Ym7clUsa9qESEcI+RwV1CF0updc1WfQz1xFH78v1FkOUfSVNj9cIt63M0nQhLTYcF2rs6L0mfdl/&#10;WwW78oS37SI5Nz8vxTkcEv2ZfWilHqfj5g1EoDH8h//aW6PgeZ7B/Uw8AnL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QWscYAAADcAAAADwAAAAAAAAAAAAAAAACYAgAAZHJz&#10;L2Rvd25yZXYueG1sUEsFBgAAAAAEAAQA9QAAAIsDAAAAAA==&#10;" fillcolor="white [3212]" strokecolor="black [3213]" strokeweight="2.25pt"/>
                    <v:line id="Connecteur droit 413" o:spid="_x0000_s1237" style="position:absolute;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WnVsYAAADcAAAADwAAAGRycy9kb3ducmV2LnhtbESPQWvCQBSE7wX/w/IKvdVNbGskukoQ&#10;hNaetIrXR/aZxGbfht1tTPvr3UKhx2FmvmEWq8G0oifnG8sK0nECgri0uuFKweFj8zgD4QOyxtYy&#10;KfgmD6vl6G6BubZX3lG/D5WIEPY5KqhD6HIpfVmTQT+2HXH0ztYZDFG6SmqH1wg3rZwkyVQabDgu&#10;1NjRuqbyc/9lFMzK7cUVWfGWvhy77KefvE83p0yph/uhmIMINIT/8F/7VSt4Tp/g90w8AnJ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NFp1bGAAAA3AAAAA8AAAAAAAAA&#10;AAAAAAAAoQIAAGRycy9kb3ducmV2LnhtbFBLBQYAAAAABAAEAPkAAACUAwAAAAA=&#10;" strokecolor="black [3213]"/>
                    <v:line id="Connecteur droit 414" o:spid="_x0000_s1238" style="position:absolute;flip:y;visibility:visible;mso-wrap-style:square" from="41111,10789" to="43648,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x/VsUAAADcAAAADwAAAGRycy9kb3ducmV2LnhtbESPzWrDMBCE74W8g9hAbrWc4obWtRLa&#10;QKD0EvLzAIu1tUyslSOpieOnrwqFHIeZ+YapVoPtxIV8aB0rmGc5COLa6ZYbBcfD5vEFRIjIGjvH&#10;pOBGAVbLyUOFpXZX3tFlHxuRIBxKVGBi7EspQ23IYshcT5y8b+ctxiR9I7XHa4LbTj7l+UJabDkt&#10;GOxpbag+7X+sgm6Mx/H1Y23G/Fzc9Ha7cP75S6nZdHh/AxFpiPfwf/tTKyjmBfydSUdA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Vx/VsUAAADcAAAADwAAAAAAAAAA&#10;AAAAAAChAgAAZHJzL2Rvd25yZXYueG1sUEsFBgAAAAAEAAQA+QAAAJMDAAAAAA==&#10;" strokecolor="black [3213]"/>
                  </v:group>
                </v:group>
                <v:rect id="Rectangle 498" o:spid="_x0000_s1239" style="position:absolute;left:44236;top:13042;width:4491;height:29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2fcMIA&#10;AADcAAAADwAAAGRycy9kb3ducmV2LnhtbERPy4rCMBTdC/MP4Q6403REfFSjTAVBV4OOI7q7NNe2&#10;2NyEJmr9e7MYcHk47/myNbW4U+Mrywq++gkI4tzqigsFh991bwLCB2SNtWVS8CQPy8VHZ46ptg/e&#10;0X0fChFD2KeooAzBpVL6vCSDvm8dceQutjEYImwKqRt8xHBTy0GSjKTBimNDiY5WJeXX/c0oOP9l&#10;25/26Mb5LXsWk8yd7OpwUqr72X7PQARqw1v8795oBcNpXBvPxCMgF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7Z9wwgAAANwAAAAPAAAAAAAAAAAAAAAAAJgCAABkcnMvZG93&#10;bnJldi54bWxQSwUGAAAAAAQABAD1AAAAhwMAAAAA&#10;" fillcolor="white [3212]" strokecolor="black [3213]" strokeweight="2pt">
                  <v:textbox inset="1.71075mm,.85542mm,1.71075mm,.85542mm"/>
                </v:rect>
                <v:rect id="Rectangle 529" o:spid="_x0000_s1240" style="position:absolute;left:43115;top:43917;width:4491;height:29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kcYA&#10;AADcAAAADwAAAGRycy9kb3ducmV2LnhtbESPQWvCQBSE7wX/w/KE3urGgG2augYjCO2paG2xt0f2&#10;mQSzb5fsqvHfd4WCx2FmvmHmxWA6cabet5YVTCcJCOLK6pZrBbuv9VMGwgdkjZ1lUnAlD8Vi9DDH&#10;XNsLb+i8DbWIEPY5KmhCcLmUvmrIoJ9YRxy9g+0Nhij7WuoeLxFuOpkmybM02HJcaNDRqqHquD0Z&#10;Bb/f5cfn8ONeqlN5rbPS7e1qt1fqcTws30AEGsI9/N9+1wpm6SvczsQj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8kcYAAADcAAAADwAAAAAAAAAAAAAAAACYAgAAZHJz&#10;L2Rvd25yZXYueG1sUEsFBgAAAAAEAAQA9QAAAIsDAAAAAA==&#10;" fillcolor="white [3212]" strokecolor="black [3213]" strokeweight="2pt">
                  <v:textbox inset="1.71075mm,.85542mm,1.71075mm,.85542mm"/>
                </v:rect>
                <v:shapetype id="_x0000_t202" coordsize="21600,21600" o:spt="202" path="m,l,21600r21600,l21600,xe">
                  <v:stroke joinstyle="miter"/>
                  <v:path gradientshapeok="t" o:connecttype="rect"/>
                </v:shapetype>
                <v:shape id="Zone de texte 4" o:spid="_x0000_s1241" type="#_x0000_t202" style="position:absolute;left:37768;width:59216;height:4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2FHcEA&#10;AADaAAAADwAAAGRycy9kb3ducmV2LnhtbESPQWsCMRSE74X+h/AKvdVsS5F1NYotthQ8VcXzY/NM&#10;gpuXJUnX7b9vBKHHYWa+YRar0XdioJhcYAXPkwoEcRu0Y6PgsP94qkGkjKyxC0wKfinBanl/t8BG&#10;hwt/07DLRhQIpwYV2Jz7RsrUWvKYJqEnLt4pRI+5yGikjngpcN/Jl6qaSo+Oy4LFnt4ttefdj1ew&#10;eTMz09YY7abWzg3j8bQ1n0o9PozrOYhMY/4P39pfWsErXK+UGy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q9hR3BAAAA2gAAAA8AAAAAAAAAAAAAAAAAmAIAAGRycy9kb3du&#10;cmV2LnhtbFBLBQYAAAAABAAEAPUAAACGAwAAAAA=&#10;" fillcolor="white [3201]" strokeweight=".5pt">
                  <v:textbox>
                    <w:txbxContent>
                      <w:p w:rsidR="00532040" w:rsidRDefault="00532040" w:rsidP="009B547C">
                        <w:pPr>
                          <w:pStyle w:val="Titre"/>
                          <w:pBdr>
                            <w:top w:val="none" w:sz="0" w:space="0" w:color="auto"/>
                            <w:left w:val="none" w:sz="0" w:space="0" w:color="auto"/>
                            <w:bottom w:val="none" w:sz="0" w:space="0" w:color="auto"/>
                            <w:right w:val="none" w:sz="0" w:space="0" w:color="auto"/>
                          </w:pBdr>
                          <w:spacing w:before="120"/>
                        </w:pPr>
                        <w:r>
                          <w:t>DR1 : Schéma cinématique « déplié », vue n°1</w:t>
                        </w:r>
                      </w:p>
                      <w:p w:rsidR="00532040" w:rsidRPr="00532040" w:rsidRDefault="00532040" w:rsidP="009B547C"/>
                    </w:txbxContent>
                  </v:textbox>
                </v:shape>
                <v:rect id="Rectangle 581" o:spid="_x0000_s1242" style="position:absolute;left:22374;top:12946;width:4489;height:29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rcYA&#10;AADcAAAADwAAAGRycy9kb3ducmV2LnhtbESPQWvCQBSE74L/YXkFb7pRUEOajTRCoT2V2rTY2yP7&#10;moRm3y7ZVeO/dwtCj8PMfMPku9H04kyD7ywrWC4SEMS11R03CqqP53kKwgdkjb1lUnAlD7tiOskx&#10;0/bC73Q+hEZECPsMFbQhuExKX7dk0C+sI47ejx0MhiiHRuoBLxFuerlKko002HFcaNHRvqX693Ay&#10;Cr4/y9e38ctt61N5bdLSHe2+Oio1exifHkEEGsN/+N5+0QrW6RL+zsQjII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vrcYAAADcAAAADwAAAAAAAAAAAAAAAACYAgAAZHJz&#10;L2Rvd25yZXYueG1sUEsFBgAAAAAEAAQA9QAAAIsDAAAAAA==&#10;" fillcolor="white [3212]" strokecolor="black [3213]" strokeweight="2pt">
                  <v:textbox inset="1.71075mm,.85542mm,1.71075mm,.85542mm"/>
                </v:rect>
                <v:line id="Connecteur droit 6" o:spid="_x0000_s1243" style="position:absolute;visibility:visible;mso-wrap-style:square" from="14192,13114" to="14192,15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0K3RcUAAADaAAAADwAAAGRycy9kb3ducmV2LnhtbESP3WoCMRSE7wu+QzhC72pWha2sRvEH&#10;oVBKUUvBu+PmdLN1c7IkqW779E2h4OUwM98ws0VnG3EhH2rHCoaDDARx6XTNlYK3w/ZhAiJEZI2N&#10;Y1LwTQEW897dDAvtrryjyz5WIkE4FKjAxNgWUobSkMUwcC1x8j6ctxiT9JXUHq8Jbhs5yrJcWqw5&#10;LRhsaW2oPO+/rILnU7NyLz/j1edR+9fHd3M45rhR6r7fLacgInXxFv5vP2kFOfxdSTdAz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0K3RcUAAADaAAAADwAAAAAAAAAA&#10;AAAAAAChAgAAZHJzL2Rvd25yZXYueG1sUEsFBgAAAAAEAAQA+QAAAJMDAAAAAA==&#10;" strokecolor="#ffc000" strokeweight="2.25pt"/>
                <v:line id="Connecteur droit 582" o:spid="_x0000_s1244" style="position:absolute;visibility:visible;mso-wrap-style:square" from="19708,13213" to="19708,16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Mk4scAAADcAAAADwAAAGRycy9kb3ducmV2LnhtbESP3WoCMRSE7wt9h3AK3tWsSq2sRvEH&#10;oSClVEXw7rg5brbdnCxJqmufvikUejnMzDfMZNbaWlzIh8qxgl43A0FcOF1xqWC/Wz+OQISIrLF2&#10;TApuFGA2vb+bYK7dld/pso2lSBAOOSowMTa5lKEwZDF0XUOcvLPzFmOSvpTa4zXBbS37WTaUFitO&#10;CwYbWhoqPrdfVsHmVC/c6/dg8XHU/u35YHbHIa6U6jy08zGISG38D/+1X7SCp1Effs+kIyCn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oyTixwAAANwAAAAPAAAAAAAA&#10;AAAAAAAAAKECAABkcnMvZG93bnJldi54bWxQSwUGAAAAAAQABAD5AAAAlQMAAAAA&#10;" strokecolor="#ffc000" strokeweight="2.25pt"/>
                <v:line id="Connecteur droit 583" o:spid="_x0000_s1245" style="position:absolute;visibility:visible;mso-wrap-style:square" from="29781,13286" to="29781,16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BeccAAADcAAAADwAAAGRycy9kb3ducmV2LnhtbESP3WoCMRSE7wt9h3AK3tWsSq2sRvEH&#10;oSClVEXw7rg5brbdnCxJqmufvikUejnMzDfMZNbaWlzIh8qxgl43A0FcOF1xqWC/Wz+OQISIrLF2&#10;TApuFGA2vb+bYK7dld/pso2lSBAOOSowMTa5lKEwZDF0XUOcvLPzFmOSvpTa4zXBbS37WTaUFitO&#10;CwYbWhoqPrdfVsHmVC/c6/dg8XHU/u35YHbHIa6U6jy08zGISG38D/+1X7SCp9EAfs+kIyCn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74F5xwAAANwAAAAPAAAAAAAA&#10;AAAAAAAAAKECAABkcnMvZG93bnJldi54bWxQSwUGAAAAAAQABAD5AAAAlQMAAAAA&#10;" strokecolor="#ffc000" strokeweight="2.25pt"/>
                <v:line id="Connecteur droit 584" o:spid="_x0000_s1246" style="position:absolute;visibility:visible;mso-wrap-style:square" from="35372,13381" to="35372,16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gYZDccAAADcAAAADwAAAGRycy9kb3ducmV2LnhtbESP3WoCMRSE7wXfIRzBO83aHytbo9RK&#10;oSClVEXw7nRz3KxuTpYk1bVP3xQKvRxm5htmOm9tLc7kQ+VYwWiYgSAunK64VLDdvAwmIEJE1lg7&#10;JgVXCjCfdTtTzLW78Aed17EUCcIhRwUmxiaXMhSGLIaha4iTd3DeYkzSl1J7vCS4reVNlo2lxYrT&#10;gsGGng0Vp/WXVbD6rBfu7ft2cdxr//6wM5v9GJdK9Xvt0yOISG38D/+1X7WC+8kd/J5JR0DOf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BhkNxwAAANwAAAAPAAAAAAAA&#10;AAAAAAAAAKECAABkcnMvZG93bnJldi54bWxQSwUGAAAAAAQABAD5AAAAlQMAAAAA&#10;" strokecolor="#ffc000" strokeweight="2.25pt"/>
                <v:line id="Connecteur droit 603" o:spid="_x0000_s1247" style="position:absolute;visibility:visible;mso-wrap-style:square" from="41944,13213" to="41944,16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njX8YAAADcAAAADwAAAGRycy9kb3ducmV2LnhtbESPQWsCMRSE74X+h/CE3mpWha2sRlFL&#10;oVBKqYrg7bl5btZuXpYk1a2/3hQKPQ4z8w0znXe2EWfyoXasYNDPQBCXTtdcKdhuXh7HIEJE1tg4&#10;JgU/FGA+u7+bYqHdhT/pvI6VSBAOBSowMbaFlKE0ZDH0XUucvKPzFmOSvpLa4yXBbSOHWZZLizWn&#10;BYMtrQyVX+tvq+Dt0Czd+3W0PO21/3jamc0+x2elHnrdYgIiUhf/w3/tV60gz0bweyYdAT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cZ41/GAAAA3AAAAA8AAAAAAAAA&#10;AAAAAAAAoQIAAGRycy9kb3ducmV2LnhtbFBLBQYAAAAABAAEAPkAAACUAwAAAAA=&#10;" strokecolor="#ffc000" strokeweight="2.25pt"/>
                <v:line id="Connecteur droit 604" o:spid="_x0000_s1248" style="position:absolute;visibility:visible;mso-wrap-style:square" from="52136,12946" to="52136,15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B7K8cAAADcAAAADwAAAGRycy9kb3ducmV2LnhtbESPQWsCMRSE74X+h/AKvdVsW1llNUpt&#10;KRSklKoI3p6b52bbzcuSpLr6641Q8DjMzDfMeNrZRuzJh9qxgsdeBoK4dLrmSsFq+f4wBBEissbG&#10;MSk4UoDp5PZmjIV2B/6m/SJWIkE4FKjAxNgWUobSkMXQcy1x8nbOW4xJ+kpqj4cEt418yrJcWqw5&#10;LRhs6dVQ+bv4swrm22bmPk/Ps5+N9l+DtVlucnxT6v6uexmBiNTFa/i//aEV5FkfLmfSEZCTM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8HsrxwAAANwAAAAPAAAAAAAA&#10;AAAAAAAAAKECAABkcnMvZG93bnJldi54bWxQSwUGAAAAAAQABAD5AAAAlQMAAAAA&#10;" strokecolor="#ffc000" strokeweight="2.25pt"/>
                <v:line id="Connecteur droit 605" o:spid="_x0000_s1249" style="position:absolute;visibility:visible;mso-wrap-style:square" from="57182,12946" to="57182,15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7zesMcAAADcAAAADwAAAGRycy9kb3ducmV2LnhtbESPQWsCMRSE74X+h/AKvdVsW1xlNUpt&#10;KRSklKoI3p6b52bbzcuSpLr6641Q8DjMzDfMeNrZRuzJh9qxgsdeBoK4dLrmSsFq+f4wBBEissbG&#10;MSk4UoDp5PZmjIV2B/6m/SJWIkE4FKjAxNgWUobSkMXQcy1x8nbOW4xJ+kpqj4cEt418yrJcWqw5&#10;LRhs6dVQ+bv4swrm22bmPk/Ps5+N9l+DtVlucnxT6v6uexmBiNTFa/i//aEV5FkfLmfSEZCTM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3vN6wxwAAANwAAAAPAAAAAAAA&#10;AAAAAAAAAKECAABkcnMvZG93bnJldi54bWxQSwUGAAAAAAQABAD5AAAAlQMAAAAA&#10;" strokecolor="#ffc000" strokeweight="2.25pt"/>
                <v:line id="Connecteur droit 606" o:spid="_x0000_s1250" style="position:absolute;visibility:visible;mso-wrap-style:square" from="36640,12970" to="36640,157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25Ax8YAAADcAAAADwAAAGRycy9kb3ducmV2LnhtbESP3WoCMRSE7wu+QzhC72pWha2sRvEH&#10;oVBKUUvBu+PmdLN1c7IkqW779E2h4OUwM98ws0VnG3EhH2rHCoaDDARx6XTNlYK3w/ZhAiJEZI2N&#10;Y1LwTQEW897dDAvtrryjyz5WIkE4FKjAxNgWUobSkMUwcC1x8j6ctxiT9JXUHq8Jbhs5yrJcWqw5&#10;LRhsaW2oPO+/rILnU7NyLz/j1edR+9fHd3M45rhR6r7fLacgInXxFv5vP2kFeZbD35l0BOT8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duQMfGAAAA3AAAAA8AAAAAAAAA&#10;AAAAAAAAoQIAAGRycy9kb3ducmV2LnhtbFBLBQYAAAAABAAEAPkAAACUAwAAAAA=&#10;" strokecolor="#ffc000" strokeweight="2.25pt"/>
                <v:line id="Connecteur droit 607" o:spid="_x0000_s1251" style="position:absolute;visibility:visible;mso-wrap-style:square" from="30289,43882" to="30289,466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nbu8QAAADcAAAADwAAAGRycy9kb3ducmV2LnhtbESPQWsCMRSE7wX/Q3hCbzVRxMpqlCII&#10;K+2laqneHpvn7tLNS0iibv99Uyj0OMzMN8xy3dtO3CjE1rGG8UiBIK6cabnWcDxsn+YgYkI22Dkm&#10;Dd8UYb0aPCyxMO7O73Tbp1pkCMcCNTQp+ULKWDVkMY6cJ87exQWLKctQSxPwnuG2kxOlZtJiy3mh&#10;QU+bhqqv/dVq2LTO7z792yuXKuzshz2V58lU68dh/7IAkahP/+G/dmk0zNQz/J7JR0C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Odu7xAAAANwAAAAPAAAAAAAAAAAA&#10;AAAAAKECAABkcnMvZG93bnJldi54bWxQSwUGAAAAAAQABAD5AAAAkgMAAAAA&#10;" strokecolor="#00b050" strokeweight="2.25pt"/>
                <v:line id="Connecteur droit 608" o:spid="_x0000_s1252" style="position:absolute;visibility:visible;mso-wrap-style:square" from="36163,44079" to="36163,468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ZPycAAAADcAAAADwAAAGRycy9kb3ducmV2LnhtbERPTWsCMRC9F/wPYQRvNVFEymoUEYSV&#10;9lKrqLdhM+4ubiYhSXX775tDocfH+16ue9uJB4XYOtYwGSsQxJUzLdcajl+71zcQMSEb7ByThh+K&#10;sF4NXpZYGPfkT3ocUi1yCMcCNTQp+ULKWDVkMY6dJ87czQWLKcNQSxPwmcNtJ6dKzaXFlnNDg562&#10;DVX3w7fVsG2d35/9xzuXKuztyV7K63Sm9WjYbxYgEvXpX/znLo2Gucpr85l8BO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CmT8nAAAAA3AAAAA8AAAAAAAAAAAAAAAAA&#10;oQIAAGRycy9kb3ducmV2LnhtbFBLBQYAAAAABAAEAPkAAACOAwAAAAA=&#10;" strokecolor="#00b050" strokeweight="2.25pt"/>
                <v:line id="Connecteur droit 609" o:spid="_x0000_s1253" style="position:absolute;visibility:visible;mso-wrap-style:square" from="49399,43866" to="49399,466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qUsQAAADcAAAADwAAAGRycy9kb3ducmV2LnhtbESPQWsCMRSE7wX/Q3hCbzVRROpqlCII&#10;K+2laqneHpvn7tLNS0iibv99Uyj0OMzMN8xy3dtO3CjE1rGG8UiBIK6cabnWcDxsn55BxIRssHNM&#10;Gr4pwno1eFhiYdyd3+m2T7XIEI4FamhS8oWUsWrIYhw5T5y9iwsWU5ahlibgPcNtJydKzaTFlvNC&#10;g542DVVf+6vVsGmd3336t1cuVdjZD3sqz5Op1o/D/mUBIlGf/sN/7dJomKk5/J7JR0C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6upSxAAAANwAAAAPAAAAAAAAAAAA&#10;AAAAAKECAABkcnMvZG93bnJldi54bWxQSwUGAAAAAAQABAD5AAAAkgMAAAAA&#10;" strokecolor="#00b050" strokeweight="2.25pt"/>
                <v:line id="Connecteur droit 610" o:spid="_x0000_s1254" style="position:absolute;visibility:visible;mso-wrap-style:square" from="54760,43788" to="54760,46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nVEsAAAADcAAAADwAAAGRycy9kb3ducmV2LnhtbERPy4rCMBTdC/MP4Q7MTlNlEKlGGYSB&#10;im58oe4uzbUtNjchiVr/3iwGZnk479miM614kA+NZQXDQQaCuLS64UrBYf/bn4AIEVlja5kUvCjA&#10;Yv7Rm2Gu7ZO39NjFSqQQDjkqqGN0uZShrMlgGFhHnLir9QZjgr6S2uMzhZtWjrJsLA02nBpqdLSs&#10;qbzt7kbBsrFudXKbNReZX5mjOReX0bdSX5/dzxREpC7+i//chVYwHqb56Uw6AnL+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sJ1RLAAAAA3AAAAA8AAAAAAAAAAAAAAAAA&#10;oQIAAGRycy9kb3ducmV2LnhtbFBLBQYAAAAABAAEAPkAAACOAwAAAAA=&#10;" strokecolor="#00b050" strokeweight="2.25pt"/>
                <v:shapetype id="_x0000_t32" coordsize="21600,21600" o:spt="32" o:oned="t" path="m,l21600,21600e" filled="f">
                  <v:path arrowok="t" fillok="f" o:connecttype="none"/>
                  <o:lock v:ext="edit" shapetype="t"/>
                </v:shapetype>
                <v:shape id="Connecteur droit avec flèche 633" o:spid="_x0000_s1255" type="#_x0000_t32" style="position:absolute;left:22374;top:6715;width:487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aBWsUAAADcAAAADwAAAGRycy9kb3ducmV2LnhtbESP0WoCMRRE34X+Q7iFvrmJVUS2RikW&#10;QcSXVT/gurnNLt3crJtU1359Iwg+DjNzhpkve9eIC3Wh9qxhlCkQxKU3NVsNx8N6OAMRIrLBxjNp&#10;uFGA5eJlMMfc+CsXdNlHKxKEQ44aqhjbXMpQVuQwZL4lTt637xzGJDsrTYfXBHeNfFdqKh3WnBYq&#10;bGlVUfmz/3Ua+u3ank7lblNMJoWy6rb9G32dtX577T8/QETq4zP8aG+Mhul4DPcz6Qj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KaBWsUAAADcAAAADwAAAAAAAAAA&#10;AAAAAAChAgAAZHJzL2Rvd25yZXYueG1sUEsFBgAAAAAEAAQA+QAAAJMDAAAAAA==&#10;" strokecolor="red" strokeweight="2.25pt">
                  <v:stroke startarrow="open" endarrow="open"/>
                </v:shape>
                <v:shape id="Zone de texte 9" o:spid="_x0000_s1256" type="#_x0000_t202" style="position:absolute;left:25800;top:3959;width:6662;height:2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kL2MUA&#10;AADcAAAADwAAAGRycy9kb3ducmV2LnhtbESPT4vCMBTE78J+h/CEvWnqX6QaRQqiyHrQ9eLt2Tzb&#10;YvPSbbJa99MbQdjjMDO/YWaLxpTiRrUrLCvodSMQxKnVBWcKjt+rzgSE88gaS8uk4EEOFvOP1gxj&#10;be+8p9vBZyJA2MWoIPe+iqV0aU4GXddWxMG72NqgD7LOpK7xHuCmlP0oGkuDBYeFHCtKckqvh1+j&#10;YJusdrg/983kr0zWX5dl9XM8jZT6bDfLKQhPjf8Pv9sbrWA8GMLrTDgCcv4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aQvYxQAAANwAAAAPAAAAAAAAAAAAAAAAAJgCAABkcnMv&#10;ZG93bnJldi54bWxQSwUGAAAAAAQABAD1AAAAigMAAAAA&#10;" filled="f" stroked="f" strokeweight=".5pt">
                  <v:textbox>
                    <w:txbxContent>
                      <w:p w:rsidR="008B17A5" w:rsidRDefault="008B17A5" w:rsidP="008B17A5">
                        <w:pPr>
                          <w:pStyle w:val="NormalWeb"/>
                        </w:pPr>
                        <w:r>
                          <w:rPr>
                            <w:b/>
                            <w:bCs/>
                            <w:color w:val="FF0000"/>
                          </w:rPr>
                          <w:t>2</w:t>
                        </w:r>
                        <w:r w:rsidRPr="008B17A5">
                          <w:rPr>
                            <w:b/>
                            <w:bCs/>
                            <w:color w:val="FF0000"/>
                            <w:vertAlign w:val="superscript"/>
                          </w:rPr>
                          <w:t>nde</w:t>
                        </w:r>
                      </w:p>
                    </w:txbxContent>
                  </v:textbox>
                </v:shape>
                <v:shape id="Zone de texte 9" o:spid="_x0000_s1257" type="#_x0000_t202" style="position:absolute;left:19696;top:4149;width:6662;height:2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WuQ8cA&#10;AADcAAAADwAAAGRycy9kb3ducmV2LnhtbESPQWvCQBSE70L/w/IKvelGSySkriIBaRF7SOqlt9fs&#10;Mwlm36bZrYn++m6h4HGYmW+Y1WY0rbhQ7xrLCuazCARxaXXDlYLjx26agHAeWWNrmRRcycFm/TBZ&#10;YartwDldCl+JAGGXooLa+y6V0pU1GXQz2xEH72R7gz7IvpK6xyHATSsXUbSUBhsOCzV2lNVUnosf&#10;o2Cf7d4x/1qY5NZmr4fTtvs+fsZKPT2O2xcQnkZ/D/+337SC5XMMf2fCEZ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clrkPHAAAA3AAAAA8AAAAAAAAAAAAAAAAAmAIAAGRy&#10;cy9kb3ducmV2LnhtbFBLBQYAAAAABAAEAPUAAACMAwAAAAA=&#10;" filled="f" stroked="f" strokeweight=".5pt">
                  <v:textbox>
                    <w:txbxContent>
                      <w:p w:rsidR="008B17A5" w:rsidRDefault="008B17A5" w:rsidP="008B17A5">
                        <w:pPr>
                          <w:pStyle w:val="NormalWeb"/>
                        </w:pPr>
                        <w:r>
                          <w:rPr>
                            <w:b/>
                            <w:bCs/>
                            <w:color w:val="FF0000"/>
                          </w:rPr>
                          <w:t>1</w:t>
                        </w:r>
                        <w:r w:rsidRPr="008B17A5">
                          <w:rPr>
                            <w:b/>
                            <w:bCs/>
                            <w:color w:val="FF0000"/>
                            <w:vertAlign w:val="superscript"/>
                          </w:rPr>
                          <w:t>ère</w:t>
                        </w:r>
                      </w:p>
                    </w:txbxContent>
                  </v:textbox>
                </v:shape>
                <v:shape id="Connecteur droit avec flèche 636" o:spid="_x0000_s1258" type="#_x0000_t32" style="position:absolute;left:43951;top:9450;width:487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NEiwsQAAADcAAAADwAAAGRycy9kb3ducmV2LnhtbESP0WoCMRRE3wX/IVyhb5rYyiKrUaRF&#10;EPFlbT/gurlmFzc36ybVtV/fCIU+DjNzhlmue9eIG3Wh9qxhOlEgiEtvarYavj634zmIEJENNp5J&#10;w4MCrFfDwRJz4+9c0O0YrUgQDjlqqGJscylDWZHDMPEtcfLOvnMYk+ysNB3eE9w18lWpTDqsOS1U&#10;2NJ7ReXl+O009PutPZ3Kw66YzQpl1WP/M/24av0y6jcLEJH6+B/+a++Mhuwtg+eZdATk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0SLCxAAAANwAAAAPAAAAAAAAAAAA&#10;AAAAAKECAABkcnMvZG93bnJldi54bWxQSwUGAAAAAAQABAD5AAAAkgMAAAAA&#10;" strokecolor="red" strokeweight="2.25pt">
                  <v:stroke startarrow="open" endarrow="open"/>
                </v:shape>
                <v:shape id="Zone de texte 9" o:spid="_x0000_s1259" type="#_x0000_t202" style="position:absolute;left:47380;top:6694;width:6661;height:2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uVr8cA&#10;AADcAAAADwAAAGRycy9kb3ducmV2LnhtbESPQWvCQBSE7wX/w/KE3upGSzVEV5GAWEp70ObS2zP7&#10;TILZtzG7TdL++m5B8DjMzDfMajOYWnTUusqygukkAkGcW11xoSD73D3FIJxH1lhbJgU/5GCzHj2s&#10;MNG25wN1R1+IAGGXoILS+yaR0uUlGXQT2xAH72xbgz7ItpC6xT7ATS1nUTSXBisOCyU2lJaUX47f&#10;RsFbuvvAw2lm4t863b+ft801+3pR6nE8bJcgPA3+Hr61X7WC+fMC/s+EIyD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i7la/HAAAA3AAAAA8AAAAAAAAAAAAAAAAAmAIAAGRy&#10;cy9kb3ducmV2LnhtbFBLBQYAAAAABAAEAPUAAACMAwAAAAA=&#10;" filled="f" stroked="f" strokeweight=".5pt">
                  <v:textbox>
                    <w:txbxContent>
                      <w:p w:rsidR="008B17A5" w:rsidRDefault="008B17A5" w:rsidP="008B17A5">
                        <w:pPr>
                          <w:pStyle w:val="NormalWeb"/>
                        </w:pPr>
                        <w:r>
                          <w:rPr>
                            <w:b/>
                            <w:bCs/>
                            <w:color w:val="FF0000"/>
                          </w:rPr>
                          <w:t>6</w:t>
                        </w:r>
                        <w:r>
                          <w:rPr>
                            <w:b/>
                            <w:bCs/>
                            <w:color w:val="FF0000"/>
                            <w:position w:val="7"/>
                            <w:vertAlign w:val="superscript"/>
                          </w:rPr>
                          <w:t>ème</w:t>
                        </w:r>
                      </w:p>
                    </w:txbxContent>
                  </v:textbox>
                </v:shape>
                <v:shape id="Zone de texte 9" o:spid="_x0000_s1260" type="#_x0000_t202" style="position:absolute;left:41271;top:6885;width:6661;height:27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QB3cQA&#10;AADcAAAADwAAAGRycy9kb3ducmV2LnhtbERPyWrDMBC9F/IPYgK9NXJSGoIT2RhDaCntIcslt4k1&#10;Xog1ci3Vdvv11aGQ4+Ptu3QyrRiod41lBctFBIK4sLrhSsH5tH/agHAeWWNrmRT8kIM0mT3sMNZ2&#10;5AMNR1+JEMIuRgW1910spStqMugWtiMOXGl7gz7AvpK6xzGEm1auomgtDTYcGmrsKK+puB2/jYL3&#10;fP+Jh+vKbH7b/PWjzLqv8+VFqcf5lG1BeJr8XfzvftMK1s9hbTgTjoBM/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kAd3EAAAA3AAAAA8AAAAAAAAAAAAAAAAAmAIAAGRycy9k&#10;b3ducmV2LnhtbFBLBQYAAAAABAAEAPUAAACJAwAAAAA=&#10;" filled="f" stroked="f" strokeweight=".5pt">
                  <v:textbox>
                    <w:txbxContent>
                      <w:p w:rsidR="008B17A5" w:rsidRDefault="008B17A5" w:rsidP="008B17A5">
                        <w:pPr>
                          <w:pStyle w:val="NormalWeb"/>
                        </w:pPr>
                        <w:r>
                          <w:rPr>
                            <w:b/>
                            <w:bCs/>
                            <w:color w:val="FF0000"/>
                          </w:rPr>
                          <w:t>5</w:t>
                        </w:r>
                        <w:r>
                          <w:rPr>
                            <w:b/>
                            <w:bCs/>
                            <w:color w:val="FF0000"/>
                            <w:position w:val="7"/>
                            <w:vertAlign w:val="superscript"/>
                          </w:rPr>
                          <w:t>ère</w:t>
                        </w:r>
                      </w:p>
                    </w:txbxContent>
                  </v:textbox>
                </v:shape>
                <v:shape id="Connecteur droit avec flèche 639" o:spid="_x0000_s1261" type="#_x0000_t32" style="position:absolute;left:43542;top:38941;width:487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62sMUAAADcAAAADwAAAGRycy9kb3ducmV2LnhtbESP0WoCMRRE34X+Q7iFvmliK2JXoxSL&#10;IOLLaj/gurlml25u1k2qa7/eCIKPw8ycYWaLztXiTG2oPGsYDhQI4sKbiq2Gn/2qPwERIrLB2jNp&#10;uFKAxfylN8PM+AvndN5FKxKEQ4YayhibTMpQlOQwDHxDnLyjbx3GJFsrTYuXBHe1fFdqLB1WnBZK&#10;bGhZUvG7+3Maus3KHg7Fdp2PRrmy6rr5H36ftH577b6mICJ18Rl+tNdGw/jjE+5n0hGQ8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U62sMUAAADcAAAADwAAAAAAAAAA&#10;AAAAAAChAgAAZHJzL2Rvd25yZXYueG1sUEsFBgAAAAAEAAQA+QAAAJMDAAAAAA==&#10;" strokecolor="red" strokeweight="2.25pt">
                  <v:stroke startarrow="open" endarrow="open"/>
                </v:shape>
                <v:shape id="Zone de texte 9" o:spid="_x0000_s1262" type="#_x0000_t202" style="position:absolute;left:46971;top:36185;width:6662;height:27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R+psQA&#10;AADcAAAADwAAAGRycy9kb3ducmV2LnhtbERPyWrDMBC9F/IPYgK9NXJCG4IT2RhDaCntIcslt4k1&#10;Xog1ci3Vdvv11aGQ4+Ptu3QyrRiod41lBctFBIK4sLrhSsH5tH/agHAeWWNrmRT8kIM0mT3sMNZ2&#10;5AMNR1+JEMIuRgW1910spStqMugWtiMOXGl7gz7AvpK6xzGEm1auomgtDTYcGmrsKK+puB2/jYL3&#10;fP+Jh+vKbH7b/PWjzLqv8+VFqcf5lG1BeJr8XfzvftMK1s9hfjgTjoBM/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9UfqbEAAAA3AAAAA8AAAAAAAAAAAAAAAAAmAIAAGRycy9k&#10;b3ducmV2LnhtbFBLBQYAAAAABAAEAPUAAACJAwAAAAA=&#10;" filled="f" stroked="f" strokeweight=".5pt">
                  <v:textbox>
                    <w:txbxContent>
                      <w:p w:rsidR="008B17A5" w:rsidRDefault="008B17A5" w:rsidP="008B17A5">
                        <w:pPr>
                          <w:pStyle w:val="NormalWeb"/>
                        </w:pPr>
                        <w:r>
                          <w:rPr>
                            <w:b/>
                            <w:bCs/>
                            <w:color w:val="FF0000"/>
                          </w:rPr>
                          <w:t>3</w:t>
                        </w:r>
                        <w:r>
                          <w:rPr>
                            <w:b/>
                            <w:bCs/>
                            <w:color w:val="FF0000"/>
                            <w:position w:val="7"/>
                            <w:vertAlign w:val="superscript"/>
                          </w:rPr>
                          <w:t>ème</w:t>
                        </w:r>
                      </w:p>
                    </w:txbxContent>
                  </v:textbox>
                </v:shape>
                <v:shape id="Zone de texte 9" o:spid="_x0000_s1263" type="#_x0000_t202" style="position:absolute;left:40863;top:36375;width:6661;height:2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jbPcUA&#10;AADcAAAADwAAAGRycy9kb3ducmV2LnhtbESPQYvCMBSE78L+h/AEb5oqu1KqUaQgLqIHXS97ezbP&#10;tti8dJuodX+9EQSPw8x8w0znranElRpXWlYwHEQgiDOrS84VHH6W/RiE88gaK8uk4E4O5rOPzhQT&#10;bW+8o+ve5yJA2CWooPC+TqR0WUEG3cDWxME72cagD7LJpW7wFuCmkqMoGkuDJYeFAmtKC8rO+4tR&#10;sE6XW9wdRyb+r9LV5rSo/w6/X0r1uu1iAsJT69/hV/tbKxh/DuF5Jhw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GNs9xQAAANwAAAAPAAAAAAAAAAAAAAAAAJgCAABkcnMv&#10;ZG93bnJldi54bWxQSwUGAAAAAAQABAD1AAAAigMAAAAA&#10;" filled="f" stroked="f" strokeweight=".5pt">
                  <v:textbox>
                    <w:txbxContent>
                      <w:p w:rsidR="008B17A5" w:rsidRDefault="008B17A5" w:rsidP="008B17A5">
                        <w:pPr>
                          <w:pStyle w:val="NormalWeb"/>
                        </w:pPr>
                        <w:r>
                          <w:rPr>
                            <w:b/>
                            <w:bCs/>
                            <w:color w:val="FF0000"/>
                          </w:rPr>
                          <w:t>4</w:t>
                        </w:r>
                        <w:r>
                          <w:rPr>
                            <w:b/>
                            <w:bCs/>
                            <w:color w:val="FF0000"/>
                            <w:position w:val="7"/>
                            <w:vertAlign w:val="superscript"/>
                          </w:rPr>
                          <w:t>ère</w:t>
                        </w:r>
                      </w:p>
                    </w:txbxContent>
                  </v:textbox>
                </v:shape>
                <w10:anchorlock/>
              </v:group>
            </w:pict>
          </mc:Fallback>
        </mc:AlternateContent>
      </w:r>
      <w:r>
        <w:br w:type="page"/>
      </w:r>
    </w:p>
    <w:p w:rsidR="00A900F6" w:rsidRDefault="00532040" w:rsidP="009B547C">
      <w:r>
        <w:rPr>
          <w:noProof/>
          <w:lang w:eastAsia="fr-FR"/>
        </w:rPr>
        <w:lastRenderedPageBreak/>
        <mc:AlternateContent>
          <mc:Choice Requires="wpc">
            <w:drawing>
              <wp:inline distT="0" distB="0" distL="0" distR="0" wp14:anchorId="6E253B2F" wp14:editId="255C7C4D">
                <wp:extent cx="9696450" cy="6056808"/>
                <wp:effectExtent l="0" t="0" r="0" b="0"/>
                <wp:docPr id="283" name="Zone de dessin 28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545" name="Groupe 545"/>
                        <wpg:cNvGrpSpPr/>
                        <wpg:grpSpPr>
                          <a:xfrm>
                            <a:off x="5530593" y="2390543"/>
                            <a:ext cx="204590" cy="1100055"/>
                            <a:chOff x="5582460" y="925195"/>
                            <a:chExt cx="301658" cy="873056"/>
                          </a:xfrm>
                        </wpg:grpSpPr>
                        <wps:wsp>
                          <wps:cNvPr id="554" name="Connecteur droit 554"/>
                          <wps:cNvCnPr/>
                          <wps:spPr>
                            <a:xfrm>
                              <a:off x="5723859" y="925195"/>
                              <a:ext cx="0" cy="87305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5" name="Connecteur droit 555"/>
                          <wps:cNvCnPr/>
                          <wps:spPr>
                            <a:xfrm>
                              <a:off x="5582460" y="925195"/>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6" name="Connecteur droit 556"/>
                          <wps:cNvCnPr/>
                          <wps:spPr>
                            <a:xfrm>
                              <a:off x="5582460" y="1798251"/>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wps:wsp>
                        <wps:cNvPr id="611" name="Rectangle 611"/>
                        <wps:cNvSpPr/>
                        <wps:spPr>
                          <a:xfrm>
                            <a:off x="5421925" y="2782865"/>
                            <a:ext cx="448945" cy="2965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61587" tIns="30795" rIns="61587" bIns="30795" numCol="1" spcCol="0" rtlCol="0" fromWordArt="0" anchor="ctr" anchorCtr="0" forceAA="0" compatLnSpc="1">
                          <a:prstTxWarp prst="textNoShape">
                            <a:avLst/>
                          </a:prstTxWarp>
                          <a:noAutofit/>
                        </wps:bodyPr>
                      </wps:wsp>
                      <wpg:wgp>
                        <wpg:cNvPr id="557" name="Groupe 557"/>
                        <wpg:cNvGrpSpPr/>
                        <wpg:grpSpPr>
                          <a:xfrm>
                            <a:off x="3776912" y="2300416"/>
                            <a:ext cx="204693" cy="1271251"/>
                            <a:chOff x="3204210" y="792480"/>
                            <a:chExt cx="301658" cy="873056"/>
                          </a:xfrm>
                        </wpg:grpSpPr>
                        <wps:wsp>
                          <wps:cNvPr id="566" name="Connecteur droit 566"/>
                          <wps:cNvCnPr/>
                          <wps:spPr>
                            <a:xfrm>
                              <a:off x="3345609" y="792480"/>
                              <a:ext cx="0" cy="87305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7" name="Connecteur droit 567"/>
                          <wps:cNvCnPr/>
                          <wps:spPr>
                            <a:xfrm>
                              <a:off x="3204210" y="792480"/>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8" name="Connecteur droit 568"/>
                          <wps:cNvCnPr/>
                          <wps:spPr>
                            <a:xfrm>
                              <a:off x="3204210" y="1665536"/>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wps:wsp>
                        <wps:cNvPr id="614" name="Rectangle 614"/>
                        <wps:cNvSpPr/>
                        <wps:spPr>
                          <a:xfrm>
                            <a:off x="3706155" y="2797470"/>
                            <a:ext cx="448945" cy="2965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61587" tIns="30795" rIns="61587" bIns="30795" numCol="1" spcCol="0" rtlCol="0" fromWordArt="0" anchor="ctr" anchorCtr="0" forceAA="0" compatLnSpc="1">
                          <a:prstTxWarp prst="textNoShape">
                            <a:avLst/>
                          </a:prstTxWarp>
                          <a:noAutofit/>
                        </wps:bodyPr>
                      </wps:wsp>
                      <wpg:wgp>
                        <wpg:cNvPr id="593" name="Groupe 593"/>
                        <wpg:cNvGrpSpPr/>
                        <wpg:grpSpPr>
                          <a:xfrm>
                            <a:off x="3159685" y="1934737"/>
                            <a:ext cx="204797" cy="2004335"/>
                            <a:chOff x="2303756" y="254000"/>
                            <a:chExt cx="301658" cy="873056"/>
                          </a:xfrm>
                        </wpg:grpSpPr>
                        <wps:wsp>
                          <wps:cNvPr id="600" name="Connecteur droit 600"/>
                          <wps:cNvCnPr/>
                          <wps:spPr>
                            <a:xfrm>
                              <a:off x="2445155" y="254000"/>
                              <a:ext cx="0" cy="87305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01" name="Connecteur droit 601"/>
                          <wps:cNvCnPr/>
                          <wps:spPr>
                            <a:xfrm>
                              <a:off x="2303756" y="254000"/>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02" name="Connecteur droit 602"/>
                          <wps:cNvCnPr/>
                          <wps:spPr>
                            <a:xfrm>
                              <a:off x="2303756" y="1127056"/>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wps:wsp>
                        <wps:cNvPr id="612" name="Rectangle 612"/>
                        <wps:cNvSpPr/>
                        <wps:spPr>
                          <a:xfrm>
                            <a:off x="3023530" y="2789850"/>
                            <a:ext cx="476250" cy="2965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61587" tIns="30795" rIns="61587" bIns="30795" numCol="1" spcCol="0" rtlCol="0" fromWordArt="0" anchor="ctr" anchorCtr="0" forceAA="0" compatLnSpc="1">
                          <a:prstTxWarp prst="textNoShape">
                            <a:avLst/>
                          </a:prstTxWarp>
                          <a:noAutofit/>
                        </wps:bodyPr>
                      </wps:wsp>
                      <wpg:wgp>
                        <wpg:cNvPr id="569" name="Groupe 569"/>
                        <wpg:cNvGrpSpPr/>
                        <wpg:grpSpPr>
                          <a:xfrm>
                            <a:off x="1597482" y="1762246"/>
                            <a:ext cx="204806" cy="2346728"/>
                            <a:chOff x="0" y="0"/>
                            <a:chExt cx="301658" cy="873056"/>
                          </a:xfrm>
                        </wpg:grpSpPr>
                        <wps:wsp>
                          <wps:cNvPr id="578" name="Connecteur droit 578"/>
                          <wps:cNvCnPr/>
                          <wps:spPr>
                            <a:xfrm>
                              <a:off x="141399" y="0"/>
                              <a:ext cx="0" cy="87305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79" name="Connecteur droit 579"/>
                          <wps:cNvCnPr/>
                          <wps:spPr>
                            <a:xfrm>
                              <a:off x="0" y="0"/>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80" name="Connecteur droit 580"/>
                          <wps:cNvCnPr/>
                          <wps:spPr>
                            <a:xfrm>
                              <a:off x="0" y="873056"/>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wps:wsp>
                        <wps:cNvPr id="613" name="Rectangle 613"/>
                        <wps:cNvSpPr/>
                        <wps:spPr>
                          <a:xfrm>
                            <a:off x="1474765" y="2789850"/>
                            <a:ext cx="448945" cy="2965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61587" tIns="30795" rIns="61587" bIns="30795" numCol="1" spcCol="0" rtlCol="0" fromWordArt="0" anchor="ctr" anchorCtr="0" forceAA="0" compatLnSpc="1">
                          <a:prstTxWarp prst="textNoShape">
                            <a:avLst/>
                          </a:prstTxWarp>
                          <a:noAutofit/>
                        </wps:bodyPr>
                      </wps:wsp>
                      <wpg:wgp>
                        <wpg:cNvPr id="287" name="Groupe 287"/>
                        <wpg:cNvGrpSpPr/>
                        <wpg:grpSpPr>
                          <a:xfrm>
                            <a:off x="3396162" y="3442036"/>
                            <a:ext cx="195579" cy="2271165"/>
                            <a:chOff x="12801594" y="0"/>
                            <a:chExt cx="301658" cy="873056"/>
                          </a:xfrm>
                        </wpg:grpSpPr>
                        <wps:wsp>
                          <wps:cNvPr id="288" name="Connecteur droit 288"/>
                          <wps:cNvCnPr/>
                          <wps:spPr>
                            <a:xfrm>
                              <a:off x="12942993" y="0"/>
                              <a:ext cx="0" cy="87305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9" name="Connecteur droit 289"/>
                          <wps:cNvCnPr/>
                          <wps:spPr>
                            <a:xfrm>
                              <a:off x="12801594" y="0"/>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0" name="Connecteur droit 290"/>
                          <wps:cNvCnPr/>
                          <wps:spPr>
                            <a:xfrm>
                              <a:off x="12801594" y="873056"/>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wps:wsp>
                        <wps:cNvPr id="627" name="Rectangle 627"/>
                        <wps:cNvSpPr/>
                        <wps:spPr>
                          <a:xfrm>
                            <a:off x="3255681" y="4426339"/>
                            <a:ext cx="509270" cy="2965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61587" tIns="30795" rIns="61587" bIns="30795" numCol="1" spcCol="0" rtlCol="0" fromWordArt="0" anchor="ctr" anchorCtr="0" forceAA="0" compatLnSpc="1">
                          <a:prstTxWarp prst="textNoShape">
                            <a:avLst/>
                          </a:prstTxWarp>
                          <a:noAutofit/>
                        </wps:bodyPr>
                      </wps:wsp>
                      <wpg:wgp>
                        <wpg:cNvPr id="219" name="Groupe 219"/>
                        <wpg:cNvGrpSpPr/>
                        <wpg:grpSpPr>
                          <a:xfrm>
                            <a:off x="5209334" y="3494689"/>
                            <a:ext cx="195579" cy="2151372"/>
                            <a:chOff x="12801594" y="0"/>
                            <a:chExt cx="301658" cy="873056"/>
                          </a:xfrm>
                        </wpg:grpSpPr>
                        <wps:wsp>
                          <wps:cNvPr id="220" name="Connecteur droit 220"/>
                          <wps:cNvCnPr/>
                          <wps:spPr>
                            <a:xfrm>
                              <a:off x="12942993" y="0"/>
                              <a:ext cx="0" cy="87305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1" name="Connecteur droit 221"/>
                          <wps:cNvCnPr/>
                          <wps:spPr>
                            <a:xfrm>
                              <a:off x="12801594" y="0"/>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2" name="Connecteur droit 222"/>
                          <wps:cNvCnPr/>
                          <wps:spPr>
                            <a:xfrm>
                              <a:off x="12801594" y="873056"/>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wps:wsp>
                        <wps:cNvPr id="626" name="Rectangle 626"/>
                        <wps:cNvSpPr/>
                        <wps:spPr>
                          <a:xfrm>
                            <a:off x="5097816" y="4404749"/>
                            <a:ext cx="448945" cy="2965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61587" tIns="30795" rIns="61587" bIns="30795" numCol="1" spcCol="0" rtlCol="0" fromWordArt="0" anchor="ctr" anchorCtr="0" forceAA="0" compatLnSpc="1">
                          <a:prstTxWarp prst="textNoShape">
                            <a:avLst/>
                          </a:prstTxWarp>
                          <a:noAutofit/>
                        </wps:bodyPr>
                      </wps:wsp>
                      <wpg:wgp>
                        <wpg:cNvPr id="594" name="Groupe 594"/>
                        <wpg:cNvGrpSpPr/>
                        <wpg:grpSpPr>
                          <a:xfrm>
                            <a:off x="3400593" y="2425758"/>
                            <a:ext cx="204797" cy="1019278"/>
                            <a:chOff x="2653530" y="977180"/>
                            <a:chExt cx="301658" cy="873056"/>
                          </a:xfrm>
                        </wpg:grpSpPr>
                        <wps:wsp>
                          <wps:cNvPr id="597" name="Connecteur droit 597"/>
                          <wps:cNvCnPr/>
                          <wps:spPr>
                            <a:xfrm>
                              <a:off x="2794929" y="977180"/>
                              <a:ext cx="0" cy="87305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98" name="Connecteur droit 598"/>
                          <wps:cNvCnPr/>
                          <wps:spPr>
                            <a:xfrm>
                              <a:off x="2653530" y="977180"/>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99" name="Connecteur droit 599"/>
                          <wps:cNvCnPr/>
                          <wps:spPr>
                            <a:xfrm>
                              <a:off x="2653530" y="1850236"/>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wps:wsp>
                        <wps:cNvPr id="596" name="Connecteur droit 596"/>
                        <wps:cNvCnPr/>
                        <wps:spPr>
                          <a:xfrm>
                            <a:off x="3267991" y="3314360"/>
                            <a:ext cx="244407"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wpg:cNvPr id="585" name="Groupe 585"/>
                        <wpg:cNvGrpSpPr/>
                        <wpg:grpSpPr>
                          <a:xfrm>
                            <a:off x="3088633" y="2206315"/>
                            <a:ext cx="172250" cy="177904"/>
                            <a:chOff x="2185035" y="653983"/>
                            <a:chExt cx="253718" cy="262018"/>
                          </a:xfrm>
                        </wpg:grpSpPr>
                        <wps:wsp>
                          <wps:cNvPr id="590" name="Rectangle 590"/>
                          <wps:cNvSpPr/>
                          <wps:spPr>
                            <a:xfrm>
                              <a:off x="2185035" y="653983"/>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91" name="Connecteur droit 591"/>
                          <wps:cNvCnPr/>
                          <wps:spPr>
                            <a:xfrm>
                              <a:off x="2185035" y="653983"/>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92" name="Connecteur droit 592"/>
                          <wps:cNvCnPr/>
                          <wps:spPr>
                            <a:xfrm flipV="1">
                              <a:off x="2185035" y="653983"/>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g:wgp>
                        <wpg:cNvPr id="586" name="Groupe 586"/>
                        <wpg:cNvGrpSpPr/>
                        <wpg:grpSpPr>
                          <a:xfrm>
                            <a:off x="3088633" y="3485133"/>
                            <a:ext cx="172250" cy="177904"/>
                            <a:chOff x="2185035" y="2537436"/>
                            <a:chExt cx="253718" cy="262018"/>
                          </a:xfrm>
                        </wpg:grpSpPr>
                        <wps:wsp>
                          <wps:cNvPr id="587" name="Rectangle 587"/>
                          <wps:cNvSpPr/>
                          <wps:spPr>
                            <a:xfrm>
                              <a:off x="2185035" y="2537436"/>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88" name="Connecteur droit 588"/>
                          <wps:cNvCnPr/>
                          <wps:spPr>
                            <a:xfrm>
                              <a:off x="2185035" y="2537436"/>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89" name="Connecteur droit 589"/>
                          <wps:cNvCnPr/>
                          <wps:spPr>
                            <a:xfrm flipV="1">
                              <a:off x="2185035" y="2537436"/>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g:wgp>
                        <wpg:cNvPr id="570" name="Groupe 570"/>
                        <wpg:cNvGrpSpPr/>
                        <wpg:grpSpPr>
                          <a:xfrm>
                            <a:off x="1696442" y="2214825"/>
                            <a:ext cx="172257" cy="177919"/>
                            <a:chOff x="134997" y="666507"/>
                            <a:chExt cx="253718" cy="262018"/>
                          </a:xfrm>
                        </wpg:grpSpPr>
                        <wps:wsp>
                          <wps:cNvPr id="575" name="Rectangle 575"/>
                          <wps:cNvSpPr/>
                          <wps:spPr>
                            <a:xfrm>
                              <a:off x="134997" y="666507"/>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76" name="Connecteur droit 576"/>
                          <wps:cNvCnPr/>
                          <wps:spPr>
                            <a:xfrm>
                              <a:off x="134997" y="666507"/>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77" name="Connecteur droit 577"/>
                          <wps:cNvCnPr/>
                          <wps:spPr>
                            <a:xfrm flipV="1">
                              <a:off x="134997" y="666507"/>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g:wgp>
                        <wpg:cNvPr id="571" name="Groupe 571"/>
                        <wpg:cNvGrpSpPr/>
                        <wpg:grpSpPr>
                          <a:xfrm>
                            <a:off x="1696442" y="3494688"/>
                            <a:ext cx="172257" cy="177919"/>
                            <a:chOff x="134997" y="2551348"/>
                            <a:chExt cx="253718" cy="262018"/>
                          </a:xfrm>
                        </wpg:grpSpPr>
                        <wps:wsp>
                          <wps:cNvPr id="572" name="Rectangle 572"/>
                          <wps:cNvSpPr/>
                          <wps:spPr>
                            <a:xfrm>
                              <a:off x="134997" y="2551348"/>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73" name="Connecteur droit 573"/>
                          <wps:cNvCnPr/>
                          <wps:spPr>
                            <a:xfrm>
                              <a:off x="134997" y="2551348"/>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74" name="Connecteur droit 574"/>
                          <wps:cNvCnPr/>
                          <wps:spPr>
                            <a:xfrm flipV="1">
                              <a:off x="134997" y="2551348"/>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g:wgp>
                        <wpg:cNvPr id="558" name="Groupe 558"/>
                        <wpg:cNvGrpSpPr/>
                        <wpg:grpSpPr>
                          <a:xfrm>
                            <a:off x="3872354" y="3177747"/>
                            <a:ext cx="172163" cy="177933"/>
                            <a:chOff x="3339207" y="2084406"/>
                            <a:chExt cx="253718" cy="262018"/>
                          </a:xfrm>
                        </wpg:grpSpPr>
                        <wps:wsp>
                          <wps:cNvPr id="563" name="Rectangle 563"/>
                          <wps:cNvSpPr/>
                          <wps:spPr>
                            <a:xfrm>
                              <a:off x="3339207" y="2084406"/>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64" name="Connecteur droit 564"/>
                          <wps:cNvCnPr/>
                          <wps:spPr>
                            <a:xfrm>
                              <a:off x="3339207" y="2084406"/>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5" name="Connecteur droit 565"/>
                          <wps:cNvCnPr/>
                          <wps:spPr>
                            <a:xfrm flipV="1">
                              <a:off x="3339207" y="2084406"/>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g:wgp>
                        <wpg:cNvPr id="559" name="Groupe 559"/>
                        <wpg:cNvGrpSpPr/>
                        <wpg:grpSpPr>
                          <a:xfrm>
                            <a:off x="3882847" y="2496048"/>
                            <a:ext cx="172163" cy="177933"/>
                            <a:chOff x="3354671" y="1080561"/>
                            <a:chExt cx="253718" cy="262018"/>
                          </a:xfrm>
                        </wpg:grpSpPr>
                        <wps:wsp>
                          <wps:cNvPr id="560" name="Rectangle 560"/>
                          <wps:cNvSpPr/>
                          <wps:spPr>
                            <a:xfrm>
                              <a:off x="3354671" y="1080561"/>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61" name="Connecteur droit 561"/>
                          <wps:cNvCnPr/>
                          <wps:spPr>
                            <a:xfrm>
                              <a:off x="3354671" y="1080561"/>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2" name="Connecteur droit 562"/>
                          <wps:cNvCnPr/>
                          <wps:spPr>
                            <a:xfrm flipV="1">
                              <a:off x="3354671" y="1080561"/>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g:wgp>
                        <wpg:cNvPr id="546" name="Groupe 546"/>
                        <wpg:cNvGrpSpPr/>
                        <wpg:grpSpPr>
                          <a:xfrm>
                            <a:off x="5456437" y="2495904"/>
                            <a:ext cx="172076" cy="177922"/>
                            <a:chOff x="5467350" y="1080356"/>
                            <a:chExt cx="253718" cy="262018"/>
                          </a:xfrm>
                        </wpg:grpSpPr>
                        <wps:wsp>
                          <wps:cNvPr id="551" name="Rectangle 551"/>
                          <wps:cNvSpPr/>
                          <wps:spPr>
                            <a:xfrm>
                              <a:off x="5467350" y="1080356"/>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52" name="Connecteur droit 552"/>
                          <wps:cNvCnPr/>
                          <wps:spPr>
                            <a:xfrm>
                              <a:off x="5467350" y="1080356"/>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3" name="Connecteur droit 553"/>
                          <wps:cNvCnPr/>
                          <wps:spPr>
                            <a:xfrm flipV="1">
                              <a:off x="5467350" y="1080356"/>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g:wgp>
                        <wpg:cNvPr id="547" name="Groupe 547"/>
                        <wpg:cNvGrpSpPr/>
                        <wpg:grpSpPr>
                          <a:xfrm>
                            <a:off x="5456437" y="3184867"/>
                            <a:ext cx="172076" cy="177922"/>
                            <a:chOff x="5467350" y="2094958"/>
                            <a:chExt cx="253718" cy="262018"/>
                          </a:xfrm>
                        </wpg:grpSpPr>
                        <wps:wsp>
                          <wps:cNvPr id="548" name="Rectangle 548"/>
                          <wps:cNvSpPr/>
                          <wps:spPr>
                            <a:xfrm>
                              <a:off x="5467350" y="2094958"/>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49" name="Connecteur droit 549"/>
                          <wps:cNvCnPr/>
                          <wps:spPr>
                            <a:xfrm>
                              <a:off x="5467350" y="2094958"/>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0" name="Connecteur droit 550"/>
                          <wps:cNvCnPr/>
                          <wps:spPr>
                            <a:xfrm flipV="1">
                              <a:off x="5467350" y="2094958"/>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s:wsp>
                        <wps:cNvPr id="208" name="Connecteur droit 208"/>
                        <wps:cNvCnPr/>
                        <wps:spPr>
                          <a:xfrm>
                            <a:off x="2" y="1466845"/>
                            <a:ext cx="8715416" cy="0"/>
                          </a:xfrm>
                          <a:prstGeom prst="line">
                            <a:avLst/>
                          </a:prstGeom>
                          <a:ln w="12700">
                            <a:solidFill>
                              <a:schemeClr val="tx1"/>
                            </a:solidFill>
                            <a:prstDash val="lgDashDot"/>
                          </a:ln>
                        </wps:spPr>
                        <wps:style>
                          <a:lnRef idx="1">
                            <a:schemeClr val="accent1"/>
                          </a:lnRef>
                          <a:fillRef idx="0">
                            <a:schemeClr val="accent1"/>
                          </a:fillRef>
                          <a:effectRef idx="0">
                            <a:schemeClr val="accent1"/>
                          </a:effectRef>
                          <a:fontRef idx="minor">
                            <a:schemeClr val="tx1"/>
                          </a:fontRef>
                        </wps:style>
                        <wps:bodyPr/>
                      </wps:wsp>
                      <wps:wsp>
                        <wps:cNvPr id="209" name="Connecteur droit 209"/>
                        <wps:cNvCnPr/>
                        <wps:spPr>
                          <a:xfrm>
                            <a:off x="6472640" y="3016978"/>
                            <a:ext cx="2759622" cy="0"/>
                          </a:xfrm>
                          <a:prstGeom prst="line">
                            <a:avLst/>
                          </a:prstGeom>
                          <a:ln w="12700">
                            <a:solidFill>
                              <a:schemeClr val="tx1"/>
                            </a:solidFill>
                            <a:prstDash val="lgDashDot"/>
                          </a:ln>
                        </wps:spPr>
                        <wps:style>
                          <a:lnRef idx="1">
                            <a:schemeClr val="accent1"/>
                          </a:lnRef>
                          <a:fillRef idx="0">
                            <a:schemeClr val="accent1"/>
                          </a:fillRef>
                          <a:effectRef idx="0">
                            <a:schemeClr val="accent1"/>
                          </a:effectRef>
                          <a:fontRef idx="minor">
                            <a:schemeClr val="tx1"/>
                          </a:fontRef>
                        </wps:style>
                        <wps:bodyPr/>
                      </wps:wsp>
                      <wps:wsp>
                        <wps:cNvPr id="210" name="Connecteur droit 210"/>
                        <wps:cNvCnPr/>
                        <wps:spPr>
                          <a:xfrm>
                            <a:off x="1223" y="4580153"/>
                            <a:ext cx="8845694" cy="0"/>
                          </a:xfrm>
                          <a:prstGeom prst="line">
                            <a:avLst/>
                          </a:prstGeom>
                          <a:ln w="12700">
                            <a:solidFill>
                              <a:schemeClr val="tx1"/>
                            </a:solidFill>
                            <a:prstDash val="lgDashDot"/>
                          </a:ln>
                        </wps:spPr>
                        <wps:style>
                          <a:lnRef idx="1">
                            <a:schemeClr val="accent1"/>
                          </a:lnRef>
                          <a:fillRef idx="0">
                            <a:schemeClr val="accent1"/>
                          </a:fillRef>
                          <a:effectRef idx="0">
                            <a:schemeClr val="accent1"/>
                          </a:effectRef>
                          <a:fontRef idx="minor">
                            <a:schemeClr val="tx1"/>
                          </a:fontRef>
                        </wps:style>
                        <wps:bodyPr/>
                      </wps:wsp>
                      <wpg:wgp>
                        <wpg:cNvPr id="223" name="Groupe 223"/>
                        <wpg:cNvGrpSpPr/>
                        <wpg:grpSpPr>
                          <a:xfrm>
                            <a:off x="3792691" y="3786918"/>
                            <a:ext cx="195579" cy="1623308"/>
                            <a:chOff x="12801594" y="0"/>
                            <a:chExt cx="301658" cy="873056"/>
                          </a:xfrm>
                        </wpg:grpSpPr>
                        <wps:wsp>
                          <wps:cNvPr id="224" name="Connecteur droit 224"/>
                          <wps:cNvCnPr/>
                          <wps:spPr>
                            <a:xfrm>
                              <a:off x="12942993" y="0"/>
                              <a:ext cx="0" cy="87305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5" name="Connecteur droit 225"/>
                          <wps:cNvCnPr/>
                          <wps:spPr>
                            <a:xfrm>
                              <a:off x="12801594" y="0"/>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6" name="Connecteur droit 226"/>
                          <wps:cNvCnPr/>
                          <wps:spPr>
                            <a:xfrm>
                              <a:off x="12801594" y="873056"/>
                              <a:ext cx="30165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wps:wsp>
                        <wps:cNvPr id="232" name="Connecteur droit 232"/>
                        <wps:cNvCnPr/>
                        <wps:spPr>
                          <a:xfrm flipH="1">
                            <a:off x="1133076" y="2931621"/>
                            <a:ext cx="5008367" cy="0"/>
                          </a:xfrm>
                          <a:prstGeom prst="line">
                            <a:avLst/>
                          </a:prstGeom>
                          <a:ln w="28575">
                            <a:solidFill>
                              <a:srgbClr val="FFC000"/>
                            </a:solidFill>
                          </a:ln>
                        </wps:spPr>
                        <wps:style>
                          <a:lnRef idx="1">
                            <a:schemeClr val="accent1"/>
                          </a:lnRef>
                          <a:fillRef idx="0">
                            <a:schemeClr val="accent1"/>
                          </a:fillRef>
                          <a:effectRef idx="0">
                            <a:schemeClr val="accent1"/>
                          </a:effectRef>
                          <a:fontRef idx="minor">
                            <a:schemeClr val="tx1"/>
                          </a:fontRef>
                        </wps:style>
                        <wps:bodyPr/>
                      </wps:wsp>
                      <wpg:wgp>
                        <wpg:cNvPr id="233" name="Groupe 233"/>
                        <wpg:cNvGrpSpPr/>
                        <wpg:grpSpPr>
                          <a:xfrm>
                            <a:off x="2366970" y="4273613"/>
                            <a:ext cx="4566544" cy="598961"/>
                            <a:chOff x="7853061" y="1708368"/>
                            <a:chExt cx="6132785" cy="882000"/>
                          </a:xfrm>
                        </wpg:grpSpPr>
                        <wpg:grpSp>
                          <wpg:cNvPr id="234" name="Groupe 234"/>
                          <wpg:cNvGrpSpPr/>
                          <wpg:grpSpPr>
                            <a:xfrm>
                              <a:off x="13697846" y="1708368"/>
                              <a:ext cx="288000" cy="882000"/>
                              <a:chOff x="12801594" y="0"/>
                              <a:chExt cx="301658" cy="873056"/>
                            </a:xfrm>
                          </wpg:grpSpPr>
                          <wps:wsp>
                            <wps:cNvPr id="235" name="Connecteur droit 235"/>
                            <wps:cNvCnPr/>
                            <wps:spPr>
                              <a:xfrm flipH="1">
                                <a:off x="12942998" y="0"/>
                                <a:ext cx="0" cy="864000"/>
                              </a:xfrm>
                              <a:prstGeom prst="line">
                                <a:avLst/>
                              </a:prstGeom>
                              <a:ln w="28575">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36" name="Connecteur droit 236"/>
                            <wps:cNvCnPr/>
                            <wps:spPr>
                              <a:xfrm>
                                <a:off x="12801594" y="0"/>
                                <a:ext cx="301658" cy="0"/>
                              </a:xfrm>
                              <a:prstGeom prst="line">
                                <a:avLst/>
                              </a:prstGeom>
                              <a:ln w="28575">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37" name="Connecteur droit 237"/>
                            <wps:cNvCnPr/>
                            <wps:spPr>
                              <a:xfrm>
                                <a:off x="12801594" y="873056"/>
                                <a:ext cx="301658" cy="0"/>
                              </a:xfrm>
                              <a:prstGeom prst="line">
                                <a:avLst/>
                              </a:prstGeom>
                              <a:ln w="28575">
                                <a:solidFill>
                                  <a:srgbClr val="00B050"/>
                                </a:solidFill>
                              </a:ln>
                            </wps:spPr>
                            <wps:style>
                              <a:lnRef idx="1">
                                <a:schemeClr val="accent1"/>
                              </a:lnRef>
                              <a:fillRef idx="0">
                                <a:schemeClr val="accent1"/>
                              </a:fillRef>
                              <a:effectRef idx="0">
                                <a:schemeClr val="accent1"/>
                              </a:effectRef>
                              <a:fontRef idx="minor">
                                <a:schemeClr val="tx1"/>
                              </a:fontRef>
                            </wps:style>
                            <wps:bodyPr/>
                          </wps:wsp>
                        </wpg:grpSp>
                        <wps:wsp>
                          <wps:cNvPr id="238" name="Connecteur droit 238"/>
                          <wps:cNvCnPr/>
                          <wps:spPr>
                            <a:xfrm flipH="1">
                              <a:off x="7853061" y="2151770"/>
                              <a:ext cx="5985487" cy="0"/>
                            </a:xfrm>
                            <a:prstGeom prst="line">
                              <a:avLst/>
                            </a:prstGeom>
                            <a:ln w="28575">
                              <a:solidFill>
                                <a:srgbClr val="00B050"/>
                              </a:solidFill>
                            </a:ln>
                          </wps:spPr>
                          <wps:style>
                            <a:lnRef idx="1">
                              <a:schemeClr val="accent1"/>
                            </a:lnRef>
                            <a:fillRef idx="0">
                              <a:schemeClr val="accent1"/>
                            </a:fillRef>
                            <a:effectRef idx="0">
                              <a:schemeClr val="accent1"/>
                            </a:effectRef>
                            <a:fontRef idx="minor">
                              <a:schemeClr val="tx1"/>
                            </a:fontRef>
                          </wps:style>
                          <wps:bodyPr/>
                        </wps:wsp>
                      </wpg:wgp>
                      <wps:wsp>
                        <wps:cNvPr id="239" name="Connecteur droit 239"/>
                        <wps:cNvCnPr/>
                        <wps:spPr>
                          <a:xfrm>
                            <a:off x="2" y="2931286"/>
                            <a:ext cx="6664163" cy="0"/>
                          </a:xfrm>
                          <a:prstGeom prst="line">
                            <a:avLst/>
                          </a:prstGeom>
                          <a:ln w="12700">
                            <a:solidFill>
                              <a:schemeClr val="tx1"/>
                            </a:solidFill>
                            <a:prstDash val="lgDashDot"/>
                          </a:ln>
                        </wps:spPr>
                        <wps:style>
                          <a:lnRef idx="1">
                            <a:schemeClr val="accent1"/>
                          </a:lnRef>
                          <a:fillRef idx="0">
                            <a:schemeClr val="accent1"/>
                          </a:fillRef>
                          <a:effectRef idx="0">
                            <a:schemeClr val="accent1"/>
                          </a:effectRef>
                          <a:fontRef idx="minor">
                            <a:schemeClr val="tx1"/>
                          </a:fontRef>
                        </wps:style>
                        <wps:bodyPr/>
                      </wps:wsp>
                      <wpg:wgp>
                        <wpg:cNvPr id="240" name="Groupe 240"/>
                        <wpg:cNvGrpSpPr/>
                        <wpg:grpSpPr>
                          <a:xfrm>
                            <a:off x="1000884" y="543520"/>
                            <a:ext cx="5140559" cy="1838446"/>
                            <a:chOff x="2" y="2965328"/>
                            <a:chExt cx="7569721" cy="2707200"/>
                          </a:xfrm>
                        </wpg:grpSpPr>
                        <wps:wsp>
                          <wps:cNvPr id="241" name="Connecteur droit 241"/>
                          <wps:cNvCnPr/>
                          <wps:spPr>
                            <a:xfrm flipH="1">
                              <a:off x="2" y="4316460"/>
                              <a:ext cx="7569721"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cNvPr id="242" name="Groupe 242"/>
                          <wpg:cNvGrpSpPr/>
                          <wpg:grpSpPr>
                            <a:xfrm>
                              <a:off x="896571" y="3881184"/>
                              <a:ext cx="288000" cy="878400"/>
                              <a:chOff x="12801594" y="0"/>
                              <a:chExt cx="301658" cy="873056"/>
                            </a:xfrm>
                          </wpg:grpSpPr>
                          <wps:wsp>
                            <wps:cNvPr id="243" name="Connecteur droit 243"/>
                            <wps:cNvCnPr/>
                            <wps:spPr>
                              <a:xfrm flipH="1">
                                <a:off x="12942993" y="0"/>
                                <a:ext cx="0" cy="86400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44" name="Connecteur droit 244"/>
                            <wps:cNvCnPr/>
                            <wps:spPr>
                              <a:xfrm>
                                <a:off x="12801594" y="0"/>
                                <a:ext cx="301658"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45" name="Connecteur droit 245"/>
                            <wps:cNvCnPr/>
                            <wps:spPr>
                              <a:xfrm>
                                <a:off x="12801594" y="873056"/>
                                <a:ext cx="301658"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246" name="Groupe 246"/>
                          <wpg:cNvGrpSpPr/>
                          <wpg:grpSpPr>
                            <a:xfrm>
                              <a:off x="3199914" y="3631001"/>
                              <a:ext cx="288000" cy="1389600"/>
                              <a:chOff x="12499936" y="0"/>
                              <a:chExt cx="301658" cy="873056"/>
                            </a:xfrm>
                          </wpg:grpSpPr>
                          <wps:wsp>
                            <wps:cNvPr id="247" name="Connecteur droit 247"/>
                            <wps:cNvCnPr/>
                            <wps:spPr>
                              <a:xfrm flipH="1">
                                <a:off x="12641335" y="0"/>
                                <a:ext cx="0" cy="86400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48" name="Connecteur droit 248"/>
                            <wps:cNvCnPr/>
                            <wps:spPr>
                              <a:xfrm>
                                <a:off x="12499936" y="0"/>
                                <a:ext cx="301658"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49" name="Connecteur droit 249"/>
                            <wps:cNvCnPr/>
                            <wps:spPr>
                              <a:xfrm>
                                <a:off x="12499936" y="873056"/>
                                <a:ext cx="301658"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250" name="Groupe 250"/>
                          <wpg:cNvGrpSpPr/>
                          <wpg:grpSpPr>
                            <a:xfrm>
                              <a:off x="6174560" y="3487081"/>
                              <a:ext cx="288000" cy="1674000"/>
                              <a:chOff x="12801594" y="0"/>
                              <a:chExt cx="301658" cy="873056"/>
                            </a:xfrm>
                          </wpg:grpSpPr>
                          <wps:wsp>
                            <wps:cNvPr id="251" name="Connecteur droit 251"/>
                            <wps:cNvCnPr/>
                            <wps:spPr>
                              <a:xfrm flipH="1">
                                <a:off x="12942993" y="0"/>
                                <a:ext cx="0" cy="86400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52" name="Connecteur droit 252"/>
                            <wps:cNvCnPr/>
                            <wps:spPr>
                              <a:xfrm>
                                <a:off x="12801594" y="0"/>
                                <a:ext cx="301658"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53" name="Connecteur droit 253"/>
                            <wps:cNvCnPr/>
                            <wps:spPr>
                              <a:xfrm>
                                <a:off x="12801594" y="873056"/>
                                <a:ext cx="301658"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254" name="Groupe 254"/>
                          <wpg:cNvGrpSpPr/>
                          <wpg:grpSpPr>
                            <a:xfrm>
                              <a:off x="4094263" y="3089569"/>
                              <a:ext cx="288000" cy="2458800"/>
                              <a:chOff x="12801594" y="0"/>
                              <a:chExt cx="301658" cy="873056"/>
                            </a:xfrm>
                          </wpg:grpSpPr>
                          <wps:wsp>
                            <wps:cNvPr id="255" name="Connecteur droit 255"/>
                            <wps:cNvCnPr/>
                            <wps:spPr>
                              <a:xfrm flipH="1">
                                <a:off x="12942993" y="0"/>
                                <a:ext cx="0" cy="86400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56" name="Connecteur droit 256"/>
                            <wps:cNvCnPr/>
                            <wps:spPr>
                              <a:xfrm>
                                <a:off x="12801594" y="0"/>
                                <a:ext cx="301658"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57" name="Connecteur droit 257"/>
                            <wps:cNvCnPr/>
                            <wps:spPr>
                              <a:xfrm>
                                <a:off x="12801594" y="873056"/>
                                <a:ext cx="301658"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258" name="Groupe 258"/>
                          <wpg:cNvGrpSpPr/>
                          <wpg:grpSpPr>
                            <a:xfrm>
                              <a:off x="6671647" y="2965328"/>
                              <a:ext cx="288000" cy="2707200"/>
                              <a:chOff x="12801594" y="0"/>
                              <a:chExt cx="301658" cy="873056"/>
                            </a:xfrm>
                          </wpg:grpSpPr>
                          <wps:wsp>
                            <wps:cNvPr id="259" name="Connecteur droit 259"/>
                            <wps:cNvCnPr/>
                            <wps:spPr>
                              <a:xfrm flipH="1">
                                <a:off x="12942993" y="0"/>
                                <a:ext cx="0" cy="86400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60" name="Connecteur droit 260"/>
                            <wps:cNvCnPr/>
                            <wps:spPr>
                              <a:xfrm>
                                <a:off x="12801594" y="0"/>
                                <a:ext cx="301658"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61" name="Connecteur droit 261"/>
                            <wps:cNvCnPr/>
                            <wps:spPr>
                              <a:xfrm>
                                <a:off x="12801594" y="873056"/>
                                <a:ext cx="301658"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wgp>
                      <wpg:wgp>
                        <wpg:cNvPr id="262" name="Groupe 262"/>
                        <wpg:cNvGrpSpPr/>
                        <wpg:grpSpPr>
                          <a:xfrm>
                            <a:off x="6729725" y="1759106"/>
                            <a:ext cx="1810361" cy="2520909"/>
                            <a:chOff x="13687714" y="2592000"/>
                            <a:chExt cx="2665844" cy="3456000"/>
                          </a:xfrm>
                        </wpg:grpSpPr>
                        <wpg:grpSp>
                          <wpg:cNvPr id="263" name="Groupe 263"/>
                          <wpg:cNvGrpSpPr/>
                          <wpg:grpSpPr>
                            <a:xfrm>
                              <a:off x="13687714" y="2592000"/>
                              <a:ext cx="288000" cy="3456000"/>
                              <a:chOff x="13687714" y="2592000"/>
                              <a:chExt cx="311091" cy="3456000"/>
                            </a:xfrm>
                          </wpg:grpSpPr>
                          <wps:wsp>
                            <wps:cNvPr id="264" name="Connecteur droit 264"/>
                            <wps:cNvCnPr/>
                            <wps:spPr>
                              <a:xfrm>
                                <a:off x="13838546" y="2592000"/>
                                <a:ext cx="0" cy="3456000"/>
                              </a:xfrm>
                              <a:prstGeom prst="line">
                                <a:avLst/>
                              </a:prstGeom>
                              <a:ln w="28575">
                                <a:solidFill>
                                  <a:srgbClr val="00B0F0"/>
                                </a:solidFill>
                              </a:ln>
                            </wps:spPr>
                            <wps:style>
                              <a:lnRef idx="1">
                                <a:schemeClr val="accent1"/>
                              </a:lnRef>
                              <a:fillRef idx="0">
                                <a:schemeClr val="accent1"/>
                              </a:fillRef>
                              <a:effectRef idx="0">
                                <a:schemeClr val="accent1"/>
                              </a:effectRef>
                              <a:fontRef idx="minor">
                                <a:schemeClr val="tx1"/>
                              </a:fontRef>
                            </wps:style>
                            <wps:bodyPr/>
                          </wps:wsp>
                          <wps:wsp>
                            <wps:cNvPr id="265" name="Connecteur droit 265"/>
                            <wps:cNvCnPr/>
                            <wps:spPr>
                              <a:xfrm>
                                <a:off x="13687714" y="2592000"/>
                                <a:ext cx="301658" cy="0"/>
                              </a:xfrm>
                              <a:prstGeom prst="line">
                                <a:avLst/>
                              </a:prstGeom>
                              <a:ln w="28575">
                                <a:solidFill>
                                  <a:srgbClr val="00B0F0"/>
                                </a:solidFill>
                              </a:ln>
                            </wps:spPr>
                            <wps:style>
                              <a:lnRef idx="1">
                                <a:schemeClr val="accent1"/>
                              </a:lnRef>
                              <a:fillRef idx="0">
                                <a:schemeClr val="accent1"/>
                              </a:fillRef>
                              <a:effectRef idx="0">
                                <a:schemeClr val="accent1"/>
                              </a:effectRef>
                              <a:fontRef idx="minor">
                                <a:schemeClr val="tx1"/>
                              </a:fontRef>
                            </wps:style>
                            <wps:bodyPr/>
                          </wps:wsp>
                          <wps:wsp>
                            <wps:cNvPr id="266" name="Connecteur droit 266"/>
                            <wps:cNvCnPr/>
                            <wps:spPr>
                              <a:xfrm>
                                <a:off x="13697147" y="6048000"/>
                                <a:ext cx="301658" cy="0"/>
                              </a:xfrm>
                              <a:prstGeom prst="line">
                                <a:avLst/>
                              </a:prstGeom>
                              <a:ln w="28575">
                                <a:solidFill>
                                  <a:srgbClr val="00B0F0"/>
                                </a:solidFill>
                              </a:ln>
                            </wps:spPr>
                            <wps:style>
                              <a:lnRef idx="1">
                                <a:schemeClr val="accent1"/>
                              </a:lnRef>
                              <a:fillRef idx="0">
                                <a:schemeClr val="accent1"/>
                              </a:fillRef>
                              <a:effectRef idx="0">
                                <a:schemeClr val="accent1"/>
                              </a:effectRef>
                              <a:fontRef idx="minor">
                                <a:schemeClr val="tx1"/>
                              </a:fontRef>
                            </wps:style>
                            <wps:bodyPr/>
                          </wps:wsp>
                        </wpg:grpSp>
                        <wps:wsp>
                          <wps:cNvPr id="267" name="Connecteur droit 267"/>
                          <wps:cNvCnPr/>
                          <wps:spPr>
                            <a:xfrm>
                              <a:off x="13838547" y="4316460"/>
                              <a:ext cx="2515011" cy="0"/>
                            </a:xfrm>
                            <a:prstGeom prst="line">
                              <a:avLst/>
                            </a:prstGeom>
                            <a:ln w="28575">
                              <a:solidFill>
                                <a:srgbClr val="00B0F0"/>
                              </a:solidFill>
                            </a:ln>
                          </wps:spPr>
                          <wps:style>
                            <a:lnRef idx="1">
                              <a:schemeClr val="accent1"/>
                            </a:lnRef>
                            <a:fillRef idx="0">
                              <a:schemeClr val="accent1"/>
                            </a:fillRef>
                            <a:effectRef idx="0">
                              <a:schemeClr val="accent1"/>
                            </a:effectRef>
                            <a:fontRef idx="minor">
                              <a:schemeClr val="tx1"/>
                            </a:fontRef>
                          </wps:style>
                          <wps:bodyPr/>
                        </wps:wsp>
                      </wpg:wgp>
                      <wpg:wgp>
                        <wpg:cNvPr id="671" name="Groupe 671"/>
                        <wpg:cNvGrpSpPr/>
                        <wpg:grpSpPr>
                          <a:xfrm>
                            <a:off x="2717632" y="4118675"/>
                            <a:ext cx="442051" cy="914238"/>
                            <a:chOff x="0" y="118885"/>
                            <a:chExt cx="1507009" cy="873059"/>
                          </a:xfrm>
                        </wpg:grpSpPr>
                        <wps:wsp>
                          <wps:cNvPr id="689" name="Connecteur droit 689"/>
                          <wps:cNvCnPr/>
                          <wps:spPr>
                            <a:xfrm flipV="1">
                              <a:off x="0" y="118885"/>
                              <a:ext cx="1507009" cy="3"/>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90" name="Connecteur droit 690"/>
                          <wps:cNvCnPr/>
                          <wps:spPr>
                            <a:xfrm>
                              <a:off x="0" y="991941"/>
                              <a:ext cx="1507009"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92" name="Connecteur droit 692"/>
                          <wps:cNvCnPr/>
                          <wps:spPr>
                            <a:xfrm>
                              <a:off x="30598" y="118888"/>
                              <a:ext cx="0" cy="87305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wpg:wgp>
                        <wpg:cNvPr id="672" name="Groupe 672"/>
                        <wpg:cNvGrpSpPr/>
                        <wpg:grpSpPr>
                          <a:xfrm>
                            <a:off x="2990058" y="4037966"/>
                            <a:ext cx="172201" cy="177880"/>
                            <a:chOff x="860698" y="0"/>
                            <a:chExt cx="253718" cy="262018"/>
                          </a:xfrm>
                        </wpg:grpSpPr>
                        <wps:wsp>
                          <wps:cNvPr id="685" name="Rectangle 685"/>
                          <wps:cNvSpPr/>
                          <wps:spPr>
                            <a:xfrm>
                              <a:off x="860698" y="0"/>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86" name="Connecteur droit 686"/>
                          <wps:cNvCnPr/>
                          <wps:spPr>
                            <a:xfrm>
                              <a:off x="860698" y="0"/>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87" name="Connecteur droit 687"/>
                          <wps:cNvCnPr/>
                          <wps:spPr>
                            <a:xfrm flipV="1">
                              <a:off x="860698" y="0"/>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g:wgp>
                        <wpg:cNvPr id="674" name="Groupe 674"/>
                        <wpg:cNvGrpSpPr/>
                        <wpg:grpSpPr>
                          <a:xfrm>
                            <a:off x="2989189" y="4941168"/>
                            <a:ext cx="172201" cy="177880"/>
                            <a:chOff x="859418" y="1330424"/>
                            <a:chExt cx="253718" cy="262018"/>
                          </a:xfrm>
                        </wpg:grpSpPr>
                        <wps:wsp>
                          <wps:cNvPr id="679" name="Rectangle 679"/>
                          <wps:cNvSpPr/>
                          <wps:spPr>
                            <a:xfrm>
                              <a:off x="859418" y="133042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80" name="Connecteur droit 680"/>
                          <wps:cNvCnPr/>
                          <wps:spPr>
                            <a:xfrm>
                              <a:off x="859418" y="133042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81" name="Connecteur droit 681"/>
                          <wps:cNvCnPr/>
                          <wps:spPr>
                            <a:xfrm flipV="1">
                              <a:off x="859418" y="133042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g:wgp>
                        <wpg:cNvPr id="694" name="Groupe 694"/>
                        <wpg:cNvGrpSpPr/>
                        <wpg:grpSpPr>
                          <a:xfrm>
                            <a:off x="3311313" y="4041271"/>
                            <a:ext cx="172201" cy="177880"/>
                            <a:chOff x="860698" y="0"/>
                            <a:chExt cx="253718" cy="262018"/>
                          </a:xfrm>
                        </wpg:grpSpPr>
                        <wps:wsp>
                          <wps:cNvPr id="695" name="Rectangle 695"/>
                          <wps:cNvSpPr/>
                          <wps:spPr>
                            <a:xfrm>
                              <a:off x="860698" y="0"/>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96" name="Connecteur droit 696"/>
                          <wps:cNvCnPr/>
                          <wps:spPr>
                            <a:xfrm>
                              <a:off x="860698" y="0"/>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97" name="Connecteur droit 697"/>
                          <wps:cNvCnPr/>
                          <wps:spPr>
                            <a:xfrm flipV="1">
                              <a:off x="860698" y="0"/>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g:wgp>
                        <wpg:cNvPr id="698" name="Groupe 698"/>
                        <wpg:cNvGrpSpPr/>
                        <wpg:grpSpPr>
                          <a:xfrm>
                            <a:off x="3310444" y="4944473"/>
                            <a:ext cx="172201" cy="177880"/>
                            <a:chOff x="859418" y="1330424"/>
                            <a:chExt cx="253718" cy="262018"/>
                          </a:xfrm>
                        </wpg:grpSpPr>
                        <wps:wsp>
                          <wps:cNvPr id="699" name="Rectangle 699"/>
                          <wps:cNvSpPr/>
                          <wps:spPr>
                            <a:xfrm>
                              <a:off x="859418" y="1330424"/>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00" name="Connecteur droit 700"/>
                          <wps:cNvCnPr/>
                          <wps:spPr>
                            <a:xfrm>
                              <a:off x="859418" y="133042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01" name="Connecteur droit 701"/>
                          <wps:cNvCnPr/>
                          <wps:spPr>
                            <a:xfrm flipV="1">
                              <a:off x="859418" y="1330424"/>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s:wsp>
                        <wps:cNvPr id="424" name="Zone de texte 4"/>
                        <wps:cNvSpPr txBox="1"/>
                        <wps:spPr>
                          <a:xfrm>
                            <a:off x="1223" y="37709"/>
                            <a:ext cx="5921375" cy="45759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32040" w:rsidRDefault="00532040" w:rsidP="009B547C">
                              <w:pPr>
                                <w:pStyle w:val="Titre"/>
                                <w:pBdr>
                                  <w:top w:val="none" w:sz="0" w:space="0" w:color="auto"/>
                                  <w:left w:val="none" w:sz="0" w:space="0" w:color="auto"/>
                                  <w:bottom w:val="none" w:sz="0" w:space="0" w:color="auto"/>
                                  <w:right w:val="none" w:sz="0" w:space="0" w:color="auto"/>
                                </w:pBdr>
                                <w:spacing w:before="120"/>
                              </w:pPr>
                              <w:r>
                                <w:t>DR1 : Schéma cinématique « déplié », vue n°2</w:t>
                              </w:r>
                            </w:p>
                            <w:p w:rsidR="00532040" w:rsidRDefault="00532040" w:rsidP="009B547C">
                              <w:pPr>
                                <w:pStyle w:val="NormalWeb"/>
                              </w:pPr>
                              <w: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g:cNvPr id="508" name="Groupe 508"/>
                        <wpg:cNvGrpSpPr/>
                        <wpg:grpSpPr>
                          <a:xfrm>
                            <a:off x="3884367" y="4036017"/>
                            <a:ext cx="172085" cy="177800"/>
                            <a:chOff x="0" y="0"/>
                            <a:chExt cx="253718" cy="262018"/>
                          </a:xfrm>
                        </wpg:grpSpPr>
                        <wps:wsp>
                          <wps:cNvPr id="509" name="Rectangle 509"/>
                          <wps:cNvSpPr/>
                          <wps:spPr>
                            <a:xfrm>
                              <a:off x="0" y="0"/>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10" name="Connecteur droit 510"/>
                          <wps:cNvCnPr/>
                          <wps:spPr>
                            <a:xfrm>
                              <a:off x="0" y="0"/>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11" name="Connecteur droit 511"/>
                          <wps:cNvCnPr/>
                          <wps:spPr>
                            <a:xfrm flipV="1">
                              <a:off x="0" y="0"/>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g:wgp>
                        <wpg:cNvPr id="516" name="Groupe 516"/>
                        <wpg:cNvGrpSpPr/>
                        <wpg:grpSpPr>
                          <a:xfrm>
                            <a:off x="3884367" y="4967798"/>
                            <a:ext cx="172085" cy="177800"/>
                            <a:chOff x="0" y="0"/>
                            <a:chExt cx="253718" cy="262018"/>
                          </a:xfrm>
                        </wpg:grpSpPr>
                        <wps:wsp>
                          <wps:cNvPr id="517" name="Rectangle 517"/>
                          <wps:cNvSpPr/>
                          <wps:spPr>
                            <a:xfrm>
                              <a:off x="0" y="0"/>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18" name="Connecteur droit 518"/>
                          <wps:cNvCnPr/>
                          <wps:spPr>
                            <a:xfrm>
                              <a:off x="0" y="0"/>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19" name="Connecteur droit 519"/>
                          <wps:cNvCnPr/>
                          <wps:spPr>
                            <a:xfrm flipV="1">
                              <a:off x="0" y="0"/>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g:wgp>
                        <wpg:cNvPr id="530" name="Groupe 530"/>
                        <wpg:cNvGrpSpPr/>
                        <wpg:grpSpPr>
                          <a:xfrm>
                            <a:off x="5129575" y="3993626"/>
                            <a:ext cx="172085" cy="177800"/>
                            <a:chOff x="0" y="0"/>
                            <a:chExt cx="253718" cy="262018"/>
                          </a:xfrm>
                        </wpg:grpSpPr>
                        <wps:wsp>
                          <wps:cNvPr id="533" name="Rectangle 533"/>
                          <wps:cNvSpPr/>
                          <wps:spPr>
                            <a:xfrm>
                              <a:off x="0" y="0"/>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9" name="Connecteur droit 539"/>
                          <wps:cNvCnPr/>
                          <wps:spPr>
                            <a:xfrm>
                              <a:off x="0" y="0"/>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40" name="Connecteur droit 540"/>
                          <wps:cNvCnPr/>
                          <wps:spPr>
                            <a:xfrm flipV="1">
                              <a:off x="0" y="0"/>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g:wgp>
                        <wpg:cNvPr id="541" name="Groupe 541"/>
                        <wpg:cNvGrpSpPr/>
                        <wpg:grpSpPr>
                          <a:xfrm>
                            <a:off x="5129575" y="4925407"/>
                            <a:ext cx="172085" cy="177800"/>
                            <a:chOff x="0" y="0"/>
                            <a:chExt cx="253718" cy="262018"/>
                          </a:xfrm>
                        </wpg:grpSpPr>
                        <wps:wsp>
                          <wps:cNvPr id="542" name="Rectangle 542"/>
                          <wps:cNvSpPr/>
                          <wps:spPr>
                            <a:xfrm>
                              <a:off x="0" y="0"/>
                              <a:ext cx="253718" cy="262018"/>
                            </a:xfrm>
                            <a:prstGeom prst="rect">
                              <a:avLst/>
                            </a:prstGeom>
                            <a:solidFill>
                              <a:schemeClr val="bg1"/>
                            </a:solidFill>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43" name="Connecteur droit 543"/>
                          <wps:cNvCnPr/>
                          <wps:spPr>
                            <a:xfrm>
                              <a:off x="0" y="0"/>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44" name="Connecteur droit 544"/>
                          <wps:cNvCnPr/>
                          <wps:spPr>
                            <a:xfrm flipV="1">
                              <a:off x="0" y="0"/>
                              <a:ext cx="253718" cy="26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s:wsp>
                        <wps:cNvPr id="617" name="Connecteur droit 617"/>
                        <wps:cNvCnPr/>
                        <wps:spPr>
                          <a:xfrm>
                            <a:off x="1423330" y="2797470"/>
                            <a:ext cx="0" cy="279400"/>
                          </a:xfrm>
                          <a:prstGeom prst="line">
                            <a:avLst/>
                          </a:prstGeom>
                          <a:ln w="28575">
                            <a:solidFill>
                              <a:srgbClr val="FFC000"/>
                            </a:solidFill>
                          </a:ln>
                        </wps:spPr>
                        <wps:style>
                          <a:lnRef idx="1">
                            <a:schemeClr val="accent2"/>
                          </a:lnRef>
                          <a:fillRef idx="0">
                            <a:schemeClr val="accent2"/>
                          </a:fillRef>
                          <a:effectRef idx="0">
                            <a:schemeClr val="accent2"/>
                          </a:effectRef>
                          <a:fontRef idx="minor">
                            <a:schemeClr val="tx1"/>
                          </a:fontRef>
                        </wps:style>
                        <wps:bodyPr/>
                      </wps:wsp>
                      <wps:wsp>
                        <wps:cNvPr id="618" name="Connecteur droit 618"/>
                        <wps:cNvCnPr/>
                        <wps:spPr>
                          <a:xfrm>
                            <a:off x="1974510" y="2806995"/>
                            <a:ext cx="0" cy="279400"/>
                          </a:xfrm>
                          <a:prstGeom prst="line">
                            <a:avLst/>
                          </a:prstGeom>
                          <a:ln w="28575">
                            <a:solidFill>
                              <a:srgbClr val="FFC000"/>
                            </a:solidFill>
                          </a:ln>
                        </wps:spPr>
                        <wps:style>
                          <a:lnRef idx="1">
                            <a:schemeClr val="accent2"/>
                          </a:lnRef>
                          <a:fillRef idx="0">
                            <a:schemeClr val="accent2"/>
                          </a:fillRef>
                          <a:effectRef idx="0">
                            <a:schemeClr val="accent2"/>
                          </a:effectRef>
                          <a:fontRef idx="minor">
                            <a:schemeClr val="tx1"/>
                          </a:fontRef>
                        </wps:style>
                        <wps:bodyPr/>
                      </wps:wsp>
                      <wps:wsp>
                        <wps:cNvPr id="619" name="Connecteur droit 619"/>
                        <wps:cNvCnPr/>
                        <wps:spPr>
                          <a:xfrm>
                            <a:off x="2981620" y="2814615"/>
                            <a:ext cx="0" cy="279400"/>
                          </a:xfrm>
                          <a:prstGeom prst="line">
                            <a:avLst/>
                          </a:prstGeom>
                          <a:ln w="28575">
                            <a:solidFill>
                              <a:srgbClr val="FFC000"/>
                            </a:solidFill>
                          </a:ln>
                        </wps:spPr>
                        <wps:style>
                          <a:lnRef idx="1">
                            <a:schemeClr val="accent2"/>
                          </a:lnRef>
                          <a:fillRef idx="0">
                            <a:schemeClr val="accent2"/>
                          </a:fillRef>
                          <a:effectRef idx="0">
                            <a:schemeClr val="accent2"/>
                          </a:effectRef>
                          <a:fontRef idx="minor">
                            <a:schemeClr val="tx1"/>
                          </a:fontRef>
                        </wps:style>
                        <wps:bodyPr/>
                      </wps:wsp>
                      <wps:wsp>
                        <wps:cNvPr id="620" name="Connecteur droit 620"/>
                        <wps:cNvCnPr/>
                        <wps:spPr>
                          <a:xfrm>
                            <a:off x="3541055" y="2824140"/>
                            <a:ext cx="0" cy="279400"/>
                          </a:xfrm>
                          <a:prstGeom prst="line">
                            <a:avLst/>
                          </a:prstGeom>
                          <a:ln w="28575">
                            <a:solidFill>
                              <a:srgbClr val="FFC000"/>
                            </a:solidFill>
                          </a:ln>
                        </wps:spPr>
                        <wps:style>
                          <a:lnRef idx="1">
                            <a:schemeClr val="accent2"/>
                          </a:lnRef>
                          <a:fillRef idx="0">
                            <a:schemeClr val="accent2"/>
                          </a:fillRef>
                          <a:effectRef idx="0">
                            <a:schemeClr val="accent2"/>
                          </a:effectRef>
                          <a:fontRef idx="minor">
                            <a:schemeClr val="tx1"/>
                          </a:fontRef>
                        </wps:style>
                        <wps:bodyPr/>
                      </wps:wsp>
                      <wps:wsp>
                        <wps:cNvPr id="621" name="Connecteur droit 621"/>
                        <wps:cNvCnPr/>
                        <wps:spPr>
                          <a:xfrm>
                            <a:off x="4198280" y="2806995"/>
                            <a:ext cx="0" cy="279400"/>
                          </a:xfrm>
                          <a:prstGeom prst="line">
                            <a:avLst/>
                          </a:prstGeom>
                          <a:ln w="28575">
                            <a:solidFill>
                              <a:srgbClr val="FFC000"/>
                            </a:solidFill>
                          </a:ln>
                        </wps:spPr>
                        <wps:style>
                          <a:lnRef idx="1">
                            <a:schemeClr val="accent2"/>
                          </a:lnRef>
                          <a:fillRef idx="0">
                            <a:schemeClr val="accent2"/>
                          </a:fillRef>
                          <a:effectRef idx="0">
                            <a:schemeClr val="accent2"/>
                          </a:effectRef>
                          <a:fontRef idx="minor">
                            <a:schemeClr val="tx1"/>
                          </a:fontRef>
                        </wps:style>
                        <wps:bodyPr/>
                      </wps:wsp>
                      <wps:wsp>
                        <wps:cNvPr id="622" name="Connecteur droit 622"/>
                        <wps:cNvCnPr/>
                        <wps:spPr>
                          <a:xfrm>
                            <a:off x="5398430" y="2780325"/>
                            <a:ext cx="0" cy="279400"/>
                          </a:xfrm>
                          <a:prstGeom prst="line">
                            <a:avLst/>
                          </a:prstGeom>
                          <a:ln w="28575">
                            <a:solidFill>
                              <a:srgbClr val="FFC000"/>
                            </a:solidFill>
                          </a:ln>
                        </wps:spPr>
                        <wps:style>
                          <a:lnRef idx="1">
                            <a:schemeClr val="accent2"/>
                          </a:lnRef>
                          <a:fillRef idx="0">
                            <a:schemeClr val="accent2"/>
                          </a:fillRef>
                          <a:effectRef idx="0">
                            <a:schemeClr val="accent2"/>
                          </a:effectRef>
                          <a:fontRef idx="minor">
                            <a:schemeClr val="tx1"/>
                          </a:fontRef>
                        </wps:style>
                        <wps:bodyPr/>
                      </wps:wsp>
                      <wps:wsp>
                        <wps:cNvPr id="624" name="Connecteur droit 624"/>
                        <wps:cNvCnPr/>
                        <wps:spPr>
                          <a:xfrm>
                            <a:off x="5903255" y="2780325"/>
                            <a:ext cx="0" cy="279400"/>
                          </a:xfrm>
                          <a:prstGeom prst="line">
                            <a:avLst/>
                          </a:prstGeom>
                          <a:ln w="28575">
                            <a:solidFill>
                              <a:srgbClr val="FFC000"/>
                            </a:solidFill>
                          </a:ln>
                        </wps:spPr>
                        <wps:style>
                          <a:lnRef idx="1">
                            <a:schemeClr val="accent2"/>
                          </a:lnRef>
                          <a:fillRef idx="0">
                            <a:schemeClr val="accent2"/>
                          </a:fillRef>
                          <a:effectRef idx="0">
                            <a:schemeClr val="accent2"/>
                          </a:effectRef>
                          <a:fontRef idx="minor">
                            <a:schemeClr val="tx1"/>
                          </a:fontRef>
                        </wps:style>
                        <wps:bodyPr/>
                      </wps:wsp>
                      <wps:wsp>
                        <wps:cNvPr id="625" name="Connecteur droit 625"/>
                        <wps:cNvCnPr/>
                        <wps:spPr>
                          <a:xfrm>
                            <a:off x="3668055" y="2782865"/>
                            <a:ext cx="0" cy="279400"/>
                          </a:xfrm>
                          <a:prstGeom prst="line">
                            <a:avLst/>
                          </a:prstGeom>
                          <a:ln w="28575">
                            <a:solidFill>
                              <a:srgbClr val="FFC000"/>
                            </a:solidFill>
                          </a:ln>
                        </wps:spPr>
                        <wps:style>
                          <a:lnRef idx="1">
                            <a:schemeClr val="accent2"/>
                          </a:lnRef>
                          <a:fillRef idx="0">
                            <a:schemeClr val="accent2"/>
                          </a:fillRef>
                          <a:effectRef idx="0">
                            <a:schemeClr val="accent2"/>
                          </a:effectRef>
                          <a:fontRef idx="minor">
                            <a:schemeClr val="tx1"/>
                          </a:fontRef>
                        </wps:style>
                        <wps:bodyPr/>
                      </wps:wsp>
                      <wps:wsp>
                        <wps:cNvPr id="628" name="Rectangle 628"/>
                        <wps:cNvSpPr/>
                        <wps:spPr>
                          <a:xfrm>
                            <a:off x="2494575" y="4418977"/>
                            <a:ext cx="448945" cy="2965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61587" tIns="30795" rIns="61587" bIns="30795" numCol="1" spcCol="0" rtlCol="0" fromWordArt="0" anchor="ctr" anchorCtr="0" forceAA="0" compatLnSpc="1">
                          <a:prstTxWarp prst="textNoShape">
                            <a:avLst/>
                          </a:prstTxWarp>
                          <a:noAutofit/>
                        </wps:bodyPr>
                      </wps:wsp>
                      <wps:wsp>
                        <wps:cNvPr id="629" name="Connecteur droit 629"/>
                        <wps:cNvCnPr/>
                        <wps:spPr>
                          <a:xfrm>
                            <a:off x="3209326" y="4423799"/>
                            <a:ext cx="0" cy="279400"/>
                          </a:xfrm>
                          <a:prstGeom prst="line">
                            <a:avLst/>
                          </a:prstGeom>
                          <a:ln w="28575">
                            <a:solidFill>
                              <a:srgbClr val="00B050"/>
                            </a:solidFill>
                          </a:ln>
                        </wps:spPr>
                        <wps:style>
                          <a:lnRef idx="1">
                            <a:schemeClr val="accent2"/>
                          </a:lnRef>
                          <a:fillRef idx="0">
                            <a:schemeClr val="accent2"/>
                          </a:fillRef>
                          <a:effectRef idx="0">
                            <a:schemeClr val="accent2"/>
                          </a:effectRef>
                          <a:fontRef idx="minor">
                            <a:schemeClr val="tx1"/>
                          </a:fontRef>
                        </wps:style>
                        <wps:bodyPr/>
                      </wps:wsp>
                      <wps:wsp>
                        <wps:cNvPr id="630" name="Connecteur droit 630"/>
                        <wps:cNvCnPr/>
                        <wps:spPr>
                          <a:xfrm>
                            <a:off x="3796701" y="4443484"/>
                            <a:ext cx="0" cy="279400"/>
                          </a:xfrm>
                          <a:prstGeom prst="line">
                            <a:avLst/>
                          </a:prstGeom>
                          <a:ln w="28575">
                            <a:solidFill>
                              <a:srgbClr val="00B050"/>
                            </a:solidFill>
                          </a:ln>
                        </wps:spPr>
                        <wps:style>
                          <a:lnRef idx="1">
                            <a:schemeClr val="accent2"/>
                          </a:lnRef>
                          <a:fillRef idx="0">
                            <a:schemeClr val="accent2"/>
                          </a:fillRef>
                          <a:effectRef idx="0">
                            <a:schemeClr val="accent2"/>
                          </a:effectRef>
                          <a:fontRef idx="minor">
                            <a:schemeClr val="tx1"/>
                          </a:fontRef>
                        </wps:style>
                        <wps:bodyPr/>
                      </wps:wsp>
                      <wps:wsp>
                        <wps:cNvPr id="631" name="Connecteur droit 631"/>
                        <wps:cNvCnPr/>
                        <wps:spPr>
                          <a:xfrm>
                            <a:off x="5043841" y="4421894"/>
                            <a:ext cx="0" cy="279400"/>
                          </a:xfrm>
                          <a:prstGeom prst="line">
                            <a:avLst/>
                          </a:prstGeom>
                          <a:ln w="28575">
                            <a:solidFill>
                              <a:srgbClr val="00B050"/>
                            </a:solidFill>
                          </a:ln>
                        </wps:spPr>
                        <wps:style>
                          <a:lnRef idx="1">
                            <a:schemeClr val="accent2"/>
                          </a:lnRef>
                          <a:fillRef idx="0">
                            <a:schemeClr val="accent2"/>
                          </a:fillRef>
                          <a:effectRef idx="0">
                            <a:schemeClr val="accent2"/>
                          </a:effectRef>
                          <a:fontRef idx="minor">
                            <a:schemeClr val="tx1"/>
                          </a:fontRef>
                        </wps:style>
                        <wps:bodyPr/>
                      </wps:wsp>
                      <wps:wsp>
                        <wps:cNvPr id="632" name="Connecteur droit 632"/>
                        <wps:cNvCnPr/>
                        <wps:spPr>
                          <a:xfrm>
                            <a:off x="5579781" y="4414274"/>
                            <a:ext cx="0" cy="279400"/>
                          </a:xfrm>
                          <a:prstGeom prst="line">
                            <a:avLst/>
                          </a:prstGeom>
                          <a:ln w="28575">
                            <a:solidFill>
                              <a:srgbClr val="00B050"/>
                            </a:solidFill>
                          </a:ln>
                        </wps:spPr>
                        <wps:style>
                          <a:lnRef idx="1">
                            <a:schemeClr val="accent2"/>
                          </a:lnRef>
                          <a:fillRef idx="0">
                            <a:schemeClr val="accent2"/>
                          </a:fillRef>
                          <a:effectRef idx="0">
                            <a:schemeClr val="accent2"/>
                          </a:effectRef>
                          <a:fontRef idx="minor">
                            <a:schemeClr val="tx1"/>
                          </a:fontRef>
                        </wps:style>
                        <wps:bodyPr/>
                      </wps:wsp>
                      <wps:wsp>
                        <wps:cNvPr id="7" name="Connecteur droit avec flèche 7"/>
                        <wps:cNvCnPr/>
                        <wps:spPr>
                          <a:xfrm>
                            <a:off x="2494575" y="3993509"/>
                            <a:ext cx="487045" cy="0"/>
                          </a:xfrm>
                          <a:prstGeom prst="straightConnector1">
                            <a:avLst/>
                          </a:prstGeom>
                          <a:ln w="28575">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9" name="Zone de texte 9"/>
                        <wps:cNvSpPr txBox="1"/>
                        <wps:spPr>
                          <a:xfrm>
                            <a:off x="2494575" y="3662714"/>
                            <a:ext cx="448945" cy="2759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B17A5" w:rsidRPr="008B17A5" w:rsidRDefault="008B17A5">
                              <w:pPr>
                                <w:rPr>
                                  <w:b/>
                                  <w:color w:val="FF0000"/>
                                </w:rPr>
                              </w:pPr>
                              <w:r w:rsidRPr="008B17A5">
                                <w:rPr>
                                  <w:b/>
                                  <w:color w:val="FF0000"/>
                                </w:rPr>
                                <w:t>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Zone de dessin 283" o:spid="_x0000_s1264" editas="canvas" style="width:763.5pt;height:476.9pt;mso-position-horizontal-relative:char;mso-position-vertical-relative:line" coordsize="96964,60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">
                <v:shape id="_x0000_s1265" type="#_x0000_t75" style="position:absolute;width:96964;height:60566;visibility:visible;mso-wrap-style:square">
                  <v:fill o:detectmouseclick="t"/>
                  <v:path o:connecttype="none"/>
                </v:shape>
                <v:group id="Groupe 545" o:spid="_x0000_s1266" style="position:absolute;left:55305;top:23905;width:2046;height:11000" coordorigin="55824,9251"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lYsHcUAAADcAAAADwAAAGRycy9kb3ducmV2LnhtbESPT2vCQBTE7wW/w/KE&#10;3uomthGJriKi4kEK/gHx9sg+k2D2bciuSfz23UKhx2FmfsPMl72pREuNKy0riEcRCOLM6pJzBZfz&#10;9mMKwnlkjZVlUvAiB8vF4G2OqbYdH6k9+VwECLsUFRTe16mULivIoBvZmjh4d9sY9EE2udQNdgFu&#10;KjmOook0WHJYKLCmdUHZ4/Q0CnYddqvPeNMeHvf163ZOvq+HmJR6H/arGQhPvf8P/7X3WkHylc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ZWLB3FAAAA3AAA&#10;AA8AAAAAAAAAAAAAAAAAqgIAAGRycy9kb3ducmV2LnhtbFBLBQYAAAAABAAEAPoAAACcAwAAAAA=&#10;">
                  <v:line id="Connecteur droit 554" o:spid="_x0000_s1267" style="position:absolute;visibility:visible;mso-wrap-style:square" from="57238,9251" to="57238,179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GE1MMAAADcAAAADwAAAGRycy9kb3ducmV2LnhtbESPQYvCMBSE78L+h/AWvGmqrK5Uo4hQ&#10;EERF14PHR/Nsis1LabK1++83guBxmJlvmMWqs5VoqfGlYwWjYQKCOHe65ELB5ScbzED4gKyxckwK&#10;/sjDavnRW2Cq3YNP1J5DISKEfYoKTAh1KqXPDVn0Q1cTR+/mGoshyqaQusFHhNtKjpNkKi2WHBcM&#10;1rQxlN/Pv1ZBcSVtd5ft8bvdt7f7cZMlB5Mp1f/s1nMQgbrwDr/aW61gMvmC55l4BO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tRhNTDAAAA3AAAAA8AAAAAAAAAAAAA&#10;AAAAoQIAAGRycy9kb3ducmV2LnhtbFBLBQYAAAAABAAEAPkAAACRAwAAAAA=&#10;" strokecolor="black [3213]" strokeweight="2.25pt"/>
                  <v:line id="Connecteur droit 555" o:spid="_x0000_s1268" style="position:absolute;visibility:visible;mso-wrap-style:square" from="55824,9251" to="58841,92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0hT8QAAADcAAAADwAAAGRycy9kb3ducmV2LnhtbESPT4vCMBTE78J+h/AW9qapC1WpRhGh&#10;ICyr+Ofg8dE8m2LzUpps7X57Iwgeh5n5DbNY9bYWHbW+cqxgPEpAEBdOV1wqOJ/y4QyED8gaa8ek&#10;4J88rJYfgwVm2t35QN0xlCJC2GeowITQZFL6wpBFP3INcfSurrUYomxLqVu8R7it5XeSTKTFiuOC&#10;wYY2horb8c8qKC+k7c95u592v931tt/kyc7kSn199us5iEB9eIdf7a1WkKYpPM/EI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HSFPxAAAANwAAAAPAAAAAAAAAAAA&#10;AAAAAKECAABkcnMvZG93bnJldi54bWxQSwUGAAAAAAQABAD5AAAAkgMAAAAA&#10;" strokecolor="black [3213]" strokeweight="2.25pt"/>
                  <v:line id="Connecteur droit 556" o:spid="_x0000_s1269" style="position:absolute;visibility:visible;mso-wrap-style:square" from="55824,17982" to="58841,179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MMAAADcAAAADwAAAGRycy9kb3ducmV2LnhtbESPQYvCMBSE78L+h/CEvWnqgrp0jbII&#10;BUFUrB72+GieTbF5KU2s3X9vBMHjMDPfMItVb2vRUesrxwom4wQEceF0xaWC8ykbfYPwAVlj7ZgU&#10;/JOH1fJjsMBUuzsfqctDKSKEfYoKTAhNKqUvDFn0Y9cQR+/iWoshyraUusV7hNtafiXJTFqsOC4Y&#10;bGhtqLjmN6ug/CNtt+fNYd7tusv1sM6SvcmU+hz2vz8gAvXhHX61N1rBdDqD55l4BOT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TPvzjDAAAA3AAAAA8AAAAAAAAAAAAA&#10;AAAAoQIAAGRycy9kb3ducmV2LnhtbFBLBQYAAAAABAAEAPkAAACRAwAAAAA=&#10;" strokecolor="black [3213]" strokeweight="2.25pt"/>
                </v:group>
                <v:rect id="Rectangle 611" o:spid="_x0000_s1270" style="position:absolute;left:54219;top:27828;width:4489;height:29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BbVsYA&#10;AADcAAAADwAAAGRycy9kb3ducmV2LnhtbESPQWvCQBSE74X+h+UVequbeIgSXaUJFOypaG3R2yP7&#10;TILZt0t2E+O/7xYKPQ4z8w2z3k6mEyP1vrWsIJ0lIIgrq1uuFRw/316WIHxA1thZJgV38rDdPD6s&#10;Mdf2xnsaD6EWEcI+RwVNCC6X0lcNGfQz64ijd7G9wRBlX0vd4y3CTSfnSZJJgy3HhQYdlQ1V18Ng&#10;FJy/iveP6dstqqG418vCnWx5PCn1/DS9rkAEmsJ/+K+90wqyNIXfM/EI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MBbVsYAAADcAAAADwAAAAAAAAAAAAAAAACYAgAAZHJz&#10;L2Rvd25yZXYueG1sUEsFBgAAAAAEAAQA9QAAAIsDAAAAAA==&#10;" fillcolor="white [3212]" strokecolor="black [3213]" strokeweight="2pt">
                  <v:textbox inset="1.71075mm,.85542mm,1.71075mm,.85542mm"/>
                </v:rect>
                <v:group id="Groupe 557" o:spid="_x0000_s1271" style="position:absolute;left:37769;top:23004;width:2047;height:12712" coordorigin="32042,7924"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BGBLMUAAADcAAAADwAAAGRycy9kb3ducmV2LnhtbESPT2vCQBTE7wW/w/KE&#10;3uomllSJriKi4kEK/gHx9sg+k2D2bciuSfz23UKhx2FmfsPMl72pREuNKy0riEcRCOLM6pJzBZfz&#10;9mMKwnlkjZVlUvAiB8vF4G2OqbYdH6k9+VwECLsUFRTe16mULivIoBvZmjh4d9sY9EE2udQNdgFu&#10;KjmOoi9psOSwUGBN64Kyx+lpFOw67Faf8aY9PO7r1+2cfF8PMSn1PuxXMxCeev8f/mvvtYIkmc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wRgSzFAAAA3AAA&#10;AA8AAAAAAAAAAAAAAAAAqgIAAGRycy9kb3ducmV2LnhtbFBLBQYAAAAABAAEAPoAAACcAwAAAAA=&#10;">
                  <v:line id="Connecteur droit 566" o:spid="_x0000_s1272" style="position:absolute;visibility:visible;mso-wrap-style:square" from="33456,7924" to="33456,16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N1hcQAAADcAAAADwAAAGRycy9kb3ducmV2LnhtbESPT4vCMBTE78J+h/AW9qapC1ulGkWE&#10;grCo+Ofg8dE8m2LzUpps7X57Iwgeh5n5DTNf9rYWHbW+cqxgPEpAEBdOV1wqOJ/y4RSED8gaa8ek&#10;4J88LBcfgzlm2t35QN0xlCJC2GeowITQZFL6wpBFP3INcfSurrUYomxLqVu8R7it5XeSpNJixXHB&#10;YENrQ8Xt+GcVlBfS9ve82U+6bXe97dd5sjO5Ul+f/WoGIlAf3uFXe6MV/KQpPM/EIy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o3WFxAAAANwAAAAPAAAAAAAAAAAA&#10;AAAAAKECAABkcnMvZG93bnJldi54bWxQSwUGAAAAAAQABAD5AAAAkgMAAAAA&#10;" strokecolor="black [3213]" strokeweight="2.25pt"/>
                  <v:line id="Connecteur droit 567" o:spid="_x0000_s1273" style="position:absolute;visibility:visible;mso-wrap-style:square" from="32042,7924" to="35058,7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QHsMAAADcAAAADwAAAGRycy9kb3ducmV2LnhtbESPQYvCMBSE78L+h/CEvWnqwupSjSJC&#10;QZBVrB72+GieTbF5KU2s3X9vBMHjMDPfMItVb2vRUesrxwom4wQEceF0xaWC8ykb/YDwAVlj7ZgU&#10;/JOH1fJjsMBUuzsfqctDKSKEfYoKTAhNKqUvDFn0Y9cQR+/iWoshyraUusV7hNtafiXJVFqsOC4Y&#10;bGhjqLjmN6ug/CNtd+ftYdb9dpfrYZMle5Mp9Tns13MQgfrwDr/aW63gezqD55l4BOT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Xv0B7DAAAA3AAAAA8AAAAAAAAAAAAA&#10;AAAAoQIAAGRycy9kb3ducmV2LnhtbFBLBQYAAAAABAAEAPkAAACRAwAAAAA=&#10;" strokecolor="black [3213]" strokeweight="2.25pt"/>
                  <v:line id="Connecteur droit 568" o:spid="_x0000_s1274" style="position:absolute;visibility:visible;mso-wrap-style:square" from="32042,16655" to="35058,16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HBEbMEAAADcAAAADwAAAGRycy9kb3ducmV2LnhtbERPy4rCMBTdC/MP4Qqz09SB0aFjKoNQ&#10;EETFx2KWl+a2KTY3pYm1/r1ZCC4P571cDbYRPXW+dqxgNk1AEBdO11wpuJzzyQ8IH5A1No5JwYM8&#10;rLKP0RJT7e58pP4UKhFD2KeowITQplL6wpBFP3UtceRK11kMEXaV1B3eY7ht5FeSzKXFmmODwZbW&#10;horr6WYVVP+k7fayOSz6XV9eD+s82Ztcqc/x8PcLItAQ3uKXe6MVfM/j2ngmHgGZP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cERswQAAANwAAAAPAAAAAAAAAAAAAAAA&#10;AKECAABkcnMvZG93bnJldi54bWxQSwUGAAAAAAQABAD5AAAAjwMAAAAA&#10;" strokecolor="black [3213]" strokeweight="2.25pt"/>
                </v:group>
                <v:rect id="Rectangle 614" o:spid="_x0000_s1275" style="position:absolute;left:37061;top:27974;width:4490;height:29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f4zsQA&#10;AADcAAAADwAAAGRycy9kb3ducmV2LnhtbESPT4vCMBTE74LfITzBm6YuolKNshUW9CTrn8W9PZpn&#10;W7Z5CU3U+u3NguBxmJnfMItVa2pxo8ZXlhWMhgkI4tzqigsFx8PXYAbCB2SNtWVS8CAPq2W3s8BU&#10;2zt/020fChEh7FNUUIbgUil9XpJBP7SOOHoX2xgMUTaF1A3eI9zU8iNJJtJgxXGhREfrkvK//dUo&#10;+D1l213746b5NXsUs8yd7fp4Vqrfaz/nIAK14R1+tTdawWQ0hv8z8QjI5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3+M7EAAAA3AAAAA8AAAAAAAAAAAAAAAAAmAIAAGRycy9k&#10;b3ducmV2LnhtbFBLBQYAAAAABAAEAPUAAACJAwAAAAA=&#10;" fillcolor="white [3212]" strokecolor="black [3213]" strokeweight="2pt">
                  <v:textbox inset="1.71075mm,.85542mm,1.71075mm,.85542mm"/>
                </v:rect>
                <v:group id="Groupe 593" o:spid="_x0000_s1276" style="position:absolute;left:31596;top:19347;width:2048;height:20043" coordorigin="23037,2540"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M9tcYAAADcAAAADwAAAGRycy9kb3ducmV2LnhtbESPQWvCQBSE7wX/w/IK&#10;3ppNlJSaZhWRKh5CoSqU3h7ZZxLMvg3ZbRL/fbdQ6HGYmW+YfDOZVgzUu8aygiSKQRCXVjdcKbic&#10;908vIJxH1thaJgV3crBZzx5yzLQd+YOGk69EgLDLUEHtfZdJ6cqaDLrIdsTBu9reoA+yr6TucQxw&#10;08pFHD9Lgw2HhRo72tVU3k7fRsFhxHG7TN6G4nbd3b/O6ftnkZBS88dp+wrC0+T/w3/to1aQrp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Ikz21xgAAANwA&#10;AAAPAAAAAAAAAAAAAAAAAKoCAABkcnMvZG93bnJldi54bWxQSwUGAAAAAAQABAD6AAAAnQMAAAAA&#10;">
                  <v:line id="Connecteur droit 600" o:spid="_x0000_s1277" style="position:absolute;visibility:visible;mso-wrap-style:square" from="24451,2540" to="24451,11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zMtsAAAADcAAAADwAAAGRycy9kb3ducmV2LnhtbERPTYvCMBC9C/sfwgh708Q96FKNIkJB&#10;WFZZ7cHj0IxNsZmUJlvrvzcHwePjfa82g2tET12oPWuYTRUI4tKbmisNxTmffIMIEdlg45k0PCjA&#10;Zv0xWmFm/J3/qD/FSqQQDhlqsDG2mZShtOQwTH1LnLir7xzGBLtKmg7vKdw18kupuXRYc2qw2NLO&#10;Unk7/TsN1YWM+yn2x0X/219vx12uDjbX+nM8bJcgIg3xLX6590bDXKX56Uw6AnL9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z8zLbAAAAA3AAAAA8AAAAAAAAAAAAAAAAA&#10;oQIAAGRycy9kb3ducmV2LnhtbFBLBQYAAAAABAAEAPkAAACOAwAAAAA=&#10;" strokecolor="black [3213]" strokeweight="2.25pt"/>
                  <v:line id="Connecteur droit 601" o:spid="_x0000_s1278" style="position:absolute;visibility:visible;mso-wrap-style:square" from="23037,2540" to="26054,25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7BpLcMAAADcAAAADwAAAGRycy9kb3ducmV2LnhtbESPQYvCMBSE7wv+h/AEb2viHlSqUUQo&#10;CKKi62GPj+bZFJuX0mRr/fdGWNjjMDPfMMt172rRURsqzxomYwWCuPCm4lLD9Tv/nIMIEdlg7Zk0&#10;PCnAejX4WGJm/IPP1F1iKRKEQ4YabIxNJmUoLDkMY98QJ+/mW4cxybaUpsVHgrtafik1lQ4rTgsW&#10;G9paKu6XX6eh/CHj9tfdadYdutv9tM3V0eZaj4b9ZgEiUh//w3/tndEwVRN4n0lHQK5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OwaS3DAAAA3AAAAA8AAAAAAAAAAAAA&#10;AAAAoQIAAGRycy9kb3ducmV2LnhtbFBLBQYAAAAABAAEAPkAAACRAwAAAAA=&#10;" strokecolor="black [3213]" strokeweight="2.25pt"/>
                  <v:line id="Connecteur droit 602" o:spid="_x0000_s1279" style="position:absolute;visibility:visible;mso-wrap-style:square" from="23037,11270" to="26054,11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2L3WsMAAADcAAAADwAAAGRycy9kb3ducmV2LnhtbESPQYvCMBSE7wv+h/AEb2uiB1eqUUQo&#10;CMsquh72+GieTbF5KU2s9d+bBcHjMDPfMMt172rRURsqzxomYwWCuPCm4lLD+Tf/nIMIEdlg7Zk0&#10;PCjAejX4WGJm/J2P1J1iKRKEQ4YabIxNJmUoLDkMY98QJ+/iW4cxybaUpsV7grtaTpWaSYcVpwWL&#10;DW0tFdfTzWko/8i47/Pu8NX9dJfrYZurvc21Hg37zQJEpD6+w6/2zmiYqSn8n0lHQK6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Ni91rDAAAA3AAAAA8AAAAAAAAAAAAA&#10;AAAAoQIAAGRycy9kb3ducmV2LnhtbFBLBQYAAAAABAAEAPkAAACRAwAAAAA=&#10;" strokecolor="black [3213]" strokeweight="2.25pt"/>
                </v:group>
                <v:rect id="Rectangle 612" o:spid="_x0000_s1280" style="position:absolute;left:30235;top:27898;width:4762;height:29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LFIcUA&#10;AADcAAAADwAAAGRycy9kb3ducmV2LnhtbESPT2vCQBTE7wW/w/KE3upGD6lEVzGCYE+lVsXeHtnX&#10;JJh9u2Q3f/z23UKhx2FmfsOst6NpRE+try0rmM8SEMSF1TWXCs6fh5clCB+QNTaWScGDPGw3k6c1&#10;ZtoO/EH9KZQiQthnqKAKwWVS+qIig35mHXH0vm1rMETZllK3OES4aeQiSVJpsOa4UKGjfUXF/dQZ&#10;BV+X/O19vLrXossf5TJ3N7s/35R6no67FYhAY/gP/7WPWkE6X8DvmXgE5O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EsUhxQAAANwAAAAPAAAAAAAAAAAAAAAAAJgCAABkcnMv&#10;ZG93bnJldi54bWxQSwUGAAAAAAQABAD1AAAAigMAAAAA&#10;" fillcolor="white [3212]" strokecolor="black [3213]" strokeweight="2pt">
                  <v:textbox inset="1.71075mm,.85542mm,1.71075mm,.85542mm"/>
                </v:rect>
                <v:group id="Groupe 569" o:spid="_x0000_s1281" style="position:absolute;left:15974;top:17622;width:2048;height:23467"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K56eMUAAADcAAAADwAAAGRycy9kb3ducmV2LnhtbESPQYvCMBSE78L+h/CE&#10;vWnaXRS3GkXEXTyIoC6It0fzbIvNS2liW/+9EQSPw8x8w8wWnSlFQ7UrLCuIhxEI4tTqgjMF/8ff&#10;wQSE88gaS8uk4E4OFvOP3gwTbVveU3PwmQgQdgkqyL2vEildmpNBN7QVcfAutjbog6wzqWtsA9yU&#10;8iuKxtJgwWEhx4pWOaXXw80o+GuxXX7H62Z7vazu5+Nod9rGpNRnv1tOQXjq/Dv8am+0gtH4B5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yuenjFAAAA3AAA&#10;AA8AAAAAAAAAAAAAAAAAqgIAAGRycy9kb3ducmV2LnhtbFBLBQYAAAAABAAEAPoAAACcAwAAAAA=&#10;">
                  <v:line id="Connecteur droit 578" o:spid="_x0000_s1282" style="position:absolute;visibility:visible;mso-wrap-style:square" from="1413,0" to="1413,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nSscIAAADcAAAADwAAAGRycy9kb3ducmV2LnhtbERPz2vCMBS+D/wfwhO8zVTBKdUoUigU&#10;xlamHjw+mmdTbF5Kk7Xdf78cBjt+fL8Pp8m2YqDeN44VrJYJCOLK6YZrBbdr/roD4QOyxtYxKfgh&#10;D6fj7OWAqXYjf9FwCbWIIexTVGBC6FIpfWXIol+6jjhyD9dbDBH2tdQ9jjHctnKdJG/SYsOxwWBH&#10;maHqefm2Cuo7aft+K8rt8DE8nmWWJ58mV2oxn857EIGm8C/+cxdawWYb18Yz8QjI4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anSscIAAADcAAAADwAAAAAAAAAAAAAA&#10;AAChAgAAZHJzL2Rvd25yZXYueG1sUEsFBgAAAAAEAAQA+QAAAJADAAAAAA==&#10;" strokecolor="black [3213]" strokeweight="2.25pt"/>
                  <v:line id="Connecteur droit 579" o:spid="_x0000_s1283" style="position:absolute;visibility:visible;mso-wrap-style:square" from="0,0" to="30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V3KsMAAADcAAAADwAAAGRycy9kb3ducmV2LnhtbESPQYvCMBSE78L+h/AWvGmqsLpWo4hQ&#10;EERF14PHR/Nsis1LabK1++83guBxmJlvmMWqs5VoqfGlYwWjYQKCOHe65ELB5ScbfIPwAVlj5ZgU&#10;/JGH1fKjt8BUuwefqD2HQkQI+xQVmBDqVEqfG7Loh64mjt7NNRZDlE0hdYOPCLeVHCfJRFosOS4Y&#10;rGljKL+ff62C4kra7i7b47Tdt7f7cZMlB5Mp1f/s1nMQgbrwDr/aW63gazqD55l4BO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7ldyrDAAAA3AAAAA8AAAAAAAAAAAAA&#10;AAAAoQIAAGRycy9kb3ducmV2LnhtbFBLBQYAAAAABAAEAPkAAACRAwAAAAA=&#10;" strokecolor="black [3213]" strokeweight="2.25pt"/>
                  <v:line id="Connecteur droit 580" o:spid="_x0000_s1284" style="position:absolute;visibility:visible;mso-wrap-style:square" from="0,8730" to="3016,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qukMIAAADcAAAADwAAAGRycy9kb3ducmV2LnhtbERPz2vCMBS+D/wfwhN2m6nCtlKNIkKh&#10;MJysevD4aJ5NsXkpTWy7/94cBjt+fL83u8m2YqDeN44VLBcJCOLK6YZrBZdz/paC8AFZY+uYFPyS&#10;h9129rLBTLuRf2goQy1iCPsMFZgQukxKXxmy6BeuI47czfUWQ4R9LXWPYwy3rVwlyYe02HBsMNjR&#10;wVB1Lx9WQX0lbb8uxelzOA63++mQJ98mV+p1Pu3XIAJN4V/85y60gvc0zo9n4hGQ2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gqukMIAAADcAAAADwAAAAAAAAAAAAAA&#10;AAChAgAAZHJzL2Rvd25yZXYueG1sUEsFBgAAAAAEAAQA+QAAAJADAAAAAA==&#10;" strokecolor="black [3213]" strokeweight="2.25pt"/>
                </v:group>
                <v:rect id="Rectangle 613" o:spid="_x0000_s1285" style="position:absolute;left:14747;top:27898;width:4490;height:29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5gusQA&#10;AADcAAAADwAAAGRycy9kb3ducmV2LnhtbESPT4vCMBTE74LfITzBm6auoFKNshUW9CTrn8W9PZpn&#10;W7Z5CU3U+u3NguBxmJnfMItVa2pxo8ZXlhWMhgkI4tzqigsFx8PXYAbCB2SNtWVS8CAPq2W3s8BU&#10;2zt/020fChEh7FNUUIbgUil9XpJBP7SOOHoX2xgMUTaF1A3eI9zU8iNJJtJgxXGhREfrkvK//dUo&#10;+D1l213746b5NXsUs8yd7fp4Vqrfaz/nIAK14R1+tTdawWQ0hv8z8QjI5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eYLrEAAAA3AAAAA8AAAAAAAAAAAAAAAAAmAIAAGRycy9k&#10;b3ducmV2LnhtbFBLBQYAAAAABAAEAPUAAACJAwAAAAA=&#10;" fillcolor="white [3212]" strokecolor="black [3213]" strokeweight="2pt">
                  <v:textbox inset="1.71075mm,.85542mm,1.71075mm,.85542mm"/>
                </v:rect>
                <v:group id="Groupe 287" o:spid="_x0000_s1286" style="position:absolute;left:33961;top:34420;width:1956;height:22712" coordorigin="128015"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LbYA7FAAAA3AAA&#10;AA8AAAAAAAAAAAAAAAAAqgIAAGRycy9kb3ducmV2LnhtbFBLBQYAAAAABAAEAPoAAACcAwAAAAA=&#10;">
                  <v:line id="Connecteur droit 288" o:spid="_x0000_s1287" style="position:absolute;visibility:visible;mso-wrap-style:square" from="129429,0" to="129429,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Zv88IAAADcAAAADwAAAGRycy9kb3ducmV2LnhtbERPy4rCMBTdD/gP4QqzG1NdzJRqFCkU&#10;CjJTfCxcXpprU2xuShNr5+8niwGXh/Pe7CbbiZEG3zpWsFwkIIhrp1tuFFzOxUcKwgdkjZ1jUvBL&#10;Hnbb2dsGM+2efKTxFBoRQ9hnqMCE0GdS+tqQRb9wPXHkbm6wGCIcGqkHfMZw28lVknxKiy3HBoM9&#10;5Ybq++lhFTRX0vZwKauv8Xu83au8SH5ModT7fNqvQQSawkv87y61glUa18Yz8QjI7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NZv88IAAADcAAAADwAAAAAAAAAAAAAA&#10;AAChAgAAZHJzL2Rvd25yZXYueG1sUEsFBgAAAAAEAAQA+QAAAJADAAAAAA==&#10;" strokecolor="black [3213]" strokeweight="2.25pt"/>
                  <v:line id="Connecteur droit 289" o:spid="_x0000_s1288" style="position:absolute;visibility:visible;mso-wrap-style:square" from="128015,0" to="1310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5rKaMMAAADcAAAADwAAAGRycy9kb3ducmV2LnhtbESPQYvCMBSE78L+h/CEvWmqB3WrUUQo&#10;CLKK1cMeH82zKTYvpcnW7r/fCILHYWa+YVab3taio9ZXjhVMxgkI4sLpiksF10s2WoDwAVlj7ZgU&#10;/JGHzfpjsMJUuwefqctDKSKEfYoKTAhNKqUvDFn0Y9cQR+/mWoshyraUusVHhNtaTpNkJi1WHBcM&#10;NrQzVNzzX6ug/CFtD9f9ad59d7f7aZclR5Mp9Tnst0sQgfrwDr/ae61guviC55l4BOT6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aymjDAAAA3AAAAA8AAAAAAAAAAAAA&#10;AAAAoQIAAGRycy9kb3ducmV2LnhtbFBLBQYAAAAABAAEAPkAAACRAwAAAAA=&#10;" strokecolor="black [3213]" strokeweight="2.25pt"/>
                  <v:line id="Connecteur droit 290" o:spid="_x0000_s1289" style="position:absolute;visibility:visible;mso-wrap-style:square" from="128015,8730" to="131032,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n1KMIAAADcAAAADwAAAGRycy9kb3ducmV2LnhtbERPz2vCMBS+D/wfwhN2m6k9bLMaRQqF&#10;wnAy9eDx0TybYvNSmth2/705DHb8+H5vdpNtxUC9bxwrWC4SEMSV0w3XCi7n4u0ThA/IGlvHpOCX&#10;POy2s5cNZtqN/EPDKdQihrDPUIEJocuk9JUhi37hOuLI3VxvMUTY11L3OMZw28o0Sd6lxYZjg8GO&#10;ckPV/fSwCuoraft1KY8fw2G43Y95kXybQqnX+bRfgwg0hX/xn7vUCtJVnB/PxCMgt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3n1KMIAAADcAAAADwAAAAAAAAAAAAAA&#10;AAChAgAAZHJzL2Rvd25yZXYueG1sUEsFBgAAAAAEAAQA+QAAAJADAAAAAA==&#10;" strokecolor="black [3213]" strokeweight="2.25pt"/>
                </v:group>
                <v:rect id="Rectangle 627" o:spid="_x0000_s1290" style="position:absolute;left:32556;top:44263;width:5093;height:29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msBMYA&#10;AADcAAAADwAAAGRycy9kb3ducmV2LnhtbESPzWrDMBCE74G8g9hCb7HcHJzgRglxINCeSvNT3Nti&#10;bW0TayUsxXHevioUchxm5htmtRlNJwbqfWtZwUuSgiCurG65VnA67mdLED4ga+wsk4I7edisp5MV&#10;5tre+JOGQ6hFhLDPUUETgsul9FVDBn1iHXH0fmxvMETZ11L3eItw08l5mmbSYMtxoUFHu4aqy+Fq&#10;FHyfi/eP8cstqmtxr5eFK+3uVCr1/DRuX0EEGsMj/N9+0wqy+QL+zsQjI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msBMYAAADcAAAADwAAAAAAAAAAAAAAAACYAgAAZHJz&#10;L2Rvd25yZXYueG1sUEsFBgAAAAAEAAQA9QAAAIsDAAAAAA==&#10;" fillcolor="white [3212]" strokecolor="black [3213]" strokeweight="2pt">
                  <v:textbox inset="1.71075mm,.85542mm,1.71075mm,.85542mm"/>
                </v:rect>
                <v:group id="Groupe 219" o:spid="_x0000_s1291" style="position:absolute;left:52093;top:34946;width:1956;height:21514" coordorigin="128015"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LEYMQAAADcAAAADwAAAGRycy9kb3ducmV2LnhtbESPQYvCMBSE78L+h/AW&#10;vGlaF2WtRhHZFQ8iqAvi7dE822LzUppsW/+9EQSPw8x8w8yXnSlFQ7UrLCuIhxEI4tTqgjMFf6ff&#10;wTcI55E1lpZJwZ0cLBcfvTkm2rZ8oOboMxEg7BJUkHtfJVK6NCeDbmgr4uBdbW3QB1lnUtfYBrgp&#10;5SiKJtJgwWEhx4rWOaW3479RsGmxXX3FP83udl3fL6fx/ryLSan+Z7eagfDU+Xf41d5qBaN4Cs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ALEYMQAAADcAAAA&#10;DwAAAAAAAAAAAAAAAACqAgAAZHJzL2Rvd25yZXYueG1sUEsFBgAAAAAEAAQA+gAAAJsDAAAAAA==&#10;">
                  <v:line id="Connecteur droit 220" o:spid="_x0000_s1292" style="position:absolute;visibility:visible;mso-wrap-style:square" from="129429,0" to="129429,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Y8z8EAAADcAAAADwAAAGRycy9kb3ducmV2LnhtbERPTYvCMBC9C/6HMII3Te3BXaqpiFAQ&#10;xJV1PexxaMamtJmUJtb6781hYY+P973djbYVA/W+dqxgtUxAEJdO11wpuP0Ui08QPiBrbB2Tghd5&#10;2OXTyRYz7Z78TcM1VCKGsM9QgQmhy6T0pSGLfuk64sjdXW8xRNhXUvf4jOG2lWmSrKXFmmODwY4O&#10;hsrm+rAKql/S9nQ7Xj6G83BvLoci+TKFUvPZuN+ACDSGf/Gf+6gVpGmcH8/EIyDz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xjzPwQAAANwAAAAPAAAAAAAAAAAAAAAA&#10;AKECAABkcnMvZG93bnJldi54bWxQSwUGAAAAAAQABAD5AAAAjwMAAAAA&#10;" strokecolor="black [3213]" strokeweight="2.25pt"/>
                  <v:line id="Connecteur droit 221" o:spid="_x0000_s1293" style="position:absolute;visibility:visible;mso-wrap-style:square" from="128015,0" to="1310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qZVMMAAADcAAAADwAAAGRycy9kb3ducmV2LnhtbESPQYvCMBSE74L/ITxhb5rag0rXKItQ&#10;EBZX1B48PppnU2xeSpOt3X+/EQSPw8x8w6y3g21ET52vHSuYzxIQxKXTNVcKiks+XYHwAVlj45gU&#10;/JGH7WY8WmOm3YNP1J9DJSKEfYYKTAhtJqUvDVn0M9cSR+/mOoshyq6SusNHhNtGpkmykBZrjgsG&#10;W9oZKu/nX6ugupK238X+uOwP/e1+3OXJj8mV+pgMX58gAg3hHX6191pBms7heSYeAbn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OKmVTDAAAA3AAAAA8AAAAAAAAAAAAA&#10;AAAAoQIAAGRycy9kb3ducmV2LnhtbFBLBQYAAAAABAAEAPkAAACRAwAAAAA=&#10;" strokecolor="black [3213]" strokeweight="2.25pt"/>
                  <v:line id="Connecteur droit 222" o:spid="_x0000_s1294" style="position:absolute;visibility:visible;mso-wrap-style:square" from="128015,8730" to="131032,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gHI8MAAADcAAAADwAAAGRycy9kb3ducmV2LnhtbESPQYvCMBSE78L+h/AW9qapPah0jSJC&#10;QVhU1B72+GieTbF5KU22dv+9EQSPw8x8wyzXg21ET52vHSuYThIQxKXTNVcKiks+XoDwAVlj45gU&#10;/JOH9epjtMRMuzufqD+HSkQI+wwVmBDaTEpfGrLoJ64ljt7VdRZDlF0ldYf3CLeNTJNkJi3WHBcM&#10;trQ1VN7Of1ZB9Uva/hS747zf99fbcZsnB5Mr9fU5bL5BBBrCO/xq77SCNE3heSYeAb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NYByPDAAAA3AAAAA8AAAAAAAAAAAAA&#10;AAAAoQIAAGRycy9kb3ducmV2LnhtbFBLBQYAAAAABAAEAPkAAACRAwAAAAA=&#10;" strokecolor="black [3213]" strokeweight="2.25pt"/>
                </v:group>
                <v:rect id="Rectangle 626" o:spid="_x0000_s1295" style="position:absolute;left:50978;top:44047;width:4489;height:29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UJn8QA&#10;AADcAAAADwAAAGRycy9kb3ducmV2LnhtbESPS2vDMBCE74X+B7GF3Bq5OTjBjRLqQKE5lTxJb4u1&#10;tU2tlbDk17+vCoUch5n5hllvR9OInlpfW1bwMk9AEBdW11wqOJ/en1cgfEDW2FgmBRN52G4eH9aY&#10;aTvwgfpjKEWEsM9QQRWCy6T0RUUG/dw64uh929ZgiLItpW5xiHDTyEWSpNJgzXGhQke7ioqfY2cU&#10;fF3y/ed4dcuiy6dylbub3Z1vSs2exrdXEIHGcA//tz+0gnSRwt+ZeAT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FCZ/EAAAA3AAAAA8AAAAAAAAAAAAAAAAAmAIAAGRycy9k&#10;b3ducmV2LnhtbFBLBQYAAAAABAAEAPUAAACJAwAAAAA=&#10;" fillcolor="white [3212]" strokecolor="black [3213]" strokeweight="2pt">
                  <v:textbox inset="1.71075mm,.85542mm,1.71075mm,.85542mm"/>
                </v:rect>
                <v:group id="Groupe 594" o:spid="_x0000_s1296" style="position:absolute;left:34005;top:24257;width:2048;height:10193" coordorigin="26535,9771"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3qlwcYAAADcAAAADwAAAGRycy9kb3ducmV2LnhtbESPQWvCQBSE7wX/w/IE&#10;b3UTNWKjq4jY0kMoVAult0f2mQSzb0N2TeK/dwuFHoeZ+YbZ7AZTi45aV1lWEE8jEMS51RUXCr7O&#10;r88rEM4ja6wtk4I7OdhtR08bTLXt+ZO6ky9EgLBLUUHpfZNK6fKSDLqpbYiDd7GtQR9kW0jdYh/g&#10;ppazKFpKgxWHhRIbOpSUX083o+Ctx34/j49ddr0c7j/n5OM7i0mpyXjYr0F4Gvx/+K/9rhUkLw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HeqXBxgAAANwA&#10;AAAPAAAAAAAAAAAAAAAAAKoCAABkcnMvZG93bnJldi54bWxQSwUGAAAAAAQABAD6AAAAnQMAAAAA&#10;">
                  <v:line id="Connecteur droit 597" o:spid="_x0000_s1297" style="position:absolute;visibility:visible;mso-wrap-style:square" from="27949,9771" to="27949,1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qgOcMAAADcAAAADwAAAGRycy9kb3ducmV2LnhtbESPQYvCMBSE78L+h/AWvGmqsLpWo4hQ&#10;EERF14PHR/Nsis1LabK1++83guBxmJlvmMWqs5VoqfGlYwWjYQKCOHe65ELB5ScbfIPwAVlj5ZgU&#10;/JGH1fKjt8BUuwefqD2HQkQI+xQVmBDqVEqfG7Loh64mjt7NNRZDlE0hdYOPCLeVHCfJRFosOS4Y&#10;rGljKL+ff62C4kra7i7b47Tdt7f7cZMlB5Mp1f/s1nMQgbrwDr/aW63gazaF55l4BO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6oDnDAAAA3AAAAA8AAAAAAAAAAAAA&#10;AAAAoQIAAGRycy9kb3ducmV2LnhtbFBLBQYAAAAABAAEAPkAAACRAwAAAAA=&#10;" strokecolor="black [3213]" strokeweight="2.25pt"/>
                  <v:line id="Connecteur droit 598" o:spid="_x0000_s1298" style="position:absolute;visibility:visible;mso-wrap-style:square" from="26535,9771" to="29551,97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U0S8EAAADcAAAADwAAAGRycy9kb3ducmV2LnhtbERPy4rCMBTdD/gP4QruxlRhfFSjiFAQ&#10;RMXHwuWluTbF5qY0mdr5+8lCcHk47+W6s5VoqfGlYwWjYQKCOHe65ELB7Zp9z0D4gKyxckwK/sjD&#10;etX7WmKq3YvP1F5CIWII+xQVmBDqVEqfG7Loh64mjtzDNRZDhE0hdYOvGG4rOU6SibRYcmwwWNPW&#10;UP68/FoFxZ203d92p2l7aB/P0zZLjiZTatDvNgsQgbrwEb/dO63gZx7XxjPxCMjV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pTRLwQAAANwAAAAPAAAAAAAAAAAAAAAA&#10;AKECAABkcnMvZG93bnJldi54bWxQSwUGAAAAAAQABAD5AAAAjwMAAAAA&#10;" strokecolor="black [3213]" strokeweight="2.25pt"/>
                  <v:line id="Connecteur droit 599" o:spid="_x0000_s1299" style="position:absolute;visibility:visible;mso-wrap-style:square" from="26535,18502" to="29551,1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R0MUAAADcAAAADwAAAGRycy9kb3ducmV2LnhtbESPQWvCQBSE70L/w/IKvemmQmtN3YQS&#10;CAjFitZDj4/sMxuSfRuya0z/vVsoeBxm5htmk0+2EyMNvnGs4HmRgCCunG64VnD6LudvIHxA1tg5&#10;JgW/5CHPHmYbTLW78oHGY6hFhLBPUYEJoU+l9JUhi37heuLond1gMUQ51FIPeI1w28llkrxKiw3H&#10;BYM9FYaq9nixCuof0vbztN2vxt14bvdFmXyZUqmnx+njHUSgKdzD/+2tVvCyXsPfmXgEZH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mR0MUAAADcAAAADwAAAAAAAAAA&#10;AAAAAAChAgAAZHJzL2Rvd25yZXYueG1sUEsFBgAAAAAEAAQA+QAAAJMDAAAAAA==&#10;" strokecolor="black [3213]" strokeweight="2.25pt"/>
                </v:group>
                <v:line id="Connecteur droit 596" o:spid="_x0000_s1300" style="position:absolute;visibility:visible;mso-wrap-style:square" from="32679,33143" to="35123,33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YFosMAAADcAAAADwAAAGRycy9kb3ducmV2LnhtbESPQYvCMBSE78L+h/AWvGmqsLpWo4hQ&#10;EERF14PHR/Nsis1LabK1++83guBxmJlvmMWqs5VoqfGlYwWjYQKCOHe65ELB5ScbfIPwAVlj5ZgU&#10;/JGH1fKjt8BUuwefqD2HQkQI+xQVmBDqVEqfG7Loh64mjt7NNRZDlE0hdYOPCLeVHCfJRFosOS4Y&#10;rGljKL+ff62C4kra7i7b47Tdt7f7cZMlB5Mp1f/s1nMQgbrwDr/aW63gazaB55l4BO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2BaLDAAAA3AAAAA8AAAAAAAAAAAAA&#10;AAAAoQIAAGRycy9kb3ducmV2LnhtbFBLBQYAAAAABAAEAPkAAACRAwAAAAA=&#10;" strokecolor="black [3213]" strokeweight="2.25pt"/>
                <v:group id="Groupe 585" o:spid="_x0000_s1301" style="position:absolute;left:30886;top:22063;width:1722;height:1779" coordorigin="21850,653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e+Wh8QAAADcAAAA&#10;DwAAAAAAAAAAAAAAAACqAgAAZHJzL2Rvd25yZXYueG1sUEsFBgAAAAAEAAQA+gAAAJsDAAAAAA==&#10;">
                  <v:rect id="Rectangle 590" o:spid="_x0000_s1302" style="position:absolute;left:21850;top:6539;width:2537;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ghmsIA&#10;AADcAAAADwAAAGRycy9kb3ducmV2LnhtbERPy4rCMBTdD8w/hCvMRjRV8FWNMgiKzGLAKri9Jte2&#10;2NyUJqPVrzeLAZeH816sWluJGzW+dKxg0E9AEGtnSs4VHA+b3hSED8gGK8ek4EEeVsvPjwWmxt15&#10;T7cs5CKGsE9RQRFCnUrpdUEWfd/VxJG7uMZiiLDJpWnwHsNtJYdJMpYWS44NBda0Lkhfsz+r4Hd/&#10;wsdu3D2Xz8nmHA5d/TPcaqW+Ou33HESgNrzF/+6dUTCaxfnxTDwCcv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SCGawgAAANwAAAAPAAAAAAAAAAAAAAAAAJgCAABkcnMvZG93&#10;bnJldi54bWxQSwUGAAAAAAQABAD1AAAAhwMAAAAA&#10;" fillcolor="white [3212]" strokecolor="black [3213]" strokeweight="2.25pt"/>
                  <v:line id="Connecteur droit 591" o:spid="_x0000_s1303" style="position:absolute;visibility:visible;mso-wrap-style:square" from="21850,6539" to="24387,9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QfcYAAADcAAAADwAAAGRycy9kb3ducmV2LnhtbESPQWvCQBSE74X+h+UVequbCBqNrhIK&#10;gm1PtRWvj+wzic2+DbtrTP31bqHgcZiZb5jlejCt6Mn5xrKCdJSAIC6tbrhS8P21eZmB8AFZY2uZ&#10;FPySh/Xq8WGJubYX/qR+FyoRIexzVFCH0OVS+rImg35kO+LoHa0zGKJ0ldQOLxFuWjlOkqk02HBc&#10;qLGj15rKn93ZKJiV7ydXZMVbOtl32bUff0w3h0yp56ehWIAINIR7+L+91Qom8xT+zsQjIF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pkH3GAAAA3AAAAA8AAAAAAAAA&#10;AAAAAAAAoQIAAGRycy9kb3ducmV2LnhtbFBLBQYAAAAABAAEAPkAAACUAwAAAAA=&#10;" strokecolor="black [3213]"/>
                  <v:line id="Connecteur droit 592" o:spid="_x0000_s1304" style="position:absolute;flip:y;visibility:visible;mso-wrap-style:square" from="21850,6539" to="24387,9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tOfsQAAADcAAAADwAAAGRycy9kb3ducmV2LnhtbESP0WoCMRRE34X+Q7gF3zSrqNTVKK0g&#10;iC+i9QMum+tmcXOzTVJd9+tNoeDjMDNnmOW6tbW4kQ+VYwWjYQaCuHC64lLB+Xs7+AARIrLG2jEp&#10;eFCA9eqtt8Rcuzsf6XaKpUgQDjkqMDE2uZShMGQxDF1DnLyL8xZjkr6U2uM9wW0tx1k2kxYrTgsG&#10;G9oYKq6nX6ug7uK5m39tTJf9TB76cJg5P90r1X9vPxcgIrXxFf5v77SC6XwMf2fSEZCr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y05+xAAAANwAAAAPAAAAAAAAAAAA&#10;AAAAAKECAABkcnMvZG93bnJldi54bWxQSwUGAAAAAAQABAD5AAAAkgMAAAAA&#10;" strokecolor="black [3213]"/>
                </v:group>
                <v:group id="Groupe 586" o:spid="_x0000_s1305" style="position:absolute;left:30886;top:34851;width:1722;height:1779" coordorigin="21850,25374"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T0I8MYAAADcAAAADwAAAGRycy9kb3ducmV2LnhtbESPQWuDQBSE74H+h+UV&#10;ektWWxSx2YQQ2tJDKEQDobeH+6IS9624WzX/vlso5DjMzDfMejubTow0uNaygngVgSCurG65VnAq&#10;35cZCOeRNXaWScGNHGw3D4s15tpOfKSx8LUIEHY5Kmi873MpXdWQQbeyPXHwLnYw6IMcaqkHnALc&#10;dPI5ilJpsOWw0GBP+4aqa/FjFHxMOO1e4rfxcL3sb99l8nU+xKTU0+O8ewXhafb38H/7UytIshT+&#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PQjwxgAAANwA&#10;AAAPAAAAAAAAAAAAAAAAAKoCAABkcnMvZG93bnJldi54bWxQSwUGAAAAAAQABAD6AAAAnQMAAAAA&#10;">
                  <v:rect id="Rectangle 587" o:spid="_x0000_s1306" style="position:absolute;left:21850;top:25374;width:2537;height:2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gvM8cA&#10;AADcAAAADwAAAGRycy9kb3ducmV2LnhtbESPT2vCQBTE7wW/w/KEXqRuKjRK6ioiWIKHgn/A63P3&#10;NQnNvg3ZbUz89N1CweMwM79hluve1qKj1leOFbxOExDE2pmKCwXn0+5lAcIHZIO1Y1IwkIf1avS0&#10;xMy4Gx+oO4ZCRAj7DBWUITSZlF6XZNFPXUMcvS/XWgxRtoU0Ld4i3NZyliSptFhxXCixoW1J+vv4&#10;YxV8Hi445OnkWt3nu2s4TfR+9qGVeh73m3cQgfrwCP+3c6PgbTGHvzPxCM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V4LzPHAAAA3AAAAA8AAAAAAAAAAAAAAAAAmAIAAGRy&#10;cy9kb3ducmV2LnhtbFBLBQYAAAAABAAEAPUAAACMAwAAAAA=&#10;" fillcolor="white [3212]" strokecolor="black [3213]" strokeweight="2.25pt"/>
                  <v:line id="Connecteur droit 588" o:spid="_x0000_s1307" style="position:absolute;visibility:visible;mso-wrap-style:square" from="21850,25374" to="24387,27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qvPcIAAADcAAAADwAAAGRycy9kb3ducmV2LnhtbERPz2vCMBS+D/wfwhvsNlMFbalGKYLg&#10;tpO64fXRPNu65qUksXb7681B8Pjx/V6uB9OKnpxvLCuYjBMQxKXVDVcKvo/b9wyED8gaW8uk4I88&#10;rFejlyXm2t54T/0hVCKGsM9RQR1Cl0vpy5oM+rHtiCN3ts5giNBVUju8xXDTymmSzKXBhmNDjR1t&#10;aip/D1ejICs/L65Ii4/J7KdL//vp13x7SpV6ex2KBYhAQ3iKH+6dVjDL4tp4Jh4Bub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wqvPcIAAADcAAAADwAAAAAAAAAAAAAA&#10;AAChAgAAZHJzL2Rvd25yZXYueG1sUEsFBgAAAAAEAAQA+QAAAJADAAAAAA==&#10;" strokecolor="black [3213]"/>
                  <v:line id="Connecteur droit 589" o:spid="_x0000_s1308" style="position:absolute;flip:y;visibility:visible;mso-wrap-style:square" from="21850,25374" to="24387,27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ZK0sQAAADcAAAADwAAAGRycy9kb3ducmV2LnhtbESP3WoCMRSE7wu+QzgF72q2RUW3RmkF&#10;QbwRfx7gsDlulm5O1iTVdZ/eCIKXw8x8w8wWra3FhXyoHCv4HGQgiAunKy4VHA+rjwmIEJE11o5J&#10;wY0CLOa9txnm2l15R5d9LEWCcMhRgYmxyaUMhSGLYeAa4uSdnLcYk/Sl1B6vCW5r+ZVlY2mx4rRg&#10;sKGloeJv/28V1F08dtPfpemy8/Cmt9ux86ONUv339ucbRKQ2vsLP9lorGE2m8DiTjoC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tkrSxAAAANwAAAAPAAAAAAAAAAAA&#10;AAAAAKECAABkcnMvZG93bnJldi54bWxQSwUGAAAAAAQABAD5AAAAkgMAAAAA&#10;" strokecolor="black [3213]"/>
                </v:group>
                <v:group id="Groupe 570" o:spid="_x0000_s1309" style="position:absolute;left:16964;top:22148;width:1722;height:1779" coordorigin="1349,6665"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1FOMMAAADcAAAADwAAAGRycy9kb3ducmV2LnhtbERPTWvCQBC9F/wPywi9&#10;1U0UW4luQpBaepBCVRBvQ3ZMQrKzIbtN4r/vHgo9Pt73LptMKwbqXW1ZQbyIQBAXVtdcKricDy8b&#10;EM4ja2wtk4IHOcjS2dMOE21H/qbh5EsRQtglqKDyvkukdEVFBt3CdsSBu9veoA+wL6XucQzhppXL&#10;KHqVBmsODRV2tK+oaE4/RsHHiGO+it+HY3PfP27n9df1GJNSz/Mp34LwNPl/8Z/7UytYv4X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ITUU4wwAAANwAAAAP&#10;AAAAAAAAAAAAAAAAAKoCAABkcnMvZG93bnJldi54bWxQSwUGAAAAAAQABAD6AAAAmgMAAAAA&#10;">
                  <v:rect id="Rectangle 575" o:spid="_x0000_s1310" style="position:absolute;left:1349;top:6665;width:2538;height:2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Nk+McA&#10;AADcAAAADwAAAGRycy9kb3ducmV2LnhtbESPT2vCQBTE74V+h+UJXoJuKviH1FVKwRJ6KEQFr8/d&#10;1ySYfRuyW0389N1CweMwM79h1tveNuJKna8dK3iZpiCItTM1lwqOh91kBcIHZIONY1IwkIft5vlp&#10;jZlxNy7oug+liBD2GSqoQmgzKb2uyKKfupY4et+usxii7EppOrxFuG3kLE0X0mLNcaHClt4r0pf9&#10;j1XwVZxwyBfJub4vd+dwSPTn7EMrNR71b68gAvXhEf5v50bBfDmHvzPxCMjN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8zZPjHAAAA3AAAAA8AAAAAAAAAAAAAAAAAmAIAAGRy&#10;cy9kb3ducmV2LnhtbFBLBQYAAAAABAAEAPUAAACMAwAAAAA=&#10;" fillcolor="white [3212]" strokecolor="black [3213]" strokeweight="2.25pt"/>
                  <v:line id="Connecteur droit 576" o:spid="_x0000_s1311" style="position:absolute;visibility:visible;mso-wrap-style:square" from="1349,6665" to="3887,9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zu88UAAADcAAAADwAAAGRycy9kb3ducmV2LnhtbESPQWvCQBSE7wX/w/KE3upGwUSiqwRB&#10;sPWkben1kX0mabNvw+42Rn+9KxR6HGbmG2a1GUwrenK+saxgOklAEJdWN1wp+HjfvSxA+ICssbVM&#10;Cq7kYbMePa0w1/bCR+pPoRIRwj5HBXUIXS6lL2sy6Ce2I47e2TqDIUpXSe3wEuGmlbMkSaXBhuNC&#10;jR1tayp/Tr9GwaJ8+3ZFVrxO559ddutnh3T3lSn1PB6KJYhAQ/gP/7X3WsE8S+FxJh4Bub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Azu88UAAADcAAAADwAAAAAAAAAA&#10;AAAAAAChAgAAZHJzL2Rvd25yZXYueG1sUEsFBgAAAAAEAAQA+QAAAJMDAAAAAA==&#10;" strokecolor="black [3213]"/>
                  <v:line id="Connecteur droit 577" o:spid="_x0000_s1312" style="position:absolute;flip:y;visibility:visible;mso-wrap-style:square" from="1349,6665" to="3887,9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ALHMQAAADcAAAADwAAAGRycy9kb3ducmV2LnhtbESP3WoCMRSE7wu+QzhC72rWUv9Wo1Sh&#10;UHojVR/gsDluFjcnaxJ13advBKGXw8x8wyxWra3FlXyoHCsYDjIQxIXTFZcKDvuvtymIEJE11o5J&#10;wZ0CrJa9lwXm2t34l667WIoE4ZCjAhNjk0sZCkMWw8A1xMk7Om8xJulLqT3eEtzW8j3LxtJixWnB&#10;YEMbQ8Vpd7EK6i4eutl6Y7rs/HHX2+3Y+dGPUq/99nMOIlIb/8PP9rdWMJpM4HEmHQG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sAscxAAAANwAAAAPAAAAAAAAAAAA&#10;AAAAAKECAABkcnMvZG93bnJldi54bWxQSwUGAAAAAAQABAD5AAAAkgMAAAAA&#10;" strokecolor="black [3213]"/>
                </v:group>
                <v:group id="Groupe 571" o:spid="_x0000_s1313" style="position:absolute;left:16964;top:34946;width:1722;height:1780" coordorigin="1349,25513"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wHgo8QAAADcAAAADwAAAGRycy9kb3ducmV2LnhtbESPQYvCMBSE78L+h/AW&#10;vGnaFV2pRhHZFQ8iqAvi7dE822LzUppsW/+9EQSPw8x8w8yXnSlFQ7UrLCuIhxEI4tTqgjMFf6ff&#10;wRSE88gaS8uk4E4OlouP3hwTbVs+UHP0mQgQdgkqyL2vEildmpNBN7QVcfCutjbog6wzqWtsA9yU&#10;8iuKJtJgwWEhx4rWOaW3479RsGmxXY3in2Z3u67vl9N4f97FpFT/s1vNQHjq/Dv8am+1gvF3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wHgo8QAAADcAAAA&#10;DwAAAAAAAAAAAAAAAACqAgAAZHJzL2Rvd25yZXYueG1sUEsFBgAAAAAEAAQA+gAAAJsDAAAAAA==&#10;">
                  <v:rect id="Rectangle 572" o:spid="_x0000_s1314" style="position:absolute;left:1349;top:25513;width:2538;height:2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r8jMYA&#10;AADcAAAADwAAAGRycy9kb3ducmV2LnhtbESPQWvCQBSE7wX/w/IEL1I3DVQldRURItJDQS14fdl9&#10;TUKzb0N2m8T++m6h0OMwM98wm91oG9FT52vHCp4WCQhi7UzNpYL3a/64BuEDssHGMSm4k4fddvKw&#10;wcy4gc/UX0IpIoR9hgqqENpMSq8rsugXriWO3ofrLIYou1KaDocIt41Mk2QpLdYcFyps6VCR/rx8&#10;WQVv5xveT8t5UX+v8iJc5/o1PWqlZtNx/wIi0Bj+w3/tk1HwvErh90w8AnL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Nr8jMYAAADcAAAADwAAAAAAAAAAAAAAAACYAgAAZHJz&#10;L2Rvd25yZXYueG1sUEsFBgAAAAAEAAQA9QAAAIsDAAAAAA==&#10;" fillcolor="white [3212]" strokecolor="black [3213]" strokeweight="2.25pt"/>
                  <v:line id="Connecteur droit 573" o:spid="_x0000_s1315" style="position:absolute;visibility:visible;mso-wrap-style:square" from="1349,25513" to="3887,28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tNa8UAAADcAAAADwAAAGRycy9kb3ducmV2LnhtbESPQWvCQBSE7wX/w/KE3upGRSPRVYIg&#10;2PZUW/H6yD6TtNm3YXeNqb/eLRQ8DjPzDbPa9KYRHTlfW1YwHiUgiAuray4VfH3uXhYgfEDW2Fgm&#10;Bb/kYbMePK0w0/bKH9QdQikihH2GCqoQ2kxKX1Rk0I9sSxy9s3UGQ5SulNrhNcJNIydJMpcGa44L&#10;Fba0raj4OVyMgkXx9u3yNH8dz45teusm7/PdKVXqedjnSxCB+vAI/7f3WsEsncLfmXgE5P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HtNa8UAAADcAAAADwAAAAAAAAAA&#10;AAAAAAChAgAAZHJzL2Rvd25yZXYueG1sUEsFBgAAAAAEAAQA+QAAAJMDAAAAAA==&#10;" strokecolor="black [3213]"/>
                  <v:line id="Connecteur droit 574" o:spid="_x0000_s1316" style="position:absolute;flip:y;visibility:visible;mso-wrap-style:square" from="1349,25513" to="3887,28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KVa8QAAADcAAAADwAAAGRycy9kb3ducmV2LnhtbESP0WoCMRRE3wX/IVzBt5pV1LZbo6gg&#10;FF+k1g+4bG43Szc3axJ13a9vhIKPw8ycYRar1tbiSj5UjhWMRxkI4sLpiksFp+/dyxuIEJE11o5J&#10;wZ0CrJb93gJz7W78RddjLEWCcMhRgYmxyaUMhSGLYeQa4uT9OG8xJulLqT3eEtzWcpJlc2mx4rRg&#10;sKGtoeL3eLEK6i6euvfN1nTZeXrXh8Pc+dleqeGgXX+AiNTGZ/i//akVzF6n8DiTj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YpVrxAAAANwAAAAPAAAAAAAAAAAA&#10;AAAAAKECAABkcnMvZG93bnJldi54bWxQSwUGAAAAAAQABAD5AAAAkgMAAAAA&#10;" strokecolor="black [3213]"/>
                </v:group>
                <v:group id="Groupe 558" o:spid="_x0000_s1317" style="position:absolute;left:38723;top:31777;width:1722;height:1779" coordorigin="33392,20844"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9jhVewwAAANwAAAAP&#10;AAAAAAAAAAAAAAAAAKoCAABkcnMvZG93bnJldi54bWxQSwUGAAAAAAQABAD6AAAAmgMAAAAA&#10;">
                  <v:rect id="Rectangle 563" o:spid="_x0000_s1318" style="position:absolute;left:33392;top:20844;width:2537;height:2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PysYA&#10;AADcAAAADwAAAGRycy9kb3ducmV2LnhtbESPQWvCQBSE74L/YXlCL1I3WowldRUpWMSDYBR6fe4+&#10;k2D2bchuNfbXu0Khx2FmvmHmy87W4kqtrxwrGI8SEMTamYoLBcfD+vUdhA/IBmvHpOBOHpaLfm+O&#10;mXE33tM1D4WIEPYZKihDaDIpvS7Joh+5hjh6Z9daDFG2hTQt3iLc1nKSJKm0WHFcKLGhz5L0Jf+x&#10;Cnb7b7xv0uGp+p2tT+Ew1NvJl1bqZdCtPkAE6sJ/+K+9MQqm6Rs8z8QjIB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k/PysYAAADcAAAADwAAAAAAAAAAAAAAAACYAgAAZHJz&#10;L2Rvd25yZXYueG1sUEsFBgAAAAAEAAQA9QAAAIsDAAAAAA==&#10;" fillcolor="white [3212]" strokecolor="black [3213]" strokeweight="2.25pt"/>
                  <v:line id="Connecteur droit 564" o:spid="_x0000_s1319" style="position:absolute;visibility:visible;mso-wrap-style:square" from="33392,20844" to="35929,23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tDwsYAAADcAAAADwAAAGRycy9kb3ducmV2LnhtbESPT2vCQBTE7wW/w/KE3upGqYlEVwmC&#10;0D+n2orXR/aZRLNvw+4a0376bqHgcZiZ3zCrzWBa0ZPzjWUF00kCgri0uuFKwdfn7mkBwgdkja1l&#10;UvBNHjbr0cMKc21v/EH9PlQiQtjnqKAOocul9GVNBv3EdsTRO1lnMETpKqkd3iLctHKWJKk02HBc&#10;qLGjbU3lZX81Chbl29kVWfE6nR+67Kefvae7Y6bU43goliACDeEe/m+/aAXz9Bn+zsQjIN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JLQ8LGAAAA3AAAAA8AAAAAAAAA&#10;AAAAAAAAoQIAAGRycy9kb3ducmV2LnhtbFBLBQYAAAAABAAEAPkAAACUAwAAAAA=&#10;" strokecolor="black [3213]"/>
                  <v:line id="Connecteur droit 565" o:spid="_x0000_s1320" style="position:absolute;flip:y;visibility:visible;mso-wrap-style:square" from="33392,20844" to="35929,23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emLcQAAADcAAAADwAAAGRycy9kb3ducmV2LnhtbESPUWvCMBSF3wf+h3AF32bqsGXrjLIJ&#10;guxFdP6AS3PXlDU3Ncm09tcvguDj4ZzzHc5i1dtWnMmHxrGC2TQDQVw53XCt4Pi9eX4FESKyxtYx&#10;KbhSgNVy9LTAUrsL7+l8iLVIEA4lKjAxdqWUoTJkMUxdR5y8H+ctxiR9LbXHS4LbVr5kWSEtNpwW&#10;DHa0NlT9Hv6sgnaIx+Htc22G7DS/6t2ucD7/Umoy7j/eQUTq4yN8b2+1grzI4XYmHQG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96YtxAAAANwAAAAPAAAAAAAAAAAA&#10;AAAAAKECAABkcnMvZG93bnJldi54bWxQSwUGAAAAAAQABAD5AAAAkgMAAAAA&#10;" strokecolor="black [3213]"/>
                </v:group>
                <v:group id="Groupe 559" o:spid="_x0000_s1321" style="position:absolute;left:38828;top:24960;width:1722;height:1779" coordorigin="33546,10805"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sKwxcUAAADcAAAADwAAAGRycy9kb3ducmV2LnhtbESPT2vCQBTE7wW/w/KE&#10;3uomlhSNriKi4kEK/gHx9sg+k2D2bciuSfz23UKhx2FmfsPMl72pREuNKy0riEcRCOLM6pJzBZfz&#10;9mMCwnlkjZVlUvAiB8vF4G2OqbYdH6k9+VwECLsUFRTe16mULivIoBvZmjh4d9sY9EE2udQNdgFu&#10;KjmOoi9psOSwUGBN64Kyx+lpFOw67Faf8aY9PO7r1+2cfF8PMSn1PuxXMxCeev8f/mvvtYIkmcL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LCsMXFAAAA3AAA&#10;AA8AAAAAAAAAAAAAAAAAqgIAAGRycy9kb3ducmV2LnhtbFBLBQYAAAAABAAEAPoAAACcAwAAAAA=&#10;">
                  <v:rect id="Rectangle 560" o:spid="_x0000_s1322" style="position:absolute;left:33546;top:10805;width:2537;height:2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1RvcMA&#10;AADcAAAADwAAAGRycy9kb3ducmV2LnhtbERPz2vCMBS+D/wfwhN2EU0nrJNqlDFwFA8D7cDra/Js&#10;i81LaTJt/euXw2DHj+/3ZjfYVtyo941jBS+LBASxdqbhSsF3sZ+vQPiAbLB1TApG8rDbTp42mBl3&#10;5yPdTqESMYR9hgrqELpMSq9rsugXriOO3MX1FkOEfSVNj/cYblu5TJJUWmw4NtTY0UdN+nr6sQq+&#10;jmcc83RWNo+3fRmKmT4sP7VSz9PhfQ0i0BD+xX/u3Ch4TeP8eCYeAbn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1RvcMAAADcAAAADwAAAAAAAAAAAAAAAACYAgAAZHJzL2Rv&#10;d25yZXYueG1sUEsFBgAAAAAEAAQA9QAAAIgDAAAAAA==&#10;" fillcolor="white [3212]" strokecolor="black [3213]" strokeweight="2.25pt"/>
                  <v:line id="Connecteur droit 561" o:spid="_x0000_s1323" style="position:absolute;visibility:visible;mso-wrap-style:square" from="33546,10805" to="36083,13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zgWsYAAADcAAAADwAAAGRycy9kb3ducmV2LnhtbESPT2vCQBTE70K/w/IKvdVNBBOJrhIK&#10;Qv+ctC29PrLPJJp9G3a3Mfrpu0LB4zAzv2FWm9F0YiDnW8sK0mkCgriyuuVawdfn9nkBwgdkjZ1l&#10;UnAhD5v1w2SFhbZn3tGwD7WIEPYFKmhC6AspfdWQQT+1PXH0DtYZDFG6WmqH5wg3nZwlSSYNthwX&#10;GuzppaHqtP81ChbV+9GVefmWzr/7/DrMPrLtT67U0+NYLkEEGsM9/N9+1QrmWQq3M/EIyP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I84FrGAAAA3AAAAA8AAAAAAAAA&#10;AAAAAAAAoQIAAGRycy9kb3ducmV2LnhtbFBLBQYAAAAABAAEAPkAAACUAwAAAAA=&#10;" strokecolor="black [3213]"/>
                  <v:line id="Connecteur droit 562" o:spid="_x0000_s1324" style="position:absolute;flip:y;visibility:visible;mso-wrap-style:square" from="33546,10805" to="36083,13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4+WcQAAADcAAAADwAAAGRycy9kb3ducmV2LnhtbESP0WoCMRRE3wX/IVyhb5qt1EW3RrFC&#10;ofgiVT/gsrndLN3crEmq6369EYQ+DjNzhlmuO9uIC/lQO1bwOslAEJdO11wpOB0/x3MQISJrbByT&#10;ghsFWK+GgyUW2l35my6HWIkE4VCgAhNjW0gZSkMWw8S1xMn7cd5iTNJXUnu8Jrht5DTLcmmx5rRg&#10;sKWtofL38GcVNH089YuPremz89tN7/e587OdUi+jbvMOIlIX/8PP9pdWMMun8DiTjoBc3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Hj5ZxAAAANwAAAAPAAAAAAAAAAAA&#10;AAAAAKECAABkcnMvZG93bnJldi54bWxQSwUGAAAAAAQABAD5AAAAkgMAAAAA&#10;" strokecolor="black [3213]"/>
                </v:group>
                <v:group id="Groupe 546" o:spid="_x0000_s1325" style="position:absolute;left:54564;top:24959;width:1721;height:1779" coordorigin="54673,10803"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oSyasYAAADcAAAADwAAAGRycy9kb3ducmV2LnhtbESPT2vCQBTE7wW/w/KE&#10;3uomWkWiq4jU0kMoNBFKb4/sMwlm34bsNn++fbdQ6HGYmd8w++NoGtFT52rLCuJFBIK4sLrmUsE1&#10;vzxtQTiPrLGxTAomcnA8zB72mGg78Af1mS9FgLBLUEHlfZtI6YqKDLqFbYmDd7OdQR9kV0rd4RDg&#10;ppHLKNpIgzWHhQpbOldU3LNvo+B1wOG0il/69H47T1/5+v0zjUmpx/l42oHwNPr/8F/7TStYP2/g&#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mhLJqxgAAANwA&#10;AAAPAAAAAAAAAAAAAAAAAKoCAABkcnMvZG93bnJldi54bWxQSwUGAAAAAAQABAD6AAAAnQMAAAAA&#10;">
                  <v:rect id="Rectangle 551" o:spid="_x0000_s1326" style="position:absolute;left:54673;top:10803;width:2537;height:2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0+m8YA&#10;AADcAAAADwAAAGRycy9kb3ducmV2LnhtbESPQWvCQBSE7wX/w/KEXqRuDGgldZVSsIQeBLXg9bn7&#10;TILZtyG7jUl/fVcoeBxm5htmteltLTpqfeVYwWyagCDWzlRcKPg+bl+WIHxANlg7JgUDedisR08r&#10;zIy78Z66QyhEhLDPUEEZQpNJ6XVJFv3UNcTRu7jWYoiyLaRp8RbhtpZpkiykxYrjQokNfZSkr4cf&#10;q2C3P+GQLybn6vd1ew7Hif5KP7VSz+P+/Q1EoD48wv/t3CiYz2dwPxOP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70+m8YAAADcAAAADwAAAAAAAAAAAAAAAACYAgAAZHJz&#10;L2Rvd25yZXYueG1sUEsFBgAAAAAEAAQA9QAAAIsDAAAAAA==&#10;" fillcolor="white [3212]" strokecolor="black [3213]" strokeweight="2.25pt"/>
                  <v:line id="Connecteur droit 552" o:spid="_x0000_s1327" style="position:absolute;visibility:visible;mso-wrap-style:square" from="54673,10803" to="57210,134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K0kMUAAADcAAAADwAAAGRycy9kb3ducmV2LnhtbESPQWvCQBSE74X+h+UVvNWNgRiJrhIK&#10;QrUnbUuvj+wzSZt9G3bXGP31XaHQ4zAz3zCrzWg6MZDzrWUFs2kCgriyuuVawcf79nkBwgdkjZ1l&#10;UnAlD5v148MKC20vfKDhGGoRIewLVNCE0BdS+qohg35qe+LonawzGKJ0tdQOLxFuOpkmyVwabDku&#10;NNjTS0PVz/FsFCyq/bcr83I3yz77/Dakb/PtV67U5GkslyACjeE//Nd+1QqyLIX7mXgE5P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IK0kMUAAADcAAAADwAAAAAAAAAA&#10;AAAAAAChAgAAZHJzL2Rvd25yZXYueG1sUEsFBgAAAAAEAAQA+QAAAJMDAAAAAA==&#10;" strokecolor="black [3213]"/>
                  <v:line id="Connecteur droit 553" o:spid="_x0000_s1328" style="position:absolute;flip:y;visibility:visible;mso-wrap-style:square" from="54673,10803" to="57210,134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5Rf8UAAADcAAAADwAAAGRycy9kb3ducmV2LnhtbESPUWvCMBSF34X9h3AHe9N008rWGWUT&#10;BrIXsfoDLs1dU9bcdEnU2l+/CIKPh3POdziLVW9bcSIfGscKnicZCOLK6YZrBYf91/gVRIjIGlvH&#10;pOBCAVbLh9ECC+3OvKNTGWuRIBwKVGBi7AopQ2XIYpi4jjh5P85bjEn6WmqP5wS3rXzJsrm02HBa&#10;MNjR2lD1Wx6tgnaIh+Htc22G7G920dvt3Pn8W6mnx/7jHUSkPt7Dt/ZGK8jzKVzPpCM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j5Rf8UAAADcAAAADwAAAAAAAAAA&#10;AAAAAAChAgAAZHJzL2Rvd25yZXYueG1sUEsFBgAAAAAEAAQA+QAAAJMDAAAAAA==&#10;" strokecolor="black [3213]"/>
                </v:group>
                <v:group id="Groupe 547" o:spid="_x0000_s1329" style="position:absolute;left:54564;top:31848;width:1721;height:1779" coordorigin="54673,20949"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cgX8cYAAADcAAAADwAAAGRycy9kb3ducmV2LnhtbESPQWvCQBSE7wX/w/IE&#10;b3UTNVqiq4jY0kMoVAult0f2mQSzb0N2TeK/dwuFHoeZ+YbZ7AZTi45aV1lWEE8jEMS51RUXCr7O&#10;r88vIJxH1lhbJgV3crDbjp42mGrb8yd1J1+IAGGXooLS+yaV0uUlGXRT2xAH72Jbgz7ItpC6xT7A&#10;TS1nUbSUBisOCyU2dCgpv55uRsFbj/1+Hh+77Ho53H/Oycd3FpNSk/GwX4PwNPj/8F/7XStIFi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JyBfxxgAAANwA&#10;AAAPAAAAAAAAAAAAAAAAAKoCAABkcnMvZG93bnJldi54bWxQSwUGAAAAAAQABAD6AAAAnQMAAAAA&#10;">
                  <v:rect id="Rectangle 548" o:spid="_x0000_s1330" style="position:absolute;left:54673;top:20949;width:2537;height:2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4B28MA&#10;AADcAAAADwAAAGRycy9kb3ducmV2LnhtbERPz2vCMBS+D/wfwhO8yEwV56QaRQZK2WFQHez6TN7a&#10;sualNJlt/euXw8Djx/d7u+9tLW7U+sqxgvksAUGsnam4UPB5OT6vQfiAbLB2TAoG8rDfjZ62mBrX&#10;cU63cyhEDGGfooIyhCaV0uuSLPqZa4gj9+1aiyHCtpCmxS6G21oukmQlLVYcG0ps6K0k/XP+tQo+&#10;8i8cstX0Wt1fj9dwmer3xUkrNRn3hw2IQH14iP/dmVHwsoxr45l4BOTu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14B28MAAADcAAAADwAAAAAAAAAAAAAAAACYAgAAZHJzL2Rv&#10;d25yZXYueG1sUEsFBgAAAAAEAAQA9QAAAIgDAAAAAA==&#10;" fillcolor="white [3212]" strokecolor="black [3213]" strokeweight="2.25pt"/>
                  <v:line id="Connecteur droit 549" o:spid="_x0000_s1331" style="position:absolute;visibility:visible;mso-wrap-style:square" from="54673,20949" to="57210,23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PMYAAADcAAAADwAAAGRycy9kb3ducmV2LnhtbESPQWvCQBSE74L/YXlCb7pRqtHoKkEQ&#10;bHuqrXh9ZF+T1OzbsLvGtL++Wyj0OMzMN8xm15tGdOR8bVnBdJKAIC6srrlU8P52GC9B+ICssbFM&#10;Cr7Iw247HGww0/bOr9SdQikihH2GCqoQ2kxKX1Rk0E9sSxy9D+sMhihdKbXDe4SbRs6SZCEN1hwX&#10;KmxpX1FxPd2MgmXx/OnyNH+azs9t+t3NXhaHS6rUw6jP1yAC9eE//Nc+agXzxxX8nolHQG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f/sDzGAAAA3AAAAA8AAAAAAAAA&#10;AAAAAAAAoQIAAGRycy9kb3ducmV2LnhtbFBLBQYAAAAABAAEAPkAAACUAwAAAAA=&#10;" strokecolor="black [3213]"/>
                  <v:line id="Connecteur droit 550" o:spid="_x0000_s1332" style="position:absolute;flip:y;visibility:visible;mso-wrap-style:square" from="54673,20949" to="57210,23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zPCMEAAADcAAAADwAAAGRycy9kb3ducmV2LnhtbERP3WrCMBS+F/YO4Qx2p6ljFe2MsgnC&#10;8EasPsChOWuKzUmXRK19+uVC8PLj+1+ue9uKK/nQOFYwnWQgiCunG64VnI7b8RxEiMgaW8ek4E4B&#10;1quX0RIL7W58oGsZa5FCOBSowMTYFVKGypDFMHEdceJ+nbcYE/S11B5vKdy28j3LZtJiw6nBYEcb&#10;Q9W5vFgF7RBPw+J7Y4bs7+Ou9/uZ8/lOqbfX/usTRKQ+PsUP949WkOdpfjqTjoB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7M8IwQAAANwAAAAPAAAAAAAAAAAAAAAA&#10;AKECAABkcnMvZG93bnJldi54bWxQSwUGAAAAAAQABAD5AAAAjwMAAAAA&#10;" strokecolor="black [3213]"/>
                </v:group>
                <v:line id="Connecteur droit 208" o:spid="_x0000_s1333" style="position:absolute;visibility:visible;mso-wrap-style:square" from="0,14668" to="87154,14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fw1b4AAADcAAAADwAAAGRycy9kb3ducmV2LnhtbERPuwrCMBTdBf8hXMFN0xZ8UI0iguIg&#10;iNXB8dJc22JzU5qo9e/NIDgeznu57kwtXtS6yrKCeByBIM6trrhQcL3sRnMQziNrrC2Tgg85WK/6&#10;vSWm2r75TK/MFyKEsEtRQel9k0rp8pIMurFtiAN3t61BH2BbSN3iO4SbWiZRNJUGKw4NJTa0LSl/&#10;ZE+j4FzP9jdjyCaP+D7Zny75Ns6OSg0H3WYBwlPn/+Kf+6AVJFFYG86EIyBXX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VR/DVvgAAANwAAAAPAAAAAAAAAAAAAAAAAKEC&#10;AABkcnMvZG93bnJldi54bWxQSwUGAAAAAAQABAD5AAAAjAMAAAAA&#10;" strokecolor="black [3213]" strokeweight="1pt">
                  <v:stroke dashstyle="longDashDot"/>
                </v:line>
                <v:line id="Connecteur droit 209" o:spid="_x0000_s1334" style="position:absolute;visibility:visible;mso-wrap-style:square" from="64726,30169" to="92322,301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tVTsUAAADcAAAADwAAAGRycy9kb3ducmV2LnhtbESPT2vCQBTE7wW/w/IEb3WTgG2NWUUE&#10;Qw9CSezB4yP78gezb0N21fTbu4VCj8PM/IbJdpPpxZ1G11lWEC8jEMSV1R03Cr7Px9cPEM4ja+wt&#10;k4IfcrDbzl4yTLV9cEH30jciQNilqKD1fkildFVLBt3SDsTBq+1o0Ac5NlKP+Ahw08skit6kwY7D&#10;QosDHVqqruXNKCj69/xiDNnkGter/OtcHeLypNRiPu03IDxN/j/81/7UCpJoDb9nwhGQ2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gtVTsUAAADcAAAADwAAAAAAAAAA&#10;AAAAAAChAgAAZHJzL2Rvd25yZXYueG1sUEsFBgAAAAAEAAQA+QAAAJMDAAAAAA==&#10;" strokecolor="black [3213]" strokeweight="1pt">
                  <v:stroke dashstyle="longDashDot"/>
                </v:line>
                <v:line id="Connecteur droit 210" o:spid="_x0000_s1335" style="position:absolute;visibility:visible;mso-wrap-style:square" from="12,45801" to="88469,45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hqDr4AAADcAAAADwAAAGRycy9kb3ducmV2LnhtbERPuwrCMBTdBf8hXMFN0xZ8UI0iguIg&#10;iNXB8dJc22JzU5qo9e/NIDgeznu57kwtXtS6yrKCeByBIM6trrhQcL3sRnMQziNrrC2Tgg85WK/6&#10;vSWm2r75TK/MFyKEsEtRQel9k0rp8pIMurFtiAN3t61BH2BbSN3iO4SbWiZRNJUGKw4NJTa0LSl/&#10;ZE+j4FzP9jdjyCaP+D7Zny75Ns6OSg0H3WYBwlPn/+Kf+6AVJHGYH86EIyBXX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u6GoOvgAAANwAAAAPAAAAAAAAAAAAAAAAAKEC&#10;AABkcnMvZG93bnJldi54bWxQSwUGAAAAAAQABAD5AAAAjAMAAAAA&#10;" strokecolor="black [3213]" strokeweight="1pt">
                  <v:stroke dashstyle="longDashDot"/>
                </v:line>
                <v:group id="Groupe 223" o:spid="_x0000_s1336" style="position:absolute;left:37926;top:37869;width:1956;height:16233" coordorigin="128015"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line id="Connecteur droit 224" o:spid="_x0000_s1337" style="position:absolute;visibility:visible;mso-wrap-style:square" from="129429,0" to="129429,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6zMMAAADcAAAADwAAAGRycy9kb3ducmV2LnhtbESPQYvCMBSE74L/ITzBm6YW2V2qUUQo&#10;COLKuh48PppnU2xeShNr/febBcHjMDPfMMt1b2vRUesrxwpm0wQEceF0xaWC828++QLhA7LG2jEp&#10;eJKH9Wo4WGKm3YN/qDuFUkQI+wwVmBCaTEpfGLLop64hjt7VtRZDlG0pdYuPCLe1TJPkQ1qsOC4Y&#10;bGhrqLid7lZBeSFt9+fd8bM7dNfbcZsn3yZXajzqNwsQgfrwDr/aO60gTefwfyYe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P9OszDAAAA3AAAAA8AAAAAAAAAAAAA&#10;AAAAoQIAAGRycy9kb3ducmV2LnhtbFBLBQYAAAAABAAEAPkAAACRAwAAAAA=&#10;" strokecolor="black [3213]" strokeweight="2.25pt"/>
                  <v:line id="Connecteur droit 225" o:spid="_x0000_s1338" style="position:absolute;visibility:visible;mso-wrap-style:square" from="128015,0" to="1310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GfV8MAAADcAAAADwAAAGRycy9kb3ducmV2LnhtbESPQYvCMBSE74L/ITzBm6YW3F2qUUQo&#10;COLKuh48PppnU2xeShNr/febBcHjMDPfMMt1b2vRUesrxwpm0wQEceF0xaWC828++QLhA7LG2jEp&#10;eJKH9Wo4WGKm3YN/qDuFUkQI+wwVmBCaTEpfGLLop64hjt7VtRZDlG0pdYuPCLe1TJPkQ1qsOC4Y&#10;bGhrqLid7lZBeSFt9+fd8bM7dNfbcZsn3yZXajzqNwsQgfrwDr/aO60gTefwfyYe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yxn1fDAAAA3AAAAA8AAAAAAAAAAAAA&#10;AAAAoQIAAGRycy9kb3ducmV2LnhtbFBLBQYAAAAABAAEAPkAAACRAwAAAAA=&#10;" strokecolor="black [3213]" strokeweight="2.25pt"/>
                  <v:line id="Connecteur droit 226" o:spid="_x0000_s1339" style="position:absolute;visibility:visible;mso-wrap-style:square" from="128015,8730" to="131032,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GMBIMMAAADcAAAADwAAAGRycy9kb3ducmV2LnhtbESPQYvCMBSE7wv+h/AEb2tqDyrVKCIU&#10;hGUVXQ97fDTPpti8lCbW+u+NIHgcZuYbZrnubS06an3lWMFknIAgLpyuuFRw/su/5yB8QNZYOyYF&#10;D/KwXg2+lphpd+cjdadQighhn6ECE0KTSekLQxb92DXE0bu41mKIsi2lbvEe4baWaZJMpcWK44LB&#10;hraGiuvpZhWU/6Ttz3l3mHW/3eV62ObJ3uRKjYb9ZgEiUB8+4Xd7pxWk6RReZ+IRkK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xjASDDAAAA3AAAAA8AAAAAAAAAAAAA&#10;AAAAoQIAAGRycy9kb3ducmV2LnhtbFBLBQYAAAAABAAEAPkAAACRAwAAAAA=&#10;" strokecolor="black [3213]" strokeweight="2.25pt"/>
                </v:group>
                <v:line id="Connecteur droit 232" o:spid="_x0000_s1340" style="position:absolute;flip:x;visibility:visible;mso-wrap-style:square" from="11330,29316" to="61414,29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fx8cYAAADcAAAADwAAAGRycy9kb3ducmV2LnhtbESPUWvCQBCE34X+h2MLfdOLaREbcxFb&#10;FAQRWlsU35bcmgRze+Hu1PTf94RCH4fZ+WYnn/emFVdyvrGsYDxKQBCXVjdcKfj+Wg2nIHxA1tha&#10;JgU/5GFePAxyzLS98Sddd6ESEcI+QwV1CF0mpS9rMuhHtiOO3sk6gyFKV0nt8BbhppVpkkykwYZj&#10;Q40dvddUnncXE994+Viazf5tMj2uloetS7e9T16VenrsFzMQgfrwf/yXXmsF6XMK9zGRALL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UX8fHGAAAA3AAAAA8AAAAAAAAA&#10;AAAAAAAAoQIAAGRycy9kb3ducmV2LnhtbFBLBQYAAAAABAAEAPkAAACUAwAAAAA=&#10;" strokecolor="#ffc000" strokeweight="2.25pt"/>
                <v:group id="Groupe 233" o:spid="_x0000_s1341" style="position:absolute;left:23669;top:42736;width:45666;height:5989" coordorigin="78530,17083" coordsize="61327,8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v6sQAAADcAAAADwAAAGRycy9kb3ducmV2LnhtbESPQYvCMBSE7wv+h/AE&#10;b2tayy5SjSKi4kEWVgXx9miebbF5KU1s67/fLAgeh5n5hpkve1OJlhpXWlYQjyMQxJnVJecKzqft&#10;5xSE88gaK8uk4EkOlovBxxxTbTv+pfbocxEg7FJUUHhfp1K6rCCDbmxr4uDdbGPQB9nkUjfYBbip&#10;5CSKvqXBksNCgTWtC8rux4dRsOuwWyXxpj3cb+vn9fT1cznEpNRo2K9mIDz1/h1+tfdawSRJ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v6sQAAADcAAAA&#10;DwAAAAAAAAAAAAAAAACqAgAAZHJzL2Rvd25yZXYueG1sUEsFBgAAAAAEAAQA+gAAAJsDAAAAAA==&#10;">
                  <v:group id="Groupe 234" o:spid="_x0000_s1342" style="position:absolute;left:136978;top:17083;width:2880;height:8820" coordorigin="128015"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bY3nsYAAADcAAAADwAAAGRycy9kb3ducmV2LnhtbESPT2vCQBTE7wW/w/IK&#10;vdXNH1skdQ0itngQoSqU3h7ZZxKSfRuy2yR++25B6HGYmd8wq3wyrRiod7VlBfE8AkFcWF1zqeBy&#10;fn9egnAeWWNrmRTcyEG+nj2sMNN25E8aTr4UAcIuQwWV910mpSsqMujmtiMO3tX2Bn2QfSl1j2OA&#10;m1YmUfQqDdYcFirsaFtR0Zx+jIKPEcdNGu+GQ3Pd3r7PL8evQ0xKPT1OmzcQnib/H76391pBki7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tjeexgAAANwA&#10;AAAPAAAAAAAAAAAAAAAAAKoCAABkcnMvZG93bnJldi54bWxQSwUGAAAAAAQABAD6AAAAnQMAAAAA&#10;">
                    <v:line id="Connecteur droit 235" o:spid="_x0000_s1343" style="position:absolute;flip:x;visibility:visible;mso-wrap-style:square" from="129429,0" to="129429,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Tj5cYAAADcAAAADwAAAGRycy9kb3ducmV2LnhtbESPQWvCQBSE7wX/w/IEL1I3VRokzUaK&#10;KPRSsKlYentkn0kw+zZm1yT9912h0OMwM98w6WY0jeipc7VlBU+LCARxYXXNpYLj5/5xDcJ5ZI2N&#10;ZVLwQw422eQhxUTbgT+oz30pAoRdggoq79tESldUZNAtbEscvLPtDPogu1LqDocAN41cRlEsDdYc&#10;FipsaVtRcclvRsEB99fd/DQnvX7P4y1/fzVtvFJqNh1fX0B4Gv1/+K/9phUsV89wPxOOgMx+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tU4+XGAAAA3AAAAA8AAAAAAAAA&#10;AAAAAAAAoQIAAGRycy9kb3ducmV2LnhtbFBLBQYAAAAABAAEAPkAAACUAwAAAAA=&#10;" strokecolor="#00b050" strokeweight="2.25pt"/>
                    <v:line id="Connecteur droit 236" o:spid="_x0000_s1344" style="position:absolute;visibility:visible;mso-wrap-style:square" from="128015,0" to="1310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YYhMQAAADcAAAADwAAAGRycy9kb3ducmV2LnhtbESPQWsCMRSE70L/Q3hCbzXrtkhZjSJC&#10;YaW9qBX19tg8dxc3LyFJdfvvG6HgcZiZb5jZojeduJIPrWUF41EGgriyuuVawffu4+UdRIjIGjvL&#10;pOCXAizmT4MZFtreeEPXbaxFgnAoUEEToyukDFVDBsPIOuLkna03GJP0tdQebwluOpln2UQabDkt&#10;NOho1VB12f4YBavWuvXBfX1ymfm12ZtjecrflHoe9sspiEh9fIT/26VWkL9O4H4mHQE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lhiExAAAANwAAAAPAAAAAAAAAAAA&#10;AAAAAKECAABkcnMvZG93bnJldi54bWxQSwUGAAAAAAQABAD5AAAAkgMAAAAA&#10;" strokecolor="#00b050" strokeweight="2.25pt"/>
                    <v:line id="Connecteur droit 237" o:spid="_x0000_s1345" style="position:absolute;visibility:visible;mso-wrap-style:square" from="128015,8730" to="131032,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q9H8UAAADcAAAADwAAAGRycy9kb3ducmV2LnhtbESPQWsCMRSE7wX/Q3iCt5rtWlS2RhFB&#10;WKmXaovt7bF53V26eQlJqtt/bwqCx2FmvmEWq9504kw+tJYVPI0zEMSV1S3XCt6P28c5iBCRNXaW&#10;ScEfBVgtBw8LLLS98BudD7EWCcKhQAVNjK6QMlQNGQxj64iT9229wZikr6X2eElw08k8y6bSYMtp&#10;oUFHm4aqn8OvUbBprdud3P6Vy8zvzIf5LL/yZ6VGw379AiJSH+/hW7vUCvLJDP7PpCMgl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Nq9H8UAAADcAAAADwAAAAAAAAAA&#10;AAAAAAChAgAAZHJzL2Rvd25yZXYueG1sUEsFBgAAAAAEAAQA+QAAAJMDAAAAAA==&#10;" strokecolor="#00b050" strokeweight="2.25pt"/>
                  </v:group>
                  <v:line id="Connecteur droit 238" o:spid="_x0000_s1346" style="position:absolute;flip:x;visibility:visible;mso-wrap-style:square" from="78530,21517" to="138385,215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VMe8IAAADcAAAADwAAAGRycy9kb3ducmV2LnhtbERPTYvCMBC9C/6HMMJeRNNVKFKbisgK&#10;exHcKoq3oRnbYjPpNlmt/94cFjw+3ne66k0j7tS52rKCz2kEgriwuuZSwfGwnSxAOI+ssbFMCp7k&#10;YJUNBykm2j74h+65L0UIYZeggsr7NpHSFRUZdFPbEgfuajuDPsCulLrDRwg3jZxFUSwN1hwaKmxp&#10;U1Fxy/+Mgj1uf7/GpzHpxS6PN3w5N208V+pj1K+XIDz1/i3+d39rBbN5WBvOhCMgs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VVMe8IAAADcAAAADwAAAAAAAAAAAAAA&#10;AAChAgAAZHJzL2Rvd25yZXYueG1sUEsFBgAAAAAEAAQA+QAAAJADAAAAAA==&#10;" strokecolor="#00b050" strokeweight="2.25pt"/>
                </v:group>
                <v:line id="Connecteur droit 239" o:spid="_x0000_s1347" style="position:absolute;visibility:visible;mso-wrap-style:square" from="0,29312" to="66641,29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Gef88UAAADcAAAADwAAAGRycy9kb3ducmV2LnhtbESPQWuDQBSE74H+h+UVeourliaNzSaU&#10;QEIPhaD2kOPDfVGJ+1bcjdp/3y0Uehxm5htmu59NJ0YaXGtZQRLFIIgrq1uuFXyVx+UrCOeRNXaW&#10;ScE3OdjvHhZbzLSdOKex8LUIEHYZKmi87zMpXdWQQRfZnjh4VzsY9EEOtdQDTgFuOpnG8UoabDks&#10;NNjToaHqVtyNgrxbny7GkE1vyfXldC6rQ1J8KvX0OL+/gfA0+//wX/tDK0ifN/B7JhwBuf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Gef88UAAADcAAAADwAAAAAAAAAA&#10;AAAAAAChAgAAZHJzL2Rvd25yZXYueG1sUEsFBgAAAAAEAAQA+QAAAJMDAAAAAA==&#10;" strokecolor="black [3213]" strokeweight="1pt">
                  <v:stroke dashstyle="longDashDot"/>
                </v:line>
                <v:group id="Groupe 240" o:spid="_x0000_s1348" style="position:absolute;left:10008;top:5435;width:51406;height:18384" coordorigin=",29653" coordsize="75697,270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otC4MIAAADcAAAADwAAAGRycy9kb3ducmV2LnhtbERPy4rCMBTdC/MP4Q64&#10;07S+GDpGERmHWYhgHRB3l+baFpub0sS2/r1ZCC4P571c96YSLTWutKwgHkcgiDOrS84V/J92oy8Q&#10;ziNrrCyTggc5WK8+BktMtO34SG3qcxFC2CWooPC+TqR0WUEG3djWxIG72sagD7DJpW6wC+GmkpMo&#10;WkiDJYeGAmvaFpTd0rtR8Ntht5nGP+3+dt0+Lqf54byPSanhZ7/5BuGp92/xy/2nFUxm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aLQuDCAAAA3AAAAA8A&#10;AAAAAAAAAAAAAAAAqgIAAGRycy9kb3ducmV2LnhtbFBLBQYAAAAABAAEAPoAAACZAwAAAAA=&#10;">
                  <v:line id="Connecteur droit 241" o:spid="_x0000_s1349" style="position:absolute;flip:x;visibility:visible;mso-wrap-style:square" from="0,43164" to="75697,43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D+OsUAAADcAAAADwAAAGRycy9kb3ducmV2LnhtbESP0WrCQBRE3wv9h+UKvhTdTbClRlcp&#10;SqSUglT9gEv2mgSzd0N2NfHv3UKhj8PMnGGW68E24kadrx1rSKYKBHHhTM2lhtMxn7yD8AHZYOOY&#10;NNzJw3r1/LTEzLief+h2CKWIEPYZaqhCaDMpfVGRRT91LXH0zq6zGKLsSmk67CPcNjJV6k1arDku&#10;VNjSpqLicrhaDXIv51+lyu1L0ezvu53yr99br/V4NHwsQAQawn/4r/1pNKSzBH7PxCMgV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4D+OsUAAADcAAAADwAAAAAAAAAA&#10;AAAAAAChAgAAZHJzL2Rvd25yZXYueG1sUEsFBgAAAAAEAAQA+QAAAJMDAAAAAA==&#10;" strokecolor="red" strokeweight="2.25pt"/>
                  <v:group id="Groupe 242" o:spid="_x0000_s1350" style="position:absolute;left:8965;top:38811;width:2880;height:8784" coordorigin="128015"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RV5DMUAAADcAAAADwAAAGRycy9kb3ducmV2LnhtbESPT2vCQBTE7wW/w/IE&#10;b3WT2IpEVxFR6UEK/gHx9sg+k2D2bciuSfz23UKhx2FmfsMsVr2pREuNKy0riMcRCOLM6pJzBZfz&#10;7n0GwnlkjZVlUvAiB6vl4G2BqbYdH6k9+VwECLsUFRTe16mULivIoBvbmjh4d9sY9EE2udQNdgFu&#10;KplE0VQaLDksFFjTpqDscXoaBfsOu/Uk3raHx33zup0/v6+HmJQaDfv1HISn3v+H/9pfWkHykc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VeQzFAAAA3AAA&#10;AA8AAAAAAAAAAAAAAAAAqgIAAGRycy9kb3ducmV2LnhtbFBLBQYAAAAABAAEAPoAAACcAwAAAAA=&#10;">
                    <v:line id="Connecteur droit 243" o:spid="_x0000_s1351" style="position:absolute;flip:x;visibility:visible;mso-wrap-style:square" from="129429,0" to="129429,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7F1sQAAADcAAAADwAAAGRycy9kb3ducmV2LnhtbESP3YrCMBSE7xd8h3AWvBFN/EWrUZYV&#10;RUQQfx7g0Bzbss1JaaLWt98sCHs5zMw3zGLV2FI8qPaFYw39ngJBnDpTcKbhetl0pyB8QDZYOiYN&#10;L/KwWrY+FpgY9+QTPc4hExHCPkENeQhVIqVPc7Loe64ijt7N1RZDlHUmTY3PCLelHCg1kRYLjgs5&#10;VvSdU/pzvlsN8ihn+0xtbCctj6/tVvnxYe21bn82X3MQgZrwH363d0bDYDSEvzPxCM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HsXWxAAAANwAAAAPAAAAAAAAAAAA&#10;AAAAAKECAABkcnMvZG93bnJldi54bWxQSwUGAAAAAAQABAD5AAAAkgMAAAAA&#10;" strokecolor="red" strokeweight="2.25pt"/>
                    <v:line id="Connecteur droit 244" o:spid="_x0000_s1352" style="position:absolute;visibility:visible;mso-wrap-style:square" from="128015,0" to="1310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27i8QAAADcAAAADwAAAGRycy9kb3ducmV2LnhtbESPQWsCMRSE74L/ITyhN80qS9GtUVQQ&#10;hFJEK/T6TF53t25elk3U9N83gtDjMDPfMPNltI24UedrxwrGowwEsXam5lLB6XM7nILwAdlg45gU&#10;/JKH5aLfm2Nh3J0PdDuGUiQI+wIVVCG0hZReV2TRj1xLnLxv11kMSXalNB3eE9w2cpJlr9JizWmh&#10;wpY2FenL8WoVfP3MzvtYa5Pz+fCe73z80Ou1Ui+DuHoDESiG//CzvTMKJnkOjzPpCM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nbuLxAAAANwAAAAPAAAAAAAAAAAA&#10;AAAAAKECAABkcnMvZG93bnJldi54bWxQSwUGAAAAAAQABAD5AAAAkgMAAAAA&#10;" strokecolor="red" strokeweight="2.25pt"/>
                    <v:line id="Connecteur droit 245" o:spid="_x0000_s1353" style="position:absolute;visibility:visible;mso-wrap-style:square" from="128015,8730" to="131032,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EeEMQAAADcAAAADwAAAGRycy9kb3ducmV2LnhtbESPQWsCMRSE70L/Q3gFb5pVtsWuRlFB&#10;EEoRteD1mbzubt28LJtU03/fCAWPw8x8w8wW0TbiSp2vHSsYDTMQxNqZmksFn8fNYALCB2SDjWNS&#10;8EseFvOn3gwL4268p+shlCJB2BeooAqhLaT0uiKLfuha4uR9uc5iSLIrpenwluC2keMse5UWa04L&#10;Fba0rkhfDj9Wwen77byLtTY5n/fv+dbHD71aKdV/jsspiEAxPML/7a1RMM5f4H4mHQE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0R4QxAAAANwAAAAPAAAAAAAAAAAA&#10;AAAAAKECAABkcnMvZG93bnJldi54bWxQSwUGAAAAAAQABAD5AAAAkgMAAAAA&#10;" strokecolor="red" strokeweight="2.25pt"/>
                  </v:group>
                  <v:group id="Groupe 246" o:spid="_x0000_s1354" style="position:absolute;left:31999;top:36310;width:2880;height:13896" coordorigin="124999"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i5/D8UAAADcAAAADwAAAGRycy9kb3ducmV2LnhtbESPQYvCMBSE78L+h/CE&#10;vWlaV2WpRhFZlz2IoC6It0fzbIvNS2liW/+9EQSPw8x8w8yXnSlFQ7UrLCuIhxEI4tTqgjMF/8fN&#10;4BuE88gaS8uk4E4OlouP3hwTbVveU3PwmQgQdgkqyL2vEildmpNBN7QVcfAutjbog6wzqWtsA9yU&#10;chRFU2mw4LCQY0XrnNLr4WYU/LbYrr7in2Z7vazv5+Nkd9rGpNRnv1vNQHjq/Dv8av9pBaPx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Yufw/FAAAA3AAA&#10;AA8AAAAAAAAAAAAAAAAAqgIAAGRycy9kb3ducmV2LnhtbFBLBQYAAAAABAAEAPoAAACcAwAAAAA=&#10;">
                    <v:line id="Connecteur droit 247" o:spid="_x0000_s1355" style="position:absolute;flip:x;visibility:visible;mso-wrap-style:square" from="126413,0" to="126413,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XD1cQAAADcAAAADwAAAGRycy9kb3ducmV2LnhtbESP3YrCMBSE7xd8h3AWvBFNFH+rUZYV&#10;RUQQfx7g0Bzbss1JaaLWt98sCHs5zMw3zGLV2FI8qPaFYw39ngJBnDpTcKbhetl0pyB8QDZYOiYN&#10;L/KwWrY+FpgY9+QTPc4hExHCPkENeQhVIqVPc7Loe64ijt7N1RZDlHUmTY3PCLelHCg1lhYLjgs5&#10;VvSdU/pzvlsN8ihn+0xtbCctj6/tVvnRYe21bn82X3MQgZrwH363d0bDYDiBvzPxCM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JcPVxAAAANwAAAAPAAAAAAAAAAAA&#10;AAAAAKECAABkcnMvZG93bnJldi54bWxQSwUGAAAAAAQABAD5AAAAkgMAAAAA&#10;" strokecolor="red" strokeweight="2.25pt"/>
                    <v:line id="Connecteur droit 248" o:spid="_x0000_s1356" style="position:absolute;visibility:visible;mso-wrap-style:square" from="124999,0" to="1280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CxjsEAAADcAAAADwAAAGRycy9kb3ducmV2LnhtbERPXWvCMBR9H/gfwhX2NlOliHZGmYIg&#10;DBlWYa/X5K7t1tyUJmr89+Zh4OPhfC9W0bbiSr1vHCsYjzIQxNqZhisFp+P2bQbCB2SDrWNScCcP&#10;q+XgZYGFcTc+0LUMlUgh7AtUUIfQFVJ6XZNFP3IdceJ+XG8xJNhX0vR4S+G2lZMsm0qLDaeGGjva&#10;1KT/yotV8P07P3/FRpucz4fPfOfjXq/XSr0O48c7iEAxPMX/7p1RMMnT2nQmHQG5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70LGOwQAAANwAAAAPAAAAAAAAAAAAAAAA&#10;AKECAABkcnMvZG93bnJldi54bWxQSwUGAAAAAAQABAD5AAAAjwMAAAAA&#10;" strokecolor="red" strokeweight="2.25pt"/>
                    <v:line id="Connecteur droit 249" o:spid="_x0000_s1357" style="position:absolute;visibility:visible;mso-wrap-style:square" from="124999,8730" to="128015,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JwUFcQAAADcAAAADwAAAGRycy9kb3ducmV2LnhtbESPQWsCMRSE74L/ITzBm2aVpdStUapQ&#10;EEREW+j1mTx3125elk2q8d83QsHjMDPfMPNltI24Uudrxwom4wwEsXam5lLB1+fH6BWED8gGG8ek&#10;4E4elot+b46FcTc+0PUYSpEg7AtUUIXQFlJ6XZFFP3YtcfLOrrMYkuxKaTq8Jbht5DTLXqTFmtNC&#10;hS2tK9I/x1+r4PsyO+1jrU3Op8M23/i406uVUsNBfH8DESiGZ/i/vTEKpvkMHmfSEZ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nBQVxAAAANwAAAAPAAAAAAAAAAAA&#10;AAAAAKECAABkcnMvZG93bnJldi54bWxQSwUGAAAAAAQABAD5AAAAkgMAAAAA&#10;" strokecolor="red" strokeweight="2.25pt"/>
                  </v:group>
                  <v:group id="Groupe 250" o:spid="_x0000_s1358" style="position:absolute;left:61745;top:34870;width:2880;height:16740" coordorigin="128015"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1LUPcMAAADcAAAADwAAAGRycy9kb3ducmV2LnhtbERPTWvCQBC9F/oflhF6&#10;q5tYUiS6BpFaeghCVSi9DdkxCcnOhuyaxH/vHgSPj/e9zibTioF6V1tWEM8jEMSF1TWXCs6n/fsS&#10;hPPIGlvLpOBGDrLN68saU21H/qXh6EsRQtilqKDyvkuldEVFBt3cdsSBu9jeoA+wL6XucQzhppWL&#10;KPqUBmsODRV2tKuoaI5Xo+B7xHH7EX8NeXPZ3f5PyeEvj0mpt9m0XYHwNPmn+OH+0QoWSZgf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DUtQ9wwAAANwAAAAP&#10;AAAAAAAAAAAAAAAAAKoCAABkcnMvZG93bnJldi54bWxQSwUGAAAAAAQABAD6AAAAmgMAAAAA&#10;">
                    <v:line id="Connecteur droit 251" o:spid="_x0000_s1359" style="position:absolute;flip:x;visibility:visible;mso-wrap-style:square" from="129429,0" to="129429,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lo58UAAADcAAAADwAAAGRycy9kb3ducmV2LnhtbESP0WrCQBRE3wX/YbmFvojuGlBq6iZI&#10;i6EUQap+wCV7m4Rm74bsNol/3y0U+jjMzBlmn0+2FQP1vnGsYb1SIIhLZxquNNyux+UTCB+QDbaO&#10;ScOdPOTZfLbH1LiRP2i4hEpECPsUNdQhdKmUvqzJol+5jjh6n663GKLsK2l6HCPctjJRaistNhwX&#10;auzopaby6/JtNciz3L1X6mgXZXu+F4Xym9Or1/rxYTo8gwg0hf/wX/vNaEg2a/g9E4+Az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llo58UAAADcAAAADwAAAAAAAAAA&#10;AAAAAAChAgAAZHJzL2Rvd25yZXYueG1sUEsFBgAAAAAEAAQA+QAAAJMDAAAAAA==&#10;" strokecolor="red" strokeweight="2.25pt"/>
                    <v:line id="Connecteur droit 252" o:spid="_x0000_s1360" style="position:absolute;visibility:visible;mso-wrap-style:square" from="128015,0" to="1310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QucQAAADcAAAADwAAAGRycy9kb3ducmV2LnhtbESPQWsCMRSE74X+h/AK3mrWxYpdjaKC&#10;IEgpasHrM3nd3bp5WTZR03/fFASPw8x8w0zn0TbiSp2vHSsY9DMQxNqZmksFX4f16xiED8gGG8ek&#10;4Jc8zGfPT1MsjLvxjq77UIoEYV+ggiqEtpDS64os+r5riZP37TqLIcmulKbDW4LbRuZZNpIWa04L&#10;Fba0qkif9xer4PjzfvqMtTZDPu22w42PH3q5VKr3EhcTEIFieITv7Y1RkL/l8H8mHQE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4RC5xAAAANwAAAAPAAAAAAAAAAAA&#10;AAAAAKECAABkcnMvZG93bnJldi54bWxQSwUGAAAAAAQABAD5AAAAkgMAAAAA&#10;" strokecolor="red" strokeweight="2.25pt"/>
                    <v:line id="Connecteur droit 253" o:spid="_x0000_s1361" style="position:absolute;visibility:visible;mso-wrap-style:square" from="128015,8730" to="131032,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21IsUAAADcAAAADwAAAGRycy9kb3ducmV2LnhtbESP3WoCMRSE74W+QzgF7zTrX2m3RqmC&#10;IEgRbaG3x+R0d+3mZNlEjW9vCoKXw8x8w0zn0dbiTK2vHCsY9DMQxNqZigsF31+r3isIH5AN1o5J&#10;wZU8zGdPnSnmxl14R+d9KESCsM9RQRlCk0vpdUkWfd81xMn7da3FkGRbSNPiJcFtLYdZ9iItVpwW&#10;SmxoWZL+25+sgp/j22EbK23GfNhtxmsfP/VioVT3OX68gwgUwyN8b6+NguFkBP9n0h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K21IsUAAADcAAAADwAAAAAAAAAA&#10;AAAAAAChAgAAZHJzL2Rvd25yZXYueG1sUEsFBgAAAAAEAAQA+QAAAJMDAAAAAA==&#10;" strokecolor="red" strokeweight="2.25pt"/>
                  </v:group>
                  <v:group id="Groupe 254" o:spid="_x0000_s1362" style="position:absolute;left:40942;top:30895;width:2880;height:24588" coordorigin="128015"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SPsYAAADcAAAADwAAAGRycy9kb3ducmV2LnhtbESPQWvCQBSE7wX/w/KE&#10;3ppNbFMkZhURKx5CoSqU3h7ZZxLMvg3ZbRL/fbdQ6HGYmW+YfDOZVgzUu8aygiSKQRCXVjdcKbic&#10;356WIJxH1thaJgV3crBZzx5yzLQd+YOGk69EgLDLUEHtfZdJ6cqaDLrIdsTBu9reoA+yr6TucQxw&#10;08pFHL9Kgw2HhRo72tVU3k7fRsFhxHH7nOyH4nbd3b/O6ftnkZBSj/NpuwLhafL/4b/2UStYpC/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8adI+xgAAANwA&#10;AAAPAAAAAAAAAAAAAAAAAKoCAABkcnMvZG93bnJldi54bWxQSwUGAAAAAAQABAD6AAAAnQMAAAAA&#10;">
                    <v:line id="Connecteur droit 255" o:spid="_x0000_s1363" style="position:absolute;flip:x;visibility:visible;mso-wrap-style:square" from="129429,0" to="129429,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Ju5MUAAADcAAAADwAAAGRycy9kb3ducmV2LnhtbESP0WrCQBRE3wX/YblCX6TZrRBpU1cp&#10;LQYpQjDtB1yyt0lo9m7Ibk38e7cg+DjMzBlms5tsJ840+NaxhqdEgSCunGm51vD9tX98BuEDssHO&#10;MWm4kIfddj7bYGbcyCc6l6EWEcI+Qw1NCH0mpa8asugT1xNH78cNFkOUQy3NgGOE206ulFpLiy3H&#10;hQZ7em+o+i3/rAZZyJfPWu3tsuqKS54rnx4/vNYPi+ntFUSgKdzDt/bBaFilKfyfiUdAb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WJu5MUAAADcAAAADwAAAAAAAAAA&#10;AAAAAAChAgAAZHJzL2Rvd25yZXYueG1sUEsFBgAAAAAEAAQA+QAAAJMDAAAAAA==&#10;" strokecolor="red" strokeweight="2.25pt"/>
                    <v:line id="Connecteur droit 256" o:spid="_x0000_s1364" style="position:absolute;visibility:visible;mso-wrap-style:square" from="128015,0" to="1310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oWusQAAADcAAAADwAAAGRycy9kb3ducmV2LnhtbESPQWsCMRSE74L/IbyCN81WVHQ1ihYK&#10;gpSiLXh9Js/dbTcvyyZq/PemUPA4zMw3zGIVbS2u1PrKsYLXQQaCWDtTcaHg++u9PwXhA7LB2jEp&#10;uJOH1bLbWWBu3I33dD2EQiQI+xwVlCE0uZRel2TRD1xDnLyzay2GJNtCmhZvCW5rOcyyibRYcVoo&#10;saG3kvTv4WIVHH9mp89YaTPi03432vr4oTcbpXovcT0HESiGZ/i/vTUKhuMJ/J1JR0A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2ha6xAAAANwAAAAPAAAAAAAAAAAA&#10;AAAAAKECAABkcnMvZG93bnJldi54bWxQSwUGAAAAAAQABAD5AAAAkgMAAAAA&#10;" strokecolor="red" strokeweight="2.25pt"/>
                    <v:line id="Connecteur droit 257" o:spid="_x0000_s1365" style="position:absolute;visibility:visible;mso-wrap-style:square" from="128015,8730" to="131032,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5azIcUAAADcAAAADwAAAGRycy9kb3ducmV2LnhtbESP3WoCMRSE74W+QzgF7zSraH+2RqmC&#10;IEgRt4XeHpPT3bWbk2UTNb69KRS8HGbmG2a2iLYRZ+p87VjBaJiBINbO1Fwq+PpcD15A+IBssHFM&#10;Cq7kYTF/6M0wN+7CezoXoRQJwj5HBVUIbS6l1xVZ9EPXEifvx3UWQ5JdKU2HlwS3jRxn2ZO0WHNa&#10;qLClVUX6tzhZBd/H18Mu1tpM+LDfTjY+fujlUqn+Y3x/AxEohnv4v70xCsbTZ/g7k46An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5azIcUAAADcAAAADwAAAAAAAAAA&#10;AAAAAAChAgAAZHJzL2Rvd25yZXYueG1sUEsFBgAAAAAEAAQA+QAAAJMDAAAAAA==&#10;" strokecolor="red" strokeweight="2.25pt"/>
                  </v:group>
                  <v:group id="Groupe 258" o:spid="_x0000_s1366" style="position:absolute;left:66716;top:29653;width:2880;height:27072" coordorigin="128015" coordsize="3016,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STYO8MAAADcAAAADwAAAGRycy9kb3ducmV2LnhtbERPTWvCQBC9F/oflhF6&#10;q5tYUiS6BpFaeghCVSi9DdkxCcnOhuyaxH/vHgSPj/e9zibTioF6V1tWEM8jEMSF1TWXCs6n/fsS&#10;hPPIGlvLpOBGDrLN68saU21H/qXh6EsRQtilqKDyvkuldEVFBt3cdsSBu9jeoA+wL6XucQzhppWL&#10;KPqUBmsODRV2tKuoaI5Xo+B7xHH7EX8NeXPZ3f5PyeEvj0mpt9m0XYHwNPmn+OH+0QoWSVgb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9JNg7wwAAANwAAAAP&#10;AAAAAAAAAAAAAAAAAKoCAABkcnMvZG93bnJldi54bWxQSwUGAAAAAAQABAD6AAAAmgMAAAAA&#10;">
                    <v:line id="Connecteur droit 259" o:spid="_x0000_s1367" style="position:absolute;flip:x;visibility:visible;mso-wrap-style:square" from="129429,0" to="129429,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9k4cUAAADcAAAADwAAAGRycy9kb3ducmV2LnhtbESP0WrCQBRE34X+w3ILfRHdraDUmI2U&#10;FoMUITT6AZfsbRKavRuyW03+3i0U+jjMzBkm3Y+2E1cafOtYw/NSgSCunGm51nA5HxYvIHxANtg5&#10;Jg0TedhnD7MUE+Nu/EnXMtQiQtgnqKEJoU+k9FVDFv3S9cTR+3KDxRDlUEsz4C3CbSdXSm2kxZbj&#10;QoM9vTVUfZc/VoMs5PajVgc7r7piynPl16d3r/XT4/i6AxFoDP/hv/bRaFitt/B7Jh4Bmd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C9k4cUAAADcAAAADwAAAAAAAAAA&#10;AAAAAAChAgAAZHJzL2Rvd25yZXYueG1sUEsFBgAAAAAEAAQA+QAAAJMDAAAAAA==&#10;" strokecolor="red" strokeweight="2.25pt"/>
                    <v:line id="Connecteur droit 260" o:spid="_x0000_s1368" style="position:absolute;visibility:visible;mso-wrap-style:square" from="128015,0" to="1310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Ph6MIAAADcAAAADwAAAGRycy9kb3ducmV2LnhtbERPXWvCMBR9H+w/hDvwbaYWka0axQ4G&#10;whiiE3y9Jte2W3NTmthm/355EPZ4ON+rTbStGKj3jWMFs2kGglg703Cl4PT1/vwCwgdkg61jUvBL&#10;Hjbrx4cVFsaNfKDhGCqRQtgXqKAOoSuk9Lomi37qOuLEXV1vMSTYV9L0OKZw28o8yxbSYsOpocaO&#10;3mrSP8ebVXD+fr3sY6PNnC+Hj/nOx09dlkpNnuJ2CSJQDP/iu3tnFOSLND+dSUdAr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hPh6MIAAADcAAAADwAAAAAAAAAAAAAA&#10;AAChAgAAZHJzL2Rvd25yZXYueG1sUEsFBgAAAAAEAAQA+QAAAJADAAAAAA==&#10;" strokecolor="red" strokeweight="2.25pt"/>
                    <v:line id="Connecteur droit 261" o:spid="_x0000_s1369" style="position:absolute;visibility:visible;mso-wrap-style:square" from="128015,8730" to="131032,8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9Ec8MAAADcAAAADwAAAGRycy9kb3ducmV2LnhtbESPQWsCMRSE74L/ITzBm2YVkbo1igqC&#10;IEW0Qq/P5HV36+Zl2USN/74RCj0OM/MNM19GW4s7tb5yrGA0zEAQa2cqLhScP7eDNxA+IBusHZOC&#10;J3lYLrqdOebGPfhI91MoRIKwz1FBGUKTS+l1SRb90DXEyft2rcWQZFtI0+IjwW0tx1k2lRYrTgsl&#10;NrQpSV9PN6vg62d2OcRKmwlfjvvJzscPvV4r1e/F1TuIQDH8h//aO6NgPB3B60w6AnLx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FfRHPDAAAA3AAAAA8AAAAAAAAAAAAA&#10;AAAAoQIAAGRycy9kb3ducmV2LnhtbFBLBQYAAAAABAAEAPkAAACRAwAAAAA=&#10;" strokecolor="red" strokeweight="2.25pt"/>
                  </v:group>
                </v:group>
                <v:group id="Groupe 262" o:spid="_x0000_s1370" style="position:absolute;left:67297;top:17591;width:18103;height:25209" coordorigin="136877,25920" coordsize="26658,345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qAlbMQAAADcAAAADwAAAGRycy9kb3ducmV2LnhtbESPQYvCMBSE7wv+h/AE&#10;b2vayopUo4ioeJCFVUG8PZpnW2xeShPb+u/NwsIeh5n5hlmselOJlhpXWlYQjyMQxJnVJecKLufd&#10;5wyE88gaK8uk4EUOVsvBxwJTbTv+ofbkcxEg7FJUUHhfp1K6rCCDbmxr4uDdbWPQB9nkUjfYBbip&#10;ZBJFU2mw5LBQYE2bgrLH6WkU7Dvs1pN42x4f983rdv76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qAlbMQAAADcAAAA&#10;DwAAAAAAAAAAAAAAAACqAgAAZHJzL2Rvd25yZXYueG1sUEsFBgAAAAAEAAQA+gAAAJsDAAAAAA==&#10;">
                  <v:group id="Groupe 263" o:spid="_x0000_s1371" style="position:absolute;left:136877;top:25920;width:2880;height:34560" coordorigin="136877,25920" coordsize="3110,345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eyA98QAAADcAAAADwAAAGRycy9kb3ducmV2LnhtbESPQYvCMBSE78L+h/AW&#10;9qZpFUW6RhFZFw8iWIVlb4/m2Rabl9LEtv57Iwgeh5n5hlmselOJlhpXWlYQjyIQxJnVJecKzqft&#10;cA7CeWSNlWVScCcHq+XHYIGJth0fqU19LgKEXYIKCu/rREqXFWTQjWxNHLyLbQz6IJtc6ga7ADeV&#10;HEfRTBosOSwUWNOmoOya3oyC3w679ST+affXy+b+f5oe/vYxKfX12a+/QXjq/Tv8au+0gvFsA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eyA98QAAADcAAAA&#10;DwAAAAAAAAAAAAAAAACqAgAAZHJzL2Rvd25yZXYueG1sUEsFBgAAAAAEAAQA+gAAAJsDAAAAAA==&#10;">
                    <v:line id="Connecteur droit 264" o:spid="_x0000_s1372" style="position:absolute;visibility:visible;mso-wrap-style:square" from="138385,25920" to="138385,60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QAd8UAAADcAAAADwAAAGRycy9kb3ducmV2LnhtbESPT4vCMBTE7wt+h/AWvGm6RUWqURbB&#10;ZQ+C+A92b4/m2ZZtXmoSa/32RhD2OMzMb5j5sjO1aMn5yrKCj2ECgji3uuJCwfGwHkxB+ICssbZM&#10;Cu7kYbnovc0x0/bGO2r3oRARwj5DBWUITSalz0sy6Ie2IY7e2TqDIUpXSO3wFuGmlmmSTKTBiuNC&#10;iQ2tSsr/9lej4DRyp2u7WX/59Ocyvmx/Je/sVqn+e/c5AxGoC//hV/tbK0gnI3ieiUdAL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VQAd8UAAADcAAAADwAAAAAAAAAA&#10;AAAAAAChAgAAZHJzL2Rvd25yZXYueG1sUEsFBgAAAAAEAAQA+QAAAJMDAAAAAA==&#10;" strokecolor="#00b0f0" strokeweight="2.25pt"/>
                    <v:line id="Connecteur droit 265" o:spid="_x0000_s1373" style="position:absolute;visibility:visible;mso-wrap-style:square" from="136877,25920" to="139893,25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il7MUAAADcAAAADwAAAGRycy9kb3ducmV2LnhtbESPT4vCMBTE74LfITxhb5paVpFqlEVw&#10;2YMg/oPd26N5tmWbl5rEWr/9ZkHwOMzMb5jFqjO1aMn5yrKC8SgBQZxbXXGh4HTcDGcgfEDWWFsm&#10;BQ/ysFr2ewvMtL3zntpDKESEsM9QQRlCk0np85IM+pFtiKN3sc5giNIVUju8R7ipZZokU2mw4rhQ&#10;YkPrkvLfw80oOL+7863dbj59+n2dXHc/kvd2p9TboPuYgwjUhVf42f7SCtLpBP7PxCMg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hil7MUAAADcAAAADwAAAAAAAAAA&#10;AAAAAAChAgAAZHJzL2Rvd25yZXYueG1sUEsFBgAAAAAEAAQA+QAAAJMDAAAAAA==&#10;" strokecolor="#00b0f0" strokeweight="2.25pt"/>
                    <v:line id="Connecteur droit 266" o:spid="_x0000_s1374" style="position:absolute;visibility:visible;mso-wrap-style:square" from="136971,60480" to="139988,60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o7m8UAAADcAAAADwAAAGRycy9kb3ducmV2LnhtbESPT2vCQBTE7wW/w/KE3uqmoQaJrlIK&#10;lh4K4j/Q2yP7TILZt3F3jfHbu0Khx2FmfsPMFr1pREfO15YVvI8SEMSF1TWXCnbb5dsEhA/IGhvL&#10;pOBOHhbzwcsMc21vvKZuE0oRIexzVFCF0OZS+qIig35kW+LonawzGKJ0pdQObxFuGpkmSSYN1hwX&#10;Kmzpq6LivLkaBfsPt792v8tvnx4u48vqKHltV0q9DvvPKYhAffgP/7V/tII0y+B5Jh4BO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so7m8UAAADcAAAADwAAAAAAAAAA&#10;AAAAAAChAgAAZHJzL2Rvd25yZXYueG1sUEsFBgAAAAAEAAQA+QAAAJMDAAAAAA==&#10;" strokecolor="#00b0f0" strokeweight="2.25pt"/>
                  </v:group>
                  <v:line id="Connecteur droit 267" o:spid="_x0000_s1375" style="position:absolute;visibility:visible;mso-wrap-style:square" from="138385,43164" to="163535,43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aeAMUAAADcAAAADwAAAGRycy9kb3ducmV2LnhtbESPQWvCQBSE7wX/w/IEb3XTULWkriKC&#10;xYMgagW9PbKvSWj2bdxdY/rvu4LgcZiZb5jpvDO1aMn5yrKCt2ECgji3uuJCwfdh9foBwgdkjbVl&#10;UvBHHuaz3ssUM21vvKN2HwoRIewzVFCG0GRS+rwkg35oG+Lo/VhnMETpCqkd3iLc1DJNkrE0WHFc&#10;KLGhZUn57/5qFBzf3fHablZfPj1dRpftWfLObpUa9LvFJ4hAXXiGH+21VpCOJ3A/E4+AnP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YaeAMUAAADcAAAADwAAAAAAAAAA&#10;AAAAAAChAgAAZHJzL2Rvd25yZXYueG1sUEsFBgAAAAAEAAQA+QAAAJMDAAAAAA==&#10;" strokecolor="#00b0f0" strokeweight="2.25pt"/>
                </v:group>
                <v:group id="Groupe 671" o:spid="_x0000_s1376" style="position:absolute;left:27176;top:41186;width:4420;height:9143" coordorigin=",1188" coordsize="15070,8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CSB38YAAADcAAAADwAAAGRycy9kb3ducmV2LnhtbESPT2vCQBTE74V+h+UV&#10;ejObtGglZhWRtvQQBLUg3h7ZZxLMvg3Zbf58e7dQ6HGYmd8w2WY0jeipc7VlBUkUgyAurK65VPB9&#10;+pgtQTiPrLGxTAomcrBZPz5kmGo78IH6oy9FgLBLUUHlfZtK6YqKDLrItsTBu9rOoA+yK6XucAhw&#10;08iXOF5IgzWHhQpb2lVU3I4/RsHngMP2NXnv89t1N11O8/05T0ip56dxuwLhafT/4b/2l1aweEv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8JIHfxgAAANwA&#10;AAAPAAAAAAAAAAAAAAAAAKoCAABkcnMvZG93bnJldi54bWxQSwUGAAAAAAQABAD6AAAAnQMAAAAA&#10;">
                  <v:line id="Connecteur droit 689" o:spid="_x0000_s1377" style="position:absolute;flip:y;visibility:visible;mso-wrap-style:square" from="0,1188" to="15070,1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q+5cYAAADcAAAADwAAAGRycy9kb3ducmV2LnhtbESPT2vCQBTE70K/w/KE3nSjh2Cjq2il&#10;KCgF/x28PbLPJJh9m2a3Jvrp3ULB4zAzv2Ems9aU4ka1KywrGPQjEMSp1QVnCo6Hr94IhPPIGkvL&#10;pOBODmbTt84EE20b3tFt7zMRIOwSVJB7XyVSujQng65vK+LgXWxt0AdZZ1LX2AS4KeUwimJpsOCw&#10;kGNFnzml1/2vUYDV9pHGP6v5+m6uzeK8Gmy+lyel3rvtfAzCU+tf4f/2WiuIRx/wdyYcATl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cKvuXGAAAA3AAAAA8AAAAAAAAA&#10;AAAAAAAAoQIAAGRycy9kb3ducmV2LnhtbFBLBQYAAAAABAAEAPkAAACUAwAAAAA=&#10;" strokecolor="black [3213]" strokeweight="2.25pt"/>
                  <v:line id="Connecteur droit 690" o:spid="_x0000_s1378" style="position:absolute;visibility:visible;mso-wrap-style:square" from="0,9919" to="15070,9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ZZMcEAAADcAAAADwAAAGRycy9kb3ducmV2LnhtbERPy4rCMBTdC/MP4QruNHUW6nRMZRAK&#10;goziYzHLS3PbFJub0sRa/36yEFweznu9GWwjeup87VjBfJaAIC6crrlScL3k0xUIH5A1No5JwZM8&#10;bLKP0RpT7R58ov4cKhFD2KeowITQplL6wpBFP3MtceRK11kMEXaV1B0+Yrht5GeSLKTFmmODwZa2&#10;horb+W4VVH+k7f66Oy773768Hbd5cjC5UpPx8PMNItAQ3uKXe6cVLL7i/HgmHgGZ/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9lkxwQAAANwAAAAPAAAAAAAAAAAAAAAA&#10;AKECAABkcnMvZG93bnJldi54bWxQSwUGAAAAAAQABAD5AAAAjwMAAAAA&#10;" strokecolor="black [3213]" strokeweight="2.25pt"/>
                  <v:line id="Connecteur droit 692" o:spid="_x0000_s1379" style="position:absolute;visibility:visible;mso-wrap-style:square" from="305,1188" to="305,9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hi3cMAAADcAAAADwAAAGRycy9kb3ducmV2LnhtbESPQYvCMBSE74L/ITxhb5rqQddqFBEK&#10;wuLKqgePj+bZFJuX0sRa//1GEDwOM/MNs1x3thItNb50rGA8SkAQ506XXCg4n7LhNwgfkDVWjknB&#10;kzysV/3eElPtHvxH7TEUIkLYp6jAhFCnUvrckEU/cjVx9K6usRiibAqpG3xEuK3kJEmm0mLJccFg&#10;TVtD+e14twqKC2n7c94dZu2+vd4O2yz5NZlSX4NuswARqAuf8Lu90wqm8wm8zsQjIF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toYt3DAAAA3AAAAA8AAAAAAAAAAAAA&#10;AAAAoQIAAGRycy9kb3ducmV2LnhtbFBLBQYAAAAABAAEAPkAAACRAwAAAAA=&#10;" strokecolor="black [3213]" strokeweight="2.25pt"/>
                </v:group>
                <v:group id="Groupe 672" o:spid="_x0000_s1380" style="position:absolute;left:29900;top:40379;width:1722;height:1779" coordorigin="8606"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PYfqMYAAADcAAAADwAAAGRycy9kb3ducmV2LnhtbESPQWvCQBSE7wX/w/KE&#10;3ppNLE0lZhURKx5CoSqU3h7ZZxLMvg3ZbRL/fbdQ6HGYmW+YfDOZVgzUu8aygiSKQRCXVjdcKbic&#10;356WIJxH1thaJgV3crBZzx5yzLQd+YOGk69EgLDLUEHtfZdJ6cqaDLrIdsTBu9reoA+yr6TucQxw&#10;08pFHKfSYMNhocaOdjWVt9O3UXAYcdw+J/uhuF1396/zy/tnkZBSj/NpuwLhafL/4b/2UStIXx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M9h+oxgAAANwA&#10;AAAPAAAAAAAAAAAAAAAAAKoCAABkcnMvZG93bnJldi54bWxQSwUGAAAAAAQABAD6AAAAnQMAAAAA&#10;">
                  <v:rect id="Rectangle 685" o:spid="_x0000_s1381" style="position:absolute;left:8606;width:2538;height:2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N1o8UA&#10;AADcAAAADwAAAGRycy9kb3ducmV2LnhtbESPT4vCMBTE74LfITzBi6ypwnalaxQRFNmD4B/w+kye&#10;bbF5KU3Uup9+Iwh7HGbmN8x03tpK3KnxpWMFo2ECglg7U3Ku4HhYfUxA+IBssHJMCp7kYT7rdqaY&#10;GffgHd33IRcRwj5DBUUIdSal1wVZ9ENXE0fv4hqLIcoml6bBR4TbSo6TJJUWS44LBda0LEhf9zer&#10;YLs74XOTDs7l79fqHA4D/TNea6X6vXbxDSJQG/7D7/bGKEgnn/A6E4+An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w3WjxQAAANwAAAAPAAAAAAAAAAAAAAAAAJgCAABkcnMv&#10;ZG93bnJldi54bWxQSwUGAAAAAAQABAD1AAAAigMAAAAA&#10;" fillcolor="white [3212]" strokecolor="black [3213]" strokeweight="2.25pt"/>
                  <v:line id="Connecteur droit 686" o:spid="_x0000_s1382" style="position:absolute;visibility:visible;mso-wrap-style:square" from="8606,0" to="11144,2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z/qMUAAADcAAAADwAAAGRycy9kb3ducmV2LnhtbESPQWvCQBSE74X+h+UVvNWNgklIXSUU&#10;hKqnakuvj+wzic2+DbvbGP31bqHQ4zAz3zDL9Wg6MZDzrWUFs2kCgriyuuVawcdx85yD8AFZY2eZ&#10;FFzJw3r1+LDEQtsLv9NwCLWIEPYFKmhC6AspfdWQQT+1PXH0TtYZDFG6WmqHlwg3nZwnSSoNthwX&#10;GuzptaHq+/BjFOTV7uzKrNzOFp99dhvm+3TzlSk1eRrLFxCBxvAf/mu/aQVpnsLvmXgE5O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vz/qMUAAADcAAAADwAAAAAAAAAA&#10;AAAAAAChAgAAZHJzL2Rvd25yZXYueG1sUEsFBgAAAAAEAAQA+QAAAJMDAAAAAA==&#10;" strokecolor="black [3213]"/>
                  <v:line id="Connecteur droit 687" o:spid="_x0000_s1383" style="position:absolute;flip:y;visibility:visible;mso-wrap-style:square" from="8606,0" to="11144,2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AaR8UAAADcAAAADwAAAGRycy9kb3ducmV2LnhtbESP3WoCMRSE7wu+QziCdzVrsavdGqUK&#10;heKN+PMAh83pZunmZE2irvv0jVDo5TAz3zCLVWcbcSUfascKJuMMBHHpdM2VgtPx83kOIkRkjY1j&#10;UnCnAKvl4GmBhXY33tP1ECuRIBwKVGBibAspQ2nIYhi7ljh5385bjEn6SmqPtwS3jXzJslxarDkt&#10;GGxpY6j8OVysgqaPp/5tvTF9dp7e9W6XO/+6VWo07D7eQUTq4n/4r/2lFeTzGTzOpCMgl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EAaR8UAAADcAAAADwAAAAAAAAAA&#10;AAAAAAChAgAAZHJzL2Rvd25yZXYueG1sUEsFBgAAAAAEAAQA+QAAAJMDAAAAAA==&#10;" strokecolor="black [3213]"/>
                </v:group>
                <v:group id="Groupe 674" o:spid="_x0000_s1384" style="position:absolute;left:29891;top:49411;width:1722;height:1779" coordorigin="8594,13304"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FMiR8YAAADcAAAADwAAAGRycy9kb3ducmV2LnhtbESPQWvCQBSE74L/YXlC&#10;b3UTa22JWUVEpQcpVAvF2yP7TEKyb0N2TeK/7xYKHoeZ+YZJ14OpRUetKy0riKcRCOLM6pJzBd/n&#10;/fM7COeRNdaWScGdHKxX41GKibY9f1F38rkIEHYJKii8bxIpXVaQQTe1DXHwrrY16INsc6lb7APc&#10;1HIWRQtpsOSwUGBD24Ky6nQzCg499puXeNcdq+v2fjm/fv4cY1LqaTJsliA8Df4R/m9/aAWLtzn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UyJHxgAAANwA&#10;AAAPAAAAAAAAAAAAAAAAAKoCAABkcnMvZG93bnJldi54bWxQSwUGAAAAAAQABAD6AAAAnQMAAAAA&#10;">
                  <v:rect id="Rectangle 679" o:spid="_x0000_s1385" style="position:absolute;left:8594;top:13304;width:2537;height:2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sPgcUA&#10;AADcAAAADwAAAGRycy9kb3ducmV2LnhtbESPQYvCMBSE7wv7H8Jb8CKa6qFqNcoiKOJBUBf2+kye&#10;bdnmpTRRq7/eCAseh5n5hpktWluJKzW+dKxg0E9AEGtnSs4V/BxXvTEIH5ANVo5JwZ08LOafHzPM&#10;jLvxnq6HkIsIYZ+hgiKEOpPS64Is+r6riaN3do3FEGWTS9PgLcJtJYdJkkqLJceFAmtaFqT/Dher&#10;YLf/xfsm7Z7Kx2h1Cseu3g7XWqnOV/s9BRGoDe/wf3tjFKSjCbzOxCMg5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Ww+BxQAAANwAAAAPAAAAAAAAAAAAAAAAAJgCAABkcnMv&#10;ZG93bnJldi54bWxQSwUGAAAAAAQABAD1AAAAigMAAAAA&#10;" fillcolor="white [3212]" strokecolor="black [3213]" strokeweight="2.25pt"/>
                  <v:line id="Connecteur droit 680" o:spid="_x0000_s1386" style="position:absolute;visibility:visible;mso-wrap-style:square" from="8594,13304" to="11131,15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nCR8MAAADcAAAADwAAAGRycy9kb3ducmV2LnhtbERPyWrDMBC9F/oPYgq91XICtY0bJZhA&#10;IGlPWUqvgzW13VojIymO26+PDoEcH29frCbTi5Gc7ywrmCUpCOLa6o4bBafj5qUA4QOyxt4yKfgj&#10;D6vl48MCS20vvKfxEBoRQ9iXqKANYSil9HVLBn1iB+LIfVtnMEToGqkdXmK46eU8TTNpsOPY0OJA&#10;65bq38PZKCjq9x9X5dVu9vo55P/j/CPbfOVKPT9N1RuIQFO4i2/urVaQFXF+PBOPgFx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ZZwkfDAAAA3AAAAA8AAAAAAAAAAAAA&#10;AAAAoQIAAGRycy9kb3ducmV2LnhtbFBLBQYAAAAABAAEAPkAAACRAwAAAAA=&#10;" strokecolor="black [3213]"/>
                  <v:line id="Connecteur droit 681" o:spid="_x0000_s1387" style="position:absolute;flip:y;visibility:visible;mso-wrap-style:square" from="8594,13304" to="11131,15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UnqMQAAADcAAAADwAAAGRycy9kb3ducmV2LnhtbESP3WoCMRSE7wu+QzhC72rW0i66NYoV&#10;hNIb8ecBDpvjZunmZE2irvv0jSB4OczMN8xs0dlGXMiH2rGC8SgDQVw6XXOl4LBfv01AhIissXFM&#10;Cm4UYDEfvMyw0O7KW7rsYiUShEOBCkyMbSFlKA1ZDCPXEifv6LzFmKSvpPZ4TXDbyPcsy6XFmtOC&#10;wZZWhsq/3dkqaPp46KffK9Nnp4+b3mxy5z9/lXoddssvEJG6+Aw/2j9aQT4Zw/1MO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5SeoxAAAANwAAAAPAAAAAAAAAAAA&#10;AAAAAKECAABkcnMvZG93bnJldi54bWxQSwUGAAAAAAQABAD5AAAAkgMAAAAA&#10;" strokecolor="black [3213]"/>
                </v:group>
                <v:group id="Groupe 694" o:spid="_x0000_s1388" style="position:absolute;left:33113;top:40412;width:1722;height:1779" coordorigin="8606"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F/EvcYAAADcAAAADwAAAGRycy9kb3ducmV2LnhtbESPQWvCQBSE74L/YXlC&#10;b3UTa6WNWUVEpQcpVAvF2yP7TEKyb0N2TeK/7xYKHoeZ+YZJ14OpRUetKy0riKcRCOLM6pJzBd/n&#10;/fMbCOeRNdaWScGdHKxX41GKibY9f1F38rkIEHYJKii8bxIpXVaQQTe1DXHwrrY16INsc6lb7APc&#10;1HIWRQtpsOSwUGBD24Ky6nQzCg499puXeNcdq+v2fjm/fv4cY1LqaTJsliA8Df4R/m9/aAWL9zn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cX8S9xgAAANwA&#10;AAAPAAAAAAAAAAAAAAAAAKoCAABkcnMvZG93bnJldi54bWxQSwUGAAAAAAQABAD6AAAAnQMAAAAA&#10;">
                  <v:rect id="Rectangle 695" o:spid="_x0000_s1389" style="position:absolute;left:8606;width:2538;height:2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rjfsYA&#10;AADcAAAADwAAAGRycy9kb3ducmV2LnhtbESPT4vCMBTE78J+h/AWvMiarmB1u0ZZBEX2IPgH9vpM&#10;nm2xeSlN1Oqn3wiCx2FmfsNMZq2txIUaXzpW8NlPQBBrZ0rOFex3i48xCB+QDVaOScGNPMymb50J&#10;ZsZdeUOXbchFhLDPUEERQp1J6XVBFn3f1cTRO7rGYoiyyaVp8BrhtpKDJEmlxZLjQoE1zQvSp+3Z&#10;Klhv/vC2SnuH8j5aHMKup38HS61U9739+QYRqA2v8LO9MgrSryE8zsQjI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BrjfsYAAADcAAAADwAAAAAAAAAAAAAAAACYAgAAZHJz&#10;L2Rvd25yZXYueG1sUEsFBgAAAAAEAAQA9QAAAIsDAAAAAA==&#10;" fillcolor="white [3212]" strokecolor="black [3213]" strokeweight="2.25pt"/>
                  <v:line id="Connecteur droit 696" o:spid="_x0000_s1390" style="position:absolute;visibility:visible;mso-wrap-style:square" from="8606,0" to="11144,2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VpdcYAAADcAAAADwAAAGRycy9kb3ducmV2LnhtbESPS2vDMBCE74X8B7GB3ho5gdqJGyWY&#10;QKCPU17kulhb2621MpLiuP31VSGQ4zAz3zDL9WBa0ZPzjWUF00kCgri0uuFKwfGwfZqD8AFZY2uZ&#10;FPyQh/Vq9LDEXNsr76jfh0pECPscFdQhdLmUvqzJoJ/Yjjh6n9YZDFG6SmqH1wg3rZwlSSoNNhwX&#10;auxoU1P5vb8YBfPy/csVWfE2fT512W8/+0i350ypx/FQvIAINIR7+NZ+1QrSRQr/Z+IRkK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MlaXXGAAAA3AAAAA8AAAAAAAAA&#10;AAAAAAAAoQIAAGRycy9kb3ducmV2LnhtbFBLBQYAAAAABAAEAPkAAACUAwAAAAA=&#10;" strokecolor="black [3213]"/>
                  <v:line id="Connecteur droit 697" o:spid="_x0000_s1391" style="position:absolute;flip:y;visibility:visible;mso-wrap-style:square" from="8606,0" to="11144,2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mMmsUAAADcAAAADwAAAGRycy9kb3ducmV2LnhtbESP3WoCMRSE7wu+QziCdzVrsWvdGqUK&#10;heKN+PMAh83pZunmZE2irvv0jVDo5TAz3zCLVWcbcSUfascKJuMMBHHpdM2VgtPx8/kNRIjIGhvH&#10;pOBOAVbLwdMCC+1uvKfrIVYiQTgUqMDE2BZShtKQxTB2LXHyvp23GJP0ldQebwluG/mSZbm0WHNa&#10;MNjSxlD5c7hYBU0fT/18vTF9dp7e9W6XO/+6VWo07D7eQUTq4n/4r/2lFeTzGTzOpCMgl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ZmMmsUAAADcAAAADwAAAAAAAAAA&#10;AAAAAAChAgAAZHJzL2Rvd25yZXYueG1sUEsFBgAAAAAEAAQA+QAAAJMDAAAAAA==&#10;" strokecolor="black [3213]"/>
                </v:group>
                <v:group id="Groupe 698" o:spid="_x0000_s1392" style="position:absolute;left:33104;top:49444;width:1722;height:1779" coordorigin="8594,13304" coordsize="2537,2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RLOuMMAAADcAAAADwAAAGRycy9kb3ducmV2LnhtbERPTWvCQBC9F/wPywi9&#10;1U2USo1uQpBaepBCVRBvQ3ZMQrKzIbtN4r/vHgo9Pt73LptMKwbqXW1ZQbyIQBAXVtdcKricDy9v&#10;IJxH1thaJgUPcpCls6cdJtqO/E3DyZcihLBLUEHlfZdI6YqKDLqF7YgDd7e9QR9gX0rd4xjCTSuX&#10;UbSWBmsODRV2tK+oaE4/RsHHiGO+it+HY3PfP27n16/rMSalnudTvgXhafL/4j/3p1aw3oS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dEs64wwAAANwAAAAP&#10;AAAAAAAAAAAAAAAAAKoCAABkcnMvZG93bnJldi54bWxQSwUGAAAAAAQABAD6AAAAmgMAAAAA&#10;">
                  <v:rect id="Rectangle 699" o:spid="_x0000_s1393" style="position:absolute;left:8594;top:13304;width:2537;height:2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fpe8UA&#10;AADcAAAADwAAAGRycy9kb3ducmV2LnhtbESPT4vCMBTE74LfITzBi6zpeqjaNYoIiuxB8A94fSbP&#10;tti8lCardT+9WVjwOMzMb5jZorWVuFPjS8cKPocJCGLtTMm5gtNx/TEB4QOywcoxKXiSh8W825lh&#10;ZtyD93Q/hFxECPsMFRQh1JmUXhdk0Q9dTRy9q2sshiibXJoGHxFuKzlKklRaLDkuFFjTqiB9O/xY&#10;Bbv9GZ/bdHApf8frSzgO9Pdoo5Xq99rlF4hAbXiH/9tboyCdTuHvTDwCcv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V+l7xQAAANwAAAAPAAAAAAAAAAAAAAAAAJgCAABkcnMv&#10;ZG93bnJldi54bWxQSwUGAAAAAAQABAD1AAAAigMAAAAA&#10;" fillcolor="white [3212]" strokecolor="black [3213]" strokeweight="2.25pt"/>
                  <v:line id="Connecteur droit 700" o:spid="_x0000_s1394" style="position:absolute;visibility:visible;mso-wrap-style:square" from="8594,13304" to="11131,15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vOgMIAAADcAAAADwAAAGRycy9kb3ducmV2LnhtbERPy2rCQBTdC/2H4Rbc6URBE1JHCQWh&#10;1ZWP0u0lc5ukzdwJM9MY/XpnIbg8nPdqM5hW9OR8Y1nBbJqAIC6tbrhScD5tJxkIH5A1tpZJwZU8&#10;bNYvoxXm2l74QP0xVCKGsM9RQR1Cl0vpy5oM+qntiCP3Y53BEKGrpHZ4ieGmlfMkWUqDDceGGjt6&#10;r6n8O/4bBVm5+3VFWnzOFl9deuvn++X2O1Vq/DoUbyACDeEpfrg/tII0ifPjmXgE5Po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WvOgMIAAADcAAAADwAAAAAAAAAAAAAA&#10;AAChAgAAZHJzL2Rvd25yZXYueG1sUEsFBgAAAAAEAAQA+QAAAJADAAAAAA==&#10;" strokecolor="black [3213]"/>
                  <v:line id="Connecteur droit 701" o:spid="_x0000_s1395" style="position:absolute;flip:y;visibility:visible;mso-wrap-style:square" from="8594,13304" to="11131,15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crb8QAAADcAAAADwAAAGRycy9kb3ducmV2LnhtbESP0WoCMRRE3wX/IdxC3zSxtFZXo7RC&#10;ofRFtH7AZXPdLN3crEmq6359UxB8HGbmDLNcd64RZwqx9qxhMlYgiEtvaq40HL4/RjMQMSEbbDyT&#10;hitFWK+GgyUWxl94R+d9qkSGcCxQg02pLaSMpSWHcexb4uwdfXCYsgyVNAEvGe4a+aTUVDqsOS9Y&#10;bGljqfzZ/zoNTZ8O/fx9Y3t1er6a7Xbqw8uX1o8P3dsCRKIu3cO39qfR8Kom8H8mHwG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1ytvxAAAANwAAAAPAAAAAAAAAAAA&#10;AAAAAKECAABkcnMvZG93bnJldi54bWxQSwUGAAAAAAQABAD5AAAAkgMAAAAA&#10;" strokecolor="black [3213]"/>
                </v:group>
                <v:shape id="Zone de texte 4" o:spid="_x0000_s1396" type="#_x0000_t202" style="position:absolute;left:12;top:377;width:59213;height:4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d2tsMA&#10;AADcAAAADwAAAGRycy9kb3ducmV2LnhtbESPQWsCMRSE74X+h/AKvdVsRWS7GsUWWwqeqsXzY/NM&#10;gpuXJUnX7b9vBKHHYWa+YZbr0XdioJhcYAXPkwoEcRu0Y6Pg+/D+VINIGVljF5gU/FKC9er+bomN&#10;Dhf+omGfjSgQTg0qsDn3jZSpteQxTUJPXLxTiB5zkdFIHfFS4L6T06qaS4+Oy4LFnt4stef9j1ew&#10;fTUvpq0x2m2tnRvG42lnPpR6fBg3CxCZxvwfvrU/tYLZdAbXM+UIy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ud2tsMAAADcAAAADwAAAAAAAAAAAAAAAACYAgAAZHJzL2Rv&#10;d25yZXYueG1sUEsFBgAAAAAEAAQA9QAAAIgDAAAAAA==&#10;" fillcolor="white [3201]" strokeweight=".5pt">
                  <v:textbox>
                    <w:txbxContent>
                      <w:p w:rsidR="00532040" w:rsidRDefault="00532040" w:rsidP="009B547C">
                        <w:pPr>
                          <w:pStyle w:val="Titre"/>
                          <w:pBdr>
                            <w:top w:val="none" w:sz="0" w:space="0" w:color="auto"/>
                            <w:left w:val="none" w:sz="0" w:space="0" w:color="auto"/>
                            <w:bottom w:val="none" w:sz="0" w:space="0" w:color="auto"/>
                            <w:right w:val="none" w:sz="0" w:space="0" w:color="auto"/>
                          </w:pBdr>
                          <w:spacing w:before="120"/>
                        </w:pPr>
                        <w:r>
                          <w:t>DR1 : Schéma cinématique « déplié », vue n°2</w:t>
                        </w:r>
                      </w:p>
                      <w:p w:rsidR="00532040" w:rsidRDefault="00532040" w:rsidP="009B547C">
                        <w:pPr>
                          <w:pStyle w:val="NormalWeb"/>
                        </w:pPr>
                        <w:r>
                          <w:t> </w:t>
                        </w:r>
                      </w:p>
                    </w:txbxContent>
                  </v:textbox>
                </v:shape>
                <v:group id="Groupe 508" o:spid="_x0000_s1397" style="position:absolute;left:38843;top:40360;width:1721;height:1778" coordsize="253718,2620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uPTpDwwAAANwAAAAP&#10;AAAAAAAAAAAAAAAAAKoCAABkcnMvZG93bnJldi54bWxQSwUGAAAAAAQABAD6AAAAmgMAAAAA&#10;">
                  <v:rect id="Rectangle 509" o:spid="_x0000_s1398" style="position:absolute;width:253718;height:2620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gdgMYA&#10;AADcAAAADwAAAGRycy9kb3ducmV2LnhtbESPQWvCQBSE7wX/w/KEXkQ3Bmrb1FWkkBJ6KEQLXp+7&#10;zySYfRuyW4399V1B6HGYmW+Y5XqwrThT7xvHCuazBASxdqbhSsH3Lp++gPAB2WDrmBRcycN6NXpY&#10;YmbchUs6b0MlIoR9hgrqELpMSq9rsuhnriOO3tH1FkOUfSVNj5cIt61Mk2QhLTYcF2rs6L0mfdr+&#10;WAVf5R6vxWJyaH6f80PYTfRn+qGVehwPmzcQgYbwH763C6PgKXmF25l4BOTq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ngdgMYAAADcAAAADwAAAAAAAAAAAAAAAACYAgAAZHJz&#10;L2Rvd25yZXYueG1sUEsFBgAAAAAEAAQA9QAAAIsDAAAAAA==&#10;" fillcolor="white [3212]" strokecolor="black [3213]" strokeweight="2.25pt"/>
                  <v:line id="Connecteur droit 510" o:spid="_x0000_s1399" style="position:absolute;visibility:visible;mso-wrap-style:square" from="0,0" to="253718,262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Y2vMIAAADcAAAADwAAAGRycy9kb3ducmV2LnhtbERPy2rCQBTdF/yH4Qru6iSCRlJHCYJQ&#10;7coX3V4yt0lq5k6YmcbYr3cWhS4P573aDKYVPTnfWFaQThMQxKXVDVcKLufd6xKED8gaW8uk4EEe&#10;NuvRywpzbe98pP4UKhFD2OeooA6hy6X0ZU0G/dR2xJH7ss5giNBVUju8x3DTylmSLKTBhmNDjR1t&#10;aypvpx+jYFkevl2RFft0fu2y3372sdh9ZkpNxkPxBiLQEP7Ff+53rWCexvnxTDwCcv0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XY2vMIAAADcAAAADwAAAAAAAAAAAAAA&#10;AAChAgAAZHJzL2Rvd25yZXYueG1sUEsFBgAAAAAEAAQA+QAAAJADAAAAAA==&#10;" strokecolor="black [3213]"/>
                  <v:line id="Connecteur droit 511" o:spid="_x0000_s1400" style="position:absolute;flip:y;visibility:visible;mso-wrap-style:square" from="0,0" to="253718,262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rTU8QAAADcAAAADwAAAGRycy9kb3ducmV2LnhtbESP0WoCMRRE3wv+Q7iFvtXsFhXdGkUF&#10;ofgiVT/gsrndLN3crEmq6369EYQ+DjNzhpkvO9uIC/lQO1aQDzMQxKXTNVcKTsft+xREiMgaG8ek&#10;4EYBlovByxwL7a78TZdDrESCcChQgYmxLaQMpSGLYeha4uT9OG8xJukrqT1eE9w28iPLJtJizWnB&#10;YEsbQ+Xv4c8qaPp46mfrjemz8+im9/uJ8+OdUm+v3eoTRKQu/oef7S+tYJzn8DiTjoBc3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ytNTxAAAANwAAAAPAAAAAAAAAAAA&#10;AAAAAKECAABkcnMvZG93bnJldi54bWxQSwUGAAAAAAQABAD5AAAAkgMAAAAA&#10;" strokecolor="black [3213]"/>
                </v:group>
                <v:group id="Groupe 516" o:spid="_x0000_s1401" style="position:absolute;left:38843;top:49677;width:1721;height:1778" coordsize="253718,2620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1N513xgAAANwA&#10;AAAPAAAAAAAAAAAAAAAAAKoCAABkcnMvZG93bnJldi54bWxQSwUGAAAAAAQABAD6AAAAnQMAAAAA&#10;">
                  <v:rect id="Rectangle 517" o:spid="_x0000_s1402" style="position:absolute;width:253718;height:2620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K6tMYA&#10;AADcAAAADwAAAGRycy9kb3ducmV2LnhtbESPQWvCQBSE7wX/w/IKvYhuFBoldRUpWIIHQS30+tx9&#10;TUKzb0N2GxN/fVcoeBxm5htmteltLTpqfeVYwWyagCDWzlRcKPg87yZLED4gG6wdk4KBPGzWo6cV&#10;ZsZd+UjdKRQiQthnqKAMocmk9Loki37qGuLofbvWYoiyLaRp8RrhtpbzJEmlxYrjQokNvZekf06/&#10;VsHh+IVDno4v1W2xu4TzWO/nH1qpl+d++wYiUB8e4f92bhS8zhZwPxOP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XK6tMYAAADcAAAADwAAAAAAAAAAAAAAAACYAgAAZHJz&#10;L2Rvd25yZXYueG1sUEsFBgAAAAAEAAQA9QAAAIsDAAAAAA==&#10;" fillcolor="white [3212]" strokecolor="black [3213]" strokeweight="2.25pt"/>
                  <v:line id="Connecteur droit 518" o:spid="_x0000_s1403" style="position:absolute;visibility:visible;mso-wrap-style:square" from="0,0" to="253718,262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6usIAAADcAAAADwAAAGRycy9kb3ducmV2LnhtbERPy2rCQBTdF/yH4Qru6iSCRlJHCYJQ&#10;7coX3V4yt0lq5k6YmcbYr3cWhS4P573aDKYVPTnfWFaQThMQxKXVDVcKLufd6xKED8gaW8uk4EEe&#10;NuvRywpzbe98pP4UKhFD2OeooA6hy6X0ZU0G/dR2xJH7ss5giNBVUju8x3DTylmSLKTBhmNDjR1t&#10;aypvpx+jYFkevl2RFft0fu2y3372sdh9ZkpNxkPxBiLQEP7Ff+53rWCexrXxTDwCcv0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A6usIAAADcAAAADwAAAAAAAAAAAAAA&#10;AAChAgAAZHJzL2Rvd25yZXYueG1sUEsFBgAAAAAEAAQA+QAAAJADAAAAAA==&#10;" strokecolor="black [3213]"/>
                  <v:line id="Connecteur droit 519" o:spid="_x0000_s1404" style="position:absolute;flip:y;visibility:visible;mso-wrap-style:square" from="0,0" to="253718,262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zfVcQAAADcAAAADwAAAGRycy9kb3ducmV2LnhtbESP0WoCMRRE3wv+Q7iCbzVrUdGtUVpB&#10;EF+k6gdcNrebxc3NmqS67tcbQejjMDNnmMWqtbW4kg+VYwWjYQaCuHC64lLB6bh5n4EIEVlj7ZgU&#10;3CnAatl7W2Cu3Y1/6HqIpUgQDjkqMDE2uZShMGQxDF1DnLxf5y3GJH0ptcdbgttafmTZVFqsOC0Y&#10;bGhtqDgf/qyCuounbv69Nl12Gd/1fj91frJTatBvvz5BRGrjf/jV3moFk9EcnmfSEZDL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vN9VxAAAANwAAAAPAAAAAAAAAAAA&#10;AAAAAKECAABkcnMvZG93bnJldi54bWxQSwUGAAAAAAQABAD5AAAAkgMAAAAA&#10;" strokecolor="black [3213]"/>
                </v:group>
                <v:group id="Groupe 530" o:spid="_x0000_s1405" style="position:absolute;left:51295;top:39936;width:1721;height:1778" coordsize="253718,2620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if8+MMAAADcAAAADwAAAGRycy9kb3ducmV2LnhtbERPTWvCQBC9F/wPywi9&#10;1U0qKSW6BhErPQShWhBvQ3ZMQrKzIbsm8d93DwWPj/e9zibTioF6V1tWEC8iEMSF1TWXCn7PX2+f&#10;IJxH1thaJgUPcpBtZi9rTLUd+YeGky9FCGGXooLK+y6V0hUVGXQL2xEH7mZ7gz7AvpS6xzGEm1a+&#10;R9GHNFhzaKiwo11FRXO6GwWHEcftMt4PeXPbPa7n5HjJY1LqdT5tVyA8Tf4p/nd/awXJMs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eJ/z4wwAAANwAAAAP&#10;AAAAAAAAAAAAAAAAAKoCAABkcnMvZG93bnJldi54bWxQSwUGAAAAAAQABAD6AAAAmgMAAAAA&#10;">
                  <v:rect id="Rectangle 533" o:spid="_x0000_s1406" style="position:absolute;width:253718;height:2620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zg18UA&#10;AADcAAAADwAAAGRycy9kb3ducmV2LnhtbESPT4vCMBTE74LfIbyFvciaquhK1ygiKOJB8A94fSZv&#10;27LNS2myWv30RhA8DjPzG2Yya2wpLlT7wrGCXjcBQaydKThTcDwsv8YgfEA2WDomBTfyMJu2WxNM&#10;jbvyji77kIkIYZ+igjyEKpXS65ws+q6riKP362qLIco6k6bGa4TbUvaTZCQtFhwXcqxokZP+2/9b&#10;BdvdCW/rUedc3L+X53Do6E1/pZX6/GjmPyACNeEdfrXXRsFwMIDnmXgE5PQ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ODXxQAAANwAAAAPAAAAAAAAAAAAAAAAAJgCAABkcnMv&#10;ZG93bnJldi54bWxQSwUGAAAAAAQABAD1AAAAigMAAAAA&#10;" fillcolor="white [3212]" strokecolor="black [3213]" strokeweight="2.25pt"/>
                  <v:line id="Connecteur droit 539" o:spid="_x0000_s1407" style="position:absolute;visibility:visible;mso-wrap-style:square" from="0,0" to="253718,262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DQcYAAADcAAAADwAAAGRycy9kb3ducmV2LnhtbESPQWvCQBSE74L/YXlCb7rRotHoKkEQ&#10;bHuqrXh9ZF+T1OzbsLvGtL++Wyj0OMzMN8xm15tGdOR8bVnBdJKAIC6srrlU8P52GC9B+ICssbFM&#10;Cr7Iw247HGww0/bOr9SdQikihH2GCqoQ2kxKX1Rk0E9sSxy9D+sMhihdKbXDe4SbRs6SZCEN1hwX&#10;KmxpX1FxPd2MgmXx/OnyNH+azs9t+t3NXhaHS6rUw6jP1yAC9eE//Nc+agXzxxX8nolHQG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5w0HGAAAA3AAAAA8AAAAAAAAA&#10;AAAAAAAAoQIAAGRycy9kb3ducmV2LnhtbFBLBQYAAAAABAAEAPkAAACUAwAAAAA=&#10;" strokecolor="black [3213]"/>
                  <v:line id="Connecteur droit 540" o:spid="_x0000_s1408" style="position:absolute;flip:y;visibility:visible;mso-wrap-style:square" from="0,0" to="253718,262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Z1cIAAADcAAAADwAAAGRycy9kb3ducmV2LnhtbERP3WrCMBS+F/YO4Qy803RiZeuMogVh&#10;7EbmfIBDc9aUNSddEmvbp18uBrv8+P63+8G2oicfGscKnpYZCOLK6YZrBdfP0+IZRIjIGlvHpGCk&#10;APvdw2yLhXZ3/qD+EmuRQjgUqMDE2BVShsqQxbB0HXHivpy3GBP0tdQe7ynctnKVZRtpseHUYLCj&#10;0lD1fblZBe0Ur9PLsTRT9rMe9fm8cT5/V2r+OBxeQUQa4r/4z/2mFeTrND+dSUdA7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VZ1cIAAADcAAAADwAAAAAAAAAAAAAA&#10;AAChAgAAZHJzL2Rvd25yZXYueG1sUEsFBgAAAAAEAAQA+QAAAJADAAAAAA==&#10;" strokecolor="black [3213]"/>
                </v:group>
                <v:group id="Groupe 541" o:spid="_x0000_s1409" style="position:absolute;left:51295;top:49254;width:1721;height:1778" coordsize="253718,2620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W0qHsYAAADcAAAADwAAAGRycy9kb3ducmV2LnhtbESPT2vCQBTE74V+h+UV&#10;ejObtFokZhWRtvQQBLUg3h7ZZxLMvg3Zbf58e7dQ6HGYmd8w2WY0jeipc7VlBUkUgyAurK65VPB9&#10;+pgtQTiPrLGxTAomcrBZPz5kmGo78IH6oy9FgLBLUUHlfZtK6YqKDLrItsTBu9rOoA+yK6XucAhw&#10;08iXOH6TBmsOCxW2tKuouB1/jILPAYfta/Le57frbrqcFvtznpBSz0/jdgXC0+j/w3/tL61gMU/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pbSoexgAAANwA&#10;AAAPAAAAAAAAAAAAAAAAAKoCAABkcnMvZG93bnJldi54bWxQSwUGAAAAAAQABAD6AAAAnQMAAAAA&#10;">
                  <v:rect id="Rectangle 542" o:spid="_x0000_s1410" style="position:absolute;width:253718;height:2620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Y2McYA&#10;AADcAAAADwAAAGRycy9kb3ducmV2LnhtbESPQWvCQBSE74X+h+UVehHdNFgrMRspgkV6KBgLXp+7&#10;r0lo9m3Irhr99d2C4HGYmW+YfDnYVpyo941jBS+TBASxdqbhSsH3bj2eg/AB2WDrmBRcyMOyeHzI&#10;MTPuzFs6laESEcI+QwV1CF0mpdc1WfQT1xFH78f1FkOUfSVNj+cIt61Mk2QmLTYcF2rsaFWT/i2P&#10;VsHXdo+XzWx0aK5v60PYjfRn+qGVen4a3hcgAg3hHr61N0bB6zSF/zPxCMj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rY2McYAAADcAAAADwAAAAAAAAAAAAAAAACYAgAAZHJz&#10;L2Rvd25yZXYueG1sUEsFBgAAAAAEAAQA9QAAAIsDAAAAAA==&#10;" fillcolor="white [3212]" strokecolor="black [3213]" strokeweight="2.25pt"/>
                  <v:line id="Connecteur droit 543" o:spid="_x0000_s1411" style="position:absolute;visibility:visible;mso-wrap-style:square" from="0,0" to="253718,262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eH1sYAAADcAAAADwAAAGRycy9kb3ducmV2LnhtbESPQWvCQBSE70L/w/IKvelGq0ZSVwkF&#10;QetJ29LrI/uapM2+DbvbGPvrXUHwOMzMN8xy3ZtGdOR8bVnBeJSAIC6srrlU8PG+GS5A+ICssbFM&#10;Cs7kYb16GCwx0/bEB+qOoRQRwj5DBVUIbSalLyoy6Ee2JY7et3UGQ5SulNrhKcJNIydJMpcGa44L&#10;Fbb0WlHxe/wzChbF24/L03w3nn226X832c83X6lST499/gIiUB/u4Vt7qxXMps9wPROPgFx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YXh9bGAAAA3AAAAA8AAAAAAAAA&#10;AAAAAAAAoQIAAGRycy9kb3ducmV2LnhtbFBLBQYAAAAABAAEAPkAAACUAwAAAAA=&#10;" strokecolor="black [3213]"/>
                  <v:line id="Connecteur droit 544" o:spid="_x0000_s1412" style="position:absolute;flip:y;visibility:visible;mso-wrap-style:square" from="0,0" to="253718,262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5f1sQAAADcAAAADwAAAGRycy9kb3ducmV2LnhtbESP0WoCMRRE3wv+Q7hC32rWsopujWIF&#10;ofgiVT/gsrndLG5u1iTqul9vCoU+DjNzhlmsOtuIG/lQO1YwHmUgiEuna64UnI7btxmIEJE1No5J&#10;wYMCrJaDlwUW2t35m26HWIkE4VCgAhNjW0gZSkMWw8i1xMn7cd5iTNJXUnu8J7ht5HuWTaXFmtOC&#10;wZY2hsrz4WoVNH089fPPjemzS/7Q+/3U+clOqddht/4AEamL/+G/9pdWMMlz+D2TjoBc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Dl/WxAAAANwAAAAPAAAAAAAAAAAA&#10;AAAAAKECAABkcnMvZG93bnJldi54bWxQSwUGAAAAAAQABAD5AAAAkgMAAAAA&#10;" strokecolor="black [3213]"/>
                </v:group>
                <v:line id="Connecteur droit 617" o:spid="_x0000_s1413" style="position:absolute;visibility:visible;mso-wrap-style:square" from="14233,27974" to="14233,307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tzgcYAAADcAAAADwAAAGRycy9kb3ducmV2LnhtbESPQWsCMRSE74L/IbyCN81aYS1bo9SW&#10;glCkqKXg7XXzutm6eVmSqFt/vREKPQ4z8w0zW3S2ESfyoXasYDzKQBCXTtdcKfjYvQ4fQISIrLFx&#10;TAp+KcBi3u/NsNDuzBs6bWMlEoRDgQpMjG0hZSgNWQwj1xIn79t5izFJX0nt8ZzgtpH3WZZLizWn&#10;BYMtPRsqD9ujVfD21Szd+jJZ/uy1f59+mt0+xxelBnfd0yOISF38D/+1V1pBPp7C7Uw6AnJ+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37c4HGAAAA3AAAAA8AAAAAAAAA&#10;AAAAAAAAoQIAAGRycy9kb3ducmV2LnhtbFBLBQYAAAAABAAEAPkAAACUAwAAAAA=&#10;" strokecolor="#ffc000" strokeweight="2.25pt"/>
                <v:line id="Connecteur droit 618" o:spid="_x0000_s1414" style="position:absolute;visibility:visible;mso-wrap-style:square" from="19745,28069" to="19745,30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Tn88MAAADcAAAADwAAAGRycy9kb3ducmV2LnhtbERPy2oCMRTdF/yHcIXuasYWpjIaRStC&#10;oZTiA8HddXKdjE5uhiTVab++WRRcHs57MutsI67kQ+1YwXCQgSAuna65UrDbrp5GIEJE1tg4JgU/&#10;FGA27T1MsNDuxmu6bmIlUgiHAhWYGNtCylAashgGriVO3Ml5izFBX0nt8ZbCbSOfsyyXFmtODQZb&#10;ejNUXjbfVsHHsVm4z9+Xxfmg/dfr3mwPOS6Veux38zGISF28i//d71pBPkxr05l0BOT0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k5/PDAAAA3AAAAA8AAAAAAAAAAAAA&#10;AAAAoQIAAGRycy9kb3ducmV2LnhtbFBLBQYAAAAABAAEAPkAAACRAwAAAAA=&#10;" strokecolor="#ffc000" strokeweight="2.25pt"/>
                <v:line id="Connecteur droit 619" o:spid="_x0000_s1415" style="position:absolute;visibility:visible;mso-wrap-style:square" from="29816,28146" to="29816,30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hCaMcAAADcAAAADwAAAGRycy9kb3ducmV2LnhtbESPQWsCMRSE74L/IbxCb5q1hdVujVJb&#10;CoIUUUvB2+vmdbN287IkUbf99aYg9DjMzDfMdN7ZRpzIh9qxgtEwA0FcOl1zpeB99zqYgAgRWWPj&#10;mBT8UID5rN+bYqHdmTd02sZKJAiHAhWYGNtCylAashiGriVO3pfzFmOSvpLa4znBbSPvsiyXFmtO&#10;CwZbejZUfm+PVsHqs1m4t9/7xWGv/Xr8YXb7HF+Uur3pnh5BROrif/jaXmoF+egB/s6kIyB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KEJoxwAAANwAAAAPAAAAAAAA&#10;AAAAAAAAAKECAABkcnMvZG93bnJldi54bWxQSwUGAAAAAAQABAD5AAAAlQMAAAAA&#10;" strokecolor="#ffc000" strokeweight="2.25pt"/>
                <v:line id="Connecteur droit 620" o:spid="_x0000_s1416" style="position:absolute;visibility:visible;mso-wrap-style:square" from="35410,28241" to="35410,310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4hSMMAAADcAAAADwAAAGRycy9kb3ducmV2LnhtbERPy2oCMRTdF/yHcAV3NaPCVEaj+EAo&#10;lFLUUnB3ndxOpk5uhiTVab++WRRcHs57vuxsI67kQ+1YwWiYgSAuna65UvB+3D1OQYSIrLFxTAp+&#10;KMBy0XuYY6Hdjfd0PcRKpBAOBSowMbaFlKE0ZDEMXUucuE/nLcYEfSW1x1sKt40cZ1kuLdacGgy2&#10;tDFUXg7fVsHLuVm719/J+uuk/dvThzmectwqNeh3qxmISF28i//dz1pBPk7z05l0BO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IUjDAAAA3AAAAA8AAAAAAAAAAAAA&#10;AAAAoQIAAGRycy9kb3ducmV2LnhtbFBLBQYAAAAABAAEAPkAAACRAwAAAAA=&#10;" strokecolor="#ffc000" strokeweight="2.25pt"/>
                <v:line id="Connecteur droit 621" o:spid="_x0000_s1417" style="position:absolute;visibility:visible;mso-wrap-style:square" from="41982,28069" to="41982,30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KE08YAAADcAAAADwAAAGRycy9kb3ducmV2LnhtbESPQWsCMRSE7wX/Q3gFbzWrhbVsjVJb&#10;CoJIUUvB2+vmdbN187IkUVd/vSkIPQ4z8w0zmXW2EUfyoXasYDjIQBCXTtdcKfjcvj88gQgRWWPj&#10;mBScKcBs2rubYKHdidd03MRKJAiHAhWYGNtCylAashgGriVO3o/zFmOSvpLa4ynBbSNHWZZLizWn&#10;BYMtvRoq95uDVbD8buZudXmc/+60/xh/me0uxzel+vfdyzOISF38D9/aC60gHw3h70w6AnJ6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yhNPGAAAA3AAAAA8AAAAAAAAA&#10;AAAAAAAAoQIAAGRycy9kb3ducmV2LnhtbFBLBQYAAAAABAAEAPkAAACUAwAAAAA=&#10;" strokecolor="#ffc000" strokeweight="2.25pt"/>
                <v:line id="Connecteur droit 622" o:spid="_x0000_s1418" style="position:absolute;visibility:visible;mso-wrap-style:square" from="53984,27803" to="53984,305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apMcAAADcAAAADwAAAGRycy9kb3ducmV2LnhtbESPQWsCMRSE74X+h/AEbzXrFtayNUpt&#10;KQgipVoK3l43r5ttNy9LEnX115uC0OMwM98w03lvW3EgHxrHCsajDARx5XTDtYKP7evdA4gQkTW2&#10;jknBiQLMZ7c3Uyy1O/I7HTaxFgnCoUQFJsaulDJUhiyGkeuIk/ftvMWYpK+l9nhMcNvKPMsKabHh&#10;tGCwo2dD1e9mbxWsvtqFW5/vFz877d8mn2a7K/BFqeGgf3oEEamP/+Fre6kVFHkOf2fSEZCzC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4BqkxwAAANwAAAAPAAAAAAAA&#10;AAAAAAAAAKECAABkcnMvZG93bnJldi54bWxQSwUGAAAAAAQABAD5AAAAlQMAAAAA&#10;" strokecolor="#ffc000" strokeweight="2.25pt"/>
                <v:line id="Connecteur droit 624" o:spid="_x0000_s1419" style="position:absolute;visibility:visible;mso-wrap-style:square" from="59032,27803" to="59032,305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UnS8cAAADcAAAADwAAAGRycy9kb3ducmV2LnhtbESP3WoCMRSE7wu+QzhC72q2KtuyNYo/&#10;FApSpFoK3p1uTjerm5MlSXXt05tCoZfDzHzDTGadbcSJfKgdK7gfZCCIS6drrhS8757vHkGEiKyx&#10;cUwKLhRgNu3dTLDQ7sxvdNrGSiQIhwIVmBjbQspQGrIYBq4lTt6X8xZjkr6S2uM5wW0jh1mWS4s1&#10;pwWDLS0Nlcftt1Ww/mwW7vVntDjstd88fJjdPseVUrf9bv4EIlIX/8N/7RetIB+O4fdMO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RSdLxwAAANwAAAAPAAAAAAAA&#10;AAAAAAAAAKECAABkcnMvZG93bnJldi54bWxQSwUGAAAAAAQABAD5AAAAlQMAAAAA&#10;" strokecolor="#ffc000" strokeweight="2.25pt"/>
                <v:line id="Connecteur droit 625" o:spid="_x0000_s1420" style="position:absolute;visibility:visible;mso-wrap-style:square" from="36680,27828" to="36680,30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mC0McAAADcAAAADwAAAGRycy9kb3ducmV2LnhtbESP3WoCMRSE7wu+QzhC72q2ituyNYo/&#10;FApSpFoK3p1uTjerm5MlSXXt05tCoZfDzHzDTGadbcSJfKgdK7gfZCCIS6drrhS8757vHkGEiKyx&#10;cUwKLhRgNu3dTLDQ7sxvdNrGSiQIhwIVmBjbQspQGrIYBq4lTt6X8xZjkr6S2uM5wW0jh1mWS4s1&#10;pwWDLS0Nlcftt1Ww/mwW7vVntDjstd88fJjdPseVUrf9bv4EIlIX/8N/7RetIB+O4fdMO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CYLQxwAAANwAAAAPAAAAAAAA&#10;AAAAAAAAAKECAABkcnMvZG93bnJldi54bWxQSwUGAAAAAAQABAD5AAAAlQMAAAAA&#10;" strokecolor="#ffc000" strokeweight="2.25pt"/>
                <v:rect id="Rectangle 628" o:spid="_x0000_s1421" style="position:absolute;left:24945;top:44189;width:4490;height:29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Y4dsMA&#10;AADcAAAADwAAAGRycy9kb3ducmV2LnhtbERPPWvDMBDdC/0P4grdGrkZnOBGNnWg0E4lblKS7bAu&#10;tql1EpYS2/8+GgIdH+97U0ymF1cafGdZwesiAUFcW91xo2D/8/GyBuEDssbeMimYyUORPz5sMNN2&#10;5B1dq9CIGMI+QwVtCC6T0tctGfQL64gjd7aDwRDh0Eg94BjDTS+XSZJKgx3HhhYdbVuq/6qLUXA6&#10;lF/f069b1ZdybtalO9rt/qjU89P0/gYi0BT+xXf3p1aQLuPaeCYeAZ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5Y4dsMAAADcAAAADwAAAAAAAAAAAAAAAACYAgAAZHJzL2Rv&#10;d25yZXYueG1sUEsFBgAAAAAEAAQA9QAAAIgDAAAAAA==&#10;" fillcolor="white [3212]" strokecolor="black [3213]" strokeweight="2pt">
                  <v:textbox inset="1.71075mm,.85542mm,1.71075mm,.85542mm"/>
                </v:rect>
                <v:line id="Connecteur droit 629" o:spid="_x0000_s1422" style="position:absolute;visibility:visible;mso-wrap-style:square" from="32093,44237" to="32093,47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F+2MsQAAADcAAAADwAAAGRycy9kb3ducmV2LnhtbESPQWsCMRSE74X+h/CE3jTrUsSuRhGh&#10;sNJe1Ip6e2yeu4ubl5Ckuv33plDocZiZb5j5sjeduJEPrWUF41EGgriyuuVawdf+fTgFESKyxs4y&#10;KfihAMvF89McC23vvKXbLtYiQTgUqKCJ0RVShqohg2FkHXHyLtYbjEn6WmqP9wQ3ncyzbCINtpwW&#10;GnS0bqi67r6NgnVr3eboPj+4zPzGHMypPOevSr0M+tUMRKQ+/of/2qVWMMnf4PdMOgJy8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X7YyxAAAANwAAAAPAAAAAAAAAAAA&#10;AAAAAKECAABkcnMvZG93bnJldi54bWxQSwUGAAAAAAQABAD5AAAAkgMAAAAA&#10;" strokecolor="#00b050" strokeweight="2.25pt"/>
                <v:line id="Connecteur droit 630" o:spid="_x0000_s1423" style="position:absolute;visibility:visible;mso-wrap-style:square" from="37967,44434" to="37967,472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yJcsIAAADcAAAADwAAAGRycy9kb3ducmV2LnhtbERPz2vCMBS+C/sfwht403QqMqqxjMKg&#10;ope5DfX2aJ5tsXkJSab1v18Ogx0/vt/rYjC9uJEPnWUFL9MMBHFtdceNgq/P98kriBCRNfaWScGD&#10;AhSbp9Eac23v/EG3Q2xECuGQo4I2RpdLGeqWDIapdcSJu1hvMCboG6k93lO46eUsy5bSYMepoUVH&#10;ZUv19fBjFJSddduj2++4yvzWfJtTdZ4tlBo/D28rEJGG+C/+c1dawXKe5qcz6QjIz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LyJcsIAAADcAAAADwAAAAAAAAAAAAAA&#10;AAChAgAAZHJzL2Rvd25yZXYueG1sUEsFBgAAAAAEAAQA+QAAAJADAAAAAA==&#10;" strokecolor="#00b050" strokeweight="2.25pt"/>
                <v:line id="Connecteur droit 631" o:spid="_x0000_s1424" style="position:absolute;visibility:visible;mso-wrap-style:square" from="50438,44218" to="50438,47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s6cQAAADcAAAADwAAAGRycy9kb3ducmV2LnhtbESPT2sCMRTE7wW/Q3iCt5rVisjWKCII&#10;K/biP9reHpvn7uLmJSSpbr+9EQo9DjPzG2a+7EwrbuRDY1nBaJiBIC6tbrhScDpuXmcgQkTW2Fom&#10;Bb8UYLnovcwx1/bOe7odYiUShEOOCuoYXS5lKGsyGIbWESfvYr3BmKSvpPZ4T3DTynGWTaXBhtNC&#10;jY7WNZXXw49RsG6s2366jx0Xmd+as/kqvscTpQb9bvUOIlIX/8N/7UIrmL6N4HkmHQG5e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8CzpxAAAANwAAAAPAAAAAAAAAAAA&#10;AAAAAKECAABkcnMvZG93bnJldi54bWxQSwUGAAAAAAQABAD5AAAAkgMAAAAA&#10;" strokecolor="#00b050" strokeweight="2.25pt"/>
                <v:line id="Connecteur droit 632" o:spid="_x0000_s1425" style="position:absolute;visibility:visible;mso-wrap-style:square" from="55797,44142" to="55797,469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KynsQAAADcAAAADwAAAGRycy9kb3ducmV2LnhtbESPQWsCMRSE70L/Q3hCbzXrtkhZjSJC&#10;YaW9qBX19tg8dxc3LyFJdfvvG6HgcZiZb5jZojeduJIPrWUF41EGgriyuuVawffu4+UdRIjIGjvL&#10;pOCXAizmT4MZFtreeEPXbaxFgnAoUEEToyukDFVDBsPIOuLkna03GJP0tdQebwluOpln2UQabDkt&#10;NOho1VB12f4YBavWuvXBfX1ymfm12ZtjecrflHoe9sspiEh9fIT/26VWMHnN4X4mHQE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IrKexAAAANwAAAAPAAAAAAAAAAAA&#10;AAAAAKECAABkcnMvZG93bnJldi54bWxQSwUGAAAAAAQABAD5AAAAkgMAAAAA&#10;" strokecolor="#00b050" strokeweight="2.25pt"/>
                <v:shape id="Connecteur droit avec flèche 7" o:spid="_x0000_s1426" type="#_x0000_t32" style="position:absolute;left:24945;top:39935;width:487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pm/8QAAADaAAAADwAAAGRycy9kb3ducmV2LnhtbESPQYvCMBSE74L/ITzBi6ypwurSNYoI&#10;oq540BV2j8/m2Rabl9JErf56Iwgeh5n5hhlNalOIC1Uut6yg141AECdW55wq2P/OP75AOI+ssbBM&#10;Cm7kYDJuNkYYa3vlLV12PhUBwi5GBZn3ZSylSzIy6Lq2JA7e0VYGfZBVKnWF1wA3hexH0UAazDks&#10;ZFjSLKPktDsbBafO537O/7d8s+j7xeq+Ocz+ftZKtVv19BuEp9q/w6/2UisYwvNKuAFy/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amb/xAAAANoAAAAPAAAAAAAAAAAA&#10;AAAAAKECAABkcnMvZG93bnJldi54bWxQSwUGAAAAAAQABAD5AAAAkgMAAAAA&#10;" strokecolor="red" strokeweight="2.25pt">
                  <v:stroke endarrow="open"/>
                </v:shape>
                <v:shape id="Zone de texte 9" o:spid="_x0000_s1427" type="#_x0000_t202" style="position:absolute;left:24945;top:36627;width:4490;height:27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Cof8UA&#10;AADaAAAADwAAAGRycy9kb3ducmV2LnhtbESPQWvCQBSE7wX/w/KEXkrdVKmt0VWKtCreNFXx9sg+&#10;k2D2bchuk/jv3UKhx2FmvmFmi86UoqHaFZYVvAwiEMSp1QVnCr6Tr+d3EM4jaywtk4IbOVjMew8z&#10;jLVteUfN3mciQNjFqCD3voqldGlOBt3AVsTBu9jaoA+yzqSusQ1wU8phFI2lwYLDQo4VLXNKr/sf&#10;o+D8lJ22rlsd2tHrqPpcN8nbUSdKPfa7jykIT53/D/+1N1rBBH6vhBsg5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EKh/xQAAANoAAAAPAAAAAAAAAAAAAAAAAJgCAABkcnMv&#10;ZG93bnJldi54bWxQSwUGAAAAAAQABAD1AAAAigMAAAAA&#10;" fillcolor="white [3201]" stroked="f" strokeweight=".5pt">
                  <v:textbox>
                    <w:txbxContent>
                      <w:p w:rsidR="008B17A5" w:rsidRPr="008B17A5" w:rsidRDefault="008B17A5">
                        <w:pPr>
                          <w:rPr>
                            <w:b/>
                            <w:color w:val="FF0000"/>
                          </w:rPr>
                        </w:pPr>
                        <w:r w:rsidRPr="008B17A5">
                          <w:rPr>
                            <w:b/>
                            <w:color w:val="FF0000"/>
                          </w:rPr>
                          <w:t>MA</w:t>
                        </w:r>
                      </w:p>
                    </w:txbxContent>
                  </v:textbox>
                </v:shape>
                <w10:anchorlock/>
              </v:group>
            </w:pict>
          </mc:Fallback>
        </mc:AlternateContent>
      </w:r>
    </w:p>
    <w:p w:rsidR="00A900F6" w:rsidRDefault="00A900F6" w:rsidP="009B547C">
      <w:pPr>
        <w:sectPr w:rsidR="00A900F6" w:rsidSect="00A900F6">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67" w:bottom="567" w:left="567" w:header="720" w:footer="720" w:gutter="0"/>
          <w:cols w:space="720"/>
          <w:docGrid w:linePitch="299"/>
        </w:sectPr>
      </w:pPr>
    </w:p>
    <w:p w:rsidR="00D72C6F" w:rsidRDefault="00D72C6F" w:rsidP="00D72C6F">
      <w:pPr>
        <w:pStyle w:val="Questions"/>
      </w:pPr>
      <w:r>
        <w:t> </w:t>
      </w:r>
    </w:p>
    <w:p w:rsidR="00D72C6F" w:rsidRDefault="00D72C6F" w:rsidP="00D72C6F">
      <w:pPr>
        <w:pStyle w:val="Questions"/>
      </w:pPr>
      <w:r>
        <w:t> </w:t>
      </w:r>
    </w:p>
    <w:p w:rsidR="00D72C6F" w:rsidRDefault="00D72C6F" w:rsidP="00D72C6F">
      <w:pPr>
        <w:pStyle w:val="Titre"/>
      </w:pPr>
      <w:r>
        <w:t>DR2 : Etagement des rapports :</w:t>
      </w:r>
    </w:p>
    <w:p w:rsidR="001277EE" w:rsidRPr="001277EE" w:rsidRDefault="00D72C6F" w:rsidP="00D72C6F">
      <w:pPr>
        <w:pStyle w:val="Questions"/>
      </w:pPr>
      <w:r>
        <w:t> Courbes de régime</w:t>
      </w:r>
    </w:p>
    <w:p w:rsidR="00067AC5" w:rsidRDefault="00211B46" w:rsidP="00F679B1">
      <w:pPr>
        <w:pBdr>
          <w:bottom w:val="single" w:sz="4" w:space="1" w:color="auto"/>
        </w:pBdr>
        <w:rPr>
          <w:rStyle w:val="Equations"/>
          <w:rFonts w:ascii="Times New Roman" w:hAnsi="Times New Roman"/>
          <w:b w:val="0"/>
          <w:i w:val="0"/>
          <w:iCs w:val="0"/>
          <w:noProof w:val="0"/>
          <w:sz w:val="24"/>
          <w:szCs w:val="20"/>
        </w:rPr>
      </w:pPr>
      <w:r w:rsidRPr="00772FB0">
        <w:rPr>
          <w:noProof/>
          <w:lang w:eastAsia="fr-FR"/>
        </w:rPr>
        <mc:AlternateContent>
          <mc:Choice Requires="wps">
            <w:drawing>
              <wp:anchor distT="0" distB="0" distL="114300" distR="114300" simplePos="0" relativeHeight="251659264" behindDoc="0" locked="0" layoutInCell="1" allowOverlap="1" wp14:anchorId="4032E076" wp14:editId="7AD9F73D">
                <wp:simplePos x="0" y="0"/>
                <wp:positionH relativeFrom="column">
                  <wp:posOffset>2887980</wp:posOffset>
                </wp:positionH>
                <wp:positionV relativeFrom="paragraph">
                  <wp:posOffset>203200</wp:posOffset>
                </wp:positionV>
                <wp:extent cx="2933700" cy="647700"/>
                <wp:effectExtent l="0" t="0" r="19050" b="19050"/>
                <wp:wrapNone/>
                <wp:docPr id="2" name="Zone de texte 1"/>
                <wp:cNvGraphicFramePr/>
                <a:graphic xmlns:a="http://schemas.openxmlformats.org/drawingml/2006/main">
                  <a:graphicData uri="http://schemas.microsoft.com/office/word/2010/wordprocessingShape">
                    <wps:wsp>
                      <wps:cNvSpPr txBox="1"/>
                      <wps:spPr>
                        <a:xfrm>
                          <a:off x="0" y="0"/>
                          <a:ext cx="2933700" cy="647700"/>
                        </a:xfrm>
                        <a:prstGeom prst="rect">
                          <a:avLst/>
                        </a:prstGeom>
                        <a:solidFill>
                          <a:schemeClr val="bg1"/>
                        </a:solidFill>
                        <a:ln>
                          <a:solidFill>
                            <a:schemeClr val="tx1"/>
                          </a:solidFill>
                        </a:ln>
                      </wps:spPr>
                      <wps:txbx>
                        <w:txbxContent>
                          <w:p w:rsidR="00211B46" w:rsidRPr="00B576C9" w:rsidRDefault="00211B46" w:rsidP="00211B46">
                            <w:pPr>
                              <w:pStyle w:val="NormalWeb"/>
                              <w:spacing w:after="0"/>
                              <w:rPr>
                                <w:color w:val="FF0000"/>
                              </w:rPr>
                            </w:pPr>
                            <w:r w:rsidRPr="00B576C9">
                              <w:rPr>
                                <w:color w:val="FF0000"/>
                                <w:sz w:val="32"/>
                                <w:szCs w:val="32"/>
                              </w:rPr>
                              <w:t>V</w:t>
                            </w:r>
                            <w:r w:rsidRPr="00B576C9">
                              <w:rPr>
                                <w:color w:val="FF0000"/>
                                <w:position w:val="-8"/>
                                <w:sz w:val="32"/>
                                <w:szCs w:val="32"/>
                                <w:vertAlign w:val="subscript"/>
                              </w:rPr>
                              <w:t>km/h</w:t>
                            </w:r>
                            <w:r w:rsidRPr="00B576C9">
                              <w:rPr>
                                <w:color w:val="FF0000"/>
                                <w:sz w:val="32"/>
                                <w:szCs w:val="32"/>
                              </w:rPr>
                              <w:t xml:space="preserve"> = </w:t>
                            </w:r>
                            <w:r w:rsidRPr="00B576C9">
                              <w:rPr>
                                <w:color w:val="FF0000"/>
                                <w:sz w:val="32"/>
                                <w:szCs w:val="32"/>
                              </w:rPr>
                              <w:fldChar w:fldCharType="begin"/>
                            </w:r>
                            <w:r w:rsidRPr="00B576C9">
                              <w:rPr>
                                <w:color w:val="FF0000"/>
                                <w:sz w:val="32"/>
                                <w:szCs w:val="32"/>
                              </w:rPr>
                              <w:instrText xml:space="preserve"> eq \s\do1(\f(3600;1000))</w:instrText>
                            </w:r>
                            <w:r w:rsidRPr="00B576C9">
                              <w:rPr>
                                <w:color w:val="FF0000"/>
                                <w:sz w:val="32"/>
                                <w:szCs w:val="32"/>
                              </w:rPr>
                              <w:fldChar w:fldCharType="end"/>
                            </w:r>
                            <w:r w:rsidRPr="00B576C9">
                              <w:rPr>
                                <w:color w:val="FF0000"/>
                                <w:sz w:val="32"/>
                                <w:szCs w:val="32"/>
                              </w:rPr>
                              <w:t>.R</w:t>
                            </w:r>
                            <w:r w:rsidRPr="00B576C9">
                              <w:rPr>
                                <w:color w:val="FF0000"/>
                                <w:position w:val="-8"/>
                                <w:sz w:val="32"/>
                                <w:szCs w:val="32"/>
                                <w:vertAlign w:val="subscript"/>
                              </w:rPr>
                              <w:t>r</w:t>
                            </w:r>
                            <w:r w:rsidRPr="00B576C9">
                              <w:rPr>
                                <w:color w:val="FF0000"/>
                                <w:sz w:val="32"/>
                                <w:szCs w:val="32"/>
                              </w:rPr>
                              <w:t>.r</w:t>
                            </w:r>
                            <w:r w:rsidRPr="00B576C9">
                              <w:rPr>
                                <w:color w:val="FF0000"/>
                                <w:position w:val="-8"/>
                                <w:sz w:val="32"/>
                                <w:szCs w:val="32"/>
                                <w:vertAlign w:val="subscript"/>
                              </w:rPr>
                              <w:t>p</w:t>
                            </w:r>
                            <w:r w:rsidRPr="00B576C9">
                              <w:rPr>
                                <w:color w:val="FF0000"/>
                                <w:sz w:val="32"/>
                                <w:szCs w:val="32"/>
                              </w:rPr>
                              <w:t>.r</w:t>
                            </w:r>
                            <w:r w:rsidRPr="00B576C9">
                              <w:rPr>
                                <w:color w:val="FF0000"/>
                                <w:position w:val="-8"/>
                                <w:sz w:val="32"/>
                                <w:szCs w:val="32"/>
                                <w:vertAlign w:val="subscript"/>
                              </w:rPr>
                              <w:t>bi</w:t>
                            </w:r>
                            <w:r w:rsidRPr="00B576C9">
                              <w:rPr>
                                <w:color w:val="FF0000"/>
                                <w:sz w:val="32"/>
                                <w:szCs w:val="32"/>
                              </w:rPr>
                              <w:t>.</w:t>
                            </w:r>
                            <w:r w:rsidRPr="00B576C9">
                              <w:rPr>
                                <w:color w:val="FF0000"/>
                                <w:sz w:val="32"/>
                                <w:szCs w:val="32"/>
                              </w:rPr>
                              <w:fldChar w:fldCharType="begin"/>
                            </w:r>
                            <w:r w:rsidRPr="00B576C9">
                              <w:rPr>
                                <w:color w:val="FF0000"/>
                                <w:sz w:val="32"/>
                                <w:szCs w:val="32"/>
                              </w:rPr>
                              <w:instrText xml:space="preserve"> eq \s\do1(\f(2.</w:instrText>
                            </w:r>
                            <w:r w:rsidRPr="00B576C9">
                              <w:rPr>
                                <w:color w:val="FF0000"/>
                                <w:sz w:val="32"/>
                                <w:szCs w:val="32"/>
                                <w:lang w:val="el-GR"/>
                              </w:rPr>
                              <w:instrText>π;</w:instrText>
                            </w:r>
                            <w:r w:rsidRPr="00B576C9">
                              <w:rPr>
                                <w:color w:val="FF0000"/>
                                <w:sz w:val="32"/>
                                <w:szCs w:val="32"/>
                              </w:rPr>
                              <w:instrText>60))</w:instrText>
                            </w:r>
                            <w:r w:rsidRPr="00B576C9">
                              <w:rPr>
                                <w:color w:val="FF0000"/>
                                <w:sz w:val="32"/>
                                <w:szCs w:val="32"/>
                              </w:rPr>
                              <w:fldChar w:fldCharType="end"/>
                            </w:r>
                            <w:r w:rsidRPr="00B576C9">
                              <w:rPr>
                                <w:color w:val="FF0000"/>
                                <w:sz w:val="32"/>
                                <w:szCs w:val="32"/>
                              </w:rPr>
                              <w:t>.N</w:t>
                            </w:r>
                            <w:r w:rsidRPr="00B576C9">
                              <w:rPr>
                                <w:color w:val="FF0000"/>
                                <w:position w:val="-8"/>
                                <w:sz w:val="32"/>
                                <w:szCs w:val="32"/>
                                <w:vertAlign w:val="subscript"/>
                              </w:rPr>
                              <w:t>tr/min</w:t>
                            </w:r>
                          </w:p>
                        </w:txbxContent>
                      </wps:txbx>
                      <wps:bodyPr vertOverflow="clip" wrap="square" rtlCol="0">
                        <a:noAutofit/>
                      </wps:bodyPr>
                    </wps:wsp>
                  </a:graphicData>
                </a:graphic>
                <wp14:sizeRelH relativeFrom="margin">
                  <wp14:pctWidth>0</wp14:pctWidth>
                </wp14:sizeRelH>
                <wp14:sizeRelV relativeFrom="margin">
                  <wp14:pctHeight>0</wp14:pctHeight>
                </wp14:sizeRelV>
              </wp:anchor>
            </w:drawing>
          </mc:Choice>
          <mc:Fallback>
            <w:pict>
              <v:shape id="Zone de texte 1" o:spid="_x0000_s1428" type="#_x0000_t202" style="position:absolute;margin-left:227.4pt;margin-top:16pt;width:231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" fillcolor="white [3212]" strokecolor="black [3213]">
                <v:textbox>
                  <w:txbxContent>
                    <w:p w:rsidR="00211B46" w:rsidRPr="00B576C9" w:rsidRDefault="00211B46" w:rsidP="00211B46">
                      <w:pPr>
                        <w:pStyle w:val="NormalWeb"/>
                        <w:spacing w:after="0"/>
                        <w:rPr>
                          <w:color w:val="FF0000"/>
                        </w:rPr>
                      </w:pPr>
                      <w:r w:rsidRPr="00B576C9">
                        <w:rPr>
                          <w:color w:val="FF0000"/>
                          <w:sz w:val="32"/>
                          <w:szCs w:val="32"/>
                        </w:rPr>
                        <w:t>V</w:t>
                      </w:r>
                      <w:r w:rsidRPr="00B576C9">
                        <w:rPr>
                          <w:color w:val="FF0000"/>
                          <w:position w:val="-8"/>
                          <w:sz w:val="32"/>
                          <w:szCs w:val="32"/>
                          <w:vertAlign w:val="subscript"/>
                        </w:rPr>
                        <w:t>km/h</w:t>
                      </w:r>
                      <w:r w:rsidRPr="00B576C9">
                        <w:rPr>
                          <w:color w:val="FF0000"/>
                          <w:sz w:val="32"/>
                          <w:szCs w:val="32"/>
                        </w:rPr>
                        <w:t xml:space="preserve"> = </w:t>
                      </w:r>
                      <w:r w:rsidRPr="00B576C9">
                        <w:rPr>
                          <w:color w:val="FF0000"/>
                          <w:sz w:val="32"/>
                          <w:szCs w:val="32"/>
                        </w:rPr>
                        <w:fldChar w:fldCharType="begin"/>
                      </w:r>
                      <w:r w:rsidRPr="00B576C9">
                        <w:rPr>
                          <w:color w:val="FF0000"/>
                          <w:sz w:val="32"/>
                          <w:szCs w:val="32"/>
                        </w:rPr>
                        <w:instrText xml:space="preserve"> eq \s\do1(\f(3600;1000))</w:instrText>
                      </w:r>
                      <w:r w:rsidRPr="00B576C9">
                        <w:rPr>
                          <w:color w:val="FF0000"/>
                          <w:sz w:val="32"/>
                          <w:szCs w:val="32"/>
                        </w:rPr>
                        <w:fldChar w:fldCharType="end"/>
                      </w:r>
                      <w:r w:rsidRPr="00B576C9">
                        <w:rPr>
                          <w:color w:val="FF0000"/>
                          <w:sz w:val="32"/>
                          <w:szCs w:val="32"/>
                        </w:rPr>
                        <w:t>.R</w:t>
                      </w:r>
                      <w:r w:rsidRPr="00B576C9">
                        <w:rPr>
                          <w:color w:val="FF0000"/>
                          <w:position w:val="-8"/>
                          <w:sz w:val="32"/>
                          <w:szCs w:val="32"/>
                          <w:vertAlign w:val="subscript"/>
                        </w:rPr>
                        <w:t>r</w:t>
                      </w:r>
                      <w:r w:rsidRPr="00B576C9">
                        <w:rPr>
                          <w:color w:val="FF0000"/>
                          <w:sz w:val="32"/>
                          <w:szCs w:val="32"/>
                        </w:rPr>
                        <w:t>.r</w:t>
                      </w:r>
                      <w:r w:rsidRPr="00B576C9">
                        <w:rPr>
                          <w:color w:val="FF0000"/>
                          <w:position w:val="-8"/>
                          <w:sz w:val="32"/>
                          <w:szCs w:val="32"/>
                          <w:vertAlign w:val="subscript"/>
                        </w:rPr>
                        <w:t>p</w:t>
                      </w:r>
                      <w:r w:rsidRPr="00B576C9">
                        <w:rPr>
                          <w:color w:val="FF0000"/>
                          <w:sz w:val="32"/>
                          <w:szCs w:val="32"/>
                        </w:rPr>
                        <w:t>.r</w:t>
                      </w:r>
                      <w:r w:rsidRPr="00B576C9">
                        <w:rPr>
                          <w:color w:val="FF0000"/>
                          <w:position w:val="-8"/>
                          <w:sz w:val="32"/>
                          <w:szCs w:val="32"/>
                          <w:vertAlign w:val="subscript"/>
                        </w:rPr>
                        <w:t>bi</w:t>
                      </w:r>
                      <w:r w:rsidRPr="00B576C9">
                        <w:rPr>
                          <w:color w:val="FF0000"/>
                          <w:sz w:val="32"/>
                          <w:szCs w:val="32"/>
                        </w:rPr>
                        <w:t>.</w:t>
                      </w:r>
                      <w:r w:rsidRPr="00B576C9">
                        <w:rPr>
                          <w:color w:val="FF0000"/>
                          <w:sz w:val="32"/>
                          <w:szCs w:val="32"/>
                        </w:rPr>
                        <w:fldChar w:fldCharType="begin"/>
                      </w:r>
                      <w:r w:rsidRPr="00B576C9">
                        <w:rPr>
                          <w:color w:val="FF0000"/>
                          <w:sz w:val="32"/>
                          <w:szCs w:val="32"/>
                        </w:rPr>
                        <w:instrText xml:space="preserve"> eq \s\do1(\f(2.</w:instrText>
                      </w:r>
                      <w:r w:rsidRPr="00B576C9">
                        <w:rPr>
                          <w:color w:val="FF0000"/>
                          <w:sz w:val="32"/>
                          <w:szCs w:val="32"/>
                          <w:lang w:val="el-GR"/>
                        </w:rPr>
                        <w:instrText>π;</w:instrText>
                      </w:r>
                      <w:r w:rsidRPr="00B576C9">
                        <w:rPr>
                          <w:color w:val="FF0000"/>
                          <w:sz w:val="32"/>
                          <w:szCs w:val="32"/>
                        </w:rPr>
                        <w:instrText>60))</w:instrText>
                      </w:r>
                      <w:r w:rsidRPr="00B576C9">
                        <w:rPr>
                          <w:color w:val="FF0000"/>
                          <w:sz w:val="32"/>
                          <w:szCs w:val="32"/>
                        </w:rPr>
                        <w:fldChar w:fldCharType="end"/>
                      </w:r>
                      <w:r w:rsidRPr="00B576C9">
                        <w:rPr>
                          <w:color w:val="FF0000"/>
                          <w:sz w:val="32"/>
                          <w:szCs w:val="32"/>
                        </w:rPr>
                        <w:t>.N</w:t>
                      </w:r>
                      <w:r w:rsidRPr="00B576C9">
                        <w:rPr>
                          <w:color w:val="FF0000"/>
                          <w:position w:val="-8"/>
                          <w:sz w:val="32"/>
                          <w:szCs w:val="32"/>
                          <w:vertAlign w:val="subscript"/>
                        </w:rPr>
                        <w:t>tr/min</w:t>
                      </w:r>
                    </w:p>
                  </w:txbxContent>
                </v:textbox>
              </v:shape>
            </w:pict>
          </mc:Fallback>
        </mc:AlternateContent>
      </w:r>
      <w:r>
        <w:rPr>
          <w:noProof/>
          <w:lang w:eastAsia="fr-FR"/>
        </w:rPr>
        <w:drawing>
          <wp:inline distT="0" distB="0" distL="0" distR="0" wp14:anchorId="1297A417" wp14:editId="5E7EC405">
            <wp:extent cx="6819900" cy="3619500"/>
            <wp:effectExtent l="0" t="0" r="19050" b="0"/>
            <wp:docPr id="5" name="Graphique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72C6F" w:rsidRDefault="00D72C6F">
      <w:pPr>
        <w:spacing w:after="0" w:line="240" w:lineRule="auto"/>
        <w:rPr>
          <w:sz w:val="32"/>
        </w:rPr>
      </w:pPr>
      <w:r>
        <w:rPr>
          <w:sz w:val="32"/>
        </w:rPr>
        <w:br w:type="page"/>
      </w:r>
    </w:p>
    <w:p w:rsidR="00D72C6F" w:rsidRDefault="00D72C6F" w:rsidP="00D72C6F">
      <w:pPr>
        <w:pStyle w:val="Titre2"/>
        <w:numPr>
          <w:ilvl w:val="0"/>
          <w:numId w:val="0"/>
        </w:numPr>
        <w:overflowPunct w:val="0"/>
        <w:autoSpaceDE w:val="0"/>
        <w:autoSpaceDN w:val="0"/>
        <w:adjustRightInd w:val="0"/>
        <w:spacing w:before="120" w:line="240" w:lineRule="auto"/>
        <w:ind w:left="284"/>
        <w:textAlignment w:val="baseline"/>
        <w:rPr>
          <w:i w:val="0"/>
        </w:rPr>
      </w:pPr>
      <w:r w:rsidRPr="00D72C6F">
        <w:rPr>
          <w:i w:val="0"/>
        </w:rPr>
        <w:t xml:space="preserve">Efficacité énergétique </w:t>
      </w:r>
      <w:r w:rsidR="00971085">
        <w:rPr>
          <w:i w:val="0"/>
        </w:rPr>
        <w:t>du véhicule et du robot</w:t>
      </w:r>
    </w:p>
    <w:p w:rsidR="00D72C6F" w:rsidRPr="00D72C6F" w:rsidRDefault="00D72C6F" w:rsidP="00D72C6F">
      <w:pPr>
        <w:pStyle w:val="Questions"/>
      </w:pPr>
      <w:r>
        <w:t> Influence du choix du rapport de transmission</w:t>
      </w:r>
    </w:p>
    <w:p w:rsidR="00F679B1" w:rsidRDefault="00F679B1" w:rsidP="00F679B1">
      <w:pPr>
        <w:jc w:val="both"/>
        <w:rPr>
          <w:rStyle w:val="Equations"/>
          <w:rFonts w:ascii="Times New Roman" w:hAnsi="Times New Roman"/>
          <w:b w:val="0"/>
          <w:i w:val="0"/>
          <w:iCs w:val="0"/>
          <w:noProof w:val="0"/>
          <w:sz w:val="24"/>
          <w:szCs w:val="20"/>
        </w:rPr>
      </w:pPr>
      <w:r>
        <w:rPr>
          <w:rStyle w:val="Equations"/>
          <w:rFonts w:ascii="Times New Roman" w:hAnsi="Times New Roman"/>
          <w:b w:val="0"/>
          <w:i w:val="0"/>
          <w:iCs w:val="0"/>
          <w:noProof w:val="0"/>
          <w:sz w:val="24"/>
          <w:szCs w:val="20"/>
        </w:rPr>
        <w:t>Le chargement du véhicule n’a qu’une influence négligeable sur le rendement du moteur alors que les meilleurs rendements sont obtenus pour des vitesses de circulation élevées</w:t>
      </w:r>
      <w:r w:rsidR="004A2B03">
        <w:rPr>
          <w:rStyle w:val="Equations"/>
          <w:rFonts w:ascii="Times New Roman" w:hAnsi="Times New Roman"/>
          <w:b w:val="0"/>
          <w:i w:val="0"/>
          <w:iCs w:val="0"/>
          <w:noProof w:val="0"/>
          <w:sz w:val="24"/>
          <w:szCs w:val="20"/>
        </w:rPr>
        <w:t> !</w:t>
      </w:r>
      <w:r>
        <w:rPr>
          <w:rStyle w:val="Equations"/>
          <w:rFonts w:ascii="Times New Roman" w:hAnsi="Times New Roman"/>
          <w:b w:val="0"/>
          <w:i w:val="0"/>
          <w:iCs w:val="0"/>
          <w:noProof w:val="0"/>
          <w:sz w:val="24"/>
          <w:szCs w:val="20"/>
        </w:rPr>
        <w:t xml:space="preserve"> En effet</w:t>
      </w:r>
      <w:r w:rsidRPr="004A2B03">
        <w:rPr>
          <w:rStyle w:val="Equations"/>
          <w:rFonts w:ascii="Times New Roman" w:hAnsi="Times New Roman"/>
          <w:b w:val="0"/>
          <w:i w:val="0"/>
          <w:iCs w:val="0"/>
          <w:noProof w:val="0"/>
          <w:sz w:val="24"/>
          <w:szCs w:val="20"/>
        </w:rPr>
        <w:t xml:space="preserve">, </w:t>
      </w:r>
      <w:r w:rsidRPr="004A2B03">
        <w:rPr>
          <w:rStyle w:val="Equations"/>
          <w:rFonts w:ascii="Times New Roman" w:hAnsi="Times New Roman"/>
          <w:b w:val="0"/>
          <w:i w:val="0"/>
          <w:iCs w:val="0"/>
          <w:noProof w:val="0"/>
          <w:color w:val="FF0000"/>
          <w:sz w:val="24"/>
          <w:szCs w:val="20"/>
        </w:rPr>
        <w:t>le rendement est optimal au voisinage du couple maxi</w:t>
      </w:r>
      <w:r>
        <w:rPr>
          <w:rStyle w:val="Equations"/>
          <w:rFonts w:ascii="Times New Roman" w:hAnsi="Times New Roman"/>
          <w:b w:val="0"/>
          <w:i w:val="0"/>
          <w:iCs w:val="0"/>
          <w:noProof w:val="0"/>
          <w:sz w:val="24"/>
          <w:szCs w:val="20"/>
        </w:rPr>
        <w:t>, ce qui plaide en faveur du « downsizing » des moteurs…</w:t>
      </w:r>
    </w:p>
    <w:p w:rsidR="00F679B1" w:rsidRDefault="00F679B1" w:rsidP="00F679B1">
      <w:pPr>
        <w:jc w:val="both"/>
        <w:rPr>
          <w:rStyle w:val="Equations"/>
          <w:rFonts w:ascii="Times New Roman" w:hAnsi="Times New Roman"/>
          <w:b w:val="0"/>
          <w:i w:val="0"/>
          <w:iCs w:val="0"/>
          <w:noProof w:val="0"/>
          <w:sz w:val="24"/>
          <w:szCs w:val="20"/>
        </w:rPr>
      </w:pPr>
      <w:r w:rsidRPr="004A2B03">
        <w:rPr>
          <w:rStyle w:val="Equations"/>
          <w:rFonts w:ascii="Times New Roman" w:hAnsi="Times New Roman"/>
          <w:b w:val="0"/>
          <w:i w:val="0"/>
          <w:iCs w:val="0"/>
          <w:noProof w:val="0"/>
          <w:color w:val="FF0000"/>
          <w:sz w:val="24"/>
          <w:szCs w:val="20"/>
        </w:rPr>
        <w:t>Le choix du rapport de transmission influe significativement sur le rendement du moteur</w:t>
      </w:r>
      <w:r>
        <w:rPr>
          <w:rStyle w:val="Equations"/>
          <w:rFonts w:ascii="Times New Roman" w:hAnsi="Times New Roman"/>
          <w:b w:val="0"/>
          <w:i w:val="0"/>
          <w:iCs w:val="0"/>
          <w:noProof w:val="0"/>
          <w:sz w:val="24"/>
          <w:szCs w:val="20"/>
        </w:rPr>
        <w:t>, ce qui explique pourquoi les consommations sont souvent plus élevées en cycle urbain où l’on circule à vitesse fortement variable. L’automatisation du changement des rapports permet de diminuer significativement la consommation.</w:t>
      </w:r>
    </w:p>
    <w:p w:rsidR="00F04F65" w:rsidRDefault="00F04F65" w:rsidP="00F04F65">
      <w:pPr>
        <w:pStyle w:val="Questions"/>
        <w:rPr>
          <w:rStyle w:val="Equations"/>
          <w:rFonts w:ascii="Times New Roman" w:hAnsi="Times New Roman"/>
          <w:b w:val="0"/>
          <w:i w:val="0"/>
          <w:iCs w:val="0"/>
          <w:noProof w:val="0"/>
          <w:sz w:val="24"/>
          <w:szCs w:val="20"/>
        </w:rPr>
      </w:pPr>
      <w:r>
        <w:rPr>
          <w:rStyle w:val="Equations"/>
          <w:rFonts w:ascii="Times New Roman" w:hAnsi="Times New Roman"/>
          <w:b w:val="0"/>
          <w:i w:val="0"/>
          <w:iCs w:val="0"/>
          <w:noProof w:val="0"/>
          <w:sz w:val="24"/>
          <w:szCs w:val="20"/>
        </w:rPr>
        <w:t> Efficacité énergétique du véhicule</w:t>
      </w:r>
    </w:p>
    <w:p w:rsidR="00F04F65" w:rsidRDefault="00F04F65" w:rsidP="00F04F65">
      <w:pPr>
        <w:rPr>
          <w:rStyle w:val="Equations"/>
          <w:rFonts w:ascii="Times New Roman" w:hAnsi="Times New Roman"/>
          <w:b w:val="0"/>
          <w:i w:val="0"/>
          <w:iCs w:val="0"/>
          <w:noProof w:val="0"/>
          <w:sz w:val="24"/>
          <w:szCs w:val="20"/>
        </w:rPr>
      </w:pPr>
      <w:r>
        <w:rPr>
          <w:rStyle w:val="Equations"/>
          <w:rFonts w:ascii="Times New Roman" w:hAnsi="Times New Roman"/>
          <w:b w:val="0"/>
          <w:i w:val="0"/>
          <w:iCs w:val="0"/>
          <w:noProof w:val="0"/>
          <w:sz w:val="24"/>
          <w:szCs w:val="20"/>
        </w:rPr>
        <w:t>Un véhicule facilite la mobilité des personnes et des charges. Ainsi, la consommation distance, rapport entre le volume de carburant consommé (énergie nécessaire) sur la distance parcourue (caractéristique de la mobilité) est plus représentatif de l’efficacité énergétique du véhicule que le rendement du moteur seul… Mais dans les deux cas, la fonction du véhicule n’est pas bien prise en compte…</w:t>
      </w:r>
    </w:p>
    <w:p w:rsidR="00F04F65" w:rsidRDefault="00F04F65" w:rsidP="00F04F65">
      <w:pPr>
        <w:rPr>
          <w:rStyle w:val="Equations"/>
          <w:rFonts w:ascii="Times New Roman" w:hAnsi="Times New Roman"/>
          <w:b w:val="0"/>
          <w:i w:val="0"/>
          <w:iCs w:val="0"/>
          <w:noProof w:val="0"/>
          <w:sz w:val="24"/>
          <w:szCs w:val="20"/>
        </w:rPr>
      </w:pPr>
      <w:r>
        <w:rPr>
          <w:rStyle w:val="Equations"/>
          <w:rFonts w:ascii="Times New Roman" w:hAnsi="Times New Roman"/>
          <w:b w:val="0"/>
          <w:i w:val="0"/>
          <w:iCs w:val="0"/>
          <w:noProof w:val="0"/>
          <w:sz w:val="24"/>
          <w:szCs w:val="20"/>
        </w:rPr>
        <w:t xml:space="preserve">En définissant comme unité fonctionnelle le </w:t>
      </w:r>
      <w:r w:rsidRPr="00F04F65">
        <w:rPr>
          <w:color w:val="FF0000"/>
        </w:rPr>
        <w:t xml:space="preserve">pax.km </w:t>
      </w:r>
      <w:r>
        <w:rPr>
          <w:rStyle w:val="Equations"/>
          <w:rFonts w:ascii="Times New Roman" w:hAnsi="Times New Roman"/>
          <w:b w:val="0"/>
          <w:i w:val="0"/>
          <w:iCs w:val="0"/>
          <w:noProof w:val="0"/>
          <w:sz w:val="24"/>
          <w:szCs w:val="20"/>
        </w:rPr>
        <w:t xml:space="preserve">pour le transport de personnes et le </w:t>
      </w:r>
      <w:r w:rsidRPr="00F04F65">
        <w:rPr>
          <w:color w:val="FF0000"/>
        </w:rPr>
        <w:t>kg.km</w:t>
      </w:r>
      <w:r>
        <w:rPr>
          <w:rStyle w:val="Equations"/>
          <w:rFonts w:ascii="Times New Roman" w:hAnsi="Times New Roman"/>
          <w:b w:val="0"/>
          <w:i w:val="0"/>
          <w:iCs w:val="0"/>
          <w:noProof w:val="0"/>
          <w:sz w:val="24"/>
          <w:szCs w:val="20"/>
        </w:rPr>
        <w:t xml:space="preserve"> pour le fret, on définit alors plus finement l’efficacité énergétique en </w:t>
      </w:r>
      <w:r w:rsidRPr="004A2B03">
        <w:rPr>
          <w:color w:val="FF0000"/>
        </w:rPr>
        <w:t>pax.km/kWh</w:t>
      </w:r>
      <w:r>
        <w:rPr>
          <w:rStyle w:val="Equations"/>
          <w:rFonts w:ascii="Times New Roman" w:hAnsi="Times New Roman"/>
          <w:b w:val="0"/>
          <w:i w:val="0"/>
          <w:iCs w:val="0"/>
          <w:noProof w:val="0"/>
          <w:sz w:val="24"/>
          <w:szCs w:val="20"/>
        </w:rPr>
        <w:t xml:space="preserve"> ou en </w:t>
      </w:r>
      <w:r w:rsidRPr="004A2B03">
        <w:rPr>
          <w:color w:val="FF0000"/>
        </w:rPr>
        <w:t>kg.km/kWh</w:t>
      </w:r>
      <w:r>
        <w:rPr>
          <w:rStyle w:val="Equations"/>
          <w:rFonts w:ascii="Times New Roman" w:hAnsi="Times New Roman"/>
          <w:b w:val="0"/>
          <w:i w:val="0"/>
          <w:iCs w:val="0"/>
          <w:noProof w:val="0"/>
          <w:sz w:val="24"/>
          <w:szCs w:val="20"/>
        </w:rPr>
        <w:t>.</w:t>
      </w:r>
    </w:p>
    <w:p w:rsidR="008C7E35" w:rsidRPr="00594066" w:rsidRDefault="00F04F65" w:rsidP="00F04F65">
      <w:pPr>
        <w:jc w:val="both"/>
        <w:rPr>
          <w:rStyle w:val="Equations"/>
          <w:rFonts w:ascii="Times New Roman" w:hAnsi="Times New Roman"/>
          <w:b w:val="0"/>
          <w:i w:val="0"/>
          <w:iCs w:val="0"/>
          <w:noProof w:val="0"/>
          <w:color w:val="FF0000"/>
          <w:sz w:val="24"/>
          <w:szCs w:val="20"/>
        </w:rPr>
      </w:pPr>
      <w:r w:rsidRPr="00594066">
        <w:rPr>
          <w:rStyle w:val="Equations"/>
          <w:rFonts w:ascii="Times New Roman" w:hAnsi="Times New Roman"/>
          <w:b w:val="0"/>
          <w:i w:val="0"/>
          <w:iCs w:val="0"/>
          <w:noProof w:val="0"/>
          <w:color w:val="FF0000"/>
          <w:sz w:val="24"/>
          <w:szCs w:val="20"/>
        </w:rPr>
        <w:t xml:space="preserve">Ainsi, </w:t>
      </w:r>
      <w:r w:rsidR="00594066" w:rsidRPr="00594066">
        <w:rPr>
          <w:rStyle w:val="Equations"/>
          <w:rFonts w:ascii="Times New Roman" w:hAnsi="Times New Roman"/>
          <w:b w:val="0"/>
          <w:i w:val="0"/>
          <w:iCs w:val="0"/>
          <w:noProof w:val="0"/>
          <w:color w:val="FF0000"/>
          <w:sz w:val="24"/>
          <w:szCs w:val="20"/>
        </w:rPr>
        <w:t>bien que</w:t>
      </w:r>
      <w:r w:rsidRPr="00594066">
        <w:rPr>
          <w:rStyle w:val="Equations"/>
          <w:rFonts w:ascii="Times New Roman" w:hAnsi="Times New Roman"/>
          <w:b w:val="0"/>
          <w:i w:val="0"/>
          <w:iCs w:val="0"/>
          <w:noProof w:val="0"/>
          <w:color w:val="FF0000"/>
          <w:sz w:val="24"/>
          <w:szCs w:val="20"/>
        </w:rPr>
        <w:t xml:space="preserve"> l</w:t>
      </w:r>
      <w:r w:rsidR="008C7E35" w:rsidRPr="00594066">
        <w:rPr>
          <w:rStyle w:val="Equations"/>
          <w:rFonts w:ascii="Times New Roman" w:hAnsi="Times New Roman"/>
          <w:b w:val="0"/>
          <w:i w:val="0"/>
          <w:iCs w:val="0"/>
          <w:noProof w:val="0"/>
          <w:color w:val="FF0000"/>
          <w:sz w:val="24"/>
          <w:szCs w:val="20"/>
        </w:rPr>
        <w:t xml:space="preserve">e chargement du véhicule </w:t>
      </w:r>
      <w:r w:rsidR="00594066" w:rsidRPr="00594066">
        <w:rPr>
          <w:rStyle w:val="Equations"/>
          <w:rFonts w:ascii="Times New Roman" w:hAnsi="Times New Roman"/>
          <w:b w:val="0"/>
          <w:i w:val="0"/>
          <w:iCs w:val="0"/>
          <w:noProof w:val="0"/>
          <w:color w:val="FF0000"/>
          <w:sz w:val="24"/>
          <w:szCs w:val="20"/>
        </w:rPr>
        <w:t>augmente légèrement</w:t>
      </w:r>
      <w:r w:rsidRPr="00594066">
        <w:rPr>
          <w:rStyle w:val="Equations"/>
          <w:rFonts w:ascii="Times New Roman" w:hAnsi="Times New Roman"/>
          <w:b w:val="0"/>
          <w:i w:val="0"/>
          <w:iCs w:val="0"/>
          <w:noProof w:val="0"/>
          <w:color w:val="FF0000"/>
          <w:sz w:val="24"/>
          <w:szCs w:val="20"/>
        </w:rPr>
        <w:t xml:space="preserve"> consommation</w:t>
      </w:r>
      <w:r w:rsidR="008C7E35" w:rsidRPr="00594066">
        <w:rPr>
          <w:rStyle w:val="Equations"/>
          <w:rFonts w:ascii="Times New Roman" w:hAnsi="Times New Roman"/>
          <w:b w:val="0"/>
          <w:i w:val="0"/>
          <w:iCs w:val="0"/>
          <w:noProof w:val="0"/>
          <w:color w:val="FF0000"/>
          <w:sz w:val="24"/>
          <w:szCs w:val="20"/>
        </w:rPr>
        <w:t xml:space="preserve"> l’efficacité énergétique du véhicule </w:t>
      </w:r>
      <w:r w:rsidRPr="00594066">
        <w:rPr>
          <w:rStyle w:val="Equations"/>
          <w:rFonts w:ascii="Times New Roman" w:hAnsi="Times New Roman"/>
          <w:b w:val="0"/>
          <w:i w:val="0"/>
          <w:iCs w:val="0"/>
          <w:noProof w:val="0"/>
          <w:color w:val="FF0000"/>
          <w:sz w:val="24"/>
          <w:szCs w:val="20"/>
        </w:rPr>
        <w:t xml:space="preserve">augmente de manière </w:t>
      </w:r>
      <w:r w:rsidR="00594066" w:rsidRPr="00594066">
        <w:rPr>
          <w:rStyle w:val="Equations"/>
          <w:rFonts w:ascii="Times New Roman" w:hAnsi="Times New Roman"/>
          <w:b w:val="0"/>
          <w:i w:val="0"/>
          <w:iCs w:val="0"/>
          <w:noProof w:val="0"/>
          <w:color w:val="FF0000"/>
          <w:sz w:val="24"/>
          <w:szCs w:val="20"/>
        </w:rPr>
        <w:t xml:space="preserve">très </w:t>
      </w:r>
      <w:r w:rsidRPr="00594066">
        <w:rPr>
          <w:rStyle w:val="Equations"/>
          <w:rFonts w:ascii="Times New Roman" w:hAnsi="Times New Roman"/>
          <w:b w:val="0"/>
          <w:i w:val="0"/>
          <w:iCs w:val="0"/>
          <w:noProof w:val="0"/>
          <w:color w:val="FF0000"/>
          <w:sz w:val="24"/>
          <w:szCs w:val="20"/>
        </w:rPr>
        <w:t>significative</w:t>
      </w:r>
      <w:r w:rsidR="00594066" w:rsidRPr="00594066">
        <w:rPr>
          <w:rStyle w:val="Equations"/>
          <w:rFonts w:ascii="Times New Roman" w:hAnsi="Times New Roman"/>
          <w:b w:val="0"/>
          <w:i w:val="0"/>
          <w:iCs w:val="0"/>
          <w:noProof w:val="0"/>
          <w:color w:val="FF0000"/>
          <w:sz w:val="24"/>
          <w:szCs w:val="20"/>
        </w:rPr>
        <w:t> !!!</w:t>
      </w:r>
    </w:p>
    <w:p w:rsidR="008C7E35" w:rsidRDefault="00F679B1" w:rsidP="00F679B1">
      <w:pPr>
        <w:jc w:val="both"/>
        <w:rPr>
          <w:rStyle w:val="Equations"/>
          <w:rFonts w:ascii="Times New Roman" w:hAnsi="Times New Roman"/>
          <w:b w:val="0"/>
          <w:i w:val="0"/>
          <w:iCs w:val="0"/>
          <w:noProof w:val="0"/>
          <w:sz w:val="24"/>
          <w:szCs w:val="20"/>
        </w:rPr>
      </w:pPr>
      <w:r>
        <w:rPr>
          <w:rStyle w:val="Equations"/>
          <w:rFonts w:ascii="Times New Roman" w:hAnsi="Times New Roman"/>
          <w:b w:val="0"/>
          <w:i w:val="0"/>
          <w:iCs w:val="0"/>
          <w:noProof w:val="0"/>
          <w:sz w:val="24"/>
          <w:szCs w:val="20"/>
        </w:rPr>
        <w:t xml:space="preserve">La vitesse influe de manière très significative sur la consommation distance au-delà de </w:t>
      </w:r>
      <w:r w:rsidRPr="004A2B03">
        <w:rPr>
          <w:color w:val="FF0000"/>
        </w:rPr>
        <w:t>80 km/h</w:t>
      </w:r>
      <w:r w:rsidRPr="004A2B03">
        <w:rPr>
          <w:rStyle w:val="Equations"/>
          <w:rFonts w:ascii="Times New Roman" w:hAnsi="Times New Roman"/>
          <w:b w:val="0"/>
          <w:i w:val="0"/>
          <w:iCs w:val="0"/>
          <w:noProof w:val="0"/>
          <w:sz w:val="24"/>
          <w:szCs w:val="20"/>
        </w:rPr>
        <w:t>,</w:t>
      </w:r>
      <w:r>
        <w:rPr>
          <w:rStyle w:val="Equations"/>
          <w:rFonts w:ascii="Times New Roman" w:hAnsi="Times New Roman"/>
          <w:b w:val="0"/>
          <w:i w:val="0"/>
          <w:iCs w:val="0"/>
          <w:noProof w:val="0"/>
          <w:sz w:val="24"/>
          <w:szCs w:val="20"/>
        </w:rPr>
        <w:t xml:space="preserve"> meilleur compromis pour lequel le véhicule a été conçu.</w:t>
      </w:r>
      <w:r w:rsidR="00D72C6F">
        <w:rPr>
          <w:rStyle w:val="Equations"/>
          <w:rFonts w:ascii="Times New Roman" w:hAnsi="Times New Roman"/>
          <w:b w:val="0"/>
          <w:i w:val="0"/>
          <w:iCs w:val="0"/>
          <w:noProof w:val="0"/>
          <w:sz w:val="24"/>
          <w:szCs w:val="20"/>
        </w:rPr>
        <w:t xml:space="preserve"> L’augmentation du nombre de rapports permet une diminution de la consommation aux basses vitesses (très efficace si la boîte est robotisée).</w:t>
      </w:r>
    </w:p>
    <w:p w:rsidR="00594066" w:rsidRDefault="00594066" w:rsidP="00594066">
      <w:pPr>
        <w:pStyle w:val="Questions"/>
        <w:rPr>
          <w:rStyle w:val="Equations"/>
          <w:rFonts w:ascii="Times New Roman" w:hAnsi="Times New Roman"/>
          <w:b w:val="0"/>
          <w:i w:val="0"/>
          <w:iCs w:val="0"/>
          <w:noProof w:val="0"/>
          <w:sz w:val="24"/>
          <w:szCs w:val="20"/>
        </w:rPr>
      </w:pPr>
      <w:r>
        <w:rPr>
          <w:rStyle w:val="Equations"/>
          <w:rFonts w:ascii="Times New Roman" w:hAnsi="Times New Roman"/>
          <w:b w:val="0"/>
          <w:i w:val="0"/>
          <w:iCs w:val="0"/>
          <w:noProof w:val="0"/>
          <w:sz w:val="24"/>
          <w:szCs w:val="20"/>
        </w:rPr>
        <w:t> Rendement du module électrohydraulique</w:t>
      </w:r>
    </w:p>
    <w:tbl>
      <w:tblPr>
        <w:tblStyle w:val="Grilledutableau"/>
        <w:tblpPr w:leftFromText="141" w:rightFromText="141" w:vertAnchor="text" w:horzAnchor="margin" w:tblpY="92"/>
        <w:tblW w:w="0" w:type="auto"/>
        <w:tblLook w:val="04A0" w:firstRow="1" w:lastRow="0" w:firstColumn="1" w:lastColumn="0" w:noHBand="0" w:noVBand="1"/>
      </w:tblPr>
      <w:tblGrid>
        <w:gridCol w:w="5920"/>
        <w:gridCol w:w="4961"/>
      </w:tblGrid>
      <w:tr w:rsidR="00D72C6F" w:rsidRPr="005F7B19" w:rsidTr="00D72C6F">
        <w:trPr>
          <w:trHeight w:val="1696"/>
        </w:trPr>
        <w:tc>
          <w:tcPr>
            <w:tcW w:w="5920" w:type="dxa"/>
          </w:tcPr>
          <w:p w:rsidR="00D72C6F" w:rsidRPr="005F7B19" w:rsidRDefault="00D72C6F" w:rsidP="00D72C6F">
            <w:pPr>
              <w:jc w:val="both"/>
              <w:rPr>
                <w:sz w:val="20"/>
              </w:rPr>
            </w:pPr>
            <w:r w:rsidRPr="005F7B19">
              <w:rPr>
                <w:color w:val="FF0000"/>
                <w:sz w:val="20"/>
              </w:rPr>
              <w:t>La mesure d’intensité absorbée I = 14,8 A s’effec</w:t>
            </w:r>
            <w:r>
              <w:rPr>
                <w:color w:val="FF0000"/>
                <w:sz w:val="20"/>
              </w:rPr>
              <w:t>tue à l’aide d’une pince ampèro</w:t>
            </w:r>
            <w:r w:rsidRPr="005F7B19">
              <w:rPr>
                <w:color w:val="FF0000"/>
                <w:sz w:val="20"/>
              </w:rPr>
              <w:t xml:space="preserve">métrique et de l’oscilloscope. Le moteur de la pompe est alimenté en </w:t>
            </w:r>
            <w:r>
              <w:rPr>
                <w:color w:val="FF0000"/>
                <w:sz w:val="20"/>
              </w:rPr>
              <w:t xml:space="preserve">CC par la batterie (U = 12V) et </w:t>
            </w:r>
            <w:r w:rsidRPr="005F7B19">
              <w:rPr>
                <w:color w:val="FF0000"/>
                <w:sz w:val="20"/>
              </w:rPr>
              <w:t xml:space="preserve">absorbe une puissance électrique Pe = U.I </w:t>
            </w:r>
            <w:r w:rsidRPr="005F7B19">
              <w:rPr>
                <w:color w:val="FF0000"/>
                <w:sz w:val="20"/>
              </w:rPr>
              <w:sym w:font="Symbol" w:char="F0BB"/>
            </w:r>
            <w:r w:rsidRPr="005F7B19">
              <w:rPr>
                <w:color w:val="FF0000"/>
                <w:sz w:val="20"/>
              </w:rPr>
              <w:t xml:space="preserve"> 180 W pour une consommation totale sur un cycle de pompage de We = U.I.</w:t>
            </w:r>
            <w:r w:rsidRPr="005F7B19">
              <w:rPr>
                <w:color w:val="FF0000"/>
                <w:sz w:val="20"/>
              </w:rPr>
              <w:sym w:font="Symbol" w:char="F044"/>
            </w:r>
            <w:r w:rsidRPr="005F7B19">
              <w:rPr>
                <w:color w:val="FF0000"/>
                <w:sz w:val="20"/>
              </w:rPr>
              <w:t xml:space="preserve">t </w:t>
            </w:r>
            <w:r w:rsidRPr="005F7B19">
              <w:rPr>
                <w:color w:val="FF0000"/>
                <w:sz w:val="20"/>
              </w:rPr>
              <w:sym w:font="Symbol" w:char="F0BB"/>
            </w:r>
            <w:r w:rsidRPr="005F7B19">
              <w:rPr>
                <w:color w:val="FF0000"/>
                <w:sz w:val="20"/>
              </w:rPr>
              <w:t xml:space="preserve"> 650 J (en 3,6 sec)</w:t>
            </w:r>
          </w:p>
        </w:tc>
        <w:tc>
          <w:tcPr>
            <w:tcW w:w="4961" w:type="dxa"/>
          </w:tcPr>
          <w:p w:rsidR="00D72C6F" w:rsidRPr="005F7B19" w:rsidRDefault="00D72C6F" w:rsidP="00D72C6F">
            <w:pPr>
              <w:jc w:val="both"/>
              <w:rPr>
                <w:sz w:val="20"/>
              </w:rPr>
            </w:pPr>
            <w:r w:rsidRPr="005F7B19">
              <w:rPr>
                <w:color w:val="FF0000"/>
                <w:sz w:val="20"/>
              </w:rPr>
              <w:t>Le débit de la pompe est calculé pour une pression de tarage de 30b (</w:t>
            </w:r>
            <w:r w:rsidRPr="005F7B19">
              <w:rPr>
                <w:color w:val="FF0000"/>
                <w:sz w:val="20"/>
              </w:rPr>
              <w:sym w:font="Symbol" w:char="F044"/>
            </w:r>
            <w:r w:rsidRPr="005F7B19">
              <w:rPr>
                <w:color w:val="FF0000"/>
                <w:sz w:val="20"/>
              </w:rPr>
              <w:t xml:space="preserve">V = 52_cm3 pour une durée </w:t>
            </w:r>
            <w:r w:rsidRPr="005F7B19">
              <w:rPr>
                <w:color w:val="FF0000"/>
                <w:sz w:val="20"/>
              </w:rPr>
              <w:sym w:font="Symbol" w:char="F044"/>
            </w:r>
            <w:r w:rsidRPr="005F7B19">
              <w:rPr>
                <w:color w:val="FF0000"/>
                <w:sz w:val="20"/>
              </w:rPr>
              <w:t>T = 3,6 sec avec p</w:t>
            </w:r>
            <w:r w:rsidRPr="005F7B19">
              <w:rPr>
                <w:color w:val="FF0000"/>
                <w:sz w:val="20"/>
                <w:vertAlign w:val="subscript"/>
              </w:rPr>
              <w:t>moy</w:t>
            </w:r>
            <w:r w:rsidRPr="005F7B19">
              <w:rPr>
                <w:color w:val="FF0000"/>
                <w:sz w:val="20"/>
              </w:rPr>
              <w:t xml:space="preserve"> </w:t>
            </w:r>
            <w:r w:rsidRPr="005F7B19">
              <w:rPr>
                <w:color w:val="FF0000"/>
                <w:sz w:val="20"/>
              </w:rPr>
              <w:sym w:font="Symbol" w:char="F0BB"/>
            </w:r>
            <w:r w:rsidRPr="005F7B19">
              <w:rPr>
                <w:color w:val="FF0000"/>
                <w:sz w:val="20"/>
              </w:rPr>
              <w:t xml:space="preserve"> 50 bar). La puissance hydraulique développée alors par la pompe est Ph = pmoy.</w:t>
            </w:r>
            <w:r w:rsidRPr="005F7B19">
              <w:rPr>
                <w:color w:val="FF0000"/>
                <w:sz w:val="20"/>
              </w:rPr>
              <w:sym w:font="Symbol" w:char="F044"/>
            </w:r>
            <w:r w:rsidRPr="005F7B19">
              <w:rPr>
                <w:color w:val="FF0000"/>
                <w:sz w:val="20"/>
              </w:rPr>
              <w:t>V/</w:t>
            </w:r>
            <w:r w:rsidRPr="005F7B19">
              <w:rPr>
                <w:color w:val="FF0000"/>
                <w:sz w:val="20"/>
              </w:rPr>
              <w:sym w:font="Symbol" w:char="F044"/>
            </w:r>
            <w:r w:rsidRPr="005F7B19">
              <w:rPr>
                <w:color w:val="FF0000"/>
                <w:sz w:val="20"/>
              </w:rPr>
              <w:t xml:space="preserve">t </w:t>
            </w:r>
            <w:r w:rsidRPr="005F7B19">
              <w:rPr>
                <w:color w:val="FF0000"/>
                <w:sz w:val="20"/>
              </w:rPr>
              <w:sym w:font="Symbol" w:char="F0BB"/>
            </w:r>
            <w:r w:rsidRPr="005F7B19">
              <w:rPr>
                <w:color w:val="FF0000"/>
                <w:sz w:val="20"/>
              </w:rPr>
              <w:t xml:space="preserve"> 75 W pour une fourniture totale de Wh = pmoy.</w:t>
            </w:r>
            <w:r w:rsidRPr="005F7B19">
              <w:rPr>
                <w:color w:val="FF0000"/>
                <w:sz w:val="20"/>
              </w:rPr>
              <w:sym w:font="Symbol" w:char="F044"/>
            </w:r>
            <w:r w:rsidRPr="005F7B19">
              <w:rPr>
                <w:color w:val="FF0000"/>
                <w:sz w:val="20"/>
              </w:rPr>
              <w:t xml:space="preserve">V </w:t>
            </w:r>
            <w:r w:rsidRPr="005F7B19">
              <w:rPr>
                <w:color w:val="FF0000"/>
                <w:sz w:val="20"/>
              </w:rPr>
              <w:sym w:font="Symbol" w:char="F0BB"/>
            </w:r>
            <w:r w:rsidRPr="005F7B19">
              <w:rPr>
                <w:color w:val="FF0000"/>
                <w:sz w:val="20"/>
              </w:rPr>
              <w:t xml:space="preserve"> 265 J.</w:t>
            </w:r>
          </w:p>
        </w:tc>
      </w:tr>
      <w:tr w:rsidR="00D72C6F" w:rsidRPr="005F7B19" w:rsidTr="00D72C6F">
        <w:trPr>
          <w:trHeight w:val="2624"/>
        </w:trPr>
        <w:tc>
          <w:tcPr>
            <w:tcW w:w="5920" w:type="dxa"/>
            <w:vAlign w:val="center"/>
          </w:tcPr>
          <w:p w:rsidR="00D72C6F" w:rsidRPr="005F7B19" w:rsidRDefault="00D72C6F" w:rsidP="00D72C6F">
            <w:pPr>
              <w:jc w:val="center"/>
              <w:rPr>
                <w:color w:val="FF0000"/>
                <w:sz w:val="20"/>
              </w:rPr>
            </w:pPr>
            <w:r w:rsidRPr="005F7B19">
              <w:rPr>
                <w:noProof/>
                <w:color w:val="FF0000"/>
                <w:sz w:val="20"/>
                <w:lang w:eastAsia="fr-FR"/>
              </w:rPr>
              <w:drawing>
                <wp:inline distT="0" distB="0" distL="0" distR="0" wp14:anchorId="3A5C36F8" wp14:editId="7EB593D8">
                  <wp:extent cx="2585720" cy="1939290"/>
                  <wp:effectExtent l="0" t="0" r="5080" b="381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BMP"/>
                          <pic:cNvPicPr/>
                        </pic:nvPicPr>
                        <pic:blipFill>
                          <a:blip r:embed="rId15">
                            <a:extLst>
                              <a:ext uri="{28A0092B-C50C-407E-A947-70E740481C1C}">
                                <a14:useLocalDpi xmlns:a14="http://schemas.microsoft.com/office/drawing/2010/main" val="0"/>
                              </a:ext>
                            </a:extLst>
                          </a:blip>
                          <a:stretch>
                            <a:fillRect/>
                          </a:stretch>
                        </pic:blipFill>
                        <pic:spPr>
                          <a:xfrm>
                            <a:off x="0" y="0"/>
                            <a:ext cx="2587150" cy="1940363"/>
                          </a:xfrm>
                          <a:prstGeom prst="rect">
                            <a:avLst/>
                          </a:prstGeom>
                        </pic:spPr>
                      </pic:pic>
                    </a:graphicData>
                  </a:graphic>
                </wp:inline>
              </w:drawing>
            </w:r>
          </w:p>
        </w:tc>
        <w:tc>
          <w:tcPr>
            <w:tcW w:w="4961" w:type="dxa"/>
            <w:vAlign w:val="center"/>
          </w:tcPr>
          <w:p w:rsidR="00D72C6F" w:rsidRPr="005F7B19" w:rsidRDefault="00D72C6F" w:rsidP="00D72C6F">
            <w:pPr>
              <w:jc w:val="center"/>
              <w:rPr>
                <w:color w:val="FF0000"/>
                <w:sz w:val="20"/>
              </w:rPr>
            </w:pPr>
            <w:r w:rsidRPr="005F7B19">
              <w:rPr>
                <w:noProof/>
                <w:color w:val="FF0000"/>
                <w:sz w:val="20"/>
                <w:lang w:eastAsia="fr-FR"/>
              </w:rPr>
              <w:drawing>
                <wp:inline distT="0" distB="0" distL="0" distR="0" wp14:anchorId="16F5B7D0" wp14:editId="6B996114">
                  <wp:extent cx="2407920" cy="1953484"/>
                  <wp:effectExtent l="0" t="0" r="0" b="889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lume pompé.png"/>
                          <pic:cNvPicPr/>
                        </pic:nvPicPr>
                        <pic:blipFill>
                          <a:blip r:embed="rId16">
                            <a:extLst>
                              <a:ext uri="{28A0092B-C50C-407E-A947-70E740481C1C}">
                                <a14:useLocalDpi xmlns:a14="http://schemas.microsoft.com/office/drawing/2010/main" val="0"/>
                              </a:ext>
                            </a:extLst>
                          </a:blip>
                          <a:stretch>
                            <a:fillRect/>
                          </a:stretch>
                        </pic:blipFill>
                        <pic:spPr>
                          <a:xfrm>
                            <a:off x="0" y="0"/>
                            <a:ext cx="2408129" cy="1953653"/>
                          </a:xfrm>
                          <a:prstGeom prst="rect">
                            <a:avLst/>
                          </a:prstGeom>
                        </pic:spPr>
                      </pic:pic>
                    </a:graphicData>
                  </a:graphic>
                </wp:inline>
              </w:drawing>
            </w:r>
          </w:p>
        </w:tc>
      </w:tr>
    </w:tbl>
    <w:p w:rsidR="00594066" w:rsidRDefault="00DF4F6A" w:rsidP="00D72C6F">
      <w:pPr>
        <w:jc w:val="both"/>
        <w:rPr>
          <w:rStyle w:val="Equations"/>
          <w:rFonts w:ascii="Times New Roman" w:hAnsi="Times New Roman"/>
          <w:b w:val="0"/>
          <w:i w:val="0"/>
          <w:noProof w:val="0"/>
          <w:sz w:val="24"/>
          <w:szCs w:val="20"/>
        </w:rPr>
      </w:pPr>
      <w:r>
        <w:rPr>
          <w:rStyle w:val="Equations"/>
          <w:rFonts w:ascii="Times New Roman" w:hAnsi="Times New Roman"/>
          <w:b w:val="0"/>
          <w:i w:val="0"/>
          <w:noProof w:val="0"/>
          <w:sz w:val="24"/>
          <w:szCs w:val="20"/>
        </w:rPr>
        <w:t xml:space="preserve">Le rendement est médiocre puisqu’il est </w:t>
      </w:r>
      <w:r w:rsidR="00D72C6F">
        <w:rPr>
          <w:rStyle w:val="Equations"/>
          <w:rFonts w:ascii="Times New Roman" w:hAnsi="Times New Roman"/>
          <w:b w:val="0"/>
          <w:i w:val="0"/>
          <w:noProof w:val="0"/>
          <w:sz w:val="24"/>
          <w:szCs w:val="20"/>
        </w:rPr>
        <w:t>voisin de</w:t>
      </w:r>
      <w:r>
        <w:rPr>
          <w:rStyle w:val="Equations"/>
          <w:rFonts w:ascii="Times New Roman" w:hAnsi="Times New Roman"/>
          <w:b w:val="0"/>
          <w:i w:val="0"/>
          <w:noProof w:val="0"/>
          <w:sz w:val="24"/>
          <w:szCs w:val="20"/>
        </w:rPr>
        <w:t xml:space="preserve"> </w:t>
      </w:r>
      <w:r w:rsidR="00D72C6F">
        <w:rPr>
          <w:color w:val="FF0000"/>
        </w:rPr>
        <w:t>4</w:t>
      </w:r>
      <w:r w:rsidRPr="00DF4F6A">
        <w:rPr>
          <w:color w:val="FF0000"/>
        </w:rPr>
        <w:t>0%</w:t>
      </w:r>
      <w:r w:rsidR="00594066">
        <w:rPr>
          <w:rStyle w:val="Equations"/>
          <w:rFonts w:ascii="Times New Roman" w:hAnsi="Times New Roman"/>
          <w:b w:val="0"/>
          <w:i w:val="0"/>
          <w:noProof w:val="0"/>
          <w:sz w:val="24"/>
          <w:szCs w:val="20"/>
        </w:rPr>
        <w:t>.</w:t>
      </w:r>
    </w:p>
    <w:p w:rsidR="00594066" w:rsidRDefault="00594066" w:rsidP="00594066">
      <w:pPr>
        <w:pStyle w:val="Questions"/>
        <w:rPr>
          <w:rStyle w:val="Equations"/>
          <w:rFonts w:ascii="Times New Roman" w:hAnsi="Times New Roman"/>
          <w:b w:val="0"/>
          <w:i w:val="0"/>
          <w:noProof w:val="0"/>
          <w:sz w:val="24"/>
          <w:szCs w:val="20"/>
        </w:rPr>
      </w:pPr>
      <w:r>
        <w:rPr>
          <w:rStyle w:val="Equations"/>
          <w:rFonts w:ascii="Times New Roman" w:hAnsi="Times New Roman"/>
          <w:b w:val="0"/>
          <w:i w:val="0"/>
          <w:noProof w:val="0"/>
          <w:sz w:val="24"/>
          <w:szCs w:val="20"/>
        </w:rPr>
        <w:t> Efficacité énergétique de la robotisation</w:t>
      </w:r>
    </w:p>
    <w:p w:rsidR="00594066" w:rsidRDefault="00594066" w:rsidP="00D72C6F">
      <w:pPr>
        <w:jc w:val="both"/>
        <w:rPr>
          <w:rStyle w:val="Equations"/>
          <w:rFonts w:ascii="Times New Roman" w:hAnsi="Times New Roman"/>
          <w:b w:val="0"/>
          <w:i w:val="0"/>
          <w:noProof w:val="0"/>
          <w:sz w:val="24"/>
          <w:szCs w:val="20"/>
        </w:rPr>
      </w:pPr>
      <w:r>
        <w:rPr>
          <w:rStyle w:val="Equations"/>
          <w:rFonts w:ascii="Times New Roman" w:hAnsi="Times New Roman"/>
          <w:b w:val="0"/>
          <w:i w:val="0"/>
          <w:noProof w:val="0"/>
          <w:sz w:val="24"/>
          <w:szCs w:val="20"/>
        </w:rPr>
        <w:t>L</w:t>
      </w:r>
      <w:r w:rsidR="00DF4F6A">
        <w:rPr>
          <w:rStyle w:val="Equations"/>
          <w:rFonts w:ascii="Times New Roman" w:hAnsi="Times New Roman"/>
          <w:b w:val="0"/>
          <w:i w:val="0"/>
          <w:noProof w:val="0"/>
          <w:sz w:val="24"/>
          <w:szCs w:val="20"/>
        </w:rPr>
        <w:t xml:space="preserve">e robot </w:t>
      </w:r>
      <w:r>
        <w:rPr>
          <w:rStyle w:val="Equations"/>
          <w:rFonts w:ascii="Times New Roman" w:hAnsi="Times New Roman"/>
          <w:b w:val="0"/>
          <w:i w:val="0"/>
          <w:noProof w:val="0"/>
          <w:sz w:val="24"/>
          <w:szCs w:val="20"/>
        </w:rPr>
        <w:t xml:space="preserve">peut effectuer 9 changements de rapports par </w:t>
      </w:r>
      <w:r w:rsidRPr="00594066">
        <w:rPr>
          <w:color w:val="FF0000"/>
        </w:rPr>
        <w:t>kJ</w:t>
      </w:r>
      <w:r>
        <w:rPr>
          <w:rStyle w:val="Equations"/>
          <w:rFonts w:ascii="Times New Roman" w:hAnsi="Times New Roman"/>
          <w:b w:val="0"/>
          <w:i w:val="0"/>
          <w:noProof w:val="0"/>
          <w:sz w:val="24"/>
          <w:szCs w:val="20"/>
        </w:rPr>
        <w:t xml:space="preserve"> alors qu’il permet d’économiser</w:t>
      </w:r>
      <w:r w:rsidR="00DF4F6A">
        <w:rPr>
          <w:rStyle w:val="Equations"/>
          <w:rFonts w:ascii="Times New Roman" w:hAnsi="Times New Roman"/>
          <w:b w:val="0"/>
          <w:i w:val="0"/>
          <w:noProof w:val="0"/>
          <w:sz w:val="24"/>
          <w:szCs w:val="20"/>
        </w:rPr>
        <w:t xml:space="preserve"> en cycle urbain </w:t>
      </w:r>
      <w:r w:rsidR="00DF4F6A" w:rsidRPr="00DF4F6A">
        <w:rPr>
          <w:iCs/>
          <w:color w:val="FF0000"/>
        </w:rPr>
        <w:t>1</w:t>
      </w:r>
      <w:r w:rsidR="00DF4F6A" w:rsidRPr="00DF4F6A">
        <w:rPr>
          <w:color w:val="FF0000"/>
        </w:rPr>
        <w:t>L/100km</w:t>
      </w:r>
      <w:r w:rsidR="00DF4F6A">
        <w:rPr>
          <w:rStyle w:val="Equations"/>
          <w:rFonts w:ascii="Times New Roman" w:hAnsi="Times New Roman"/>
          <w:b w:val="0"/>
          <w:i w:val="0"/>
          <w:noProof w:val="0"/>
          <w:sz w:val="24"/>
          <w:szCs w:val="20"/>
        </w:rPr>
        <w:t>, soit</w:t>
      </w:r>
      <w:r w:rsidR="00733B6B">
        <w:rPr>
          <w:rStyle w:val="Equations"/>
          <w:rFonts w:ascii="Times New Roman" w:hAnsi="Times New Roman"/>
          <w:b w:val="0"/>
          <w:i w:val="0"/>
          <w:noProof w:val="0"/>
          <w:sz w:val="24"/>
          <w:szCs w:val="20"/>
        </w:rPr>
        <w:t xml:space="preserve"> environ</w:t>
      </w:r>
      <w:r w:rsidR="00DF4F6A">
        <w:rPr>
          <w:rStyle w:val="Equations"/>
          <w:rFonts w:ascii="Times New Roman" w:hAnsi="Times New Roman"/>
          <w:b w:val="0"/>
          <w:i w:val="0"/>
          <w:noProof w:val="0"/>
          <w:sz w:val="24"/>
          <w:szCs w:val="20"/>
        </w:rPr>
        <w:t xml:space="preserve"> </w:t>
      </w:r>
      <w:r w:rsidR="00733B6B">
        <w:rPr>
          <w:iCs/>
          <w:color w:val="FF0000"/>
        </w:rPr>
        <w:t>40</w:t>
      </w:r>
      <w:r w:rsidR="00DF4F6A" w:rsidRPr="00DF4F6A">
        <w:rPr>
          <w:iCs/>
          <w:color w:val="FF0000"/>
        </w:rPr>
        <w:t>0</w:t>
      </w:r>
      <w:r w:rsidR="005F2CEB">
        <w:rPr>
          <w:iCs/>
          <w:color w:val="FF0000"/>
        </w:rPr>
        <w:t xml:space="preserve"> </w:t>
      </w:r>
      <w:r w:rsidR="00DF4F6A" w:rsidRPr="00DF4F6A">
        <w:rPr>
          <w:iCs/>
          <w:color w:val="FF0000"/>
        </w:rPr>
        <w:t>000 J/km</w:t>
      </w:r>
      <w:r w:rsidR="00DF4F6A">
        <w:rPr>
          <w:rStyle w:val="Equations"/>
          <w:rFonts w:ascii="Times New Roman" w:hAnsi="Times New Roman"/>
          <w:b w:val="0"/>
          <w:i w:val="0"/>
          <w:noProof w:val="0"/>
          <w:sz w:val="24"/>
          <w:szCs w:val="20"/>
        </w:rPr>
        <w:t>…</w:t>
      </w:r>
      <w:r>
        <w:rPr>
          <w:rStyle w:val="Equations"/>
          <w:rFonts w:ascii="Times New Roman" w:hAnsi="Times New Roman"/>
          <w:b w:val="0"/>
          <w:i w:val="0"/>
          <w:noProof w:val="0"/>
          <w:sz w:val="24"/>
          <w:szCs w:val="20"/>
        </w:rPr>
        <w:t xml:space="preserve"> Sa consommation est donc négligeable comparée au bénéfice qu’il apporte en confort et économie d’énergie. Son faible rendement n’a donc aucune importance…</w:t>
      </w:r>
    </w:p>
    <w:p w:rsidR="00067AC5" w:rsidRDefault="00067AC5" w:rsidP="00D72C6F">
      <w:pPr>
        <w:jc w:val="both"/>
        <w:rPr>
          <w:rStyle w:val="Equations"/>
          <w:rFonts w:ascii="Times New Roman" w:hAnsi="Times New Roman"/>
          <w:b w:val="0"/>
          <w:i w:val="0"/>
          <w:iCs w:val="0"/>
          <w:noProof w:val="0"/>
          <w:sz w:val="24"/>
          <w:szCs w:val="20"/>
        </w:rPr>
      </w:pPr>
      <w:r>
        <w:rPr>
          <w:rStyle w:val="Equations"/>
          <w:rFonts w:ascii="Times New Roman" w:hAnsi="Times New Roman"/>
          <w:b w:val="0"/>
          <w:i w:val="0"/>
          <w:iCs w:val="0"/>
          <w:noProof w:val="0"/>
          <w:sz w:val="24"/>
          <w:szCs w:val="20"/>
        </w:rPr>
        <w:br w:type="page"/>
      </w:r>
    </w:p>
    <w:p w:rsidR="00067AC5" w:rsidRDefault="00067AC5" w:rsidP="009B547C">
      <w:pPr>
        <w:pStyle w:val="Titre"/>
        <w:rPr>
          <w:rStyle w:val="Equations"/>
          <w:b/>
          <w:i w:val="0"/>
          <w:iCs w:val="0"/>
          <w:noProof w:val="0"/>
          <w:sz w:val="40"/>
          <w:szCs w:val="40"/>
        </w:rPr>
      </w:pPr>
      <w:r>
        <w:rPr>
          <w:rStyle w:val="Equations"/>
          <w:b/>
          <w:i w:val="0"/>
          <w:iCs w:val="0"/>
          <w:noProof w:val="0"/>
          <w:sz w:val="40"/>
          <w:szCs w:val="40"/>
        </w:rPr>
        <w:t xml:space="preserve">DR3 : </w:t>
      </w:r>
      <w:r w:rsidRPr="00067AC5">
        <w:rPr>
          <w:rStyle w:val="Equations"/>
          <w:b/>
          <w:i w:val="0"/>
          <w:iCs w:val="0"/>
          <w:noProof w:val="0"/>
          <w:sz w:val="40"/>
          <w:szCs w:val="40"/>
        </w:rPr>
        <w:t>Efficacité énergétique</w:t>
      </w:r>
    </w:p>
    <w:p w:rsidR="00067AC5" w:rsidRPr="009B547C" w:rsidRDefault="00067AC5" w:rsidP="009B547C">
      <w:pPr>
        <w:spacing w:before="120"/>
        <w:rPr>
          <w:sz w:val="32"/>
        </w:rPr>
      </w:pPr>
      <w:r w:rsidRPr="009B547C">
        <w:rPr>
          <w:sz w:val="32"/>
        </w:rPr>
        <w:t xml:space="preserve">Tableau 1 : Rendement du moteur pour </w:t>
      </w:r>
      <w:r w:rsidR="002C5AD4">
        <w:rPr>
          <w:sz w:val="32"/>
        </w:rPr>
        <w:t>300</w:t>
      </w:r>
      <w:r w:rsidRPr="009B547C">
        <w:rPr>
          <w:sz w:val="32"/>
        </w:rPr>
        <w:t xml:space="preserve"> kg de charge embarquée</w:t>
      </w:r>
    </w:p>
    <w:tbl>
      <w:tblPr>
        <w:tblW w:w="7673" w:type="dxa"/>
        <w:tblInd w:w="70" w:type="dxa"/>
        <w:tblCellMar>
          <w:left w:w="70" w:type="dxa"/>
          <w:right w:w="70" w:type="dxa"/>
        </w:tblCellMar>
        <w:tblLook w:val="04A0" w:firstRow="1" w:lastRow="0" w:firstColumn="1" w:lastColumn="0" w:noHBand="0" w:noVBand="1"/>
      </w:tblPr>
      <w:tblGrid>
        <w:gridCol w:w="1305"/>
        <w:gridCol w:w="1381"/>
        <w:gridCol w:w="1248"/>
        <w:gridCol w:w="1248"/>
        <w:gridCol w:w="1256"/>
        <w:gridCol w:w="1256"/>
      </w:tblGrid>
      <w:tr w:rsidR="00067AC5" w:rsidRPr="00821407" w:rsidTr="00E97258">
        <w:trPr>
          <w:trHeight w:val="288"/>
        </w:trPr>
        <w:tc>
          <w:tcPr>
            <w:tcW w:w="1305" w:type="dxa"/>
            <w:tcBorders>
              <w:top w:val="nil"/>
              <w:left w:val="nil"/>
              <w:bottom w:val="nil"/>
              <w:right w:val="nil"/>
            </w:tcBorders>
            <w:shd w:val="clear" w:color="auto" w:fill="auto"/>
            <w:noWrap/>
            <w:vAlign w:val="center"/>
            <w:hideMark/>
          </w:tcPr>
          <w:p w:rsidR="00067AC5" w:rsidRPr="00821407" w:rsidRDefault="00067AC5" w:rsidP="009B547C">
            <w:pPr>
              <w:rPr>
                <w:lang w:eastAsia="fr-FR"/>
              </w:rPr>
            </w:pPr>
          </w:p>
        </w:tc>
        <w:tc>
          <w:tcPr>
            <w:tcW w:w="1360" w:type="dxa"/>
            <w:tcBorders>
              <w:top w:val="nil"/>
              <w:left w:val="nil"/>
              <w:bottom w:val="nil"/>
              <w:right w:val="nil"/>
            </w:tcBorders>
            <w:shd w:val="clear" w:color="auto" w:fill="auto"/>
            <w:noWrap/>
            <w:vAlign w:val="center"/>
            <w:hideMark/>
          </w:tcPr>
          <w:p w:rsidR="00067AC5" w:rsidRPr="00821407" w:rsidRDefault="00067AC5" w:rsidP="009B547C">
            <w:pPr>
              <w:rPr>
                <w:lang w:eastAsia="fr-FR"/>
              </w:rPr>
            </w:pPr>
          </w:p>
        </w:tc>
        <w:tc>
          <w:tcPr>
            <w:tcW w:w="5008" w:type="dxa"/>
            <w:gridSpan w:val="4"/>
            <w:tcBorders>
              <w:top w:val="nil"/>
              <w:left w:val="nil"/>
              <w:bottom w:val="nil"/>
              <w:right w:val="nil"/>
            </w:tcBorders>
            <w:shd w:val="clear" w:color="auto" w:fill="auto"/>
            <w:noWrap/>
            <w:vAlign w:val="center"/>
            <w:hideMark/>
          </w:tcPr>
          <w:p w:rsidR="00067AC5" w:rsidRPr="00821407" w:rsidRDefault="00067AC5" w:rsidP="009B547C">
            <w:pPr>
              <w:spacing w:after="0"/>
              <w:rPr>
                <w:lang w:eastAsia="fr-FR"/>
              </w:rPr>
            </w:pPr>
            <w:r w:rsidRPr="00821407">
              <w:rPr>
                <w:lang w:eastAsia="fr-FR"/>
              </w:rPr>
              <w:t>Vitesse (km/h)</w:t>
            </w:r>
          </w:p>
        </w:tc>
      </w:tr>
      <w:tr w:rsidR="00544710" w:rsidRPr="00821407" w:rsidTr="00544710">
        <w:trPr>
          <w:trHeight w:val="288"/>
        </w:trPr>
        <w:tc>
          <w:tcPr>
            <w:tcW w:w="1305" w:type="dxa"/>
            <w:tcBorders>
              <w:top w:val="nil"/>
              <w:left w:val="nil"/>
              <w:bottom w:val="nil"/>
              <w:right w:val="nil"/>
            </w:tcBorders>
            <w:shd w:val="clear" w:color="auto" w:fill="auto"/>
            <w:noWrap/>
            <w:vAlign w:val="center"/>
            <w:hideMark/>
          </w:tcPr>
          <w:p w:rsidR="00544710" w:rsidRPr="00821407" w:rsidRDefault="00544710" w:rsidP="00544710">
            <w:pPr>
              <w:spacing w:after="0"/>
              <w:rPr>
                <w:lang w:eastAsia="fr-FR"/>
              </w:rPr>
            </w:pP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4710" w:rsidRPr="001E5237" w:rsidRDefault="00855FBF" w:rsidP="00544710">
            <w:pPr>
              <w:spacing w:after="0"/>
              <w:jc w:val="center"/>
            </w:pPr>
            <w:r w:rsidRPr="001E5237">
              <w:t>R</w:t>
            </w:r>
            <w:r w:rsidR="00544710" w:rsidRPr="001E5237">
              <w:t>endement</w:t>
            </w:r>
            <w:r>
              <w:t xml:space="preserve"> %</w:t>
            </w:r>
          </w:p>
        </w:tc>
        <w:tc>
          <w:tcPr>
            <w:tcW w:w="1248" w:type="dxa"/>
            <w:tcBorders>
              <w:top w:val="single" w:sz="4" w:space="0" w:color="auto"/>
              <w:left w:val="nil"/>
              <w:bottom w:val="single" w:sz="4" w:space="0" w:color="auto"/>
              <w:right w:val="single" w:sz="4" w:space="0" w:color="auto"/>
            </w:tcBorders>
            <w:shd w:val="clear" w:color="auto" w:fill="auto"/>
            <w:noWrap/>
            <w:vAlign w:val="center"/>
            <w:hideMark/>
          </w:tcPr>
          <w:p w:rsidR="00544710" w:rsidRPr="00855FBF" w:rsidRDefault="00544710" w:rsidP="00544710">
            <w:pPr>
              <w:spacing w:after="0"/>
              <w:jc w:val="center"/>
              <w:rPr>
                <w:sz w:val="28"/>
                <w:lang w:eastAsia="fr-FR"/>
              </w:rPr>
            </w:pPr>
            <w:r w:rsidRPr="00855FBF">
              <w:rPr>
                <w:sz w:val="28"/>
                <w:lang w:eastAsia="fr-FR"/>
              </w:rPr>
              <w:t>30</w:t>
            </w:r>
          </w:p>
        </w:tc>
        <w:tc>
          <w:tcPr>
            <w:tcW w:w="1248" w:type="dxa"/>
            <w:tcBorders>
              <w:top w:val="single" w:sz="4" w:space="0" w:color="auto"/>
              <w:left w:val="nil"/>
              <w:bottom w:val="single" w:sz="4" w:space="0" w:color="auto"/>
              <w:right w:val="single" w:sz="4" w:space="0" w:color="auto"/>
            </w:tcBorders>
            <w:shd w:val="clear" w:color="auto" w:fill="auto"/>
            <w:noWrap/>
            <w:vAlign w:val="center"/>
            <w:hideMark/>
          </w:tcPr>
          <w:p w:rsidR="00544710" w:rsidRPr="00855FBF" w:rsidRDefault="00544710" w:rsidP="00544710">
            <w:pPr>
              <w:spacing w:after="0"/>
              <w:jc w:val="center"/>
              <w:rPr>
                <w:sz w:val="28"/>
                <w:lang w:eastAsia="fr-FR"/>
              </w:rPr>
            </w:pPr>
            <w:r w:rsidRPr="00855FBF">
              <w:rPr>
                <w:sz w:val="28"/>
                <w:lang w:eastAsia="fr-FR"/>
              </w:rPr>
              <w:t>50</w:t>
            </w:r>
          </w:p>
        </w:tc>
        <w:tc>
          <w:tcPr>
            <w:tcW w:w="1256" w:type="dxa"/>
            <w:tcBorders>
              <w:top w:val="single" w:sz="4" w:space="0" w:color="auto"/>
              <w:left w:val="nil"/>
              <w:bottom w:val="single" w:sz="4" w:space="0" w:color="auto"/>
              <w:right w:val="single" w:sz="4" w:space="0" w:color="auto"/>
            </w:tcBorders>
            <w:shd w:val="clear" w:color="auto" w:fill="auto"/>
            <w:noWrap/>
            <w:vAlign w:val="center"/>
            <w:hideMark/>
          </w:tcPr>
          <w:p w:rsidR="00544710" w:rsidRPr="00855FBF" w:rsidRDefault="00544710" w:rsidP="00544710">
            <w:pPr>
              <w:spacing w:after="0"/>
              <w:jc w:val="center"/>
              <w:rPr>
                <w:sz w:val="28"/>
                <w:lang w:eastAsia="fr-FR"/>
              </w:rPr>
            </w:pPr>
            <w:r w:rsidRPr="00855FBF">
              <w:rPr>
                <w:sz w:val="28"/>
                <w:lang w:eastAsia="fr-FR"/>
              </w:rPr>
              <w:t>80</w:t>
            </w:r>
          </w:p>
        </w:tc>
        <w:tc>
          <w:tcPr>
            <w:tcW w:w="1256" w:type="dxa"/>
            <w:tcBorders>
              <w:top w:val="single" w:sz="4" w:space="0" w:color="auto"/>
              <w:left w:val="nil"/>
              <w:bottom w:val="single" w:sz="4" w:space="0" w:color="auto"/>
              <w:right w:val="single" w:sz="4" w:space="0" w:color="auto"/>
            </w:tcBorders>
            <w:shd w:val="clear" w:color="auto" w:fill="auto"/>
            <w:noWrap/>
            <w:vAlign w:val="center"/>
            <w:hideMark/>
          </w:tcPr>
          <w:p w:rsidR="00544710" w:rsidRPr="00855FBF" w:rsidRDefault="00544710" w:rsidP="00544710">
            <w:pPr>
              <w:spacing w:after="0"/>
              <w:jc w:val="center"/>
              <w:rPr>
                <w:sz w:val="28"/>
                <w:lang w:eastAsia="fr-FR"/>
              </w:rPr>
            </w:pPr>
            <w:r w:rsidRPr="00855FBF">
              <w:rPr>
                <w:sz w:val="28"/>
                <w:lang w:eastAsia="fr-FR"/>
              </w:rPr>
              <w:t>120</w:t>
            </w:r>
          </w:p>
        </w:tc>
      </w:tr>
      <w:tr w:rsidR="00544710" w:rsidRPr="00821407" w:rsidTr="00544710">
        <w:trPr>
          <w:trHeight w:val="288"/>
        </w:trPr>
        <w:tc>
          <w:tcPr>
            <w:tcW w:w="1305" w:type="dxa"/>
            <w:vMerge w:val="restart"/>
            <w:tcBorders>
              <w:top w:val="nil"/>
              <w:left w:val="nil"/>
              <w:right w:val="nil"/>
            </w:tcBorders>
            <w:shd w:val="clear" w:color="auto" w:fill="auto"/>
            <w:noWrap/>
            <w:textDirection w:val="btLr"/>
            <w:vAlign w:val="bottom"/>
            <w:hideMark/>
          </w:tcPr>
          <w:p w:rsidR="00544710" w:rsidRPr="00821407" w:rsidRDefault="00544710" w:rsidP="00544710">
            <w:pPr>
              <w:spacing w:after="0"/>
              <w:rPr>
                <w:lang w:eastAsia="fr-FR"/>
              </w:rPr>
            </w:pPr>
            <w:r>
              <w:rPr>
                <w:lang w:eastAsia="fr-FR"/>
              </w:rPr>
              <w:t>Rapport engagé</w:t>
            </w:r>
          </w:p>
        </w:tc>
        <w:tc>
          <w:tcPr>
            <w:tcW w:w="1360" w:type="dxa"/>
            <w:tcBorders>
              <w:top w:val="nil"/>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1</w:t>
            </w:r>
            <w:r w:rsidRPr="00211B46">
              <w:rPr>
                <w:vertAlign w:val="superscript"/>
              </w:rPr>
              <w:t>ère</w:t>
            </w:r>
            <w:r w:rsidR="00211B46">
              <w:t xml:space="preserve"> </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x</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x</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x</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x</w:t>
            </w:r>
          </w:p>
        </w:tc>
      </w:tr>
      <w:tr w:rsidR="00544710" w:rsidRPr="00821407" w:rsidTr="00544710">
        <w:trPr>
          <w:trHeight w:val="288"/>
        </w:trPr>
        <w:tc>
          <w:tcPr>
            <w:tcW w:w="1305" w:type="dxa"/>
            <w:vMerge/>
            <w:tcBorders>
              <w:left w:val="nil"/>
              <w:right w:val="nil"/>
            </w:tcBorders>
            <w:shd w:val="clear" w:color="auto" w:fill="auto"/>
            <w:noWrap/>
            <w:vAlign w:val="center"/>
            <w:hideMark/>
          </w:tcPr>
          <w:p w:rsidR="00544710" w:rsidRPr="00821407" w:rsidRDefault="00544710" w:rsidP="00544710">
            <w:pPr>
              <w:spacing w:after="0"/>
              <w:rPr>
                <w:lang w:eastAsia="fr-FR"/>
              </w:rPr>
            </w:pPr>
          </w:p>
        </w:tc>
        <w:tc>
          <w:tcPr>
            <w:tcW w:w="1360" w:type="dxa"/>
            <w:tcBorders>
              <w:top w:val="nil"/>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2</w:t>
            </w:r>
            <w:r w:rsidRPr="00211B46">
              <w:rPr>
                <w:vertAlign w:val="superscript"/>
              </w:rPr>
              <w:t>nde</w:t>
            </w:r>
            <w:r w:rsidR="00211B46">
              <w:t xml:space="preserve"> </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24%</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24%</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x</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x</w:t>
            </w:r>
          </w:p>
        </w:tc>
      </w:tr>
      <w:tr w:rsidR="00544710" w:rsidRPr="00821407" w:rsidTr="00544710">
        <w:trPr>
          <w:trHeight w:val="288"/>
        </w:trPr>
        <w:tc>
          <w:tcPr>
            <w:tcW w:w="1305" w:type="dxa"/>
            <w:vMerge/>
            <w:tcBorders>
              <w:left w:val="nil"/>
              <w:right w:val="nil"/>
            </w:tcBorders>
            <w:shd w:val="clear" w:color="auto" w:fill="auto"/>
            <w:noWrap/>
            <w:vAlign w:val="center"/>
            <w:hideMark/>
          </w:tcPr>
          <w:p w:rsidR="00544710" w:rsidRPr="00821407" w:rsidRDefault="00544710" w:rsidP="00544710">
            <w:pPr>
              <w:spacing w:after="0"/>
              <w:rPr>
                <w:lang w:eastAsia="fr-FR"/>
              </w:rPr>
            </w:pPr>
          </w:p>
        </w:tc>
        <w:tc>
          <w:tcPr>
            <w:tcW w:w="1360" w:type="dxa"/>
            <w:tcBorders>
              <w:top w:val="nil"/>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3</w:t>
            </w:r>
            <w:r w:rsidRPr="00211B46">
              <w:rPr>
                <w:vertAlign w:val="superscript"/>
              </w:rPr>
              <w:t>ème</w:t>
            </w:r>
            <w:r w:rsidR="00211B46">
              <w:t xml:space="preserve"> </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27%</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27%</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27%</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x</w:t>
            </w:r>
          </w:p>
        </w:tc>
      </w:tr>
      <w:tr w:rsidR="00544710" w:rsidRPr="00821407" w:rsidTr="00544710">
        <w:trPr>
          <w:trHeight w:val="288"/>
        </w:trPr>
        <w:tc>
          <w:tcPr>
            <w:tcW w:w="1305" w:type="dxa"/>
            <w:vMerge/>
            <w:tcBorders>
              <w:left w:val="nil"/>
              <w:right w:val="nil"/>
            </w:tcBorders>
            <w:shd w:val="clear" w:color="auto" w:fill="auto"/>
            <w:noWrap/>
            <w:vAlign w:val="center"/>
            <w:hideMark/>
          </w:tcPr>
          <w:p w:rsidR="00544710" w:rsidRPr="00821407" w:rsidRDefault="00544710" w:rsidP="00544710">
            <w:pPr>
              <w:spacing w:after="0"/>
              <w:rPr>
                <w:lang w:eastAsia="fr-FR"/>
              </w:rPr>
            </w:pPr>
          </w:p>
        </w:tc>
        <w:tc>
          <w:tcPr>
            <w:tcW w:w="1360" w:type="dxa"/>
            <w:tcBorders>
              <w:top w:val="nil"/>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4</w:t>
            </w:r>
            <w:r w:rsidRPr="00211B46">
              <w:rPr>
                <w:vertAlign w:val="superscript"/>
              </w:rPr>
              <w:t>ème</w:t>
            </w:r>
            <w:r w:rsidR="00211B46">
              <w:t xml:space="preserve"> </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x</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35%</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36%</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34%</w:t>
            </w:r>
          </w:p>
        </w:tc>
      </w:tr>
      <w:tr w:rsidR="00544710" w:rsidRPr="00821407" w:rsidTr="00544710">
        <w:trPr>
          <w:trHeight w:val="288"/>
        </w:trPr>
        <w:tc>
          <w:tcPr>
            <w:tcW w:w="1305" w:type="dxa"/>
            <w:vMerge/>
            <w:tcBorders>
              <w:left w:val="nil"/>
              <w:right w:val="nil"/>
            </w:tcBorders>
            <w:shd w:val="clear" w:color="auto" w:fill="auto"/>
            <w:noWrap/>
            <w:vAlign w:val="center"/>
          </w:tcPr>
          <w:p w:rsidR="00544710" w:rsidRPr="00821407" w:rsidRDefault="00544710" w:rsidP="00544710">
            <w:pPr>
              <w:spacing w:after="0"/>
              <w:rPr>
                <w:lang w:eastAsia="fr-FR"/>
              </w:rPr>
            </w:pP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5</w:t>
            </w:r>
            <w:r w:rsidRPr="00211B46">
              <w:rPr>
                <w:vertAlign w:val="superscript"/>
              </w:rPr>
              <w:t>ème</w:t>
            </w:r>
            <w:r w:rsidR="00211B46">
              <w:t xml:space="preserve"> </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x</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35%</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39%</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39%</w:t>
            </w:r>
          </w:p>
        </w:tc>
      </w:tr>
      <w:tr w:rsidR="00544710" w:rsidRPr="00821407" w:rsidTr="00544710">
        <w:trPr>
          <w:trHeight w:val="288"/>
        </w:trPr>
        <w:tc>
          <w:tcPr>
            <w:tcW w:w="1305" w:type="dxa"/>
            <w:vMerge/>
            <w:tcBorders>
              <w:left w:val="nil"/>
              <w:bottom w:val="nil"/>
              <w:right w:val="nil"/>
            </w:tcBorders>
            <w:shd w:val="clear" w:color="auto" w:fill="auto"/>
            <w:noWrap/>
            <w:vAlign w:val="center"/>
          </w:tcPr>
          <w:p w:rsidR="00544710" w:rsidRPr="00821407" w:rsidRDefault="00544710" w:rsidP="00544710">
            <w:pPr>
              <w:spacing w:after="0"/>
              <w:rPr>
                <w:lang w:eastAsia="fr-FR"/>
              </w:rPr>
            </w:pP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6</w:t>
            </w:r>
            <w:r w:rsidRPr="00211B46">
              <w:rPr>
                <w:vertAlign w:val="superscript"/>
              </w:rPr>
              <w:t>ème</w:t>
            </w:r>
            <w:r w:rsidR="00211B46">
              <w:t xml:space="preserve"> </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x</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x</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Pr="001E5237" w:rsidRDefault="00544710" w:rsidP="00544710">
            <w:pPr>
              <w:spacing w:after="0"/>
              <w:jc w:val="center"/>
            </w:pPr>
            <w:r w:rsidRPr="001E5237">
              <w:t>39%</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4710" w:rsidRDefault="00544710" w:rsidP="00544710">
            <w:pPr>
              <w:spacing w:after="0"/>
              <w:jc w:val="center"/>
            </w:pPr>
            <w:r w:rsidRPr="001E5237">
              <w:t>x</w:t>
            </w:r>
          </w:p>
        </w:tc>
      </w:tr>
    </w:tbl>
    <w:p w:rsidR="00067AC5" w:rsidRPr="009B547C" w:rsidRDefault="00067AC5" w:rsidP="009B547C">
      <w:pPr>
        <w:spacing w:before="120"/>
        <w:rPr>
          <w:sz w:val="32"/>
        </w:rPr>
      </w:pPr>
      <w:r w:rsidRPr="009B547C">
        <w:rPr>
          <w:sz w:val="32"/>
        </w:rPr>
        <w:t xml:space="preserve">Tableau 2 : Rendement du moteur pour </w:t>
      </w:r>
      <w:r w:rsidR="009B547C" w:rsidRPr="009B547C">
        <w:rPr>
          <w:sz w:val="32"/>
        </w:rPr>
        <w:t>un</w:t>
      </w:r>
      <w:r w:rsidR="009B547C">
        <w:rPr>
          <w:sz w:val="32"/>
        </w:rPr>
        <w:t>e</w:t>
      </w:r>
      <w:r w:rsidR="009B547C" w:rsidRPr="009B547C">
        <w:rPr>
          <w:sz w:val="32"/>
        </w:rPr>
        <w:t xml:space="preserve"> vitesse de </w:t>
      </w:r>
      <w:r w:rsidR="002C5AD4">
        <w:rPr>
          <w:sz w:val="32"/>
        </w:rPr>
        <w:t>80</w:t>
      </w:r>
      <w:r w:rsidR="009B547C" w:rsidRPr="009B547C">
        <w:rPr>
          <w:sz w:val="32"/>
        </w:rPr>
        <w:t xml:space="preserve"> km/h</w:t>
      </w:r>
    </w:p>
    <w:tbl>
      <w:tblPr>
        <w:tblW w:w="7694" w:type="dxa"/>
        <w:tblInd w:w="70" w:type="dxa"/>
        <w:tblCellMar>
          <w:left w:w="70" w:type="dxa"/>
          <w:right w:w="70" w:type="dxa"/>
        </w:tblCellMar>
        <w:tblLook w:val="04A0" w:firstRow="1" w:lastRow="0" w:firstColumn="1" w:lastColumn="0" w:noHBand="0" w:noVBand="1"/>
      </w:tblPr>
      <w:tblGrid>
        <w:gridCol w:w="1305"/>
        <w:gridCol w:w="1381"/>
        <w:gridCol w:w="1248"/>
        <w:gridCol w:w="1248"/>
        <w:gridCol w:w="1256"/>
        <w:gridCol w:w="1256"/>
      </w:tblGrid>
      <w:tr w:rsidR="00067AC5" w:rsidRPr="00821407" w:rsidTr="00855FBF">
        <w:trPr>
          <w:trHeight w:val="288"/>
        </w:trPr>
        <w:tc>
          <w:tcPr>
            <w:tcW w:w="1305" w:type="dxa"/>
            <w:tcBorders>
              <w:top w:val="nil"/>
              <w:left w:val="nil"/>
              <w:bottom w:val="nil"/>
              <w:right w:val="nil"/>
            </w:tcBorders>
            <w:shd w:val="clear" w:color="auto" w:fill="auto"/>
            <w:noWrap/>
            <w:vAlign w:val="center"/>
            <w:hideMark/>
          </w:tcPr>
          <w:p w:rsidR="00067AC5" w:rsidRPr="00821407" w:rsidRDefault="00067AC5" w:rsidP="009B547C">
            <w:pPr>
              <w:rPr>
                <w:lang w:eastAsia="fr-FR"/>
              </w:rPr>
            </w:pPr>
          </w:p>
        </w:tc>
        <w:tc>
          <w:tcPr>
            <w:tcW w:w="1381" w:type="dxa"/>
            <w:tcBorders>
              <w:top w:val="nil"/>
              <w:left w:val="nil"/>
              <w:bottom w:val="nil"/>
              <w:right w:val="nil"/>
            </w:tcBorders>
            <w:shd w:val="clear" w:color="auto" w:fill="auto"/>
            <w:noWrap/>
            <w:vAlign w:val="center"/>
            <w:hideMark/>
          </w:tcPr>
          <w:p w:rsidR="00067AC5" w:rsidRPr="00821407" w:rsidRDefault="00067AC5" w:rsidP="009B547C">
            <w:pPr>
              <w:rPr>
                <w:lang w:eastAsia="fr-FR"/>
              </w:rPr>
            </w:pPr>
          </w:p>
        </w:tc>
        <w:tc>
          <w:tcPr>
            <w:tcW w:w="5008" w:type="dxa"/>
            <w:gridSpan w:val="4"/>
            <w:tcBorders>
              <w:top w:val="nil"/>
              <w:left w:val="nil"/>
              <w:bottom w:val="nil"/>
              <w:right w:val="nil"/>
            </w:tcBorders>
            <w:shd w:val="clear" w:color="auto" w:fill="auto"/>
            <w:noWrap/>
            <w:vAlign w:val="center"/>
            <w:hideMark/>
          </w:tcPr>
          <w:p w:rsidR="00067AC5" w:rsidRPr="00821407" w:rsidRDefault="00067AC5" w:rsidP="009B547C">
            <w:pPr>
              <w:spacing w:after="0"/>
              <w:rPr>
                <w:lang w:eastAsia="fr-FR"/>
              </w:rPr>
            </w:pPr>
            <w:r w:rsidRPr="00821407">
              <w:rPr>
                <w:lang w:eastAsia="fr-FR"/>
              </w:rPr>
              <w:t xml:space="preserve">Charge </w:t>
            </w:r>
            <w:r w:rsidR="009B547C">
              <w:rPr>
                <w:lang w:eastAsia="fr-FR"/>
              </w:rPr>
              <w:t>embarquée</w:t>
            </w:r>
            <w:r w:rsidRPr="00821407">
              <w:rPr>
                <w:lang w:eastAsia="fr-FR"/>
              </w:rPr>
              <w:t xml:space="preserve"> (kg)</w:t>
            </w:r>
          </w:p>
        </w:tc>
      </w:tr>
      <w:tr w:rsidR="00067AC5" w:rsidRPr="00821407" w:rsidTr="00855FBF">
        <w:trPr>
          <w:cantSplit/>
          <w:trHeight w:val="340"/>
        </w:trPr>
        <w:tc>
          <w:tcPr>
            <w:tcW w:w="1305" w:type="dxa"/>
            <w:tcBorders>
              <w:top w:val="nil"/>
              <w:left w:val="nil"/>
              <w:bottom w:val="nil"/>
              <w:right w:val="nil"/>
            </w:tcBorders>
            <w:shd w:val="clear" w:color="auto" w:fill="auto"/>
            <w:noWrap/>
            <w:vAlign w:val="center"/>
            <w:hideMark/>
          </w:tcPr>
          <w:p w:rsidR="00067AC5" w:rsidRPr="00821407" w:rsidRDefault="00067AC5" w:rsidP="009B547C">
            <w:pPr>
              <w:spacing w:after="0"/>
              <w:rPr>
                <w:lang w:eastAsia="fr-FR"/>
              </w:rPr>
            </w:pPr>
          </w:p>
        </w:tc>
        <w:tc>
          <w:tcPr>
            <w:tcW w:w="13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7AC5" w:rsidRPr="009B547C" w:rsidRDefault="00855FBF" w:rsidP="009B547C">
            <w:pPr>
              <w:spacing w:after="0"/>
              <w:jc w:val="center"/>
              <w:rPr>
                <w:sz w:val="28"/>
                <w:lang w:eastAsia="fr-FR"/>
              </w:rPr>
            </w:pPr>
            <w:r w:rsidRPr="001E5237">
              <w:t>Rendement</w:t>
            </w:r>
            <w:r>
              <w:t xml:space="preserve"> %</w:t>
            </w:r>
          </w:p>
        </w:tc>
        <w:tc>
          <w:tcPr>
            <w:tcW w:w="1248" w:type="dxa"/>
            <w:tcBorders>
              <w:top w:val="single" w:sz="4" w:space="0" w:color="auto"/>
              <w:left w:val="nil"/>
              <w:bottom w:val="single" w:sz="4" w:space="0" w:color="auto"/>
              <w:right w:val="single" w:sz="4" w:space="0" w:color="auto"/>
            </w:tcBorders>
            <w:shd w:val="clear" w:color="auto" w:fill="auto"/>
            <w:noWrap/>
            <w:vAlign w:val="center"/>
            <w:hideMark/>
          </w:tcPr>
          <w:p w:rsidR="00067AC5" w:rsidRPr="009B547C" w:rsidRDefault="00067AC5" w:rsidP="009B547C">
            <w:pPr>
              <w:spacing w:after="0"/>
              <w:jc w:val="center"/>
              <w:rPr>
                <w:sz w:val="28"/>
                <w:lang w:eastAsia="fr-FR"/>
              </w:rPr>
            </w:pPr>
            <w:r w:rsidRPr="009B547C">
              <w:rPr>
                <w:sz w:val="28"/>
                <w:lang w:eastAsia="fr-FR"/>
              </w:rPr>
              <w:t>80</w:t>
            </w:r>
          </w:p>
        </w:tc>
        <w:tc>
          <w:tcPr>
            <w:tcW w:w="1248" w:type="dxa"/>
            <w:tcBorders>
              <w:top w:val="single" w:sz="4" w:space="0" w:color="auto"/>
              <w:left w:val="nil"/>
              <w:bottom w:val="single" w:sz="4" w:space="0" w:color="auto"/>
              <w:right w:val="single" w:sz="4" w:space="0" w:color="auto"/>
            </w:tcBorders>
            <w:shd w:val="clear" w:color="auto" w:fill="auto"/>
            <w:noWrap/>
            <w:vAlign w:val="center"/>
            <w:hideMark/>
          </w:tcPr>
          <w:p w:rsidR="00067AC5" w:rsidRPr="009B547C" w:rsidRDefault="00067AC5" w:rsidP="009B547C">
            <w:pPr>
              <w:spacing w:after="0"/>
              <w:jc w:val="center"/>
              <w:rPr>
                <w:sz w:val="28"/>
                <w:lang w:eastAsia="fr-FR"/>
              </w:rPr>
            </w:pPr>
            <w:r w:rsidRPr="009B547C">
              <w:rPr>
                <w:sz w:val="28"/>
                <w:lang w:eastAsia="fr-FR"/>
              </w:rPr>
              <w:t>160</w:t>
            </w:r>
          </w:p>
        </w:tc>
        <w:tc>
          <w:tcPr>
            <w:tcW w:w="1256" w:type="dxa"/>
            <w:tcBorders>
              <w:top w:val="single" w:sz="4" w:space="0" w:color="auto"/>
              <w:left w:val="nil"/>
              <w:bottom w:val="single" w:sz="4" w:space="0" w:color="auto"/>
              <w:right w:val="single" w:sz="4" w:space="0" w:color="auto"/>
            </w:tcBorders>
            <w:shd w:val="clear" w:color="auto" w:fill="auto"/>
            <w:noWrap/>
            <w:vAlign w:val="center"/>
            <w:hideMark/>
          </w:tcPr>
          <w:p w:rsidR="00067AC5" w:rsidRPr="009B547C" w:rsidRDefault="00067AC5" w:rsidP="009B547C">
            <w:pPr>
              <w:spacing w:after="0"/>
              <w:jc w:val="center"/>
              <w:rPr>
                <w:sz w:val="28"/>
                <w:lang w:eastAsia="fr-FR"/>
              </w:rPr>
            </w:pPr>
            <w:r w:rsidRPr="009B547C">
              <w:rPr>
                <w:sz w:val="28"/>
                <w:lang w:eastAsia="fr-FR"/>
              </w:rPr>
              <w:t>300</w:t>
            </w:r>
          </w:p>
        </w:tc>
        <w:tc>
          <w:tcPr>
            <w:tcW w:w="1256" w:type="dxa"/>
            <w:tcBorders>
              <w:top w:val="single" w:sz="4" w:space="0" w:color="auto"/>
              <w:left w:val="nil"/>
              <w:bottom w:val="single" w:sz="4" w:space="0" w:color="auto"/>
              <w:right w:val="single" w:sz="4" w:space="0" w:color="auto"/>
            </w:tcBorders>
            <w:shd w:val="clear" w:color="auto" w:fill="auto"/>
            <w:noWrap/>
            <w:vAlign w:val="center"/>
            <w:hideMark/>
          </w:tcPr>
          <w:p w:rsidR="00067AC5" w:rsidRPr="009B547C" w:rsidRDefault="00067AC5" w:rsidP="009B547C">
            <w:pPr>
              <w:spacing w:after="0"/>
              <w:jc w:val="center"/>
              <w:rPr>
                <w:sz w:val="28"/>
                <w:lang w:eastAsia="fr-FR"/>
              </w:rPr>
            </w:pPr>
            <w:r w:rsidRPr="009B547C">
              <w:rPr>
                <w:sz w:val="28"/>
                <w:lang w:eastAsia="fr-FR"/>
              </w:rPr>
              <w:t>590</w:t>
            </w:r>
          </w:p>
        </w:tc>
      </w:tr>
      <w:tr w:rsidR="00211B46" w:rsidRPr="00821407" w:rsidTr="002C66AF">
        <w:trPr>
          <w:cantSplit/>
          <w:trHeight w:val="340"/>
        </w:trPr>
        <w:tc>
          <w:tcPr>
            <w:tcW w:w="1305" w:type="dxa"/>
            <w:vMerge w:val="restart"/>
            <w:tcBorders>
              <w:top w:val="nil"/>
              <w:left w:val="nil"/>
              <w:right w:val="nil"/>
            </w:tcBorders>
            <w:shd w:val="clear" w:color="auto" w:fill="auto"/>
            <w:noWrap/>
            <w:textDirection w:val="btLr"/>
            <w:vAlign w:val="bottom"/>
            <w:hideMark/>
          </w:tcPr>
          <w:p w:rsidR="00211B46" w:rsidRPr="00821407" w:rsidRDefault="00211B46" w:rsidP="009B547C">
            <w:pPr>
              <w:spacing w:after="0"/>
              <w:rPr>
                <w:lang w:eastAsia="fr-FR"/>
              </w:rPr>
            </w:pPr>
            <w:r>
              <w:rPr>
                <w:lang w:eastAsia="fr-FR"/>
              </w:rPr>
              <w:t>Rapport engagé</w:t>
            </w:r>
          </w:p>
        </w:tc>
        <w:tc>
          <w:tcPr>
            <w:tcW w:w="1381" w:type="dxa"/>
            <w:tcBorders>
              <w:top w:val="nil"/>
              <w:left w:val="single" w:sz="4" w:space="0" w:color="auto"/>
              <w:bottom w:val="single" w:sz="4" w:space="0" w:color="auto"/>
              <w:right w:val="single" w:sz="4" w:space="0" w:color="auto"/>
            </w:tcBorders>
            <w:shd w:val="clear" w:color="auto" w:fill="auto"/>
            <w:noWrap/>
            <w:vAlign w:val="center"/>
          </w:tcPr>
          <w:p w:rsidR="00211B46" w:rsidRPr="001E5237" w:rsidRDefault="00211B46" w:rsidP="00E97258">
            <w:pPr>
              <w:spacing w:after="0"/>
              <w:jc w:val="center"/>
            </w:pPr>
            <w:r w:rsidRPr="001E5237">
              <w:t>1</w:t>
            </w:r>
            <w:r w:rsidRPr="00211B46">
              <w:rPr>
                <w:vertAlign w:val="superscript"/>
              </w:rPr>
              <w:t>ère</w:t>
            </w:r>
            <w:r>
              <w:t xml:space="preserve"> </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x</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x</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x</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x</w:t>
            </w:r>
          </w:p>
        </w:tc>
      </w:tr>
      <w:tr w:rsidR="00211B46" w:rsidRPr="00821407" w:rsidTr="002C66AF">
        <w:trPr>
          <w:cantSplit/>
          <w:trHeight w:val="340"/>
        </w:trPr>
        <w:tc>
          <w:tcPr>
            <w:tcW w:w="1305" w:type="dxa"/>
            <w:vMerge/>
            <w:tcBorders>
              <w:left w:val="nil"/>
              <w:right w:val="nil"/>
            </w:tcBorders>
            <w:shd w:val="clear" w:color="auto" w:fill="auto"/>
            <w:noWrap/>
            <w:vAlign w:val="center"/>
            <w:hideMark/>
          </w:tcPr>
          <w:p w:rsidR="00211B46" w:rsidRPr="00821407" w:rsidRDefault="00211B46" w:rsidP="009B547C">
            <w:pPr>
              <w:spacing w:after="0"/>
              <w:rPr>
                <w:lang w:eastAsia="fr-FR"/>
              </w:rPr>
            </w:pPr>
          </w:p>
        </w:tc>
        <w:tc>
          <w:tcPr>
            <w:tcW w:w="1381" w:type="dxa"/>
            <w:tcBorders>
              <w:top w:val="nil"/>
              <w:left w:val="single" w:sz="4" w:space="0" w:color="auto"/>
              <w:bottom w:val="single" w:sz="4" w:space="0" w:color="auto"/>
              <w:right w:val="single" w:sz="4" w:space="0" w:color="auto"/>
            </w:tcBorders>
            <w:shd w:val="clear" w:color="auto" w:fill="auto"/>
            <w:noWrap/>
            <w:vAlign w:val="center"/>
          </w:tcPr>
          <w:p w:rsidR="00211B46" w:rsidRPr="001E5237" w:rsidRDefault="00211B46" w:rsidP="00E97258">
            <w:pPr>
              <w:spacing w:after="0"/>
              <w:jc w:val="center"/>
            </w:pPr>
            <w:r w:rsidRPr="001E5237">
              <w:t>2</w:t>
            </w:r>
            <w:r w:rsidRPr="00211B46">
              <w:rPr>
                <w:vertAlign w:val="superscript"/>
              </w:rPr>
              <w:t>nde</w:t>
            </w:r>
            <w:r>
              <w:t xml:space="preserve"> </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x</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x</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x</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x</w:t>
            </w:r>
          </w:p>
        </w:tc>
      </w:tr>
      <w:tr w:rsidR="00211B46" w:rsidRPr="00821407" w:rsidTr="002C66AF">
        <w:trPr>
          <w:cantSplit/>
          <w:trHeight w:val="340"/>
        </w:trPr>
        <w:tc>
          <w:tcPr>
            <w:tcW w:w="1305" w:type="dxa"/>
            <w:vMerge/>
            <w:tcBorders>
              <w:left w:val="nil"/>
              <w:right w:val="nil"/>
            </w:tcBorders>
            <w:shd w:val="clear" w:color="auto" w:fill="auto"/>
            <w:noWrap/>
            <w:vAlign w:val="center"/>
            <w:hideMark/>
          </w:tcPr>
          <w:p w:rsidR="00211B46" w:rsidRPr="00821407" w:rsidRDefault="00211B46" w:rsidP="009B547C">
            <w:pPr>
              <w:spacing w:after="0"/>
              <w:rPr>
                <w:lang w:eastAsia="fr-FR"/>
              </w:rPr>
            </w:pPr>
          </w:p>
        </w:tc>
        <w:tc>
          <w:tcPr>
            <w:tcW w:w="1381" w:type="dxa"/>
            <w:tcBorders>
              <w:top w:val="nil"/>
              <w:left w:val="single" w:sz="4" w:space="0" w:color="auto"/>
              <w:bottom w:val="single" w:sz="4" w:space="0" w:color="auto"/>
              <w:right w:val="single" w:sz="4" w:space="0" w:color="auto"/>
            </w:tcBorders>
            <w:shd w:val="clear" w:color="auto" w:fill="auto"/>
            <w:noWrap/>
            <w:vAlign w:val="center"/>
          </w:tcPr>
          <w:p w:rsidR="00211B46" w:rsidRPr="001E5237" w:rsidRDefault="00211B46" w:rsidP="00E97258">
            <w:pPr>
              <w:spacing w:after="0"/>
              <w:jc w:val="center"/>
            </w:pPr>
            <w:r w:rsidRPr="001E5237">
              <w:t>3</w:t>
            </w:r>
            <w:r w:rsidRPr="00211B46">
              <w:rPr>
                <w:vertAlign w:val="superscript"/>
              </w:rPr>
              <w:t>ème</w:t>
            </w:r>
            <w:r>
              <w:t xml:space="preserve"> </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27%</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27%</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27%</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28%</w:t>
            </w:r>
          </w:p>
        </w:tc>
      </w:tr>
      <w:tr w:rsidR="00211B46" w:rsidRPr="00821407" w:rsidTr="002C66AF">
        <w:trPr>
          <w:cantSplit/>
          <w:trHeight w:val="340"/>
        </w:trPr>
        <w:tc>
          <w:tcPr>
            <w:tcW w:w="1305" w:type="dxa"/>
            <w:vMerge/>
            <w:tcBorders>
              <w:left w:val="nil"/>
              <w:right w:val="nil"/>
            </w:tcBorders>
            <w:shd w:val="clear" w:color="auto" w:fill="auto"/>
            <w:noWrap/>
            <w:vAlign w:val="center"/>
            <w:hideMark/>
          </w:tcPr>
          <w:p w:rsidR="00211B46" w:rsidRPr="00821407" w:rsidRDefault="00211B46" w:rsidP="009B547C">
            <w:pPr>
              <w:spacing w:after="0"/>
              <w:rPr>
                <w:lang w:eastAsia="fr-FR"/>
              </w:rPr>
            </w:pPr>
          </w:p>
        </w:tc>
        <w:tc>
          <w:tcPr>
            <w:tcW w:w="1381" w:type="dxa"/>
            <w:tcBorders>
              <w:top w:val="nil"/>
              <w:left w:val="single" w:sz="4" w:space="0" w:color="auto"/>
              <w:bottom w:val="single" w:sz="4" w:space="0" w:color="auto"/>
              <w:right w:val="single" w:sz="4" w:space="0" w:color="auto"/>
            </w:tcBorders>
            <w:shd w:val="clear" w:color="auto" w:fill="auto"/>
            <w:noWrap/>
            <w:vAlign w:val="center"/>
          </w:tcPr>
          <w:p w:rsidR="00211B46" w:rsidRPr="001E5237" w:rsidRDefault="00211B46" w:rsidP="00E97258">
            <w:pPr>
              <w:spacing w:after="0"/>
              <w:jc w:val="center"/>
            </w:pPr>
            <w:r w:rsidRPr="001E5237">
              <w:t>4</w:t>
            </w:r>
            <w:r w:rsidRPr="00211B46">
              <w:rPr>
                <w:vertAlign w:val="superscript"/>
              </w:rPr>
              <w:t>ème</w:t>
            </w:r>
            <w:r>
              <w:t xml:space="preserve"> </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35%</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36%</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36%</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36%</w:t>
            </w:r>
          </w:p>
        </w:tc>
      </w:tr>
      <w:tr w:rsidR="00211B46" w:rsidRPr="00821407" w:rsidTr="002C66AF">
        <w:trPr>
          <w:cantSplit/>
          <w:trHeight w:val="340"/>
        </w:trPr>
        <w:tc>
          <w:tcPr>
            <w:tcW w:w="1305" w:type="dxa"/>
            <w:vMerge/>
            <w:tcBorders>
              <w:left w:val="nil"/>
              <w:right w:val="nil"/>
            </w:tcBorders>
            <w:shd w:val="clear" w:color="auto" w:fill="auto"/>
            <w:noWrap/>
            <w:vAlign w:val="center"/>
          </w:tcPr>
          <w:p w:rsidR="00211B46" w:rsidRPr="00821407" w:rsidRDefault="00211B46" w:rsidP="009B547C">
            <w:pPr>
              <w:spacing w:after="0"/>
              <w:rPr>
                <w:lang w:eastAsia="fr-FR"/>
              </w:rPr>
            </w:pPr>
          </w:p>
        </w:tc>
        <w:tc>
          <w:tcPr>
            <w:tcW w:w="13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1E5237" w:rsidRDefault="00211B46" w:rsidP="00E97258">
            <w:pPr>
              <w:spacing w:after="0"/>
              <w:jc w:val="center"/>
            </w:pPr>
            <w:r w:rsidRPr="001E5237">
              <w:t>5</w:t>
            </w:r>
            <w:r w:rsidRPr="00211B46">
              <w:rPr>
                <w:vertAlign w:val="superscript"/>
              </w:rPr>
              <w:t>ème</w:t>
            </w:r>
            <w:r>
              <w:t xml:space="preserve"> </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37%</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37%</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39%</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39%</w:t>
            </w:r>
          </w:p>
        </w:tc>
      </w:tr>
      <w:tr w:rsidR="00211B46" w:rsidRPr="00821407" w:rsidTr="002C66AF">
        <w:trPr>
          <w:cantSplit/>
          <w:trHeight w:val="340"/>
        </w:trPr>
        <w:tc>
          <w:tcPr>
            <w:tcW w:w="1305" w:type="dxa"/>
            <w:vMerge/>
            <w:tcBorders>
              <w:left w:val="nil"/>
              <w:bottom w:val="nil"/>
              <w:right w:val="nil"/>
            </w:tcBorders>
            <w:shd w:val="clear" w:color="auto" w:fill="auto"/>
            <w:noWrap/>
            <w:vAlign w:val="center"/>
          </w:tcPr>
          <w:p w:rsidR="00211B46" w:rsidRPr="00821407" w:rsidRDefault="00211B46" w:rsidP="009B547C">
            <w:pPr>
              <w:spacing w:after="0"/>
              <w:rPr>
                <w:lang w:eastAsia="fr-FR"/>
              </w:rPr>
            </w:pPr>
          </w:p>
        </w:tc>
        <w:tc>
          <w:tcPr>
            <w:tcW w:w="13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1E5237" w:rsidRDefault="00211B46" w:rsidP="00E97258">
            <w:pPr>
              <w:spacing w:after="0"/>
              <w:jc w:val="center"/>
            </w:pPr>
            <w:r w:rsidRPr="001E5237">
              <w:t>6</w:t>
            </w:r>
            <w:r w:rsidRPr="00211B46">
              <w:rPr>
                <w:vertAlign w:val="superscript"/>
              </w:rPr>
              <w:t>ème</w:t>
            </w:r>
            <w:r>
              <w:t xml:space="preserve"> </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37%</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37%</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39%</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1B46" w:rsidRPr="00211B46" w:rsidRDefault="00211B46" w:rsidP="00211B46">
            <w:pPr>
              <w:spacing w:after="0"/>
              <w:jc w:val="center"/>
            </w:pPr>
            <w:r w:rsidRPr="00211B46">
              <w:t>40%</w:t>
            </w:r>
          </w:p>
        </w:tc>
      </w:tr>
    </w:tbl>
    <w:p w:rsidR="009B547C" w:rsidRPr="009B547C" w:rsidRDefault="009B547C" w:rsidP="009B547C">
      <w:pPr>
        <w:spacing w:before="120"/>
        <w:rPr>
          <w:sz w:val="32"/>
        </w:rPr>
      </w:pPr>
      <w:r w:rsidRPr="009B547C">
        <w:rPr>
          <w:sz w:val="32"/>
        </w:rPr>
        <w:t>Tableau 3</w:t>
      </w:r>
      <w:r>
        <w:rPr>
          <w:sz w:val="32"/>
        </w:rPr>
        <w:t>a</w:t>
      </w:r>
      <w:r w:rsidRPr="009B547C">
        <w:rPr>
          <w:sz w:val="32"/>
        </w:rPr>
        <w:t> : Consommation distance</w:t>
      </w:r>
      <w:r>
        <w:rPr>
          <w:sz w:val="32"/>
        </w:rPr>
        <w:t xml:space="preserve"> (BV PK5 : 5 rapports)</w:t>
      </w:r>
    </w:p>
    <w:tbl>
      <w:tblPr>
        <w:tblW w:w="7894" w:type="dxa"/>
        <w:tblInd w:w="70" w:type="dxa"/>
        <w:tblCellMar>
          <w:left w:w="70" w:type="dxa"/>
          <w:right w:w="70" w:type="dxa"/>
        </w:tblCellMar>
        <w:tblLook w:val="04A0" w:firstRow="1" w:lastRow="0" w:firstColumn="1" w:lastColumn="0" w:noHBand="0" w:noVBand="1"/>
      </w:tblPr>
      <w:tblGrid>
        <w:gridCol w:w="1305"/>
        <w:gridCol w:w="1581"/>
        <w:gridCol w:w="1248"/>
        <w:gridCol w:w="1248"/>
        <w:gridCol w:w="1256"/>
        <w:gridCol w:w="1256"/>
      </w:tblGrid>
      <w:tr w:rsidR="009B547C" w:rsidRPr="00821407" w:rsidTr="009B547C">
        <w:trPr>
          <w:trHeight w:val="288"/>
        </w:trPr>
        <w:tc>
          <w:tcPr>
            <w:tcW w:w="1305" w:type="dxa"/>
            <w:tcBorders>
              <w:top w:val="nil"/>
              <w:left w:val="nil"/>
              <w:bottom w:val="nil"/>
              <w:right w:val="nil"/>
            </w:tcBorders>
            <w:shd w:val="clear" w:color="auto" w:fill="auto"/>
            <w:noWrap/>
            <w:vAlign w:val="center"/>
            <w:hideMark/>
          </w:tcPr>
          <w:p w:rsidR="009B547C" w:rsidRPr="00821407" w:rsidRDefault="009B547C" w:rsidP="00E97258">
            <w:pPr>
              <w:spacing w:after="0" w:line="240" w:lineRule="auto"/>
              <w:jc w:val="center"/>
              <w:rPr>
                <w:rFonts w:eastAsia="Times New Roman"/>
                <w:color w:val="000000"/>
                <w:sz w:val="32"/>
                <w:lang w:eastAsia="fr-FR"/>
              </w:rPr>
            </w:pPr>
          </w:p>
        </w:tc>
        <w:tc>
          <w:tcPr>
            <w:tcW w:w="1581" w:type="dxa"/>
            <w:tcBorders>
              <w:top w:val="nil"/>
              <w:left w:val="nil"/>
              <w:bottom w:val="nil"/>
              <w:right w:val="nil"/>
            </w:tcBorders>
            <w:shd w:val="clear" w:color="auto" w:fill="auto"/>
            <w:noWrap/>
            <w:vAlign w:val="center"/>
            <w:hideMark/>
          </w:tcPr>
          <w:p w:rsidR="009B547C" w:rsidRPr="00821407" w:rsidRDefault="009B547C" w:rsidP="00E97258">
            <w:pPr>
              <w:spacing w:after="0" w:line="240" w:lineRule="auto"/>
              <w:jc w:val="center"/>
              <w:rPr>
                <w:rFonts w:eastAsia="Times New Roman"/>
                <w:color w:val="000000"/>
                <w:sz w:val="32"/>
                <w:lang w:eastAsia="fr-FR"/>
              </w:rPr>
            </w:pPr>
          </w:p>
        </w:tc>
        <w:tc>
          <w:tcPr>
            <w:tcW w:w="5008" w:type="dxa"/>
            <w:gridSpan w:val="4"/>
            <w:tcBorders>
              <w:top w:val="nil"/>
              <w:left w:val="nil"/>
              <w:bottom w:val="nil"/>
              <w:right w:val="nil"/>
            </w:tcBorders>
            <w:shd w:val="clear" w:color="auto" w:fill="auto"/>
            <w:noWrap/>
            <w:vAlign w:val="center"/>
            <w:hideMark/>
          </w:tcPr>
          <w:p w:rsidR="009B547C" w:rsidRPr="009B547C" w:rsidRDefault="009B547C" w:rsidP="009B547C">
            <w:pPr>
              <w:spacing w:after="0"/>
              <w:rPr>
                <w:lang w:eastAsia="fr-FR"/>
              </w:rPr>
            </w:pPr>
            <w:r w:rsidRPr="009B547C">
              <w:rPr>
                <w:lang w:eastAsia="fr-FR"/>
              </w:rPr>
              <w:t>Charge utile (kg)</w:t>
            </w:r>
          </w:p>
        </w:tc>
      </w:tr>
      <w:tr w:rsidR="009B547C" w:rsidRPr="00821407" w:rsidTr="009B547C">
        <w:trPr>
          <w:trHeight w:val="288"/>
        </w:trPr>
        <w:tc>
          <w:tcPr>
            <w:tcW w:w="1305" w:type="dxa"/>
            <w:vMerge w:val="restart"/>
            <w:tcBorders>
              <w:top w:val="nil"/>
              <w:left w:val="nil"/>
              <w:right w:val="nil"/>
            </w:tcBorders>
            <w:shd w:val="clear" w:color="auto" w:fill="auto"/>
            <w:noWrap/>
            <w:textDirection w:val="btLr"/>
            <w:vAlign w:val="bottom"/>
            <w:hideMark/>
          </w:tcPr>
          <w:p w:rsidR="009B547C" w:rsidRPr="009B547C" w:rsidRDefault="009B547C" w:rsidP="009B547C">
            <w:pPr>
              <w:ind w:left="113" w:right="113"/>
              <w:rPr>
                <w:lang w:eastAsia="fr-FR"/>
              </w:rPr>
            </w:pPr>
            <w:r w:rsidRPr="009B547C">
              <w:rPr>
                <w:lang w:eastAsia="fr-FR"/>
              </w:rPr>
              <w:t>Vitesse (km/h)</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547C" w:rsidRPr="009B547C" w:rsidRDefault="009B547C" w:rsidP="00E97258">
            <w:pPr>
              <w:spacing w:after="0" w:line="240" w:lineRule="auto"/>
              <w:jc w:val="center"/>
              <w:rPr>
                <w:rFonts w:eastAsia="Times New Roman"/>
                <w:color w:val="000000"/>
                <w:sz w:val="28"/>
                <w:lang w:eastAsia="fr-FR"/>
              </w:rPr>
            </w:pPr>
            <w:r w:rsidRPr="009B547C">
              <w:rPr>
                <w:rFonts w:eastAsia="Times New Roman"/>
                <w:color w:val="000000"/>
                <w:sz w:val="28"/>
                <w:lang w:eastAsia="fr-FR"/>
              </w:rPr>
              <w:t>Cdist (L/100km)</w:t>
            </w:r>
          </w:p>
        </w:tc>
        <w:tc>
          <w:tcPr>
            <w:tcW w:w="1248" w:type="dxa"/>
            <w:tcBorders>
              <w:top w:val="single" w:sz="4" w:space="0" w:color="auto"/>
              <w:left w:val="nil"/>
              <w:bottom w:val="single" w:sz="4" w:space="0" w:color="auto"/>
              <w:right w:val="single" w:sz="4" w:space="0" w:color="auto"/>
            </w:tcBorders>
            <w:shd w:val="clear" w:color="auto" w:fill="auto"/>
            <w:noWrap/>
            <w:vAlign w:val="center"/>
            <w:hideMark/>
          </w:tcPr>
          <w:p w:rsidR="009B547C" w:rsidRPr="009B547C" w:rsidRDefault="009B547C" w:rsidP="00E97258">
            <w:pPr>
              <w:spacing w:after="0" w:line="240" w:lineRule="auto"/>
              <w:jc w:val="center"/>
              <w:rPr>
                <w:rFonts w:eastAsia="Times New Roman"/>
                <w:color w:val="000000"/>
                <w:sz w:val="28"/>
                <w:lang w:eastAsia="fr-FR"/>
              </w:rPr>
            </w:pPr>
            <w:r w:rsidRPr="009B547C">
              <w:rPr>
                <w:rFonts w:eastAsia="Times New Roman"/>
                <w:color w:val="000000"/>
                <w:sz w:val="28"/>
                <w:lang w:eastAsia="fr-FR"/>
              </w:rPr>
              <w:t>80</w:t>
            </w:r>
          </w:p>
        </w:tc>
        <w:tc>
          <w:tcPr>
            <w:tcW w:w="1248" w:type="dxa"/>
            <w:tcBorders>
              <w:top w:val="single" w:sz="4" w:space="0" w:color="auto"/>
              <w:left w:val="nil"/>
              <w:bottom w:val="single" w:sz="4" w:space="0" w:color="auto"/>
              <w:right w:val="single" w:sz="4" w:space="0" w:color="auto"/>
            </w:tcBorders>
            <w:shd w:val="clear" w:color="auto" w:fill="auto"/>
            <w:noWrap/>
            <w:vAlign w:val="center"/>
            <w:hideMark/>
          </w:tcPr>
          <w:p w:rsidR="009B547C" w:rsidRPr="009B547C" w:rsidRDefault="009B547C" w:rsidP="00E97258">
            <w:pPr>
              <w:spacing w:after="0" w:line="240" w:lineRule="auto"/>
              <w:jc w:val="center"/>
              <w:rPr>
                <w:rFonts w:eastAsia="Times New Roman"/>
                <w:color w:val="000000"/>
                <w:sz w:val="28"/>
                <w:lang w:eastAsia="fr-FR"/>
              </w:rPr>
            </w:pPr>
            <w:r w:rsidRPr="009B547C">
              <w:rPr>
                <w:rFonts w:eastAsia="Times New Roman"/>
                <w:color w:val="000000"/>
                <w:sz w:val="28"/>
                <w:lang w:eastAsia="fr-FR"/>
              </w:rPr>
              <w:t>160</w:t>
            </w:r>
          </w:p>
        </w:tc>
        <w:tc>
          <w:tcPr>
            <w:tcW w:w="1256" w:type="dxa"/>
            <w:tcBorders>
              <w:top w:val="single" w:sz="4" w:space="0" w:color="auto"/>
              <w:left w:val="nil"/>
              <w:bottom w:val="single" w:sz="4" w:space="0" w:color="auto"/>
              <w:right w:val="single" w:sz="4" w:space="0" w:color="auto"/>
            </w:tcBorders>
            <w:shd w:val="clear" w:color="auto" w:fill="auto"/>
            <w:noWrap/>
            <w:vAlign w:val="center"/>
            <w:hideMark/>
          </w:tcPr>
          <w:p w:rsidR="009B547C" w:rsidRPr="009B547C" w:rsidRDefault="009B547C" w:rsidP="00E97258">
            <w:pPr>
              <w:spacing w:after="0" w:line="240" w:lineRule="auto"/>
              <w:jc w:val="center"/>
              <w:rPr>
                <w:rFonts w:eastAsia="Times New Roman"/>
                <w:color w:val="000000"/>
                <w:sz w:val="28"/>
                <w:lang w:eastAsia="fr-FR"/>
              </w:rPr>
            </w:pPr>
            <w:r w:rsidRPr="009B547C">
              <w:rPr>
                <w:rFonts w:eastAsia="Times New Roman"/>
                <w:color w:val="000000"/>
                <w:sz w:val="28"/>
                <w:lang w:eastAsia="fr-FR"/>
              </w:rPr>
              <w:t>300</w:t>
            </w:r>
          </w:p>
        </w:tc>
        <w:tc>
          <w:tcPr>
            <w:tcW w:w="1256" w:type="dxa"/>
            <w:tcBorders>
              <w:top w:val="single" w:sz="4" w:space="0" w:color="auto"/>
              <w:left w:val="nil"/>
              <w:bottom w:val="single" w:sz="4" w:space="0" w:color="auto"/>
              <w:right w:val="single" w:sz="4" w:space="0" w:color="auto"/>
            </w:tcBorders>
            <w:shd w:val="clear" w:color="auto" w:fill="auto"/>
            <w:noWrap/>
            <w:vAlign w:val="center"/>
            <w:hideMark/>
          </w:tcPr>
          <w:p w:rsidR="009B547C" w:rsidRPr="009B547C" w:rsidRDefault="009B547C" w:rsidP="00E97258">
            <w:pPr>
              <w:spacing w:after="0" w:line="240" w:lineRule="auto"/>
              <w:jc w:val="center"/>
              <w:rPr>
                <w:rFonts w:eastAsia="Times New Roman"/>
                <w:color w:val="000000"/>
                <w:sz w:val="28"/>
                <w:lang w:eastAsia="fr-FR"/>
              </w:rPr>
            </w:pPr>
            <w:r w:rsidRPr="009B547C">
              <w:rPr>
                <w:rFonts w:eastAsia="Times New Roman"/>
                <w:color w:val="000000"/>
                <w:sz w:val="28"/>
                <w:lang w:eastAsia="fr-FR"/>
              </w:rPr>
              <w:t>590</w:t>
            </w:r>
          </w:p>
        </w:tc>
      </w:tr>
      <w:tr w:rsidR="00F35CC2" w:rsidRPr="00821407" w:rsidTr="00A747A7">
        <w:trPr>
          <w:trHeight w:val="288"/>
        </w:trPr>
        <w:tc>
          <w:tcPr>
            <w:tcW w:w="1305" w:type="dxa"/>
            <w:vMerge/>
            <w:tcBorders>
              <w:left w:val="nil"/>
              <w:right w:val="nil"/>
            </w:tcBorders>
            <w:shd w:val="clear" w:color="auto" w:fill="auto"/>
            <w:noWrap/>
            <w:textDirection w:val="btLr"/>
            <w:vAlign w:val="center"/>
            <w:hideMark/>
          </w:tcPr>
          <w:p w:rsidR="00F35CC2" w:rsidRPr="009B547C" w:rsidRDefault="00F35CC2" w:rsidP="009B547C">
            <w:pPr>
              <w:rPr>
                <w:lang w:eastAsia="fr-FR"/>
              </w:rPr>
            </w:pPr>
          </w:p>
        </w:tc>
        <w:tc>
          <w:tcPr>
            <w:tcW w:w="1581" w:type="dxa"/>
            <w:tcBorders>
              <w:top w:val="nil"/>
              <w:left w:val="single" w:sz="4" w:space="0" w:color="auto"/>
              <w:bottom w:val="single" w:sz="4" w:space="0" w:color="auto"/>
              <w:right w:val="single" w:sz="4" w:space="0" w:color="auto"/>
            </w:tcBorders>
            <w:shd w:val="clear" w:color="auto" w:fill="auto"/>
            <w:noWrap/>
            <w:vAlign w:val="center"/>
            <w:hideMark/>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30</w:t>
            </w:r>
          </w:p>
        </w:tc>
        <w:tc>
          <w:tcPr>
            <w:tcW w:w="1248" w:type="dxa"/>
            <w:tcBorders>
              <w:top w:val="single" w:sz="4" w:space="0" w:color="auto"/>
              <w:left w:val="single" w:sz="4" w:space="0" w:color="auto"/>
              <w:bottom w:val="single" w:sz="4" w:space="0" w:color="auto"/>
              <w:right w:val="single" w:sz="4" w:space="0" w:color="auto"/>
            </w:tcBorders>
            <w:shd w:val="clear" w:color="auto" w:fill="auto"/>
            <w:noWrap/>
          </w:tcPr>
          <w:p w:rsidR="00F35CC2" w:rsidRPr="00F35CC2" w:rsidRDefault="00F35CC2" w:rsidP="00F35CC2">
            <w:pPr>
              <w:spacing w:after="0" w:line="240" w:lineRule="auto"/>
              <w:jc w:val="center"/>
              <w:rPr>
                <w:rFonts w:eastAsia="Times New Roman"/>
                <w:color w:val="000000"/>
                <w:sz w:val="32"/>
                <w:lang w:eastAsia="fr-FR"/>
              </w:rPr>
            </w:pPr>
            <w:r w:rsidRPr="00F35CC2">
              <w:rPr>
                <w:rFonts w:eastAsia="Times New Roman"/>
                <w:color w:val="000000"/>
                <w:sz w:val="32"/>
                <w:lang w:eastAsia="fr-FR"/>
              </w:rPr>
              <w:t>7,0</w:t>
            </w:r>
          </w:p>
        </w:tc>
        <w:tc>
          <w:tcPr>
            <w:tcW w:w="1248" w:type="dxa"/>
            <w:tcBorders>
              <w:top w:val="single" w:sz="4" w:space="0" w:color="auto"/>
              <w:left w:val="single" w:sz="4" w:space="0" w:color="auto"/>
              <w:bottom w:val="single" w:sz="4" w:space="0" w:color="auto"/>
              <w:right w:val="single" w:sz="4" w:space="0" w:color="auto"/>
            </w:tcBorders>
            <w:shd w:val="clear" w:color="auto" w:fill="auto"/>
            <w:noWrap/>
          </w:tcPr>
          <w:p w:rsidR="00F35CC2" w:rsidRPr="00F35CC2" w:rsidRDefault="00F35CC2" w:rsidP="00F35CC2">
            <w:pPr>
              <w:spacing w:after="0" w:line="240" w:lineRule="auto"/>
              <w:jc w:val="center"/>
              <w:rPr>
                <w:rFonts w:eastAsia="Times New Roman"/>
                <w:color w:val="000000"/>
                <w:sz w:val="32"/>
                <w:lang w:eastAsia="fr-FR"/>
              </w:rPr>
            </w:pPr>
            <w:r w:rsidRPr="00F35CC2">
              <w:rPr>
                <w:rFonts w:eastAsia="Times New Roman"/>
                <w:color w:val="000000"/>
                <w:sz w:val="32"/>
                <w:lang w:eastAsia="fr-FR"/>
              </w:rPr>
              <w:t>7,2</w:t>
            </w:r>
          </w:p>
        </w:tc>
        <w:tc>
          <w:tcPr>
            <w:tcW w:w="1256" w:type="dxa"/>
            <w:tcBorders>
              <w:top w:val="single" w:sz="4" w:space="0" w:color="auto"/>
              <w:left w:val="single" w:sz="4" w:space="0" w:color="auto"/>
              <w:bottom w:val="single" w:sz="4" w:space="0" w:color="auto"/>
              <w:right w:val="single" w:sz="4" w:space="0" w:color="auto"/>
            </w:tcBorders>
            <w:shd w:val="clear" w:color="auto" w:fill="auto"/>
            <w:noWrap/>
          </w:tcPr>
          <w:p w:rsidR="00F35CC2" w:rsidRPr="00F35CC2" w:rsidRDefault="00F35CC2" w:rsidP="00F35CC2">
            <w:pPr>
              <w:spacing w:after="0" w:line="240" w:lineRule="auto"/>
              <w:jc w:val="center"/>
              <w:rPr>
                <w:rFonts w:eastAsia="Times New Roman"/>
                <w:color w:val="000000"/>
                <w:sz w:val="32"/>
                <w:lang w:eastAsia="fr-FR"/>
              </w:rPr>
            </w:pPr>
            <w:r w:rsidRPr="00F35CC2">
              <w:rPr>
                <w:rFonts w:eastAsia="Times New Roman"/>
                <w:color w:val="000000"/>
                <w:sz w:val="32"/>
                <w:lang w:eastAsia="fr-FR"/>
              </w:rPr>
              <w:t>7,5</w:t>
            </w:r>
          </w:p>
        </w:tc>
        <w:tc>
          <w:tcPr>
            <w:tcW w:w="1256" w:type="dxa"/>
            <w:tcBorders>
              <w:top w:val="single" w:sz="4" w:space="0" w:color="auto"/>
              <w:left w:val="single" w:sz="4" w:space="0" w:color="auto"/>
              <w:bottom w:val="single" w:sz="4" w:space="0" w:color="auto"/>
              <w:right w:val="single" w:sz="4" w:space="0" w:color="auto"/>
            </w:tcBorders>
            <w:shd w:val="clear" w:color="auto" w:fill="auto"/>
            <w:noWrap/>
          </w:tcPr>
          <w:p w:rsidR="00F35CC2" w:rsidRPr="00F35CC2" w:rsidRDefault="00F35CC2" w:rsidP="00F35CC2">
            <w:pPr>
              <w:spacing w:after="0" w:line="240" w:lineRule="auto"/>
              <w:jc w:val="center"/>
              <w:rPr>
                <w:rFonts w:eastAsia="Times New Roman"/>
                <w:color w:val="000000"/>
                <w:sz w:val="32"/>
                <w:lang w:eastAsia="fr-FR"/>
              </w:rPr>
            </w:pPr>
            <w:r w:rsidRPr="00F35CC2">
              <w:rPr>
                <w:rFonts w:eastAsia="Times New Roman"/>
                <w:color w:val="000000"/>
                <w:sz w:val="32"/>
                <w:lang w:eastAsia="fr-FR"/>
              </w:rPr>
              <w:t>8,0</w:t>
            </w:r>
          </w:p>
        </w:tc>
      </w:tr>
      <w:tr w:rsidR="00F35CC2" w:rsidRPr="00821407" w:rsidTr="00A747A7">
        <w:trPr>
          <w:trHeight w:val="288"/>
        </w:trPr>
        <w:tc>
          <w:tcPr>
            <w:tcW w:w="1305" w:type="dxa"/>
            <w:vMerge/>
            <w:tcBorders>
              <w:left w:val="nil"/>
              <w:right w:val="nil"/>
            </w:tcBorders>
            <w:shd w:val="clear" w:color="auto" w:fill="auto"/>
            <w:noWrap/>
            <w:vAlign w:val="center"/>
            <w:hideMark/>
          </w:tcPr>
          <w:p w:rsidR="00F35CC2" w:rsidRPr="00821407" w:rsidRDefault="00F35CC2" w:rsidP="00E97258">
            <w:pPr>
              <w:spacing w:after="0" w:line="240" w:lineRule="auto"/>
              <w:jc w:val="center"/>
              <w:rPr>
                <w:rFonts w:eastAsia="Times New Roman"/>
                <w:color w:val="000000"/>
                <w:sz w:val="32"/>
                <w:lang w:eastAsia="fr-FR"/>
              </w:rPr>
            </w:pPr>
          </w:p>
        </w:tc>
        <w:tc>
          <w:tcPr>
            <w:tcW w:w="1581" w:type="dxa"/>
            <w:tcBorders>
              <w:top w:val="nil"/>
              <w:left w:val="single" w:sz="4" w:space="0" w:color="auto"/>
              <w:bottom w:val="single" w:sz="4" w:space="0" w:color="auto"/>
              <w:right w:val="single" w:sz="4" w:space="0" w:color="auto"/>
            </w:tcBorders>
            <w:shd w:val="clear" w:color="auto" w:fill="auto"/>
            <w:noWrap/>
            <w:vAlign w:val="center"/>
            <w:hideMark/>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50</w:t>
            </w:r>
          </w:p>
        </w:tc>
        <w:tc>
          <w:tcPr>
            <w:tcW w:w="1248" w:type="dxa"/>
            <w:tcBorders>
              <w:top w:val="single" w:sz="4" w:space="0" w:color="auto"/>
              <w:left w:val="single" w:sz="4" w:space="0" w:color="auto"/>
              <w:bottom w:val="single" w:sz="4" w:space="0" w:color="auto"/>
              <w:right w:val="single" w:sz="4" w:space="0" w:color="auto"/>
            </w:tcBorders>
            <w:shd w:val="clear" w:color="auto" w:fill="auto"/>
            <w:noWrap/>
          </w:tcPr>
          <w:p w:rsidR="00F35CC2" w:rsidRPr="00F35CC2" w:rsidRDefault="00F35CC2" w:rsidP="00F35CC2">
            <w:pPr>
              <w:spacing w:after="0" w:line="240" w:lineRule="auto"/>
              <w:jc w:val="center"/>
              <w:rPr>
                <w:rFonts w:eastAsia="Times New Roman"/>
                <w:color w:val="000000"/>
                <w:sz w:val="32"/>
                <w:lang w:eastAsia="fr-FR"/>
              </w:rPr>
            </w:pPr>
            <w:r w:rsidRPr="00F35CC2">
              <w:rPr>
                <w:rFonts w:eastAsia="Times New Roman"/>
                <w:color w:val="000000"/>
                <w:sz w:val="32"/>
                <w:lang w:eastAsia="fr-FR"/>
              </w:rPr>
              <w:t>6,3</w:t>
            </w:r>
          </w:p>
        </w:tc>
        <w:tc>
          <w:tcPr>
            <w:tcW w:w="1248" w:type="dxa"/>
            <w:tcBorders>
              <w:top w:val="single" w:sz="4" w:space="0" w:color="auto"/>
              <w:left w:val="single" w:sz="4" w:space="0" w:color="auto"/>
              <w:bottom w:val="single" w:sz="4" w:space="0" w:color="auto"/>
              <w:right w:val="single" w:sz="4" w:space="0" w:color="auto"/>
            </w:tcBorders>
            <w:shd w:val="clear" w:color="auto" w:fill="auto"/>
            <w:noWrap/>
          </w:tcPr>
          <w:p w:rsidR="00F35CC2" w:rsidRPr="00F35CC2" w:rsidRDefault="00F35CC2" w:rsidP="00F35CC2">
            <w:pPr>
              <w:spacing w:after="0" w:line="240" w:lineRule="auto"/>
              <w:jc w:val="center"/>
              <w:rPr>
                <w:rFonts w:eastAsia="Times New Roman"/>
                <w:color w:val="000000"/>
                <w:sz w:val="32"/>
                <w:lang w:eastAsia="fr-FR"/>
              </w:rPr>
            </w:pPr>
            <w:r w:rsidRPr="00F35CC2">
              <w:rPr>
                <w:rFonts w:eastAsia="Times New Roman"/>
                <w:color w:val="000000"/>
                <w:sz w:val="32"/>
                <w:lang w:eastAsia="fr-FR"/>
              </w:rPr>
              <w:t>6,5</w:t>
            </w:r>
          </w:p>
        </w:tc>
        <w:tc>
          <w:tcPr>
            <w:tcW w:w="1256" w:type="dxa"/>
            <w:tcBorders>
              <w:top w:val="single" w:sz="4" w:space="0" w:color="auto"/>
              <w:left w:val="single" w:sz="4" w:space="0" w:color="auto"/>
              <w:bottom w:val="single" w:sz="4" w:space="0" w:color="auto"/>
              <w:right w:val="single" w:sz="4" w:space="0" w:color="auto"/>
            </w:tcBorders>
            <w:shd w:val="clear" w:color="auto" w:fill="auto"/>
            <w:noWrap/>
          </w:tcPr>
          <w:p w:rsidR="00F35CC2" w:rsidRPr="00F35CC2" w:rsidRDefault="00F35CC2" w:rsidP="00F35CC2">
            <w:pPr>
              <w:spacing w:after="0" w:line="240" w:lineRule="auto"/>
              <w:jc w:val="center"/>
              <w:rPr>
                <w:rFonts w:eastAsia="Times New Roman"/>
                <w:color w:val="000000"/>
                <w:sz w:val="32"/>
                <w:lang w:eastAsia="fr-FR"/>
              </w:rPr>
            </w:pPr>
            <w:r w:rsidRPr="00F35CC2">
              <w:rPr>
                <w:rFonts w:eastAsia="Times New Roman"/>
                <w:color w:val="000000"/>
                <w:sz w:val="32"/>
                <w:lang w:eastAsia="fr-FR"/>
              </w:rPr>
              <w:t>6,8</w:t>
            </w:r>
          </w:p>
        </w:tc>
        <w:tc>
          <w:tcPr>
            <w:tcW w:w="1256" w:type="dxa"/>
            <w:tcBorders>
              <w:top w:val="single" w:sz="4" w:space="0" w:color="auto"/>
              <w:left w:val="single" w:sz="4" w:space="0" w:color="auto"/>
              <w:bottom w:val="single" w:sz="4" w:space="0" w:color="auto"/>
              <w:right w:val="single" w:sz="4" w:space="0" w:color="auto"/>
            </w:tcBorders>
            <w:shd w:val="clear" w:color="auto" w:fill="auto"/>
            <w:noWrap/>
          </w:tcPr>
          <w:p w:rsidR="00F35CC2" w:rsidRPr="00F35CC2" w:rsidRDefault="00F35CC2" w:rsidP="00F35CC2">
            <w:pPr>
              <w:spacing w:after="0" w:line="240" w:lineRule="auto"/>
              <w:jc w:val="center"/>
              <w:rPr>
                <w:rFonts w:eastAsia="Times New Roman"/>
                <w:color w:val="000000"/>
                <w:sz w:val="32"/>
                <w:lang w:eastAsia="fr-FR"/>
              </w:rPr>
            </w:pPr>
            <w:r w:rsidRPr="00F35CC2">
              <w:rPr>
                <w:rFonts w:eastAsia="Times New Roman"/>
                <w:color w:val="000000"/>
                <w:sz w:val="32"/>
                <w:lang w:eastAsia="fr-FR"/>
              </w:rPr>
              <w:t>7,3</w:t>
            </w:r>
          </w:p>
        </w:tc>
      </w:tr>
      <w:tr w:rsidR="00F35CC2" w:rsidRPr="00821407" w:rsidTr="00A747A7">
        <w:trPr>
          <w:trHeight w:val="288"/>
        </w:trPr>
        <w:tc>
          <w:tcPr>
            <w:tcW w:w="1305" w:type="dxa"/>
            <w:vMerge/>
            <w:tcBorders>
              <w:left w:val="nil"/>
              <w:right w:val="nil"/>
            </w:tcBorders>
            <w:shd w:val="clear" w:color="auto" w:fill="auto"/>
            <w:noWrap/>
            <w:vAlign w:val="center"/>
            <w:hideMark/>
          </w:tcPr>
          <w:p w:rsidR="00F35CC2" w:rsidRPr="00821407" w:rsidRDefault="00F35CC2" w:rsidP="00E97258">
            <w:pPr>
              <w:spacing w:after="0" w:line="240" w:lineRule="auto"/>
              <w:jc w:val="center"/>
              <w:rPr>
                <w:rFonts w:eastAsia="Times New Roman"/>
                <w:color w:val="000000"/>
                <w:sz w:val="32"/>
                <w:lang w:eastAsia="fr-FR"/>
              </w:rPr>
            </w:pPr>
          </w:p>
        </w:tc>
        <w:tc>
          <w:tcPr>
            <w:tcW w:w="1581" w:type="dxa"/>
            <w:tcBorders>
              <w:top w:val="nil"/>
              <w:left w:val="single" w:sz="4" w:space="0" w:color="auto"/>
              <w:bottom w:val="single" w:sz="4" w:space="0" w:color="auto"/>
              <w:right w:val="single" w:sz="4" w:space="0" w:color="auto"/>
            </w:tcBorders>
            <w:shd w:val="clear" w:color="auto" w:fill="auto"/>
            <w:noWrap/>
            <w:vAlign w:val="center"/>
            <w:hideMark/>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80</w:t>
            </w:r>
          </w:p>
        </w:tc>
        <w:tc>
          <w:tcPr>
            <w:tcW w:w="1248" w:type="dxa"/>
            <w:tcBorders>
              <w:top w:val="single" w:sz="4" w:space="0" w:color="auto"/>
              <w:left w:val="single" w:sz="4" w:space="0" w:color="auto"/>
              <w:bottom w:val="single" w:sz="4" w:space="0" w:color="auto"/>
              <w:right w:val="single" w:sz="4" w:space="0" w:color="auto"/>
            </w:tcBorders>
            <w:shd w:val="clear" w:color="auto" w:fill="auto"/>
            <w:noWrap/>
          </w:tcPr>
          <w:p w:rsidR="00F35CC2" w:rsidRPr="00F35CC2" w:rsidRDefault="00F35CC2" w:rsidP="00F35CC2">
            <w:pPr>
              <w:spacing w:after="0" w:line="240" w:lineRule="auto"/>
              <w:jc w:val="center"/>
              <w:rPr>
                <w:rFonts w:eastAsia="Times New Roman"/>
                <w:color w:val="000000"/>
                <w:sz w:val="32"/>
                <w:lang w:eastAsia="fr-FR"/>
              </w:rPr>
            </w:pPr>
            <w:r w:rsidRPr="00F35CC2">
              <w:rPr>
                <w:rFonts w:eastAsia="Times New Roman"/>
                <w:color w:val="000000"/>
                <w:sz w:val="32"/>
                <w:lang w:eastAsia="fr-FR"/>
              </w:rPr>
              <w:t>7,2</w:t>
            </w:r>
          </w:p>
        </w:tc>
        <w:tc>
          <w:tcPr>
            <w:tcW w:w="1248" w:type="dxa"/>
            <w:tcBorders>
              <w:top w:val="single" w:sz="4" w:space="0" w:color="auto"/>
              <w:left w:val="single" w:sz="4" w:space="0" w:color="auto"/>
              <w:bottom w:val="single" w:sz="4" w:space="0" w:color="auto"/>
              <w:right w:val="single" w:sz="4" w:space="0" w:color="auto"/>
            </w:tcBorders>
            <w:shd w:val="clear" w:color="auto" w:fill="auto"/>
            <w:noWrap/>
          </w:tcPr>
          <w:p w:rsidR="00F35CC2" w:rsidRPr="00F35CC2" w:rsidRDefault="00F35CC2" w:rsidP="00F35CC2">
            <w:pPr>
              <w:spacing w:after="0" w:line="240" w:lineRule="auto"/>
              <w:jc w:val="center"/>
              <w:rPr>
                <w:rFonts w:eastAsia="Times New Roman"/>
                <w:color w:val="000000"/>
                <w:sz w:val="32"/>
                <w:lang w:eastAsia="fr-FR"/>
              </w:rPr>
            </w:pPr>
            <w:r w:rsidRPr="00F35CC2">
              <w:rPr>
                <w:rFonts w:eastAsia="Times New Roman"/>
                <w:color w:val="000000"/>
                <w:sz w:val="32"/>
                <w:lang w:eastAsia="fr-FR"/>
              </w:rPr>
              <w:t>7,4</w:t>
            </w:r>
          </w:p>
        </w:tc>
        <w:tc>
          <w:tcPr>
            <w:tcW w:w="1256" w:type="dxa"/>
            <w:tcBorders>
              <w:top w:val="single" w:sz="4" w:space="0" w:color="auto"/>
              <w:left w:val="single" w:sz="4" w:space="0" w:color="auto"/>
              <w:bottom w:val="single" w:sz="4" w:space="0" w:color="auto"/>
              <w:right w:val="single" w:sz="4" w:space="0" w:color="auto"/>
            </w:tcBorders>
            <w:shd w:val="clear" w:color="auto" w:fill="auto"/>
            <w:noWrap/>
          </w:tcPr>
          <w:p w:rsidR="00F35CC2" w:rsidRPr="00F35CC2" w:rsidRDefault="00F35CC2" w:rsidP="00F35CC2">
            <w:pPr>
              <w:spacing w:after="0" w:line="240" w:lineRule="auto"/>
              <w:jc w:val="center"/>
              <w:rPr>
                <w:rFonts w:eastAsia="Times New Roman"/>
                <w:color w:val="000000"/>
                <w:sz w:val="32"/>
                <w:lang w:eastAsia="fr-FR"/>
              </w:rPr>
            </w:pPr>
            <w:r w:rsidRPr="00F35CC2">
              <w:rPr>
                <w:rFonts w:eastAsia="Times New Roman"/>
                <w:color w:val="000000"/>
                <w:sz w:val="32"/>
                <w:lang w:eastAsia="fr-FR"/>
              </w:rPr>
              <w:t>7,9</w:t>
            </w:r>
          </w:p>
        </w:tc>
        <w:tc>
          <w:tcPr>
            <w:tcW w:w="1256" w:type="dxa"/>
            <w:tcBorders>
              <w:top w:val="single" w:sz="4" w:space="0" w:color="auto"/>
              <w:left w:val="single" w:sz="4" w:space="0" w:color="auto"/>
              <w:bottom w:val="single" w:sz="4" w:space="0" w:color="auto"/>
              <w:right w:val="single" w:sz="4" w:space="0" w:color="auto"/>
            </w:tcBorders>
            <w:shd w:val="clear" w:color="auto" w:fill="auto"/>
            <w:noWrap/>
          </w:tcPr>
          <w:p w:rsidR="00F35CC2" w:rsidRPr="00F35CC2" w:rsidRDefault="00F35CC2" w:rsidP="00F35CC2">
            <w:pPr>
              <w:spacing w:after="0" w:line="240" w:lineRule="auto"/>
              <w:jc w:val="center"/>
              <w:rPr>
                <w:rFonts w:eastAsia="Times New Roman"/>
                <w:color w:val="000000"/>
                <w:sz w:val="32"/>
                <w:lang w:eastAsia="fr-FR"/>
              </w:rPr>
            </w:pPr>
            <w:r w:rsidRPr="00F35CC2">
              <w:rPr>
                <w:rFonts w:eastAsia="Times New Roman"/>
                <w:color w:val="000000"/>
                <w:sz w:val="32"/>
                <w:lang w:eastAsia="fr-FR"/>
              </w:rPr>
              <w:t>7,9</w:t>
            </w:r>
          </w:p>
        </w:tc>
      </w:tr>
      <w:tr w:rsidR="00F35CC2" w:rsidRPr="00821407" w:rsidTr="00A747A7">
        <w:trPr>
          <w:trHeight w:val="288"/>
        </w:trPr>
        <w:tc>
          <w:tcPr>
            <w:tcW w:w="1305" w:type="dxa"/>
            <w:vMerge/>
            <w:tcBorders>
              <w:left w:val="nil"/>
              <w:bottom w:val="nil"/>
              <w:right w:val="nil"/>
            </w:tcBorders>
            <w:shd w:val="clear" w:color="auto" w:fill="auto"/>
            <w:noWrap/>
            <w:vAlign w:val="center"/>
            <w:hideMark/>
          </w:tcPr>
          <w:p w:rsidR="00F35CC2" w:rsidRPr="00821407" w:rsidRDefault="00F35CC2" w:rsidP="00E97258">
            <w:pPr>
              <w:spacing w:after="0" w:line="240" w:lineRule="auto"/>
              <w:jc w:val="center"/>
              <w:rPr>
                <w:rFonts w:eastAsia="Times New Roman"/>
                <w:color w:val="000000"/>
                <w:sz w:val="32"/>
                <w:lang w:eastAsia="fr-FR"/>
              </w:rPr>
            </w:pPr>
          </w:p>
        </w:tc>
        <w:tc>
          <w:tcPr>
            <w:tcW w:w="1581" w:type="dxa"/>
            <w:tcBorders>
              <w:top w:val="nil"/>
              <w:left w:val="single" w:sz="4" w:space="0" w:color="auto"/>
              <w:bottom w:val="single" w:sz="4" w:space="0" w:color="auto"/>
              <w:right w:val="single" w:sz="4" w:space="0" w:color="auto"/>
            </w:tcBorders>
            <w:shd w:val="clear" w:color="auto" w:fill="auto"/>
            <w:noWrap/>
            <w:vAlign w:val="center"/>
            <w:hideMark/>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120</w:t>
            </w:r>
          </w:p>
        </w:tc>
        <w:tc>
          <w:tcPr>
            <w:tcW w:w="1248" w:type="dxa"/>
            <w:tcBorders>
              <w:top w:val="single" w:sz="4" w:space="0" w:color="auto"/>
              <w:left w:val="single" w:sz="4" w:space="0" w:color="auto"/>
              <w:bottom w:val="single" w:sz="4" w:space="0" w:color="auto"/>
              <w:right w:val="single" w:sz="4" w:space="0" w:color="auto"/>
            </w:tcBorders>
            <w:shd w:val="clear" w:color="auto" w:fill="auto"/>
            <w:noWrap/>
          </w:tcPr>
          <w:p w:rsidR="00F35CC2" w:rsidRPr="00F35CC2" w:rsidRDefault="00F35CC2" w:rsidP="00F35CC2">
            <w:pPr>
              <w:spacing w:after="0" w:line="240" w:lineRule="auto"/>
              <w:jc w:val="center"/>
              <w:rPr>
                <w:rFonts w:eastAsia="Times New Roman"/>
                <w:color w:val="000000"/>
                <w:sz w:val="32"/>
                <w:lang w:eastAsia="fr-FR"/>
              </w:rPr>
            </w:pPr>
            <w:r w:rsidRPr="00F35CC2">
              <w:rPr>
                <w:rFonts w:eastAsia="Times New Roman"/>
                <w:color w:val="000000"/>
                <w:sz w:val="32"/>
                <w:lang w:eastAsia="fr-FR"/>
              </w:rPr>
              <w:t>10,6</w:t>
            </w:r>
          </w:p>
        </w:tc>
        <w:tc>
          <w:tcPr>
            <w:tcW w:w="1248" w:type="dxa"/>
            <w:tcBorders>
              <w:top w:val="single" w:sz="4" w:space="0" w:color="auto"/>
              <w:left w:val="single" w:sz="4" w:space="0" w:color="auto"/>
              <w:bottom w:val="single" w:sz="4" w:space="0" w:color="auto"/>
              <w:right w:val="single" w:sz="4" w:space="0" w:color="auto"/>
            </w:tcBorders>
            <w:shd w:val="clear" w:color="auto" w:fill="auto"/>
            <w:noWrap/>
          </w:tcPr>
          <w:p w:rsidR="00F35CC2" w:rsidRPr="00F35CC2" w:rsidRDefault="00F35CC2" w:rsidP="00F35CC2">
            <w:pPr>
              <w:spacing w:after="0" w:line="240" w:lineRule="auto"/>
              <w:jc w:val="center"/>
              <w:rPr>
                <w:rFonts w:eastAsia="Times New Roman"/>
                <w:color w:val="000000"/>
                <w:sz w:val="32"/>
                <w:lang w:eastAsia="fr-FR"/>
              </w:rPr>
            </w:pPr>
            <w:r w:rsidRPr="00F35CC2">
              <w:rPr>
                <w:rFonts w:eastAsia="Times New Roman"/>
                <w:color w:val="000000"/>
                <w:sz w:val="32"/>
                <w:lang w:eastAsia="fr-FR"/>
              </w:rPr>
              <w:t>10,9</w:t>
            </w:r>
          </w:p>
        </w:tc>
        <w:tc>
          <w:tcPr>
            <w:tcW w:w="1256" w:type="dxa"/>
            <w:tcBorders>
              <w:top w:val="single" w:sz="4" w:space="0" w:color="auto"/>
              <w:left w:val="single" w:sz="4" w:space="0" w:color="auto"/>
              <w:bottom w:val="single" w:sz="4" w:space="0" w:color="auto"/>
              <w:right w:val="single" w:sz="4" w:space="0" w:color="auto"/>
            </w:tcBorders>
            <w:shd w:val="clear" w:color="auto" w:fill="auto"/>
            <w:noWrap/>
          </w:tcPr>
          <w:p w:rsidR="00F35CC2" w:rsidRPr="00F35CC2" w:rsidRDefault="00F35CC2" w:rsidP="00F35CC2">
            <w:pPr>
              <w:spacing w:after="0" w:line="240" w:lineRule="auto"/>
              <w:jc w:val="center"/>
              <w:rPr>
                <w:rFonts w:eastAsia="Times New Roman"/>
                <w:color w:val="000000"/>
                <w:sz w:val="32"/>
                <w:lang w:eastAsia="fr-FR"/>
              </w:rPr>
            </w:pPr>
            <w:r w:rsidRPr="00F35CC2">
              <w:rPr>
                <w:rFonts w:eastAsia="Times New Roman"/>
                <w:color w:val="000000"/>
                <w:sz w:val="32"/>
                <w:lang w:eastAsia="fr-FR"/>
              </w:rPr>
              <w:t>11,1</w:t>
            </w:r>
          </w:p>
        </w:tc>
        <w:tc>
          <w:tcPr>
            <w:tcW w:w="1256" w:type="dxa"/>
            <w:tcBorders>
              <w:top w:val="single" w:sz="4" w:space="0" w:color="auto"/>
              <w:left w:val="single" w:sz="4" w:space="0" w:color="auto"/>
              <w:bottom w:val="single" w:sz="4" w:space="0" w:color="auto"/>
              <w:right w:val="single" w:sz="4" w:space="0" w:color="auto"/>
            </w:tcBorders>
            <w:shd w:val="clear" w:color="auto" w:fill="auto"/>
            <w:noWrap/>
          </w:tcPr>
          <w:p w:rsidR="00F35CC2" w:rsidRPr="00F35CC2" w:rsidRDefault="00F35CC2" w:rsidP="00F35CC2">
            <w:pPr>
              <w:spacing w:after="0" w:line="240" w:lineRule="auto"/>
              <w:jc w:val="center"/>
              <w:rPr>
                <w:rFonts w:eastAsia="Times New Roman"/>
                <w:color w:val="000000"/>
                <w:sz w:val="32"/>
                <w:lang w:eastAsia="fr-FR"/>
              </w:rPr>
            </w:pPr>
            <w:r w:rsidRPr="00F35CC2">
              <w:rPr>
                <w:rFonts w:eastAsia="Times New Roman"/>
                <w:color w:val="000000"/>
                <w:sz w:val="32"/>
                <w:lang w:eastAsia="fr-FR"/>
              </w:rPr>
              <w:t>11,9</w:t>
            </w:r>
          </w:p>
        </w:tc>
      </w:tr>
    </w:tbl>
    <w:p w:rsidR="009B547C" w:rsidRPr="009B547C" w:rsidRDefault="009B547C" w:rsidP="009B547C">
      <w:pPr>
        <w:spacing w:before="120"/>
        <w:rPr>
          <w:sz w:val="32"/>
        </w:rPr>
      </w:pPr>
      <w:r w:rsidRPr="009B547C">
        <w:rPr>
          <w:sz w:val="32"/>
        </w:rPr>
        <w:t>Tableau 3</w:t>
      </w:r>
      <w:r>
        <w:rPr>
          <w:sz w:val="32"/>
        </w:rPr>
        <w:t>b</w:t>
      </w:r>
      <w:r w:rsidRPr="009B547C">
        <w:rPr>
          <w:sz w:val="32"/>
        </w:rPr>
        <w:t> : Consommation distance</w:t>
      </w:r>
      <w:r>
        <w:rPr>
          <w:sz w:val="32"/>
        </w:rPr>
        <w:t xml:space="preserve"> (BV PK6 : 6 rapports)</w:t>
      </w:r>
    </w:p>
    <w:tbl>
      <w:tblPr>
        <w:tblW w:w="7894" w:type="dxa"/>
        <w:tblInd w:w="70" w:type="dxa"/>
        <w:tblCellMar>
          <w:left w:w="70" w:type="dxa"/>
          <w:right w:w="70" w:type="dxa"/>
        </w:tblCellMar>
        <w:tblLook w:val="04A0" w:firstRow="1" w:lastRow="0" w:firstColumn="1" w:lastColumn="0" w:noHBand="0" w:noVBand="1"/>
      </w:tblPr>
      <w:tblGrid>
        <w:gridCol w:w="1305"/>
        <w:gridCol w:w="1581"/>
        <w:gridCol w:w="1248"/>
        <w:gridCol w:w="1248"/>
        <w:gridCol w:w="1256"/>
        <w:gridCol w:w="1256"/>
      </w:tblGrid>
      <w:tr w:rsidR="009B547C" w:rsidRPr="00821407" w:rsidTr="009B547C">
        <w:trPr>
          <w:trHeight w:val="288"/>
        </w:trPr>
        <w:tc>
          <w:tcPr>
            <w:tcW w:w="1305" w:type="dxa"/>
            <w:tcBorders>
              <w:top w:val="nil"/>
              <w:left w:val="nil"/>
              <w:bottom w:val="nil"/>
              <w:right w:val="nil"/>
            </w:tcBorders>
            <w:shd w:val="clear" w:color="auto" w:fill="auto"/>
            <w:noWrap/>
            <w:vAlign w:val="center"/>
            <w:hideMark/>
          </w:tcPr>
          <w:p w:rsidR="009B547C" w:rsidRPr="00821407" w:rsidRDefault="009B547C" w:rsidP="00E97258">
            <w:pPr>
              <w:spacing w:after="0" w:line="240" w:lineRule="auto"/>
              <w:jc w:val="center"/>
              <w:rPr>
                <w:rFonts w:eastAsia="Times New Roman"/>
                <w:color w:val="000000"/>
                <w:sz w:val="32"/>
                <w:lang w:eastAsia="fr-FR"/>
              </w:rPr>
            </w:pPr>
          </w:p>
        </w:tc>
        <w:tc>
          <w:tcPr>
            <w:tcW w:w="1581" w:type="dxa"/>
            <w:tcBorders>
              <w:top w:val="nil"/>
              <w:left w:val="nil"/>
              <w:bottom w:val="nil"/>
              <w:right w:val="nil"/>
            </w:tcBorders>
            <w:shd w:val="clear" w:color="auto" w:fill="auto"/>
            <w:noWrap/>
            <w:vAlign w:val="center"/>
            <w:hideMark/>
          </w:tcPr>
          <w:p w:rsidR="009B547C" w:rsidRPr="00821407" w:rsidRDefault="009B547C" w:rsidP="00E97258">
            <w:pPr>
              <w:spacing w:after="0" w:line="240" w:lineRule="auto"/>
              <w:jc w:val="center"/>
              <w:rPr>
                <w:rFonts w:eastAsia="Times New Roman"/>
                <w:color w:val="000000"/>
                <w:sz w:val="32"/>
                <w:lang w:eastAsia="fr-FR"/>
              </w:rPr>
            </w:pPr>
          </w:p>
        </w:tc>
        <w:tc>
          <w:tcPr>
            <w:tcW w:w="5008" w:type="dxa"/>
            <w:gridSpan w:val="4"/>
            <w:tcBorders>
              <w:top w:val="nil"/>
              <w:left w:val="nil"/>
              <w:bottom w:val="nil"/>
              <w:right w:val="nil"/>
            </w:tcBorders>
            <w:shd w:val="clear" w:color="auto" w:fill="auto"/>
            <w:noWrap/>
            <w:vAlign w:val="center"/>
            <w:hideMark/>
          </w:tcPr>
          <w:p w:rsidR="009B547C" w:rsidRPr="009B547C" w:rsidRDefault="009B547C" w:rsidP="009B547C">
            <w:pPr>
              <w:spacing w:after="0"/>
              <w:rPr>
                <w:lang w:eastAsia="fr-FR"/>
              </w:rPr>
            </w:pPr>
            <w:r w:rsidRPr="009B547C">
              <w:rPr>
                <w:lang w:eastAsia="fr-FR"/>
              </w:rPr>
              <w:t>Charge utile (kg)</w:t>
            </w:r>
          </w:p>
        </w:tc>
      </w:tr>
      <w:tr w:rsidR="009B547C" w:rsidRPr="00821407" w:rsidTr="009B547C">
        <w:trPr>
          <w:trHeight w:val="288"/>
        </w:trPr>
        <w:tc>
          <w:tcPr>
            <w:tcW w:w="1305" w:type="dxa"/>
            <w:vMerge w:val="restart"/>
            <w:tcBorders>
              <w:top w:val="nil"/>
              <w:left w:val="nil"/>
              <w:right w:val="nil"/>
            </w:tcBorders>
            <w:shd w:val="clear" w:color="auto" w:fill="auto"/>
            <w:noWrap/>
            <w:textDirection w:val="btLr"/>
            <w:vAlign w:val="bottom"/>
            <w:hideMark/>
          </w:tcPr>
          <w:p w:rsidR="009B547C" w:rsidRPr="009B547C" w:rsidRDefault="009B547C" w:rsidP="009B547C">
            <w:pPr>
              <w:ind w:left="113" w:right="113"/>
              <w:rPr>
                <w:lang w:eastAsia="fr-FR"/>
              </w:rPr>
            </w:pPr>
            <w:r w:rsidRPr="009B547C">
              <w:rPr>
                <w:lang w:eastAsia="fr-FR"/>
              </w:rPr>
              <w:t>Vitesse (km/h)</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547C" w:rsidRPr="009B547C" w:rsidRDefault="009B547C" w:rsidP="00E97258">
            <w:pPr>
              <w:spacing w:after="0" w:line="240" w:lineRule="auto"/>
              <w:jc w:val="center"/>
              <w:rPr>
                <w:rFonts w:eastAsia="Times New Roman"/>
                <w:color w:val="000000"/>
                <w:sz w:val="28"/>
                <w:lang w:eastAsia="fr-FR"/>
              </w:rPr>
            </w:pPr>
            <w:r w:rsidRPr="009B547C">
              <w:rPr>
                <w:rFonts w:eastAsia="Times New Roman"/>
                <w:color w:val="000000"/>
                <w:sz w:val="28"/>
                <w:lang w:eastAsia="fr-FR"/>
              </w:rPr>
              <w:t>Cdist (L/100km)</w:t>
            </w:r>
          </w:p>
        </w:tc>
        <w:tc>
          <w:tcPr>
            <w:tcW w:w="1248" w:type="dxa"/>
            <w:tcBorders>
              <w:top w:val="single" w:sz="4" w:space="0" w:color="auto"/>
              <w:left w:val="nil"/>
              <w:bottom w:val="single" w:sz="4" w:space="0" w:color="auto"/>
              <w:right w:val="single" w:sz="4" w:space="0" w:color="auto"/>
            </w:tcBorders>
            <w:shd w:val="clear" w:color="auto" w:fill="auto"/>
            <w:noWrap/>
            <w:vAlign w:val="center"/>
            <w:hideMark/>
          </w:tcPr>
          <w:p w:rsidR="009B547C" w:rsidRPr="009B547C" w:rsidRDefault="009B547C" w:rsidP="00E97258">
            <w:pPr>
              <w:spacing w:after="0" w:line="240" w:lineRule="auto"/>
              <w:jc w:val="center"/>
              <w:rPr>
                <w:rFonts w:eastAsia="Times New Roman"/>
                <w:color w:val="000000"/>
                <w:sz w:val="28"/>
                <w:lang w:eastAsia="fr-FR"/>
              </w:rPr>
            </w:pPr>
            <w:r w:rsidRPr="009B547C">
              <w:rPr>
                <w:rFonts w:eastAsia="Times New Roman"/>
                <w:color w:val="000000"/>
                <w:sz w:val="28"/>
                <w:lang w:eastAsia="fr-FR"/>
              </w:rPr>
              <w:t>80</w:t>
            </w:r>
          </w:p>
        </w:tc>
        <w:tc>
          <w:tcPr>
            <w:tcW w:w="1248" w:type="dxa"/>
            <w:tcBorders>
              <w:top w:val="single" w:sz="4" w:space="0" w:color="auto"/>
              <w:left w:val="nil"/>
              <w:bottom w:val="single" w:sz="4" w:space="0" w:color="auto"/>
              <w:right w:val="single" w:sz="4" w:space="0" w:color="auto"/>
            </w:tcBorders>
            <w:shd w:val="clear" w:color="auto" w:fill="auto"/>
            <w:noWrap/>
            <w:vAlign w:val="center"/>
            <w:hideMark/>
          </w:tcPr>
          <w:p w:rsidR="009B547C" w:rsidRPr="009B547C" w:rsidRDefault="009B547C" w:rsidP="00E97258">
            <w:pPr>
              <w:spacing w:after="0" w:line="240" w:lineRule="auto"/>
              <w:jc w:val="center"/>
              <w:rPr>
                <w:rFonts w:eastAsia="Times New Roman"/>
                <w:color w:val="000000"/>
                <w:sz w:val="28"/>
                <w:lang w:eastAsia="fr-FR"/>
              </w:rPr>
            </w:pPr>
            <w:r w:rsidRPr="009B547C">
              <w:rPr>
                <w:rFonts w:eastAsia="Times New Roman"/>
                <w:color w:val="000000"/>
                <w:sz w:val="28"/>
                <w:lang w:eastAsia="fr-FR"/>
              </w:rPr>
              <w:t>160</w:t>
            </w:r>
          </w:p>
        </w:tc>
        <w:tc>
          <w:tcPr>
            <w:tcW w:w="1256" w:type="dxa"/>
            <w:tcBorders>
              <w:top w:val="single" w:sz="4" w:space="0" w:color="auto"/>
              <w:left w:val="nil"/>
              <w:bottom w:val="single" w:sz="4" w:space="0" w:color="auto"/>
              <w:right w:val="single" w:sz="4" w:space="0" w:color="auto"/>
            </w:tcBorders>
            <w:shd w:val="clear" w:color="auto" w:fill="auto"/>
            <w:noWrap/>
            <w:vAlign w:val="center"/>
            <w:hideMark/>
          </w:tcPr>
          <w:p w:rsidR="009B547C" w:rsidRPr="009B547C" w:rsidRDefault="009B547C" w:rsidP="00E97258">
            <w:pPr>
              <w:spacing w:after="0" w:line="240" w:lineRule="auto"/>
              <w:jc w:val="center"/>
              <w:rPr>
                <w:rFonts w:eastAsia="Times New Roman"/>
                <w:color w:val="000000"/>
                <w:sz w:val="28"/>
                <w:lang w:eastAsia="fr-FR"/>
              </w:rPr>
            </w:pPr>
            <w:r w:rsidRPr="009B547C">
              <w:rPr>
                <w:rFonts w:eastAsia="Times New Roman"/>
                <w:color w:val="000000"/>
                <w:sz w:val="28"/>
                <w:lang w:eastAsia="fr-FR"/>
              </w:rPr>
              <w:t>300</w:t>
            </w:r>
          </w:p>
        </w:tc>
        <w:tc>
          <w:tcPr>
            <w:tcW w:w="1256" w:type="dxa"/>
            <w:tcBorders>
              <w:top w:val="single" w:sz="4" w:space="0" w:color="auto"/>
              <w:left w:val="nil"/>
              <w:bottom w:val="single" w:sz="4" w:space="0" w:color="auto"/>
              <w:right w:val="single" w:sz="4" w:space="0" w:color="auto"/>
            </w:tcBorders>
            <w:shd w:val="clear" w:color="auto" w:fill="auto"/>
            <w:noWrap/>
            <w:vAlign w:val="center"/>
            <w:hideMark/>
          </w:tcPr>
          <w:p w:rsidR="009B547C" w:rsidRPr="009B547C" w:rsidRDefault="009B547C" w:rsidP="00E97258">
            <w:pPr>
              <w:spacing w:after="0" w:line="240" w:lineRule="auto"/>
              <w:jc w:val="center"/>
              <w:rPr>
                <w:rFonts w:eastAsia="Times New Roman"/>
                <w:color w:val="000000"/>
                <w:sz w:val="28"/>
                <w:lang w:eastAsia="fr-FR"/>
              </w:rPr>
            </w:pPr>
            <w:r w:rsidRPr="009B547C">
              <w:rPr>
                <w:rFonts w:eastAsia="Times New Roman"/>
                <w:color w:val="000000"/>
                <w:sz w:val="28"/>
                <w:lang w:eastAsia="fr-FR"/>
              </w:rPr>
              <w:t>590</w:t>
            </w:r>
          </w:p>
        </w:tc>
      </w:tr>
      <w:tr w:rsidR="00F35CC2" w:rsidRPr="00821407" w:rsidTr="009B547C">
        <w:trPr>
          <w:trHeight w:val="288"/>
        </w:trPr>
        <w:tc>
          <w:tcPr>
            <w:tcW w:w="1305" w:type="dxa"/>
            <w:vMerge/>
            <w:tcBorders>
              <w:left w:val="nil"/>
              <w:right w:val="nil"/>
            </w:tcBorders>
            <w:shd w:val="clear" w:color="auto" w:fill="auto"/>
            <w:noWrap/>
            <w:textDirection w:val="btLr"/>
            <w:vAlign w:val="center"/>
            <w:hideMark/>
          </w:tcPr>
          <w:p w:rsidR="00F35CC2" w:rsidRPr="00821407" w:rsidRDefault="00F35CC2" w:rsidP="00E97258">
            <w:pPr>
              <w:spacing w:after="0" w:line="240" w:lineRule="auto"/>
              <w:ind w:left="113" w:right="113"/>
              <w:jc w:val="center"/>
              <w:rPr>
                <w:rFonts w:eastAsia="Times New Roman"/>
                <w:color w:val="000000"/>
                <w:sz w:val="32"/>
                <w:lang w:eastAsia="fr-FR"/>
              </w:rPr>
            </w:pPr>
          </w:p>
        </w:tc>
        <w:tc>
          <w:tcPr>
            <w:tcW w:w="1581" w:type="dxa"/>
            <w:tcBorders>
              <w:top w:val="nil"/>
              <w:left w:val="single" w:sz="4" w:space="0" w:color="auto"/>
              <w:bottom w:val="single" w:sz="4" w:space="0" w:color="auto"/>
              <w:right w:val="single" w:sz="4" w:space="0" w:color="auto"/>
            </w:tcBorders>
            <w:shd w:val="clear" w:color="auto" w:fill="auto"/>
            <w:noWrap/>
            <w:vAlign w:val="center"/>
            <w:hideMark/>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30</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6,5</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6,6</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6,8</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7,3</w:t>
            </w:r>
          </w:p>
        </w:tc>
      </w:tr>
      <w:tr w:rsidR="00F35CC2" w:rsidRPr="00821407" w:rsidTr="009B547C">
        <w:trPr>
          <w:trHeight w:val="288"/>
        </w:trPr>
        <w:tc>
          <w:tcPr>
            <w:tcW w:w="1305" w:type="dxa"/>
            <w:vMerge/>
            <w:tcBorders>
              <w:left w:val="nil"/>
              <w:right w:val="nil"/>
            </w:tcBorders>
            <w:shd w:val="clear" w:color="auto" w:fill="auto"/>
            <w:noWrap/>
            <w:vAlign w:val="center"/>
            <w:hideMark/>
          </w:tcPr>
          <w:p w:rsidR="00F35CC2" w:rsidRPr="00821407" w:rsidRDefault="00F35CC2" w:rsidP="00E97258">
            <w:pPr>
              <w:spacing w:after="0" w:line="240" w:lineRule="auto"/>
              <w:jc w:val="center"/>
              <w:rPr>
                <w:rFonts w:eastAsia="Times New Roman"/>
                <w:color w:val="000000"/>
                <w:sz w:val="32"/>
                <w:lang w:eastAsia="fr-FR"/>
              </w:rPr>
            </w:pPr>
          </w:p>
        </w:tc>
        <w:tc>
          <w:tcPr>
            <w:tcW w:w="1581" w:type="dxa"/>
            <w:tcBorders>
              <w:top w:val="nil"/>
              <w:left w:val="single" w:sz="4" w:space="0" w:color="auto"/>
              <w:bottom w:val="single" w:sz="4" w:space="0" w:color="auto"/>
              <w:right w:val="single" w:sz="4" w:space="0" w:color="auto"/>
            </w:tcBorders>
            <w:shd w:val="clear" w:color="auto" w:fill="auto"/>
            <w:noWrap/>
            <w:vAlign w:val="center"/>
            <w:hideMark/>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50</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6,4</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6,5</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6,7</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7,3</w:t>
            </w:r>
          </w:p>
        </w:tc>
      </w:tr>
      <w:tr w:rsidR="00F35CC2" w:rsidRPr="00821407" w:rsidTr="009B547C">
        <w:trPr>
          <w:trHeight w:val="288"/>
        </w:trPr>
        <w:tc>
          <w:tcPr>
            <w:tcW w:w="1305" w:type="dxa"/>
            <w:vMerge/>
            <w:tcBorders>
              <w:left w:val="nil"/>
              <w:right w:val="nil"/>
            </w:tcBorders>
            <w:shd w:val="clear" w:color="auto" w:fill="auto"/>
            <w:noWrap/>
            <w:vAlign w:val="center"/>
            <w:hideMark/>
          </w:tcPr>
          <w:p w:rsidR="00F35CC2" w:rsidRPr="00821407" w:rsidRDefault="00F35CC2" w:rsidP="00E97258">
            <w:pPr>
              <w:spacing w:after="0" w:line="240" w:lineRule="auto"/>
              <w:jc w:val="center"/>
              <w:rPr>
                <w:rFonts w:eastAsia="Times New Roman"/>
                <w:color w:val="000000"/>
                <w:sz w:val="32"/>
                <w:lang w:eastAsia="fr-FR"/>
              </w:rPr>
            </w:pPr>
          </w:p>
        </w:tc>
        <w:tc>
          <w:tcPr>
            <w:tcW w:w="1581" w:type="dxa"/>
            <w:tcBorders>
              <w:top w:val="nil"/>
              <w:left w:val="single" w:sz="4" w:space="0" w:color="auto"/>
              <w:bottom w:val="single" w:sz="4" w:space="0" w:color="auto"/>
              <w:right w:val="single" w:sz="4" w:space="0" w:color="auto"/>
            </w:tcBorders>
            <w:shd w:val="clear" w:color="auto" w:fill="auto"/>
            <w:noWrap/>
            <w:vAlign w:val="center"/>
            <w:hideMark/>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80</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7,3</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7,4</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7,6</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8,1</w:t>
            </w:r>
          </w:p>
        </w:tc>
      </w:tr>
      <w:tr w:rsidR="00F35CC2" w:rsidRPr="00821407" w:rsidTr="009B547C">
        <w:trPr>
          <w:trHeight w:val="288"/>
        </w:trPr>
        <w:tc>
          <w:tcPr>
            <w:tcW w:w="1305" w:type="dxa"/>
            <w:vMerge/>
            <w:tcBorders>
              <w:left w:val="nil"/>
              <w:bottom w:val="nil"/>
              <w:right w:val="nil"/>
            </w:tcBorders>
            <w:shd w:val="clear" w:color="auto" w:fill="auto"/>
            <w:noWrap/>
            <w:vAlign w:val="center"/>
            <w:hideMark/>
          </w:tcPr>
          <w:p w:rsidR="00F35CC2" w:rsidRPr="00821407" w:rsidRDefault="00F35CC2" w:rsidP="00E97258">
            <w:pPr>
              <w:spacing w:after="0" w:line="240" w:lineRule="auto"/>
              <w:jc w:val="center"/>
              <w:rPr>
                <w:rFonts w:eastAsia="Times New Roman"/>
                <w:color w:val="000000"/>
                <w:sz w:val="32"/>
                <w:lang w:eastAsia="fr-FR"/>
              </w:rPr>
            </w:pPr>
          </w:p>
        </w:tc>
        <w:tc>
          <w:tcPr>
            <w:tcW w:w="1581" w:type="dxa"/>
            <w:tcBorders>
              <w:top w:val="nil"/>
              <w:left w:val="single" w:sz="4" w:space="0" w:color="auto"/>
              <w:bottom w:val="single" w:sz="4" w:space="0" w:color="auto"/>
              <w:right w:val="single" w:sz="4" w:space="0" w:color="auto"/>
            </w:tcBorders>
            <w:shd w:val="clear" w:color="auto" w:fill="auto"/>
            <w:noWrap/>
            <w:vAlign w:val="center"/>
            <w:hideMark/>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120</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10,6</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10,7</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10,9</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5CC2" w:rsidRPr="00821407" w:rsidRDefault="00F35CC2" w:rsidP="00E97258">
            <w:pPr>
              <w:spacing w:after="0" w:line="240" w:lineRule="auto"/>
              <w:jc w:val="center"/>
              <w:rPr>
                <w:rFonts w:eastAsia="Times New Roman"/>
                <w:color w:val="000000"/>
                <w:sz w:val="32"/>
                <w:lang w:eastAsia="fr-FR"/>
              </w:rPr>
            </w:pPr>
            <w:r w:rsidRPr="00821407">
              <w:rPr>
                <w:rFonts w:eastAsia="Times New Roman"/>
                <w:color w:val="000000"/>
                <w:sz w:val="32"/>
                <w:lang w:eastAsia="fr-FR"/>
              </w:rPr>
              <w:t>11,7</w:t>
            </w:r>
          </w:p>
        </w:tc>
      </w:tr>
    </w:tbl>
    <w:p w:rsidR="009B547C" w:rsidRPr="00826BB6" w:rsidRDefault="009B547C" w:rsidP="00211B46"/>
    <w:sectPr w:rsidR="009B547C" w:rsidRPr="00826BB6" w:rsidSect="001277EE">
      <w:pgSz w:w="11906" w:h="16838"/>
      <w:pgMar w:top="567" w:right="567" w:bottom="567" w:left="567"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196" w:rsidRDefault="006E6196" w:rsidP="009B547C">
      <w:r>
        <w:separator/>
      </w:r>
    </w:p>
  </w:endnote>
  <w:endnote w:type="continuationSeparator" w:id="0">
    <w:p w:rsidR="006E6196" w:rsidRDefault="006E6196" w:rsidP="009B5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Ravie">
    <w:panose1 w:val="040408050508090206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2F7" w:rsidRDefault="005F12F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D70" w:rsidRDefault="000D4D70" w:rsidP="009B547C">
    <w:pPr>
      <w:pStyle w:val="Pieddepage"/>
      <w:pBdr>
        <w:top w:val="single" w:sz="4" w:space="1" w:color="auto"/>
      </w:pBdr>
      <w:tabs>
        <w:tab w:val="clear" w:pos="4536"/>
        <w:tab w:val="clear" w:pos="9072"/>
        <w:tab w:val="center" w:pos="5387"/>
        <w:tab w:val="right" w:pos="10773"/>
      </w:tabs>
    </w:pPr>
    <w:r>
      <w:t>Bruno BETTIG –</w:t>
    </w:r>
    <w:r w:rsidR="00A66482">
      <w:t xml:space="preserve"> </w:t>
    </w:r>
    <w:r>
      <w:t>201</w:t>
    </w:r>
    <w:r w:rsidR="00A66482">
      <w:t>6-17</w:t>
    </w:r>
    <w:r>
      <w:tab/>
    </w:r>
    <w:r>
      <w:rPr>
        <w:rStyle w:val="Numrodepage"/>
      </w:rPr>
      <w:fldChar w:fldCharType="begin"/>
    </w:r>
    <w:r>
      <w:rPr>
        <w:rStyle w:val="Numrodepage"/>
      </w:rPr>
      <w:instrText xml:space="preserve"> PAGE </w:instrText>
    </w:r>
    <w:r>
      <w:rPr>
        <w:rStyle w:val="Numrodepage"/>
      </w:rPr>
      <w:fldChar w:fldCharType="separate"/>
    </w:r>
    <w:r w:rsidR="006E6196">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6E6196">
      <w:rPr>
        <w:rStyle w:val="Numrodepage"/>
        <w:noProof/>
      </w:rPr>
      <w:t>1</w:t>
    </w:r>
    <w:r>
      <w:rPr>
        <w:rStyle w:val="Numrodepage"/>
      </w:rPr>
      <w:fldChar w:fldCharType="end"/>
    </w:r>
    <w:r>
      <w:rPr>
        <w:rStyle w:val="Numrodepage"/>
      </w:rPr>
      <w:tab/>
    </w:r>
    <w:r>
      <w:rPr>
        <w:rStyle w:val="Numrodepage"/>
      </w:rPr>
      <w:fldChar w:fldCharType="begin"/>
    </w:r>
    <w:r>
      <w:rPr>
        <w:rStyle w:val="Numrodepage"/>
      </w:rPr>
      <w:instrText xml:space="preserve"> DATE \@ "dd/MM/yyyy" </w:instrText>
    </w:r>
    <w:r>
      <w:rPr>
        <w:rStyle w:val="Numrodepage"/>
      </w:rPr>
      <w:fldChar w:fldCharType="separate"/>
    </w:r>
    <w:r w:rsidR="001F16EB">
      <w:rPr>
        <w:rStyle w:val="Numrodepage"/>
        <w:noProof/>
      </w:rPr>
      <w:t>25/09/2017</w:t>
    </w:r>
    <w:r>
      <w:rPr>
        <w:rStyle w:val="Numrodepag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2F7" w:rsidRDefault="005F12F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196" w:rsidRDefault="006E6196" w:rsidP="009B547C">
      <w:r>
        <w:separator/>
      </w:r>
    </w:p>
  </w:footnote>
  <w:footnote w:type="continuationSeparator" w:id="0">
    <w:p w:rsidR="006E6196" w:rsidRDefault="006E6196" w:rsidP="009B54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2F7" w:rsidRDefault="005F12F7">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0F6" w:rsidRDefault="00997368" w:rsidP="009B547C">
    <w:pPr>
      <w:pStyle w:val="En-tte"/>
      <w:pBdr>
        <w:bottom w:val="single" w:sz="4" w:space="1" w:color="auto"/>
      </w:pBdr>
      <w:tabs>
        <w:tab w:val="clear" w:pos="4536"/>
        <w:tab w:val="clear" w:pos="9072"/>
        <w:tab w:val="center" w:pos="5387"/>
        <w:tab w:val="right" w:pos="10773"/>
      </w:tabs>
    </w:pPr>
    <w:fldSimple w:instr=" FILENAME ">
      <w:r w:rsidR="001F16EB">
        <w:rPr>
          <w:noProof/>
        </w:rPr>
        <w:t>TP2.Efficacité.corrigé.docx</w:t>
      </w:r>
    </w:fldSimple>
    <w:r w:rsidR="00A900F6">
      <w:tab/>
    </w:r>
    <w:r w:rsidR="00A900F6">
      <w:tab/>
      <w:t>Lycée Chevrollier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2F7" w:rsidRDefault="005F12F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90C3D96"/>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7444F62A"/>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09742598"/>
    <w:lvl w:ilvl="0">
      <w:start w:val="1"/>
      <w:numFmt w:val="decimal"/>
      <w:pStyle w:val="Listenumros3"/>
      <w:lvlText w:val="%1."/>
      <w:lvlJc w:val="left"/>
      <w:pPr>
        <w:tabs>
          <w:tab w:val="num" w:pos="926"/>
        </w:tabs>
        <w:ind w:left="926" w:hanging="360"/>
      </w:pPr>
    </w:lvl>
  </w:abstractNum>
  <w:abstractNum w:abstractNumId="3">
    <w:nsid w:val="FFFFFF7F"/>
    <w:multiLevelType w:val="singleLevel"/>
    <w:tmpl w:val="FC2CECA8"/>
    <w:lvl w:ilvl="0">
      <w:start w:val="1"/>
      <w:numFmt w:val="decimal"/>
      <w:pStyle w:val="Listenumros2"/>
      <w:lvlText w:val="%1."/>
      <w:lvlJc w:val="left"/>
      <w:pPr>
        <w:tabs>
          <w:tab w:val="num" w:pos="643"/>
        </w:tabs>
        <w:ind w:left="643" w:hanging="360"/>
      </w:pPr>
    </w:lvl>
  </w:abstractNum>
  <w:abstractNum w:abstractNumId="4">
    <w:nsid w:val="FFFFFF80"/>
    <w:multiLevelType w:val="singleLevel"/>
    <w:tmpl w:val="A1163E24"/>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56DEE476"/>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488EDAF4"/>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DCC40584"/>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A6F0C5A6"/>
    <w:lvl w:ilvl="0">
      <w:start w:val="1"/>
      <w:numFmt w:val="decimal"/>
      <w:lvlText w:val="%1."/>
      <w:lvlJc w:val="left"/>
      <w:pPr>
        <w:tabs>
          <w:tab w:val="num" w:pos="360"/>
        </w:tabs>
        <w:ind w:left="360" w:hanging="360"/>
      </w:pPr>
    </w:lvl>
  </w:abstractNum>
  <w:abstractNum w:abstractNumId="9">
    <w:nsid w:val="FFFFFF89"/>
    <w:multiLevelType w:val="singleLevel"/>
    <w:tmpl w:val="C840B834"/>
    <w:lvl w:ilvl="0">
      <w:numFmt w:val="bullet"/>
      <w:pStyle w:val="Listepuces"/>
      <w:lvlText w:val="-"/>
      <w:lvlJc w:val="left"/>
      <w:pPr>
        <w:tabs>
          <w:tab w:val="num" w:pos="720"/>
        </w:tabs>
        <w:ind w:left="720" w:hanging="360"/>
      </w:pPr>
      <w:rPr>
        <w:rFonts w:ascii="Ravie" w:eastAsia="Ravie" w:hAnsi="Ravie" w:cs="Ravie" w:hint="default"/>
      </w:rPr>
    </w:lvl>
  </w:abstractNum>
  <w:abstractNum w:abstractNumId="10">
    <w:nsid w:val="1A846BA6"/>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50D1704"/>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DFA18EB"/>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2FCC527A"/>
    <w:multiLevelType w:val="hybridMultilevel"/>
    <w:tmpl w:val="FF46EE48"/>
    <w:lvl w:ilvl="0" w:tplc="CE16D700">
      <w:start w:val="1"/>
      <w:numFmt w:val="decimal"/>
      <w:pStyle w:val="Questions"/>
      <w:lvlText w:val="Question %1 : "/>
      <w:lvlJc w:val="left"/>
      <w:pPr>
        <w:ind w:left="720" w:hanging="360"/>
      </w:pPr>
      <w:rPr>
        <w:rFonts w:ascii="Arial" w:hAnsi="Arial" w:hint="default"/>
        <w:b/>
        <w:i w:val="0"/>
        <w:sz w:val="24"/>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19730FE"/>
    <w:multiLevelType w:val="hybridMultilevel"/>
    <w:tmpl w:val="77AC96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65AC5714"/>
    <w:multiLevelType w:val="hybridMultilevel"/>
    <w:tmpl w:val="B39271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729544E"/>
    <w:multiLevelType w:val="multilevel"/>
    <w:tmpl w:val="09E62FD2"/>
    <w:lvl w:ilvl="0">
      <w:start w:val="1"/>
      <w:numFmt w:val="upperRoman"/>
      <w:lvlText w:val="%1."/>
      <w:lvlJc w:val="left"/>
      <w:pPr>
        <w:tabs>
          <w:tab w:val="num" w:pos="567"/>
        </w:tabs>
        <w:ind w:left="0" w:firstLine="0"/>
      </w:pPr>
      <w:rPr>
        <w:rFonts w:hint="default"/>
      </w:rPr>
    </w:lvl>
    <w:lvl w:ilvl="1">
      <w:start w:val="1"/>
      <w:numFmt w:val="upperLetter"/>
      <w:lvlText w:val="%2."/>
      <w:lvlJc w:val="left"/>
      <w:pPr>
        <w:tabs>
          <w:tab w:val="num" w:pos="851"/>
        </w:tabs>
        <w:ind w:left="284" w:firstLine="0"/>
      </w:pPr>
      <w:rPr>
        <w:rFonts w:hint="default"/>
      </w:rPr>
    </w:lvl>
    <w:lvl w:ilvl="2">
      <w:start w:val="1"/>
      <w:numFmt w:val="decimal"/>
      <w:lvlText w:val="%3."/>
      <w:lvlJc w:val="left"/>
      <w:pPr>
        <w:tabs>
          <w:tab w:val="num" w:pos="1418"/>
        </w:tabs>
        <w:ind w:left="851"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nsid w:val="6F7656B0"/>
    <w:multiLevelType w:val="multilevel"/>
    <w:tmpl w:val="727EBD3A"/>
    <w:lvl w:ilvl="0">
      <w:start w:val="1"/>
      <w:numFmt w:val="upperRoman"/>
      <w:pStyle w:val="Titre1"/>
      <w:lvlText w:val="%1."/>
      <w:lvlJc w:val="left"/>
      <w:pPr>
        <w:tabs>
          <w:tab w:val="num" w:pos="567"/>
        </w:tabs>
        <w:ind w:left="0" w:firstLine="0"/>
      </w:pPr>
      <w:rPr>
        <w:rFonts w:hint="default"/>
      </w:rPr>
    </w:lvl>
    <w:lvl w:ilvl="1">
      <w:start w:val="1"/>
      <w:numFmt w:val="upperLetter"/>
      <w:pStyle w:val="Titre2"/>
      <w:lvlText w:val="%2."/>
      <w:lvlJc w:val="left"/>
      <w:pPr>
        <w:tabs>
          <w:tab w:val="num" w:pos="851"/>
        </w:tabs>
        <w:ind w:left="284" w:firstLine="0"/>
      </w:pPr>
      <w:rPr>
        <w:rFonts w:hint="default"/>
      </w:rPr>
    </w:lvl>
    <w:lvl w:ilvl="2">
      <w:start w:val="1"/>
      <w:numFmt w:val="decimal"/>
      <w:pStyle w:val="Titre3"/>
      <w:lvlText w:val="%3."/>
      <w:lvlJc w:val="left"/>
      <w:pPr>
        <w:tabs>
          <w:tab w:val="num" w:pos="1134"/>
        </w:tabs>
        <w:ind w:left="567" w:firstLine="0"/>
      </w:pPr>
      <w:rPr>
        <w:rFonts w:hint="default"/>
      </w:rPr>
    </w:lvl>
    <w:lvl w:ilvl="3">
      <w:start w:val="1"/>
      <w:numFmt w:val="lowerLetter"/>
      <w:pStyle w:val="Titre4"/>
      <w:lvlText w:val="%4)"/>
      <w:lvlJc w:val="left"/>
      <w:pPr>
        <w:tabs>
          <w:tab w:val="num" w:pos="2520"/>
        </w:tabs>
        <w:ind w:left="2160" w:firstLine="0"/>
      </w:pPr>
      <w:rPr>
        <w:rFonts w:hint="default"/>
      </w:rPr>
    </w:lvl>
    <w:lvl w:ilvl="4">
      <w:start w:val="1"/>
      <w:numFmt w:val="decimal"/>
      <w:pStyle w:val="Titre5"/>
      <w:lvlText w:val="(%5)"/>
      <w:lvlJc w:val="left"/>
      <w:pPr>
        <w:tabs>
          <w:tab w:val="num" w:pos="3240"/>
        </w:tabs>
        <w:ind w:left="2880" w:firstLine="0"/>
      </w:pPr>
      <w:rPr>
        <w:rFonts w:hint="default"/>
      </w:rPr>
    </w:lvl>
    <w:lvl w:ilvl="5">
      <w:start w:val="1"/>
      <w:numFmt w:val="lowerLetter"/>
      <w:pStyle w:val="Titre6"/>
      <w:lvlText w:val="(%6)"/>
      <w:lvlJc w:val="left"/>
      <w:pPr>
        <w:tabs>
          <w:tab w:val="num" w:pos="3960"/>
        </w:tabs>
        <w:ind w:left="3600" w:firstLine="0"/>
      </w:pPr>
      <w:rPr>
        <w:rFonts w:hint="default"/>
      </w:rPr>
    </w:lvl>
    <w:lvl w:ilvl="6">
      <w:start w:val="1"/>
      <w:numFmt w:val="lowerRoman"/>
      <w:pStyle w:val="Titre7"/>
      <w:lvlText w:val="(%7)"/>
      <w:lvlJc w:val="left"/>
      <w:pPr>
        <w:tabs>
          <w:tab w:val="num" w:pos="4680"/>
        </w:tabs>
        <w:ind w:left="4320" w:firstLine="0"/>
      </w:pPr>
      <w:rPr>
        <w:rFonts w:hint="default"/>
      </w:rPr>
    </w:lvl>
    <w:lvl w:ilvl="7">
      <w:start w:val="1"/>
      <w:numFmt w:val="lowerLetter"/>
      <w:pStyle w:val="Titre8"/>
      <w:lvlText w:val="(%8)"/>
      <w:lvlJc w:val="left"/>
      <w:pPr>
        <w:tabs>
          <w:tab w:val="num" w:pos="5400"/>
        </w:tabs>
        <w:ind w:left="5040" w:firstLine="0"/>
      </w:pPr>
      <w:rPr>
        <w:rFonts w:hint="default"/>
      </w:rPr>
    </w:lvl>
    <w:lvl w:ilvl="8">
      <w:start w:val="1"/>
      <w:numFmt w:val="lowerRoman"/>
      <w:pStyle w:val="Titre9"/>
      <w:lvlText w:val="(%9)"/>
      <w:lvlJc w:val="left"/>
      <w:pPr>
        <w:tabs>
          <w:tab w:val="num" w:pos="6120"/>
        </w:tabs>
        <w:ind w:left="5760" w:firstLine="0"/>
      </w:pPr>
      <w:rPr>
        <w:rFonts w:hint="default"/>
      </w:rPr>
    </w:lvl>
  </w:abstractNum>
  <w:num w:numId="1">
    <w:abstractNumId w:val="12"/>
  </w:num>
  <w:num w:numId="2">
    <w:abstractNumId w:val="11"/>
  </w:num>
  <w:num w:numId="3">
    <w:abstractNumId w:val="10"/>
  </w:num>
  <w:num w:numId="4">
    <w:abstractNumId w:val="3"/>
  </w:num>
  <w:num w:numId="5">
    <w:abstractNumId w:val="2"/>
  </w:num>
  <w:num w:numId="6">
    <w:abstractNumId w:val="1"/>
  </w:num>
  <w:num w:numId="7">
    <w:abstractNumId w:val="0"/>
  </w:num>
  <w:num w:numId="8">
    <w:abstractNumId w:val="7"/>
  </w:num>
  <w:num w:numId="9">
    <w:abstractNumId w:val="6"/>
  </w:num>
  <w:num w:numId="10">
    <w:abstractNumId w:val="5"/>
  </w:num>
  <w:num w:numId="11">
    <w:abstractNumId w:val="4"/>
  </w:num>
  <w:num w:numId="12">
    <w:abstractNumId w:val="8"/>
  </w:num>
  <w:num w:numId="13">
    <w:abstractNumId w:val="9"/>
  </w:num>
  <w:num w:numId="14">
    <w:abstractNumId w:val="17"/>
  </w:num>
  <w:num w:numId="15">
    <w:abstractNumId w:val="16"/>
  </w:num>
  <w:num w:numId="16">
    <w:abstractNumId w:val="15"/>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savePreviewPicture/>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ernierMetEn" w:val="aucun"/>
    <w:docVar w:name="VersionAMath" w:val="(18 janv 98)"/>
  </w:docVars>
  <w:rsids>
    <w:rsidRoot w:val="00457760"/>
    <w:rsid w:val="00010C33"/>
    <w:rsid w:val="000412DC"/>
    <w:rsid w:val="00067AC5"/>
    <w:rsid w:val="000D4D70"/>
    <w:rsid w:val="00112B07"/>
    <w:rsid w:val="001277EE"/>
    <w:rsid w:val="001F16EB"/>
    <w:rsid w:val="00211B46"/>
    <w:rsid w:val="0021387F"/>
    <w:rsid w:val="00230B3F"/>
    <w:rsid w:val="002C5AD4"/>
    <w:rsid w:val="00316BDC"/>
    <w:rsid w:val="00357EBF"/>
    <w:rsid w:val="003C28C4"/>
    <w:rsid w:val="003C68F8"/>
    <w:rsid w:val="003D0E94"/>
    <w:rsid w:val="00442BBA"/>
    <w:rsid w:val="00457760"/>
    <w:rsid w:val="004A1A49"/>
    <w:rsid w:val="004A2B03"/>
    <w:rsid w:val="004B1D90"/>
    <w:rsid w:val="00532040"/>
    <w:rsid w:val="00544710"/>
    <w:rsid w:val="00562632"/>
    <w:rsid w:val="00594066"/>
    <w:rsid w:val="005F12F7"/>
    <w:rsid w:val="005F2CEB"/>
    <w:rsid w:val="005F3E90"/>
    <w:rsid w:val="00606B3B"/>
    <w:rsid w:val="006E6196"/>
    <w:rsid w:val="00733B6B"/>
    <w:rsid w:val="00755DF9"/>
    <w:rsid w:val="007C1A04"/>
    <w:rsid w:val="007C337F"/>
    <w:rsid w:val="007E2B90"/>
    <w:rsid w:val="00826BB6"/>
    <w:rsid w:val="00855FBF"/>
    <w:rsid w:val="00864AE7"/>
    <w:rsid w:val="008B17A5"/>
    <w:rsid w:val="008B6137"/>
    <w:rsid w:val="008C7E35"/>
    <w:rsid w:val="008D246E"/>
    <w:rsid w:val="009404B2"/>
    <w:rsid w:val="00951261"/>
    <w:rsid w:val="00971085"/>
    <w:rsid w:val="00997368"/>
    <w:rsid w:val="009B547C"/>
    <w:rsid w:val="00A66482"/>
    <w:rsid w:val="00A900F6"/>
    <w:rsid w:val="00B432F6"/>
    <w:rsid w:val="00CC1FAD"/>
    <w:rsid w:val="00D22FEE"/>
    <w:rsid w:val="00D72C6F"/>
    <w:rsid w:val="00DD2E9F"/>
    <w:rsid w:val="00DF0852"/>
    <w:rsid w:val="00DF4F6A"/>
    <w:rsid w:val="00E32181"/>
    <w:rsid w:val="00EA0409"/>
    <w:rsid w:val="00EB30DC"/>
    <w:rsid w:val="00EE1E0C"/>
    <w:rsid w:val="00EE6D21"/>
    <w:rsid w:val="00F04F65"/>
    <w:rsid w:val="00F3158F"/>
    <w:rsid w:val="00F35CC2"/>
    <w:rsid w:val="00F679B1"/>
    <w:rsid w:val="00F953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547C"/>
    <w:pPr>
      <w:spacing w:after="60" w:line="276" w:lineRule="auto"/>
    </w:pPr>
    <w:rPr>
      <w:rFonts w:ascii="Arial" w:eastAsia="Calibri" w:hAnsi="Arial" w:cs="Arial"/>
      <w:sz w:val="24"/>
      <w:szCs w:val="24"/>
      <w:lang w:eastAsia="en-US"/>
    </w:rPr>
  </w:style>
  <w:style w:type="paragraph" w:styleId="Titre1">
    <w:name w:val="heading 1"/>
    <w:basedOn w:val="Normal"/>
    <w:next w:val="Normal"/>
    <w:qFormat/>
    <w:rsid w:val="009404B2"/>
    <w:pPr>
      <w:keepNext/>
      <w:numPr>
        <w:numId w:val="14"/>
      </w:numPr>
      <w:spacing w:before="240"/>
      <w:outlineLvl w:val="0"/>
    </w:pPr>
    <w:rPr>
      <w:b/>
      <w:bCs/>
      <w:kern w:val="32"/>
      <w:sz w:val="32"/>
      <w:szCs w:val="32"/>
    </w:rPr>
  </w:style>
  <w:style w:type="paragraph" w:styleId="Titre2">
    <w:name w:val="heading 2"/>
    <w:basedOn w:val="Normal"/>
    <w:next w:val="Normal"/>
    <w:qFormat/>
    <w:rsid w:val="009404B2"/>
    <w:pPr>
      <w:keepNext/>
      <w:numPr>
        <w:ilvl w:val="1"/>
        <w:numId w:val="14"/>
      </w:numPr>
      <w:spacing w:before="240"/>
      <w:outlineLvl w:val="1"/>
    </w:pPr>
    <w:rPr>
      <w:b/>
      <w:bCs/>
      <w:i/>
      <w:iCs/>
      <w:sz w:val="28"/>
      <w:szCs w:val="28"/>
    </w:rPr>
  </w:style>
  <w:style w:type="paragraph" w:styleId="Titre3">
    <w:name w:val="heading 3"/>
    <w:basedOn w:val="Normal"/>
    <w:next w:val="Normal"/>
    <w:qFormat/>
    <w:rsid w:val="009404B2"/>
    <w:pPr>
      <w:keepNext/>
      <w:numPr>
        <w:ilvl w:val="2"/>
        <w:numId w:val="14"/>
      </w:numPr>
      <w:spacing w:before="240"/>
      <w:outlineLvl w:val="2"/>
    </w:pPr>
    <w:rPr>
      <w:b/>
      <w:bCs/>
      <w:sz w:val="26"/>
      <w:szCs w:val="26"/>
    </w:rPr>
  </w:style>
  <w:style w:type="paragraph" w:styleId="Titre4">
    <w:name w:val="heading 4"/>
    <w:basedOn w:val="Normal"/>
    <w:next w:val="Normal"/>
    <w:qFormat/>
    <w:rsid w:val="009404B2"/>
    <w:pPr>
      <w:keepNext/>
      <w:numPr>
        <w:ilvl w:val="3"/>
        <w:numId w:val="14"/>
      </w:numPr>
      <w:spacing w:before="240"/>
      <w:outlineLvl w:val="3"/>
    </w:pPr>
    <w:rPr>
      <w:b/>
      <w:bCs/>
      <w:sz w:val="28"/>
      <w:szCs w:val="28"/>
    </w:rPr>
  </w:style>
  <w:style w:type="paragraph" w:styleId="Titre5">
    <w:name w:val="heading 5"/>
    <w:basedOn w:val="Normal"/>
    <w:next w:val="Normal"/>
    <w:qFormat/>
    <w:rsid w:val="009404B2"/>
    <w:pPr>
      <w:numPr>
        <w:ilvl w:val="4"/>
        <w:numId w:val="14"/>
      </w:numPr>
      <w:spacing w:before="240"/>
      <w:outlineLvl w:val="4"/>
    </w:pPr>
    <w:rPr>
      <w:b/>
      <w:bCs/>
      <w:i/>
      <w:iCs/>
      <w:sz w:val="26"/>
      <w:szCs w:val="26"/>
    </w:rPr>
  </w:style>
  <w:style w:type="paragraph" w:styleId="Titre6">
    <w:name w:val="heading 6"/>
    <w:basedOn w:val="Normal"/>
    <w:next w:val="Normal"/>
    <w:qFormat/>
    <w:rsid w:val="009404B2"/>
    <w:pPr>
      <w:numPr>
        <w:ilvl w:val="5"/>
        <w:numId w:val="14"/>
      </w:numPr>
      <w:spacing w:before="240"/>
      <w:outlineLvl w:val="5"/>
    </w:pPr>
    <w:rPr>
      <w:b/>
      <w:bCs/>
    </w:rPr>
  </w:style>
  <w:style w:type="paragraph" w:styleId="Titre7">
    <w:name w:val="heading 7"/>
    <w:basedOn w:val="Normal"/>
    <w:next w:val="Normal"/>
    <w:qFormat/>
    <w:rsid w:val="009404B2"/>
    <w:pPr>
      <w:numPr>
        <w:ilvl w:val="6"/>
        <w:numId w:val="14"/>
      </w:numPr>
      <w:spacing w:before="240"/>
      <w:outlineLvl w:val="6"/>
    </w:pPr>
  </w:style>
  <w:style w:type="paragraph" w:styleId="Titre8">
    <w:name w:val="heading 8"/>
    <w:basedOn w:val="Normal"/>
    <w:next w:val="Normal"/>
    <w:qFormat/>
    <w:rsid w:val="009404B2"/>
    <w:pPr>
      <w:numPr>
        <w:ilvl w:val="7"/>
        <w:numId w:val="14"/>
      </w:numPr>
      <w:spacing w:before="240"/>
      <w:outlineLvl w:val="7"/>
    </w:pPr>
    <w:rPr>
      <w:i/>
      <w:iCs/>
    </w:rPr>
  </w:style>
  <w:style w:type="paragraph" w:styleId="Titre9">
    <w:name w:val="heading 9"/>
    <w:basedOn w:val="Normal"/>
    <w:next w:val="Normal"/>
    <w:qFormat/>
    <w:rsid w:val="009404B2"/>
    <w:pPr>
      <w:numPr>
        <w:ilvl w:val="8"/>
        <w:numId w:val="14"/>
      </w:numPr>
      <w:spacing w:before="240"/>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quations">
    <w:name w:val="Equations"/>
    <w:rsid w:val="00606B3B"/>
    <w:rPr>
      <w:rFonts w:ascii="Arial" w:hAnsi="Arial"/>
      <w:b/>
      <w:i/>
      <w:iCs/>
      <w:noProof/>
      <w:sz w:val="28"/>
      <w:szCs w:val="28"/>
    </w:rPr>
  </w:style>
  <w:style w:type="numbering" w:styleId="111111">
    <w:name w:val="Outline List 2"/>
    <w:basedOn w:val="Aucuneliste"/>
    <w:semiHidden/>
    <w:rsid w:val="009404B2"/>
    <w:pPr>
      <w:numPr>
        <w:numId w:val="1"/>
      </w:numPr>
    </w:pPr>
  </w:style>
  <w:style w:type="numbering" w:styleId="1ai">
    <w:name w:val="Outline List 1"/>
    <w:basedOn w:val="Aucuneliste"/>
    <w:semiHidden/>
    <w:rsid w:val="009404B2"/>
    <w:pPr>
      <w:numPr>
        <w:numId w:val="2"/>
      </w:numPr>
    </w:pPr>
  </w:style>
  <w:style w:type="character" w:styleId="Accentuation">
    <w:name w:val="Emphasis"/>
    <w:qFormat/>
    <w:rsid w:val="009404B2"/>
    <w:rPr>
      <w:i/>
      <w:iCs/>
    </w:rPr>
  </w:style>
  <w:style w:type="character" w:styleId="AcronymeHTML">
    <w:name w:val="HTML Acronym"/>
    <w:basedOn w:val="Policepardfaut"/>
    <w:semiHidden/>
    <w:rsid w:val="009404B2"/>
  </w:style>
  <w:style w:type="paragraph" w:styleId="Adressedestinataire">
    <w:name w:val="envelope address"/>
    <w:basedOn w:val="Normal"/>
    <w:semiHidden/>
    <w:rsid w:val="009404B2"/>
    <w:pPr>
      <w:framePr w:w="7938" w:h="1985" w:hRule="exact" w:hSpace="141" w:wrap="auto" w:hAnchor="page" w:xAlign="center" w:yAlign="bottom"/>
      <w:ind w:left="2835"/>
    </w:pPr>
  </w:style>
  <w:style w:type="paragraph" w:styleId="Adresseexpditeur">
    <w:name w:val="envelope return"/>
    <w:basedOn w:val="Normal"/>
    <w:semiHidden/>
    <w:rsid w:val="009404B2"/>
  </w:style>
  <w:style w:type="paragraph" w:styleId="AdresseHTML">
    <w:name w:val="HTML Address"/>
    <w:basedOn w:val="Normal"/>
    <w:semiHidden/>
    <w:rsid w:val="009404B2"/>
    <w:rPr>
      <w:i/>
      <w:iCs/>
    </w:rPr>
  </w:style>
  <w:style w:type="numbering" w:styleId="ArticleSection">
    <w:name w:val="Outline List 3"/>
    <w:basedOn w:val="Aucuneliste"/>
    <w:semiHidden/>
    <w:rsid w:val="009404B2"/>
    <w:pPr>
      <w:numPr>
        <w:numId w:val="3"/>
      </w:numPr>
    </w:pPr>
  </w:style>
  <w:style w:type="character" w:styleId="CitationHTML">
    <w:name w:val="HTML Cite"/>
    <w:semiHidden/>
    <w:rsid w:val="009404B2"/>
    <w:rPr>
      <w:i/>
      <w:iCs/>
    </w:rPr>
  </w:style>
  <w:style w:type="table" w:styleId="Tableauclassique1">
    <w:name w:val="Table Classic 1"/>
    <w:basedOn w:val="TableauNormal"/>
    <w:semiHidden/>
    <w:rsid w:val="009404B2"/>
    <w:pPr>
      <w:overflowPunct w:val="0"/>
      <w:autoSpaceDE w:val="0"/>
      <w:autoSpaceDN w:val="0"/>
      <w:adjustRightInd w:val="0"/>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9404B2"/>
    <w:pPr>
      <w:overflowPunct w:val="0"/>
      <w:autoSpaceDE w:val="0"/>
      <w:autoSpaceDN w:val="0"/>
      <w:adjustRightInd w:val="0"/>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9404B2"/>
    <w:pPr>
      <w:overflowPunct w:val="0"/>
      <w:autoSpaceDE w:val="0"/>
      <w:autoSpaceDN w:val="0"/>
      <w:adjustRightInd w:val="0"/>
      <w:textAlignment w:val="baseline"/>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9404B2"/>
    <w:pPr>
      <w:overflowPunct w:val="0"/>
      <w:autoSpaceDE w:val="0"/>
      <w:autoSpaceDN w:val="0"/>
      <w:adjustRightInd w:val="0"/>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9404B2"/>
    <w:rPr>
      <w:rFonts w:ascii="Courier New" w:hAnsi="Courier New" w:cs="Courier New"/>
      <w:sz w:val="20"/>
      <w:szCs w:val="20"/>
    </w:rPr>
  </w:style>
  <w:style w:type="character" w:styleId="CodeHTML">
    <w:name w:val="HTML Code"/>
    <w:semiHidden/>
    <w:rsid w:val="009404B2"/>
    <w:rPr>
      <w:rFonts w:ascii="Courier New" w:hAnsi="Courier New" w:cs="Courier New"/>
      <w:sz w:val="20"/>
      <w:szCs w:val="20"/>
    </w:rPr>
  </w:style>
  <w:style w:type="table" w:styleId="Colonnesdetableau1">
    <w:name w:val="Table Columns 1"/>
    <w:basedOn w:val="TableauNormal"/>
    <w:semiHidden/>
    <w:rsid w:val="009404B2"/>
    <w:pPr>
      <w:overflowPunct w:val="0"/>
      <w:autoSpaceDE w:val="0"/>
      <w:autoSpaceDN w:val="0"/>
      <w:adjustRightInd w:val="0"/>
      <w:textAlignment w:val="baseline"/>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9404B2"/>
    <w:pPr>
      <w:overflowPunct w:val="0"/>
      <w:autoSpaceDE w:val="0"/>
      <w:autoSpaceDN w:val="0"/>
      <w:adjustRightInd w:val="0"/>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9404B2"/>
    <w:pPr>
      <w:overflowPunct w:val="0"/>
      <w:autoSpaceDE w:val="0"/>
      <w:autoSpaceDN w:val="0"/>
      <w:adjustRightInd w:val="0"/>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9404B2"/>
    <w:pPr>
      <w:overflowPunct w:val="0"/>
      <w:autoSpaceDE w:val="0"/>
      <w:autoSpaceDN w:val="0"/>
      <w:adjustRightInd w:val="0"/>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9404B2"/>
    <w:pPr>
      <w:overflowPunct w:val="0"/>
      <w:autoSpaceDE w:val="0"/>
      <w:autoSpaceDN w:val="0"/>
      <w:adjustRightInd w:val="0"/>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9404B2"/>
    <w:pPr>
      <w:overflowPunct w:val="0"/>
      <w:autoSpaceDE w:val="0"/>
      <w:autoSpaceDN w:val="0"/>
      <w:adjustRightInd w:val="0"/>
      <w:textAlignment w:val="baseline"/>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9404B2"/>
    <w:pPr>
      <w:overflowPunct w:val="0"/>
      <w:autoSpaceDE w:val="0"/>
      <w:autoSpaceDN w:val="0"/>
      <w:adjustRightInd w:val="0"/>
      <w:textAlignment w:val="baseline"/>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9404B2"/>
    <w:pPr>
      <w:overflowPunct w:val="0"/>
      <w:autoSpaceDE w:val="0"/>
      <w:autoSpaceDN w:val="0"/>
      <w:adjustRightInd w:val="0"/>
      <w:textAlignment w:val="baseline"/>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9404B2"/>
    <w:pPr>
      <w:overflowPunct w:val="0"/>
      <w:autoSpaceDE w:val="0"/>
      <w:autoSpaceDN w:val="0"/>
      <w:adjustRightInd w:val="0"/>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9404B2"/>
    <w:pPr>
      <w:spacing w:after="120"/>
    </w:pPr>
  </w:style>
  <w:style w:type="paragraph" w:styleId="Corpsdetexte2">
    <w:name w:val="Body Text 2"/>
    <w:basedOn w:val="Normal"/>
    <w:semiHidden/>
    <w:rsid w:val="009404B2"/>
    <w:pPr>
      <w:spacing w:after="120" w:line="480" w:lineRule="auto"/>
    </w:pPr>
  </w:style>
  <w:style w:type="paragraph" w:styleId="Corpsdetexte3">
    <w:name w:val="Body Text 3"/>
    <w:basedOn w:val="Normal"/>
    <w:semiHidden/>
    <w:rsid w:val="009404B2"/>
    <w:pPr>
      <w:spacing w:after="120"/>
    </w:pPr>
    <w:rPr>
      <w:sz w:val="16"/>
      <w:szCs w:val="16"/>
    </w:rPr>
  </w:style>
  <w:style w:type="paragraph" w:styleId="Date">
    <w:name w:val="Date"/>
    <w:basedOn w:val="Normal"/>
    <w:next w:val="Normal"/>
    <w:semiHidden/>
    <w:rsid w:val="009404B2"/>
  </w:style>
  <w:style w:type="character" w:styleId="DfinitionHTML">
    <w:name w:val="HTML Definition"/>
    <w:semiHidden/>
    <w:rsid w:val="009404B2"/>
    <w:rPr>
      <w:i/>
      <w:iCs/>
    </w:rPr>
  </w:style>
  <w:style w:type="table" w:styleId="Effetsdetableau3D2">
    <w:name w:val="Table 3D effects 2"/>
    <w:basedOn w:val="TableauNormal"/>
    <w:semiHidden/>
    <w:rsid w:val="009404B2"/>
    <w:pPr>
      <w:overflowPunct w:val="0"/>
      <w:autoSpaceDE w:val="0"/>
      <w:autoSpaceDN w:val="0"/>
      <w:adjustRightInd w:val="0"/>
      <w:textAlignment w:val="baseline"/>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9404B2"/>
    <w:pPr>
      <w:overflowPunct w:val="0"/>
      <w:autoSpaceDE w:val="0"/>
      <w:autoSpaceDN w:val="0"/>
      <w:adjustRightInd w:val="0"/>
      <w:textAlignment w:val="baseline"/>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9404B2"/>
    <w:pPr>
      <w:overflowPunct w:val="0"/>
      <w:autoSpaceDE w:val="0"/>
      <w:autoSpaceDN w:val="0"/>
      <w:adjustRightInd w:val="0"/>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9404B2"/>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9404B2"/>
    <w:rPr>
      <w:b/>
      <w:bCs/>
    </w:rPr>
  </w:style>
  <w:style w:type="paragraph" w:styleId="En-tte">
    <w:name w:val="header"/>
    <w:basedOn w:val="Normal"/>
    <w:semiHidden/>
    <w:rsid w:val="009404B2"/>
    <w:pPr>
      <w:tabs>
        <w:tab w:val="center" w:pos="4536"/>
        <w:tab w:val="right" w:pos="9072"/>
      </w:tabs>
    </w:pPr>
  </w:style>
  <w:style w:type="paragraph" w:styleId="En-ttedemessage">
    <w:name w:val="Message Header"/>
    <w:basedOn w:val="Normal"/>
    <w:semiHidden/>
    <w:rsid w:val="009404B2"/>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ExempleHTML">
    <w:name w:val="HTML Sample"/>
    <w:semiHidden/>
    <w:rsid w:val="009404B2"/>
    <w:rPr>
      <w:rFonts w:ascii="Courier New" w:hAnsi="Courier New" w:cs="Courier New"/>
    </w:rPr>
  </w:style>
  <w:style w:type="paragraph" w:styleId="Formuledepolitesse">
    <w:name w:val="Closing"/>
    <w:basedOn w:val="Normal"/>
    <w:semiHidden/>
    <w:rsid w:val="009404B2"/>
    <w:pPr>
      <w:ind w:left="4252"/>
    </w:pPr>
  </w:style>
  <w:style w:type="table" w:styleId="Grilledetableau1">
    <w:name w:val="Table Grid 1"/>
    <w:basedOn w:val="TableauNormal"/>
    <w:semiHidden/>
    <w:rsid w:val="009404B2"/>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9404B2"/>
    <w:pPr>
      <w:overflowPunct w:val="0"/>
      <w:autoSpaceDE w:val="0"/>
      <w:autoSpaceDN w:val="0"/>
      <w:adjustRightInd w:val="0"/>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9404B2"/>
    <w:pPr>
      <w:overflowPunct w:val="0"/>
      <w:autoSpaceDE w:val="0"/>
      <w:autoSpaceDN w:val="0"/>
      <w:adjustRightInd w:val="0"/>
      <w:textAlignment w:val="baseline"/>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9404B2"/>
    <w:pPr>
      <w:overflowPunct w:val="0"/>
      <w:autoSpaceDE w:val="0"/>
      <w:autoSpaceDN w:val="0"/>
      <w:adjustRightInd w:val="0"/>
      <w:textAlignment w:val="baseline"/>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9404B2"/>
    <w:pPr>
      <w:overflowPunct w:val="0"/>
      <w:autoSpaceDE w:val="0"/>
      <w:autoSpaceDN w:val="0"/>
      <w:adjustRightInd w:val="0"/>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9404B2"/>
    <w:pPr>
      <w:overflowPunct w:val="0"/>
      <w:autoSpaceDE w:val="0"/>
      <w:autoSpaceDN w:val="0"/>
      <w:adjustRightInd w:val="0"/>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9404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semiHidden/>
    <w:rsid w:val="009404B2"/>
    <w:rPr>
      <w:color w:val="0000FF"/>
      <w:u w:val="single"/>
    </w:rPr>
  </w:style>
  <w:style w:type="character" w:styleId="Lienhypertextesuivivisit">
    <w:name w:val="FollowedHyperlink"/>
    <w:semiHidden/>
    <w:rsid w:val="009404B2"/>
    <w:rPr>
      <w:color w:val="800080"/>
      <w:u w:val="single"/>
    </w:rPr>
  </w:style>
  <w:style w:type="paragraph" w:styleId="Liste2">
    <w:name w:val="List 2"/>
    <w:basedOn w:val="Normal"/>
    <w:semiHidden/>
    <w:rsid w:val="009404B2"/>
    <w:pPr>
      <w:ind w:left="566" w:hanging="283"/>
    </w:pPr>
  </w:style>
  <w:style w:type="paragraph" w:styleId="Liste3">
    <w:name w:val="List 3"/>
    <w:basedOn w:val="Normal"/>
    <w:semiHidden/>
    <w:rsid w:val="009404B2"/>
    <w:pPr>
      <w:ind w:left="849" w:hanging="283"/>
    </w:pPr>
  </w:style>
  <w:style w:type="paragraph" w:styleId="Liste4">
    <w:name w:val="List 4"/>
    <w:basedOn w:val="Normal"/>
    <w:semiHidden/>
    <w:rsid w:val="009404B2"/>
    <w:pPr>
      <w:ind w:left="1132" w:hanging="283"/>
    </w:pPr>
  </w:style>
  <w:style w:type="paragraph" w:styleId="Liste5">
    <w:name w:val="List 5"/>
    <w:basedOn w:val="Normal"/>
    <w:semiHidden/>
    <w:rsid w:val="009404B2"/>
    <w:pPr>
      <w:ind w:left="1415" w:hanging="283"/>
    </w:pPr>
  </w:style>
  <w:style w:type="paragraph" w:styleId="Listenumros2">
    <w:name w:val="List Number 2"/>
    <w:basedOn w:val="Normal"/>
    <w:semiHidden/>
    <w:rsid w:val="009404B2"/>
    <w:pPr>
      <w:numPr>
        <w:numId w:val="4"/>
      </w:numPr>
    </w:pPr>
  </w:style>
  <w:style w:type="paragraph" w:styleId="Listenumros3">
    <w:name w:val="List Number 3"/>
    <w:basedOn w:val="Normal"/>
    <w:semiHidden/>
    <w:rsid w:val="009404B2"/>
    <w:pPr>
      <w:numPr>
        <w:numId w:val="5"/>
      </w:numPr>
    </w:pPr>
  </w:style>
  <w:style w:type="paragraph" w:styleId="Listenumros4">
    <w:name w:val="List Number 4"/>
    <w:basedOn w:val="Normal"/>
    <w:semiHidden/>
    <w:rsid w:val="009404B2"/>
    <w:pPr>
      <w:numPr>
        <w:numId w:val="6"/>
      </w:numPr>
    </w:pPr>
  </w:style>
  <w:style w:type="paragraph" w:styleId="Listenumros5">
    <w:name w:val="List Number 5"/>
    <w:basedOn w:val="Normal"/>
    <w:semiHidden/>
    <w:rsid w:val="009404B2"/>
    <w:pPr>
      <w:numPr>
        <w:numId w:val="7"/>
      </w:numPr>
    </w:pPr>
  </w:style>
  <w:style w:type="paragraph" w:styleId="Listepuces2">
    <w:name w:val="List Bullet 2"/>
    <w:basedOn w:val="Normal"/>
    <w:semiHidden/>
    <w:rsid w:val="009404B2"/>
    <w:pPr>
      <w:numPr>
        <w:numId w:val="8"/>
      </w:numPr>
    </w:pPr>
  </w:style>
  <w:style w:type="paragraph" w:styleId="Listepuces3">
    <w:name w:val="List Bullet 3"/>
    <w:basedOn w:val="Normal"/>
    <w:semiHidden/>
    <w:rsid w:val="009404B2"/>
    <w:pPr>
      <w:numPr>
        <w:numId w:val="9"/>
      </w:numPr>
    </w:pPr>
  </w:style>
  <w:style w:type="paragraph" w:styleId="Listepuces4">
    <w:name w:val="List Bullet 4"/>
    <w:basedOn w:val="Normal"/>
    <w:semiHidden/>
    <w:rsid w:val="009404B2"/>
    <w:pPr>
      <w:numPr>
        <w:numId w:val="10"/>
      </w:numPr>
    </w:pPr>
  </w:style>
  <w:style w:type="paragraph" w:styleId="Listepuces5">
    <w:name w:val="List Bullet 5"/>
    <w:basedOn w:val="Normal"/>
    <w:semiHidden/>
    <w:rsid w:val="009404B2"/>
    <w:pPr>
      <w:numPr>
        <w:numId w:val="11"/>
      </w:numPr>
    </w:pPr>
  </w:style>
  <w:style w:type="paragraph" w:styleId="Listecontinue">
    <w:name w:val="List Continue"/>
    <w:basedOn w:val="Normal"/>
    <w:semiHidden/>
    <w:rsid w:val="009404B2"/>
    <w:pPr>
      <w:spacing w:after="120"/>
      <w:ind w:left="283"/>
    </w:pPr>
  </w:style>
  <w:style w:type="paragraph" w:styleId="Listecontinue2">
    <w:name w:val="List Continue 2"/>
    <w:basedOn w:val="Normal"/>
    <w:semiHidden/>
    <w:rsid w:val="009404B2"/>
    <w:pPr>
      <w:spacing w:after="120"/>
      <w:ind w:left="566"/>
    </w:pPr>
  </w:style>
  <w:style w:type="paragraph" w:styleId="Listecontinue3">
    <w:name w:val="List Continue 3"/>
    <w:basedOn w:val="Normal"/>
    <w:semiHidden/>
    <w:rsid w:val="009404B2"/>
    <w:pPr>
      <w:spacing w:after="120"/>
      <w:ind w:left="849"/>
    </w:pPr>
  </w:style>
  <w:style w:type="paragraph" w:styleId="Listecontinue4">
    <w:name w:val="List Continue 4"/>
    <w:basedOn w:val="Normal"/>
    <w:semiHidden/>
    <w:rsid w:val="009404B2"/>
    <w:pPr>
      <w:spacing w:after="120"/>
      <w:ind w:left="1132"/>
    </w:pPr>
  </w:style>
  <w:style w:type="paragraph" w:styleId="Listecontinue5">
    <w:name w:val="List Continue 5"/>
    <w:basedOn w:val="Normal"/>
    <w:semiHidden/>
    <w:rsid w:val="009404B2"/>
    <w:pPr>
      <w:spacing w:after="120"/>
      <w:ind w:left="1415"/>
    </w:pPr>
  </w:style>
  <w:style w:type="character" w:styleId="MachinecrireHTML">
    <w:name w:val="HTML Typewriter"/>
    <w:semiHidden/>
    <w:rsid w:val="009404B2"/>
    <w:rPr>
      <w:rFonts w:ascii="Courier New" w:hAnsi="Courier New" w:cs="Courier New"/>
      <w:sz w:val="20"/>
      <w:szCs w:val="20"/>
    </w:rPr>
  </w:style>
  <w:style w:type="paragraph" w:styleId="NormalWeb">
    <w:name w:val="Normal (Web)"/>
    <w:basedOn w:val="Normal"/>
    <w:uiPriority w:val="99"/>
    <w:semiHidden/>
    <w:rsid w:val="009404B2"/>
  </w:style>
  <w:style w:type="paragraph" w:styleId="Normalcentr">
    <w:name w:val="Block Text"/>
    <w:basedOn w:val="Normal"/>
    <w:semiHidden/>
    <w:rsid w:val="009404B2"/>
    <w:pPr>
      <w:spacing w:after="120"/>
      <w:ind w:left="1440" w:right="1440"/>
    </w:pPr>
  </w:style>
  <w:style w:type="character" w:styleId="Numrodeligne">
    <w:name w:val="line number"/>
    <w:basedOn w:val="Policepardfaut"/>
    <w:semiHidden/>
    <w:rsid w:val="009404B2"/>
  </w:style>
  <w:style w:type="character" w:styleId="Numrodepage">
    <w:name w:val="page number"/>
    <w:basedOn w:val="Policepardfaut"/>
    <w:semiHidden/>
    <w:rsid w:val="009404B2"/>
  </w:style>
  <w:style w:type="table" w:styleId="Tableauple1">
    <w:name w:val="Table Subtle 1"/>
    <w:basedOn w:val="TableauNormal"/>
    <w:semiHidden/>
    <w:rsid w:val="009404B2"/>
    <w:pPr>
      <w:overflowPunct w:val="0"/>
      <w:autoSpaceDE w:val="0"/>
      <w:autoSpaceDN w:val="0"/>
      <w:adjustRightInd w:val="0"/>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9404B2"/>
    <w:pPr>
      <w:overflowPunct w:val="0"/>
      <w:autoSpaceDE w:val="0"/>
      <w:autoSpaceDN w:val="0"/>
      <w:adjustRightInd w:val="0"/>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ieddepage">
    <w:name w:val="footer"/>
    <w:basedOn w:val="Normal"/>
    <w:semiHidden/>
    <w:rsid w:val="009404B2"/>
    <w:pPr>
      <w:tabs>
        <w:tab w:val="center" w:pos="4536"/>
        <w:tab w:val="right" w:pos="9072"/>
      </w:tabs>
    </w:pPr>
  </w:style>
  <w:style w:type="paragraph" w:styleId="PrformatHTML">
    <w:name w:val="HTML Preformatted"/>
    <w:basedOn w:val="Normal"/>
    <w:semiHidden/>
    <w:rsid w:val="009404B2"/>
    <w:rPr>
      <w:rFonts w:ascii="Courier New" w:hAnsi="Courier New" w:cs="Courier New"/>
    </w:rPr>
  </w:style>
  <w:style w:type="table" w:styleId="Tableauprofessionnel">
    <w:name w:val="Table Professional"/>
    <w:basedOn w:val="TableauNormal"/>
    <w:semiHidden/>
    <w:rsid w:val="009404B2"/>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9404B2"/>
    <w:pPr>
      <w:ind w:firstLine="210"/>
    </w:pPr>
  </w:style>
  <w:style w:type="paragraph" w:styleId="Retraitcorpsdetexte">
    <w:name w:val="Body Text Indent"/>
    <w:basedOn w:val="Normal"/>
    <w:semiHidden/>
    <w:rsid w:val="009404B2"/>
    <w:pPr>
      <w:spacing w:after="120"/>
      <w:ind w:left="283"/>
    </w:pPr>
  </w:style>
  <w:style w:type="paragraph" w:styleId="Retraitcorpsdetexte2">
    <w:name w:val="Body Text Indent 2"/>
    <w:basedOn w:val="Normal"/>
    <w:semiHidden/>
    <w:rsid w:val="009404B2"/>
    <w:pPr>
      <w:spacing w:after="120" w:line="480" w:lineRule="auto"/>
      <w:ind w:left="283"/>
    </w:pPr>
  </w:style>
  <w:style w:type="paragraph" w:styleId="Retraitcorpsdetexte3">
    <w:name w:val="Body Text Indent 3"/>
    <w:basedOn w:val="Normal"/>
    <w:semiHidden/>
    <w:rsid w:val="009404B2"/>
    <w:pPr>
      <w:spacing w:after="120"/>
      <w:ind w:left="283"/>
    </w:pPr>
    <w:rPr>
      <w:sz w:val="16"/>
      <w:szCs w:val="16"/>
    </w:rPr>
  </w:style>
  <w:style w:type="paragraph" w:styleId="Retraitcorpset1relig">
    <w:name w:val="Body Text First Indent 2"/>
    <w:basedOn w:val="Retraitcorpsdetexte"/>
    <w:semiHidden/>
    <w:rsid w:val="009404B2"/>
    <w:pPr>
      <w:ind w:firstLine="210"/>
    </w:pPr>
  </w:style>
  <w:style w:type="paragraph" w:styleId="Retraitnormal">
    <w:name w:val="Normal Indent"/>
    <w:basedOn w:val="Normal"/>
    <w:semiHidden/>
    <w:rsid w:val="009404B2"/>
    <w:pPr>
      <w:ind w:left="708"/>
    </w:pPr>
  </w:style>
  <w:style w:type="paragraph" w:styleId="Salutations">
    <w:name w:val="Salutation"/>
    <w:basedOn w:val="Normal"/>
    <w:next w:val="Normal"/>
    <w:semiHidden/>
    <w:rsid w:val="009404B2"/>
  </w:style>
  <w:style w:type="paragraph" w:styleId="Signature">
    <w:name w:val="Signature"/>
    <w:basedOn w:val="Normal"/>
    <w:semiHidden/>
    <w:rsid w:val="009404B2"/>
    <w:pPr>
      <w:ind w:left="4252"/>
    </w:pPr>
  </w:style>
  <w:style w:type="paragraph" w:styleId="Signaturelectronique">
    <w:name w:val="E-mail Signature"/>
    <w:basedOn w:val="Normal"/>
    <w:semiHidden/>
    <w:rsid w:val="009404B2"/>
  </w:style>
  <w:style w:type="table" w:styleId="Tableausimple1">
    <w:name w:val="Table Simple 1"/>
    <w:basedOn w:val="TableauNormal"/>
    <w:semiHidden/>
    <w:rsid w:val="009404B2"/>
    <w:pPr>
      <w:overflowPunct w:val="0"/>
      <w:autoSpaceDE w:val="0"/>
      <w:autoSpaceDN w:val="0"/>
      <w:adjustRightInd w:val="0"/>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9404B2"/>
    <w:pPr>
      <w:overflowPunct w:val="0"/>
      <w:autoSpaceDE w:val="0"/>
      <w:autoSpaceDN w:val="0"/>
      <w:adjustRightInd w:val="0"/>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9404B2"/>
    <w:pPr>
      <w:jc w:val="center"/>
      <w:outlineLvl w:val="1"/>
    </w:pPr>
  </w:style>
  <w:style w:type="table" w:styleId="Tableauliste1">
    <w:name w:val="Table List 1"/>
    <w:basedOn w:val="TableauNormal"/>
    <w:semiHidden/>
    <w:rsid w:val="009404B2"/>
    <w:pPr>
      <w:overflowPunct w:val="0"/>
      <w:autoSpaceDE w:val="0"/>
      <w:autoSpaceDN w:val="0"/>
      <w:adjustRightInd w:val="0"/>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9404B2"/>
    <w:pPr>
      <w:overflowPunct w:val="0"/>
      <w:autoSpaceDE w:val="0"/>
      <w:autoSpaceDN w:val="0"/>
      <w:adjustRightInd w:val="0"/>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9404B2"/>
    <w:pPr>
      <w:overflowPunct w:val="0"/>
      <w:autoSpaceDE w:val="0"/>
      <w:autoSpaceDN w:val="0"/>
      <w:adjustRightInd w:val="0"/>
      <w:textAlignment w:val="baseline"/>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9404B2"/>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9404B2"/>
    <w:pPr>
      <w:overflowPunct w:val="0"/>
      <w:autoSpaceDE w:val="0"/>
      <w:autoSpaceDN w:val="0"/>
      <w:adjustRightInd w:val="0"/>
      <w:textAlignment w:val="baseline"/>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9404B2"/>
    <w:pPr>
      <w:overflowPunct w:val="0"/>
      <w:autoSpaceDE w:val="0"/>
      <w:autoSpaceDN w:val="0"/>
      <w:adjustRightInd w:val="0"/>
      <w:textAlignment w:val="baseline"/>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9404B2"/>
    <w:pPr>
      <w:overflowPunct w:val="0"/>
      <w:autoSpaceDE w:val="0"/>
      <w:autoSpaceDN w:val="0"/>
      <w:adjustRightInd w:val="0"/>
      <w:textAlignment w:val="baseline"/>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9404B2"/>
    <w:rPr>
      <w:rFonts w:ascii="Courier New" w:hAnsi="Courier New" w:cs="Courier New"/>
    </w:rPr>
  </w:style>
  <w:style w:type="table" w:styleId="Thmedutableau">
    <w:name w:val="Table Theme"/>
    <w:basedOn w:val="TableauNormal"/>
    <w:semiHidden/>
    <w:rsid w:val="009404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semiHidden/>
    <w:rsid w:val="009404B2"/>
  </w:style>
  <w:style w:type="character" w:styleId="VariableHTML">
    <w:name w:val="HTML Variable"/>
    <w:semiHidden/>
    <w:rsid w:val="009404B2"/>
    <w:rPr>
      <w:i/>
      <w:iCs/>
    </w:rPr>
  </w:style>
  <w:style w:type="table" w:styleId="TableauWeb1">
    <w:name w:val="Table Web 1"/>
    <w:basedOn w:val="TableauNormal"/>
    <w:semiHidden/>
    <w:rsid w:val="009404B2"/>
    <w:pPr>
      <w:overflowPunct w:val="0"/>
      <w:autoSpaceDE w:val="0"/>
      <w:autoSpaceDN w:val="0"/>
      <w:adjustRightInd w:val="0"/>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9404B2"/>
    <w:pPr>
      <w:overflowPunct w:val="0"/>
      <w:autoSpaceDE w:val="0"/>
      <w:autoSpaceDN w:val="0"/>
      <w:adjustRightInd w:val="0"/>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9404B2"/>
    <w:pPr>
      <w:overflowPunct w:val="0"/>
      <w:autoSpaceDE w:val="0"/>
      <w:autoSpaceDN w:val="0"/>
      <w:adjustRightInd w:val="0"/>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e">
    <w:name w:val="List"/>
    <w:basedOn w:val="Normal"/>
    <w:semiHidden/>
    <w:rsid w:val="009404B2"/>
    <w:pPr>
      <w:ind w:left="283" w:hanging="283"/>
    </w:pPr>
  </w:style>
  <w:style w:type="paragraph" w:styleId="Titre">
    <w:name w:val="Title"/>
    <w:basedOn w:val="Normal"/>
    <w:next w:val="Normal"/>
    <w:link w:val="TitreCar"/>
    <w:uiPriority w:val="10"/>
    <w:qFormat/>
    <w:rsid w:val="009404B2"/>
    <w:pPr>
      <w:pBdr>
        <w:top w:val="single" w:sz="4" w:space="1" w:color="auto"/>
        <w:left w:val="single" w:sz="4" w:space="4" w:color="auto"/>
        <w:bottom w:val="single" w:sz="4" w:space="1" w:color="auto"/>
        <w:right w:val="single" w:sz="4" w:space="4" w:color="auto"/>
      </w:pBdr>
      <w:spacing w:before="240"/>
      <w:jc w:val="center"/>
      <w:outlineLvl w:val="0"/>
    </w:pPr>
    <w:rPr>
      <w:b/>
      <w:bCs/>
      <w:kern w:val="28"/>
      <w:sz w:val="40"/>
      <w:szCs w:val="40"/>
    </w:rPr>
  </w:style>
  <w:style w:type="paragraph" w:styleId="Listepuces">
    <w:name w:val="List Bullet"/>
    <w:basedOn w:val="Normal"/>
    <w:rsid w:val="004B1D90"/>
    <w:pPr>
      <w:numPr>
        <w:numId w:val="13"/>
      </w:numPr>
    </w:pPr>
  </w:style>
  <w:style w:type="paragraph" w:styleId="Textedebulles">
    <w:name w:val="Balloon Text"/>
    <w:basedOn w:val="Normal"/>
    <w:link w:val="TextedebullesCar"/>
    <w:rsid w:val="00A66482"/>
    <w:pPr>
      <w:spacing w:after="0"/>
    </w:pPr>
    <w:rPr>
      <w:rFonts w:ascii="Tahoma" w:hAnsi="Tahoma" w:cs="Tahoma"/>
      <w:sz w:val="16"/>
      <w:szCs w:val="16"/>
    </w:rPr>
  </w:style>
  <w:style w:type="character" w:customStyle="1" w:styleId="TextedebullesCar">
    <w:name w:val="Texte de bulles Car"/>
    <w:link w:val="Textedebulles"/>
    <w:rsid w:val="00A66482"/>
    <w:rPr>
      <w:rFonts w:ascii="Tahoma" w:hAnsi="Tahoma" w:cs="Tahoma"/>
      <w:sz w:val="16"/>
      <w:szCs w:val="16"/>
    </w:rPr>
  </w:style>
  <w:style w:type="paragraph" w:styleId="Paragraphedeliste">
    <w:name w:val="List Paragraph"/>
    <w:basedOn w:val="Normal"/>
    <w:link w:val="ParagraphedelisteCar"/>
    <w:uiPriority w:val="34"/>
    <w:qFormat/>
    <w:rsid w:val="00457760"/>
    <w:pPr>
      <w:ind w:left="708"/>
    </w:pPr>
  </w:style>
  <w:style w:type="character" w:customStyle="1" w:styleId="TitreCar">
    <w:name w:val="Titre Car"/>
    <w:link w:val="Titre"/>
    <w:uiPriority w:val="10"/>
    <w:rsid w:val="00457760"/>
    <w:rPr>
      <w:rFonts w:ascii="Arial" w:hAnsi="Arial"/>
      <w:b/>
      <w:bCs/>
      <w:kern w:val="28"/>
      <w:sz w:val="40"/>
      <w:szCs w:val="40"/>
    </w:rPr>
  </w:style>
  <w:style w:type="character" w:customStyle="1" w:styleId="ParagraphedelisteCar">
    <w:name w:val="Paragraphe de liste Car"/>
    <w:link w:val="Paragraphedeliste"/>
    <w:uiPriority w:val="34"/>
    <w:rsid w:val="00457760"/>
    <w:rPr>
      <w:rFonts w:ascii="Calibri" w:eastAsia="Calibri" w:hAnsi="Calibri"/>
      <w:sz w:val="22"/>
      <w:szCs w:val="22"/>
      <w:lang w:eastAsia="en-US"/>
    </w:rPr>
  </w:style>
  <w:style w:type="paragraph" w:customStyle="1" w:styleId="Questions">
    <w:name w:val="Questions"/>
    <w:basedOn w:val="Normal"/>
    <w:qFormat/>
    <w:rsid w:val="00D72C6F"/>
    <w:pPr>
      <w:numPr>
        <w:numId w:val="18"/>
      </w:numPr>
      <w:tabs>
        <w:tab w:val="left" w:pos="1701"/>
      </w:tabs>
      <w:overflowPunct w:val="0"/>
      <w:autoSpaceDE w:val="0"/>
      <w:autoSpaceDN w:val="0"/>
      <w:adjustRightInd w:val="0"/>
      <w:spacing w:after="120" w:line="240" w:lineRule="auto"/>
      <w:ind w:left="567" w:hanging="567"/>
      <w:jc w:val="both"/>
      <w:textAlignment w:val="baseline"/>
    </w:pPr>
    <w:rPr>
      <w:rFonts w:eastAsia="Times New Roman" w:cs="Times New Roman"/>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547C"/>
    <w:pPr>
      <w:spacing w:after="60" w:line="276" w:lineRule="auto"/>
    </w:pPr>
    <w:rPr>
      <w:rFonts w:ascii="Arial" w:eastAsia="Calibri" w:hAnsi="Arial" w:cs="Arial"/>
      <w:sz w:val="24"/>
      <w:szCs w:val="24"/>
      <w:lang w:eastAsia="en-US"/>
    </w:rPr>
  </w:style>
  <w:style w:type="paragraph" w:styleId="Titre1">
    <w:name w:val="heading 1"/>
    <w:basedOn w:val="Normal"/>
    <w:next w:val="Normal"/>
    <w:qFormat/>
    <w:rsid w:val="009404B2"/>
    <w:pPr>
      <w:keepNext/>
      <w:numPr>
        <w:numId w:val="14"/>
      </w:numPr>
      <w:spacing w:before="240"/>
      <w:outlineLvl w:val="0"/>
    </w:pPr>
    <w:rPr>
      <w:b/>
      <w:bCs/>
      <w:kern w:val="32"/>
      <w:sz w:val="32"/>
      <w:szCs w:val="32"/>
    </w:rPr>
  </w:style>
  <w:style w:type="paragraph" w:styleId="Titre2">
    <w:name w:val="heading 2"/>
    <w:basedOn w:val="Normal"/>
    <w:next w:val="Normal"/>
    <w:qFormat/>
    <w:rsid w:val="009404B2"/>
    <w:pPr>
      <w:keepNext/>
      <w:numPr>
        <w:ilvl w:val="1"/>
        <w:numId w:val="14"/>
      </w:numPr>
      <w:spacing w:before="240"/>
      <w:outlineLvl w:val="1"/>
    </w:pPr>
    <w:rPr>
      <w:b/>
      <w:bCs/>
      <w:i/>
      <w:iCs/>
      <w:sz w:val="28"/>
      <w:szCs w:val="28"/>
    </w:rPr>
  </w:style>
  <w:style w:type="paragraph" w:styleId="Titre3">
    <w:name w:val="heading 3"/>
    <w:basedOn w:val="Normal"/>
    <w:next w:val="Normal"/>
    <w:qFormat/>
    <w:rsid w:val="009404B2"/>
    <w:pPr>
      <w:keepNext/>
      <w:numPr>
        <w:ilvl w:val="2"/>
        <w:numId w:val="14"/>
      </w:numPr>
      <w:spacing w:before="240"/>
      <w:outlineLvl w:val="2"/>
    </w:pPr>
    <w:rPr>
      <w:b/>
      <w:bCs/>
      <w:sz w:val="26"/>
      <w:szCs w:val="26"/>
    </w:rPr>
  </w:style>
  <w:style w:type="paragraph" w:styleId="Titre4">
    <w:name w:val="heading 4"/>
    <w:basedOn w:val="Normal"/>
    <w:next w:val="Normal"/>
    <w:qFormat/>
    <w:rsid w:val="009404B2"/>
    <w:pPr>
      <w:keepNext/>
      <w:numPr>
        <w:ilvl w:val="3"/>
        <w:numId w:val="14"/>
      </w:numPr>
      <w:spacing w:before="240"/>
      <w:outlineLvl w:val="3"/>
    </w:pPr>
    <w:rPr>
      <w:b/>
      <w:bCs/>
      <w:sz w:val="28"/>
      <w:szCs w:val="28"/>
    </w:rPr>
  </w:style>
  <w:style w:type="paragraph" w:styleId="Titre5">
    <w:name w:val="heading 5"/>
    <w:basedOn w:val="Normal"/>
    <w:next w:val="Normal"/>
    <w:qFormat/>
    <w:rsid w:val="009404B2"/>
    <w:pPr>
      <w:numPr>
        <w:ilvl w:val="4"/>
        <w:numId w:val="14"/>
      </w:numPr>
      <w:spacing w:before="240"/>
      <w:outlineLvl w:val="4"/>
    </w:pPr>
    <w:rPr>
      <w:b/>
      <w:bCs/>
      <w:i/>
      <w:iCs/>
      <w:sz w:val="26"/>
      <w:szCs w:val="26"/>
    </w:rPr>
  </w:style>
  <w:style w:type="paragraph" w:styleId="Titre6">
    <w:name w:val="heading 6"/>
    <w:basedOn w:val="Normal"/>
    <w:next w:val="Normal"/>
    <w:qFormat/>
    <w:rsid w:val="009404B2"/>
    <w:pPr>
      <w:numPr>
        <w:ilvl w:val="5"/>
        <w:numId w:val="14"/>
      </w:numPr>
      <w:spacing w:before="240"/>
      <w:outlineLvl w:val="5"/>
    </w:pPr>
    <w:rPr>
      <w:b/>
      <w:bCs/>
    </w:rPr>
  </w:style>
  <w:style w:type="paragraph" w:styleId="Titre7">
    <w:name w:val="heading 7"/>
    <w:basedOn w:val="Normal"/>
    <w:next w:val="Normal"/>
    <w:qFormat/>
    <w:rsid w:val="009404B2"/>
    <w:pPr>
      <w:numPr>
        <w:ilvl w:val="6"/>
        <w:numId w:val="14"/>
      </w:numPr>
      <w:spacing w:before="240"/>
      <w:outlineLvl w:val="6"/>
    </w:pPr>
  </w:style>
  <w:style w:type="paragraph" w:styleId="Titre8">
    <w:name w:val="heading 8"/>
    <w:basedOn w:val="Normal"/>
    <w:next w:val="Normal"/>
    <w:qFormat/>
    <w:rsid w:val="009404B2"/>
    <w:pPr>
      <w:numPr>
        <w:ilvl w:val="7"/>
        <w:numId w:val="14"/>
      </w:numPr>
      <w:spacing w:before="240"/>
      <w:outlineLvl w:val="7"/>
    </w:pPr>
    <w:rPr>
      <w:i/>
      <w:iCs/>
    </w:rPr>
  </w:style>
  <w:style w:type="paragraph" w:styleId="Titre9">
    <w:name w:val="heading 9"/>
    <w:basedOn w:val="Normal"/>
    <w:next w:val="Normal"/>
    <w:qFormat/>
    <w:rsid w:val="009404B2"/>
    <w:pPr>
      <w:numPr>
        <w:ilvl w:val="8"/>
        <w:numId w:val="14"/>
      </w:numPr>
      <w:spacing w:before="240"/>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quations">
    <w:name w:val="Equations"/>
    <w:rsid w:val="00606B3B"/>
    <w:rPr>
      <w:rFonts w:ascii="Arial" w:hAnsi="Arial"/>
      <w:b/>
      <w:i/>
      <w:iCs/>
      <w:noProof/>
      <w:sz w:val="28"/>
      <w:szCs w:val="28"/>
    </w:rPr>
  </w:style>
  <w:style w:type="numbering" w:styleId="111111">
    <w:name w:val="Outline List 2"/>
    <w:basedOn w:val="Aucuneliste"/>
    <w:semiHidden/>
    <w:rsid w:val="009404B2"/>
    <w:pPr>
      <w:numPr>
        <w:numId w:val="1"/>
      </w:numPr>
    </w:pPr>
  </w:style>
  <w:style w:type="numbering" w:styleId="1ai">
    <w:name w:val="Outline List 1"/>
    <w:basedOn w:val="Aucuneliste"/>
    <w:semiHidden/>
    <w:rsid w:val="009404B2"/>
    <w:pPr>
      <w:numPr>
        <w:numId w:val="2"/>
      </w:numPr>
    </w:pPr>
  </w:style>
  <w:style w:type="character" w:styleId="Accentuation">
    <w:name w:val="Emphasis"/>
    <w:qFormat/>
    <w:rsid w:val="009404B2"/>
    <w:rPr>
      <w:i/>
      <w:iCs/>
    </w:rPr>
  </w:style>
  <w:style w:type="character" w:styleId="AcronymeHTML">
    <w:name w:val="HTML Acronym"/>
    <w:basedOn w:val="Policepardfaut"/>
    <w:semiHidden/>
    <w:rsid w:val="009404B2"/>
  </w:style>
  <w:style w:type="paragraph" w:styleId="Adressedestinataire">
    <w:name w:val="envelope address"/>
    <w:basedOn w:val="Normal"/>
    <w:semiHidden/>
    <w:rsid w:val="009404B2"/>
    <w:pPr>
      <w:framePr w:w="7938" w:h="1985" w:hRule="exact" w:hSpace="141" w:wrap="auto" w:hAnchor="page" w:xAlign="center" w:yAlign="bottom"/>
      <w:ind w:left="2835"/>
    </w:pPr>
  </w:style>
  <w:style w:type="paragraph" w:styleId="Adresseexpditeur">
    <w:name w:val="envelope return"/>
    <w:basedOn w:val="Normal"/>
    <w:semiHidden/>
    <w:rsid w:val="009404B2"/>
  </w:style>
  <w:style w:type="paragraph" w:styleId="AdresseHTML">
    <w:name w:val="HTML Address"/>
    <w:basedOn w:val="Normal"/>
    <w:semiHidden/>
    <w:rsid w:val="009404B2"/>
    <w:rPr>
      <w:i/>
      <w:iCs/>
    </w:rPr>
  </w:style>
  <w:style w:type="numbering" w:styleId="ArticleSection">
    <w:name w:val="Outline List 3"/>
    <w:basedOn w:val="Aucuneliste"/>
    <w:semiHidden/>
    <w:rsid w:val="009404B2"/>
    <w:pPr>
      <w:numPr>
        <w:numId w:val="3"/>
      </w:numPr>
    </w:pPr>
  </w:style>
  <w:style w:type="character" w:styleId="CitationHTML">
    <w:name w:val="HTML Cite"/>
    <w:semiHidden/>
    <w:rsid w:val="009404B2"/>
    <w:rPr>
      <w:i/>
      <w:iCs/>
    </w:rPr>
  </w:style>
  <w:style w:type="table" w:styleId="Tableauclassique1">
    <w:name w:val="Table Classic 1"/>
    <w:basedOn w:val="TableauNormal"/>
    <w:semiHidden/>
    <w:rsid w:val="009404B2"/>
    <w:pPr>
      <w:overflowPunct w:val="0"/>
      <w:autoSpaceDE w:val="0"/>
      <w:autoSpaceDN w:val="0"/>
      <w:adjustRightInd w:val="0"/>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9404B2"/>
    <w:pPr>
      <w:overflowPunct w:val="0"/>
      <w:autoSpaceDE w:val="0"/>
      <w:autoSpaceDN w:val="0"/>
      <w:adjustRightInd w:val="0"/>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9404B2"/>
    <w:pPr>
      <w:overflowPunct w:val="0"/>
      <w:autoSpaceDE w:val="0"/>
      <w:autoSpaceDN w:val="0"/>
      <w:adjustRightInd w:val="0"/>
      <w:textAlignment w:val="baseline"/>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9404B2"/>
    <w:pPr>
      <w:overflowPunct w:val="0"/>
      <w:autoSpaceDE w:val="0"/>
      <w:autoSpaceDN w:val="0"/>
      <w:adjustRightInd w:val="0"/>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9404B2"/>
    <w:rPr>
      <w:rFonts w:ascii="Courier New" w:hAnsi="Courier New" w:cs="Courier New"/>
      <w:sz w:val="20"/>
      <w:szCs w:val="20"/>
    </w:rPr>
  </w:style>
  <w:style w:type="character" w:styleId="CodeHTML">
    <w:name w:val="HTML Code"/>
    <w:semiHidden/>
    <w:rsid w:val="009404B2"/>
    <w:rPr>
      <w:rFonts w:ascii="Courier New" w:hAnsi="Courier New" w:cs="Courier New"/>
      <w:sz w:val="20"/>
      <w:szCs w:val="20"/>
    </w:rPr>
  </w:style>
  <w:style w:type="table" w:styleId="Colonnesdetableau1">
    <w:name w:val="Table Columns 1"/>
    <w:basedOn w:val="TableauNormal"/>
    <w:semiHidden/>
    <w:rsid w:val="009404B2"/>
    <w:pPr>
      <w:overflowPunct w:val="0"/>
      <w:autoSpaceDE w:val="0"/>
      <w:autoSpaceDN w:val="0"/>
      <w:adjustRightInd w:val="0"/>
      <w:textAlignment w:val="baseline"/>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9404B2"/>
    <w:pPr>
      <w:overflowPunct w:val="0"/>
      <w:autoSpaceDE w:val="0"/>
      <w:autoSpaceDN w:val="0"/>
      <w:adjustRightInd w:val="0"/>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9404B2"/>
    <w:pPr>
      <w:overflowPunct w:val="0"/>
      <w:autoSpaceDE w:val="0"/>
      <w:autoSpaceDN w:val="0"/>
      <w:adjustRightInd w:val="0"/>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9404B2"/>
    <w:pPr>
      <w:overflowPunct w:val="0"/>
      <w:autoSpaceDE w:val="0"/>
      <w:autoSpaceDN w:val="0"/>
      <w:adjustRightInd w:val="0"/>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9404B2"/>
    <w:pPr>
      <w:overflowPunct w:val="0"/>
      <w:autoSpaceDE w:val="0"/>
      <w:autoSpaceDN w:val="0"/>
      <w:adjustRightInd w:val="0"/>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9404B2"/>
    <w:pPr>
      <w:overflowPunct w:val="0"/>
      <w:autoSpaceDE w:val="0"/>
      <w:autoSpaceDN w:val="0"/>
      <w:adjustRightInd w:val="0"/>
      <w:textAlignment w:val="baseline"/>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9404B2"/>
    <w:pPr>
      <w:overflowPunct w:val="0"/>
      <w:autoSpaceDE w:val="0"/>
      <w:autoSpaceDN w:val="0"/>
      <w:adjustRightInd w:val="0"/>
      <w:textAlignment w:val="baseline"/>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9404B2"/>
    <w:pPr>
      <w:overflowPunct w:val="0"/>
      <w:autoSpaceDE w:val="0"/>
      <w:autoSpaceDN w:val="0"/>
      <w:adjustRightInd w:val="0"/>
      <w:textAlignment w:val="baseline"/>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9404B2"/>
    <w:pPr>
      <w:overflowPunct w:val="0"/>
      <w:autoSpaceDE w:val="0"/>
      <w:autoSpaceDN w:val="0"/>
      <w:adjustRightInd w:val="0"/>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9404B2"/>
    <w:pPr>
      <w:spacing w:after="120"/>
    </w:pPr>
  </w:style>
  <w:style w:type="paragraph" w:styleId="Corpsdetexte2">
    <w:name w:val="Body Text 2"/>
    <w:basedOn w:val="Normal"/>
    <w:semiHidden/>
    <w:rsid w:val="009404B2"/>
    <w:pPr>
      <w:spacing w:after="120" w:line="480" w:lineRule="auto"/>
    </w:pPr>
  </w:style>
  <w:style w:type="paragraph" w:styleId="Corpsdetexte3">
    <w:name w:val="Body Text 3"/>
    <w:basedOn w:val="Normal"/>
    <w:semiHidden/>
    <w:rsid w:val="009404B2"/>
    <w:pPr>
      <w:spacing w:after="120"/>
    </w:pPr>
    <w:rPr>
      <w:sz w:val="16"/>
      <w:szCs w:val="16"/>
    </w:rPr>
  </w:style>
  <w:style w:type="paragraph" w:styleId="Date">
    <w:name w:val="Date"/>
    <w:basedOn w:val="Normal"/>
    <w:next w:val="Normal"/>
    <w:semiHidden/>
    <w:rsid w:val="009404B2"/>
  </w:style>
  <w:style w:type="character" w:styleId="DfinitionHTML">
    <w:name w:val="HTML Definition"/>
    <w:semiHidden/>
    <w:rsid w:val="009404B2"/>
    <w:rPr>
      <w:i/>
      <w:iCs/>
    </w:rPr>
  </w:style>
  <w:style w:type="table" w:styleId="Effetsdetableau3D2">
    <w:name w:val="Table 3D effects 2"/>
    <w:basedOn w:val="TableauNormal"/>
    <w:semiHidden/>
    <w:rsid w:val="009404B2"/>
    <w:pPr>
      <w:overflowPunct w:val="0"/>
      <w:autoSpaceDE w:val="0"/>
      <w:autoSpaceDN w:val="0"/>
      <w:adjustRightInd w:val="0"/>
      <w:textAlignment w:val="baseline"/>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9404B2"/>
    <w:pPr>
      <w:overflowPunct w:val="0"/>
      <w:autoSpaceDE w:val="0"/>
      <w:autoSpaceDN w:val="0"/>
      <w:adjustRightInd w:val="0"/>
      <w:textAlignment w:val="baseline"/>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9404B2"/>
    <w:pPr>
      <w:overflowPunct w:val="0"/>
      <w:autoSpaceDE w:val="0"/>
      <w:autoSpaceDN w:val="0"/>
      <w:adjustRightInd w:val="0"/>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9404B2"/>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9404B2"/>
    <w:rPr>
      <w:b/>
      <w:bCs/>
    </w:rPr>
  </w:style>
  <w:style w:type="paragraph" w:styleId="En-tte">
    <w:name w:val="header"/>
    <w:basedOn w:val="Normal"/>
    <w:semiHidden/>
    <w:rsid w:val="009404B2"/>
    <w:pPr>
      <w:tabs>
        <w:tab w:val="center" w:pos="4536"/>
        <w:tab w:val="right" w:pos="9072"/>
      </w:tabs>
    </w:pPr>
  </w:style>
  <w:style w:type="paragraph" w:styleId="En-ttedemessage">
    <w:name w:val="Message Header"/>
    <w:basedOn w:val="Normal"/>
    <w:semiHidden/>
    <w:rsid w:val="009404B2"/>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ExempleHTML">
    <w:name w:val="HTML Sample"/>
    <w:semiHidden/>
    <w:rsid w:val="009404B2"/>
    <w:rPr>
      <w:rFonts w:ascii="Courier New" w:hAnsi="Courier New" w:cs="Courier New"/>
    </w:rPr>
  </w:style>
  <w:style w:type="paragraph" w:styleId="Formuledepolitesse">
    <w:name w:val="Closing"/>
    <w:basedOn w:val="Normal"/>
    <w:semiHidden/>
    <w:rsid w:val="009404B2"/>
    <w:pPr>
      <w:ind w:left="4252"/>
    </w:pPr>
  </w:style>
  <w:style w:type="table" w:styleId="Grilledetableau1">
    <w:name w:val="Table Grid 1"/>
    <w:basedOn w:val="TableauNormal"/>
    <w:semiHidden/>
    <w:rsid w:val="009404B2"/>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9404B2"/>
    <w:pPr>
      <w:overflowPunct w:val="0"/>
      <w:autoSpaceDE w:val="0"/>
      <w:autoSpaceDN w:val="0"/>
      <w:adjustRightInd w:val="0"/>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9404B2"/>
    <w:pPr>
      <w:overflowPunct w:val="0"/>
      <w:autoSpaceDE w:val="0"/>
      <w:autoSpaceDN w:val="0"/>
      <w:adjustRightInd w:val="0"/>
      <w:textAlignment w:val="baseline"/>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9404B2"/>
    <w:pPr>
      <w:overflowPunct w:val="0"/>
      <w:autoSpaceDE w:val="0"/>
      <w:autoSpaceDN w:val="0"/>
      <w:adjustRightInd w:val="0"/>
      <w:textAlignment w:val="baseline"/>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9404B2"/>
    <w:pPr>
      <w:overflowPunct w:val="0"/>
      <w:autoSpaceDE w:val="0"/>
      <w:autoSpaceDN w:val="0"/>
      <w:adjustRightInd w:val="0"/>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9404B2"/>
    <w:pPr>
      <w:overflowPunct w:val="0"/>
      <w:autoSpaceDE w:val="0"/>
      <w:autoSpaceDN w:val="0"/>
      <w:adjustRightInd w:val="0"/>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9404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semiHidden/>
    <w:rsid w:val="009404B2"/>
    <w:rPr>
      <w:color w:val="0000FF"/>
      <w:u w:val="single"/>
    </w:rPr>
  </w:style>
  <w:style w:type="character" w:styleId="Lienhypertextesuivivisit">
    <w:name w:val="FollowedHyperlink"/>
    <w:semiHidden/>
    <w:rsid w:val="009404B2"/>
    <w:rPr>
      <w:color w:val="800080"/>
      <w:u w:val="single"/>
    </w:rPr>
  </w:style>
  <w:style w:type="paragraph" w:styleId="Liste2">
    <w:name w:val="List 2"/>
    <w:basedOn w:val="Normal"/>
    <w:semiHidden/>
    <w:rsid w:val="009404B2"/>
    <w:pPr>
      <w:ind w:left="566" w:hanging="283"/>
    </w:pPr>
  </w:style>
  <w:style w:type="paragraph" w:styleId="Liste3">
    <w:name w:val="List 3"/>
    <w:basedOn w:val="Normal"/>
    <w:semiHidden/>
    <w:rsid w:val="009404B2"/>
    <w:pPr>
      <w:ind w:left="849" w:hanging="283"/>
    </w:pPr>
  </w:style>
  <w:style w:type="paragraph" w:styleId="Liste4">
    <w:name w:val="List 4"/>
    <w:basedOn w:val="Normal"/>
    <w:semiHidden/>
    <w:rsid w:val="009404B2"/>
    <w:pPr>
      <w:ind w:left="1132" w:hanging="283"/>
    </w:pPr>
  </w:style>
  <w:style w:type="paragraph" w:styleId="Liste5">
    <w:name w:val="List 5"/>
    <w:basedOn w:val="Normal"/>
    <w:semiHidden/>
    <w:rsid w:val="009404B2"/>
    <w:pPr>
      <w:ind w:left="1415" w:hanging="283"/>
    </w:pPr>
  </w:style>
  <w:style w:type="paragraph" w:styleId="Listenumros2">
    <w:name w:val="List Number 2"/>
    <w:basedOn w:val="Normal"/>
    <w:semiHidden/>
    <w:rsid w:val="009404B2"/>
    <w:pPr>
      <w:numPr>
        <w:numId w:val="4"/>
      </w:numPr>
    </w:pPr>
  </w:style>
  <w:style w:type="paragraph" w:styleId="Listenumros3">
    <w:name w:val="List Number 3"/>
    <w:basedOn w:val="Normal"/>
    <w:semiHidden/>
    <w:rsid w:val="009404B2"/>
    <w:pPr>
      <w:numPr>
        <w:numId w:val="5"/>
      </w:numPr>
    </w:pPr>
  </w:style>
  <w:style w:type="paragraph" w:styleId="Listenumros4">
    <w:name w:val="List Number 4"/>
    <w:basedOn w:val="Normal"/>
    <w:semiHidden/>
    <w:rsid w:val="009404B2"/>
    <w:pPr>
      <w:numPr>
        <w:numId w:val="6"/>
      </w:numPr>
    </w:pPr>
  </w:style>
  <w:style w:type="paragraph" w:styleId="Listenumros5">
    <w:name w:val="List Number 5"/>
    <w:basedOn w:val="Normal"/>
    <w:semiHidden/>
    <w:rsid w:val="009404B2"/>
    <w:pPr>
      <w:numPr>
        <w:numId w:val="7"/>
      </w:numPr>
    </w:pPr>
  </w:style>
  <w:style w:type="paragraph" w:styleId="Listepuces2">
    <w:name w:val="List Bullet 2"/>
    <w:basedOn w:val="Normal"/>
    <w:semiHidden/>
    <w:rsid w:val="009404B2"/>
    <w:pPr>
      <w:numPr>
        <w:numId w:val="8"/>
      </w:numPr>
    </w:pPr>
  </w:style>
  <w:style w:type="paragraph" w:styleId="Listepuces3">
    <w:name w:val="List Bullet 3"/>
    <w:basedOn w:val="Normal"/>
    <w:semiHidden/>
    <w:rsid w:val="009404B2"/>
    <w:pPr>
      <w:numPr>
        <w:numId w:val="9"/>
      </w:numPr>
    </w:pPr>
  </w:style>
  <w:style w:type="paragraph" w:styleId="Listepuces4">
    <w:name w:val="List Bullet 4"/>
    <w:basedOn w:val="Normal"/>
    <w:semiHidden/>
    <w:rsid w:val="009404B2"/>
    <w:pPr>
      <w:numPr>
        <w:numId w:val="10"/>
      </w:numPr>
    </w:pPr>
  </w:style>
  <w:style w:type="paragraph" w:styleId="Listepuces5">
    <w:name w:val="List Bullet 5"/>
    <w:basedOn w:val="Normal"/>
    <w:semiHidden/>
    <w:rsid w:val="009404B2"/>
    <w:pPr>
      <w:numPr>
        <w:numId w:val="11"/>
      </w:numPr>
    </w:pPr>
  </w:style>
  <w:style w:type="paragraph" w:styleId="Listecontinue">
    <w:name w:val="List Continue"/>
    <w:basedOn w:val="Normal"/>
    <w:semiHidden/>
    <w:rsid w:val="009404B2"/>
    <w:pPr>
      <w:spacing w:after="120"/>
      <w:ind w:left="283"/>
    </w:pPr>
  </w:style>
  <w:style w:type="paragraph" w:styleId="Listecontinue2">
    <w:name w:val="List Continue 2"/>
    <w:basedOn w:val="Normal"/>
    <w:semiHidden/>
    <w:rsid w:val="009404B2"/>
    <w:pPr>
      <w:spacing w:after="120"/>
      <w:ind w:left="566"/>
    </w:pPr>
  </w:style>
  <w:style w:type="paragraph" w:styleId="Listecontinue3">
    <w:name w:val="List Continue 3"/>
    <w:basedOn w:val="Normal"/>
    <w:semiHidden/>
    <w:rsid w:val="009404B2"/>
    <w:pPr>
      <w:spacing w:after="120"/>
      <w:ind w:left="849"/>
    </w:pPr>
  </w:style>
  <w:style w:type="paragraph" w:styleId="Listecontinue4">
    <w:name w:val="List Continue 4"/>
    <w:basedOn w:val="Normal"/>
    <w:semiHidden/>
    <w:rsid w:val="009404B2"/>
    <w:pPr>
      <w:spacing w:after="120"/>
      <w:ind w:left="1132"/>
    </w:pPr>
  </w:style>
  <w:style w:type="paragraph" w:styleId="Listecontinue5">
    <w:name w:val="List Continue 5"/>
    <w:basedOn w:val="Normal"/>
    <w:semiHidden/>
    <w:rsid w:val="009404B2"/>
    <w:pPr>
      <w:spacing w:after="120"/>
      <w:ind w:left="1415"/>
    </w:pPr>
  </w:style>
  <w:style w:type="character" w:styleId="MachinecrireHTML">
    <w:name w:val="HTML Typewriter"/>
    <w:semiHidden/>
    <w:rsid w:val="009404B2"/>
    <w:rPr>
      <w:rFonts w:ascii="Courier New" w:hAnsi="Courier New" w:cs="Courier New"/>
      <w:sz w:val="20"/>
      <w:szCs w:val="20"/>
    </w:rPr>
  </w:style>
  <w:style w:type="paragraph" w:styleId="NormalWeb">
    <w:name w:val="Normal (Web)"/>
    <w:basedOn w:val="Normal"/>
    <w:uiPriority w:val="99"/>
    <w:semiHidden/>
    <w:rsid w:val="009404B2"/>
  </w:style>
  <w:style w:type="paragraph" w:styleId="Normalcentr">
    <w:name w:val="Block Text"/>
    <w:basedOn w:val="Normal"/>
    <w:semiHidden/>
    <w:rsid w:val="009404B2"/>
    <w:pPr>
      <w:spacing w:after="120"/>
      <w:ind w:left="1440" w:right="1440"/>
    </w:pPr>
  </w:style>
  <w:style w:type="character" w:styleId="Numrodeligne">
    <w:name w:val="line number"/>
    <w:basedOn w:val="Policepardfaut"/>
    <w:semiHidden/>
    <w:rsid w:val="009404B2"/>
  </w:style>
  <w:style w:type="character" w:styleId="Numrodepage">
    <w:name w:val="page number"/>
    <w:basedOn w:val="Policepardfaut"/>
    <w:semiHidden/>
    <w:rsid w:val="009404B2"/>
  </w:style>
  <w:style w:type="table" w:styleId="Tableauple1">
    <w:name w:val="Table Subtle 1"/>
    <w:basedOn w:val="TableauNormal"/>
    <w:semiHidden/>
    <w:rsid w:val="009404B2"/>
    <w:pPr>
      <w:overflowPunct w:val="0"/>
      <w:autoSpaceDE w:val="0"/>
      <w:autoSpaceDN w:val="0"/>
      <w:adjustRightInd w:val="0"/>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9404B2"/>
    <w:pPr>
      <w:overflowPunct w:val="0"/>
      <w:autoSpaceDE w:val="0"/>
      <w:autoSpaceDN w:val="0"/>
      <w:adjustRightInd w:val="0"/>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ieddepage">
    <w:name w:val="footer"/>
    <w:basedOn w:val="Normal"/>
    <w:semiHidden/>
    <w:rsid w:val="009404B2"/>
    <w:pPr>
      <w:tabs>
        <w:tab w:val="center" w:pos="4536"/>
        <w:tab w:val="right" w:pos="9072"/>
      </w:tabs>
    </w:pPr>
  </w:style>
  <w:style w:type="paragraph" w:styleId="PrformatHTML">
    <w:name w:val="HTML Preformatted"/>
    <w:basedOn w:val="Normal"/>
    <w:semiHidden/>
    <w:rsid w:val="009404B2"/>
    <w:rPr>
      <w:rFonts w:ascii="Courier New" w:hAnsi="Courier New" w:cs="Courier New"/>
    </w:rPr>
  </w:style>
  <w:style w:type="table" w:styleId="Tableauprofessionnel">
    <w:name w:val="Table Professional"/>
    <w:basedOn w:val="TableauNormal"/>
    <w:semiHidden/>
    <w:rsid w:val="009404B2"/>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9404B2"/>
    <w:pPr>
      <w:ind w:firstLine="210"/>
    </w:pPr>
  </w:style>
  <w:style w:type="paragraph" w:styleId="Retraitcorpsdetexte">
    <w:name w:val="Body Text Indent"/>
    <w:basedOn w:val="Normal"/>
    <w:semiHidden/>
    <w:rsid w:val="009404B2"/>
    <w:pPr>
      <w:spacing w:after="120"/>
      <w:ind w:left="283"/>
    </w:pPr>
  </w:style>
  <w:style w:type="paragraph" w:styleId="Retraitcorpsdetexte2">
    <w:name w:val="Body Text Indent 2"/>
    <w:basedOn w:val="Normal"/>
    <w:semiHidden/>
    <w:rsid w:val="009404B2"/>
    <w:pPr>
      <w:spacing w:after="120" w:line="480" w:lineRule="auto"/>
      <w:ind w:left="283"/>
    </w:pPr>
  </w:style>
  <w:style w:type="paragraph" w:styleId="Retraitcorpsdetexte3">
    <w:name w:val="Body Text Indent 3"/>
    <w:basedOn w:val="Normal"/>
    <w:semiHidden/>
    <w:rsid w:val="009404B2"/>
    <w:pPr>
      <w:spacing w:after="120"/>
      <w:ind w:left="283"/>
    </w:pPr>
    <w:rPr>
      <w:sz w:val="16"/>
      <w:szCs w:val="16"/>
    </w:rPr>
  </w:style>
  <w:style w:type="paragraph" w:styleId="Retraitcorpset1relig">
    <w:name w:val="Body Text First Indent 2"/>
    <w:basedOn w:val="Retraitcorpsdetexte"/>
    <w:semiHidden/>
    <w:rsid w:val="009404B2"/>
    <w:pPr>
      <w:ind w:firstLine="210"/>
    </w:pPr>
  </w:style>
  <w:style w:type="paragraph" w:styleId="Retraitnormal">
    <w:name w:val="Normal Indent"/>
    <w:basedOn w:val="Normal"/>
    <w:semiHidden/>
    <w:rsid w:val="009404B2"/>
    <w:pPr>
      <w:ind w:left="708"/>
    </w:pPr>
  </w:style>
  <w:style w:type="paragraph" w:styleId="Salutations">
    <w:name w:val="Salutation"/>
    <w:basedOn w:val="Normal"/>
    <w:next w:val="Normal"/>
    <w:semiHidden/>
    <w:rsid w:val="009404B2"/>
  </w:style>
  <w:style w:type="paragraph" w:styleId="Signature">
    <w:name w:val="Signature"/>
    <w:basedOn w:val="Normal"/>
    <w:semiHidden/>
    <w:rsid w:val="009404B2"/>
    <w:pPr>
      <w:ind w:left="4252"/>
    </w:pPr>
  </w:style>
  <w:style w:type="paragraph" w:styleId="Signaturelectronique">
    <w:name w:val="E-mail Signature"/>
    <w:basedOn w:val="Normal"/>
    <w:semiHidden/>
    <w:rsid w:val="009404B2"/>
  </w:style>
  <w:style w:type="table" w:styleId="Tableausimple1">
    <w:name w:val="Table Simple 1"/>
    <w:basedOn w:val="TableauNormal"/>
    <w:semiHidden/>
    <w:rsid w:val="009404B2"/>
    <w:pPr>
      <w:overflowPunct w:val="0"/>
      <w:autoSpaceDE w:val="0"/>
      <w:autoSpaceDN w:val="0"/>
      <w:adjustRightInd w:val="0"/>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9404B2"/>
    <w:pPr>
      <w:overflowPunct w:val="0"/>
      <w:autoSpaceDE w:val="0"/>
      <w:autoSpaceDN w:val="0"/>
      <w:adjustRightInd w:val="0"/>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9404B2"/>
    <w:pPr>
      <w:jc w:val="center"/>
      <w:outlineLvl w:val="1"/>
    </w:pPr>
  </w:style>
  <w:style w:type="table" w:styleId="Tableauliste1">
    <w:name w:val="Table List 1"/>
    <w:basedOn w:val="TableauNormal"/>
    <w:semiHidden/>
    <w:rsid w:val="009404B2"/>
    <w:pPr>
      <w:overflowPunct w:val="0"/>
      <w:autoSpaceDE w:val="0"/>
      <w:autoSpaceDN w:val="0"/>
      <w:adjustRightInd w:val="0"/>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9404B2"/>
    <w:pPr>
      <w:overflowPunct w:val="0"/>
      <w:autoSpaceDE w:val="0"/>
      <w:autoSpaceDN w:val="0"/>
      <w:adjustRightInd w:val="0"/>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9404B2"/>
    <w:pPr>
      <w:overflowPunct w:val="0"/>
      <w:autoSpaceDE w:val="0"/>
      <w:autoSpaceDN w:val="0"/>
      <w:adjustRightInd w:val="0"/>
      <w:textAlignment w:val="baseline"/>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9404B2"/>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9404B2"/>
    <w:pPr>
      <w:overflowPunct w:val="0"/>
      <w:autoSpaceDE w:val="0"/>
      <w:autoSpaceDN w:val="0"/>
      <w:adjustRightInd w:val="0"/>
      <w:textAlignment w:val="baseline"/>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9404B2"/>
    <w:pPr>
      <w:overflowPunct w:val="0"/>
      <w:autoSpaceDE w:val="0"/>
      <w:autoSpaceDN w:val="0"/>
      <w:adjustRightInd w:val="0"/>
      <w:textAlignment w:val="baseline"/>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9404B2"/>
    <w:pPr>
      <w:overflowPunct w:val="0"/>
      <w:autoSpaceDE w:val="0"/>
      <w:autoSpaceDN w:val="0"/>
      <w:adjustRightInd w:val="0"/>
      <w:textAlignment w:val="baseline"/>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9404B2"/>
    <w:rPr>
      <w:rFonts w:ascii="Courier New" w:hAnsi="Courier New" w:cs="Courier New"/>
    </w:rPr>
  </w:style>
  <w:style w:type="table" w:styleId="Thmedutableau">
    <w:name w:val="Table Theme"/>
    <w:basedOn w:val="TableauNormal"/>
    <w:semiHidden/>
    <w:rsid w:val="009404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semiHidden/>
    <w:rsid w:val="009404B2"/>
  </w:style>
  <w:style w:type="character" w:styleId="VariableHTML">
    <w:name w:val="HTML Variable"/>
    <w:semiHidden/>
    <w:rsid w:val="009404B2"/>
    <w:rPr>
      <w:i/>
      <w:iCs/>
    </w:rPr>
  </w:style>
  <w:style w:type="table" w:styleId="TableauWeb1">
    <w:name w:val="Table Web 1"/>
    <w:basedOn w:val="TableauNormal"/>
    <w:semiHidden/>
    <w:rsid w:val="009404B2"/>
    <w:pPr>
      <w:overflowPunct w:val="0"/>
      <w:autoSpaceDE w:val="0"/>
      <w:autoSpaceDN w:val="0"/>
      <w:adjustRightInd w:val="0"/>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9404B2"/>
    <w:pPr>
      <w:overflowPunct w:val="0"/>
      <w:autoSpaceDE w:val="0"/>
      <w:autoSpaceDN w:val="0"/>
      <w:adjustRightInd w:val="0"/>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9404B2"/>
    <w:pPr>
      <w:overflowPunct w:val="0"/>
      <w:autoSpaceDE w:val="0"/>
      <w:autoSpaceDN w:val="0"/>
      <w:adjustRightInd w:val="0"/>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e">
    <w:name w:val="List"/>
    <w:basedOn w:val="Normal"/>
    <w:semiHidden/>
    <w:rsid w:val="009404B2"/>
    <w:pPr>
      <w:ind w:left="283" w:hanging="283"/>
    </w:pPr>
  </w:style>
  <w:style w:type="paragraph" w:styleId="Titre">
    <w:name w:val="Title"/>
    <w:basedOn w:val="Normal"/>
    <w:next w:val="Normal"/>
    <w:link w:val="TitreCar"/>
    <w:uiPriority w:val="10"/>
    <w:qFormat/>
    <w:rsid w:val="009404B2"/>
    <w:pPr>
      <w:pBdr>
        <w:top w:val="single" w:sz="4" w:space="1" w:color="auto"/>
        <w:left w:val="single" w:sz="4" w:space="4" w:color="auto"/>
        <w:bottom w:val="single" w:sz="4" w:space="1" w:color="auto"/>
        <w:right w:val="single" w:sz="4" w:space="4" w:color="auto"/>
      </w:pBdr>
      <w:spacing w:before="240"/>
      <w:jc w:val="center"/>
      <w:outlineLvl w:val="0"/>
    </w:pPr>
    <w:rPr>
      <w:b/>
      <w:bCs/>
      <w:kern w:val="28"/>
      <w:sz w:val="40"/>
      <w:szCs w:val="40"/>
    </w:rPr>
  </w:style>
  <w:style w:type="paragraph" w:styleId="Listepuces">
    <w:name w:val="List Bullet"/>
    <w:basedOn w:val="Normal"/>
    <w:rsid w:val="004B1D90"/>
    <w:pPr>
      <w:numPr>
        <w:numId w:val="13"/>
      </w:numPr>
    </w:pPr>
  </w:style>
  <w:style w:type="paragraph" w:styleId="Textedebulles">
    <w:name w:val="Balloon Text"/>
    <w:basedOn w:val="Normal"/>
    <w:link w:val="TextedebullesCar"/>
    <w:rsid w:val="00A66482"/>
    <w:pPr>
      <w:spacing w:after="0"/>
    </w:pPr>
    <w:rPr>
      <w:rFonts w:ascii="Tahoma" w:hAnsi="Tahoma" w:cs="Tahoma"/>
      <w:sz w:val="16"/>
      <w:szCs w:val="16"/>
    </w:rPr>
  </w:style>
  <w:style w:type="character" w:customStyle="1" w:styleId="TextedebullesCar">
    <w:name w:val="Texte de bulles Car"/>
    <w:link w:val="Textedebulles"/>
    <w:rsid w:val="00A66482"/>
    <w:rPr>
      <w:rFonts w:ascii="Tahoma" w:hAnsi="Tahoma" w:cs="Tahoma"/>
      <w:sz w:val="16"/>
      <w:szCs w:val="16"/>
    </w:rPr>
  </w:style>
  <w:style w:type="paragraph" w:styleId="Paragraphedeliste">
    <w:name w:val="List Paragraph"/>
    <w:basedOn w:val="Normal"/>
    <w:link w:val="ParagraphedelisteCar"/>
    <w:uiPriority w:val="34"/>
    <w:qFormat/>
    <w:rsid w:val="00457760"/>
    <w:pPr>
      <w:ind w:left="708"/>
    </w:pPr>
  </w:style>
  <w:style w:type="character" w:customStyle="1" w:styleId="TitreCar">
    <w:name w:val="Titre Car"/>
    <w:link w:val="Titre"/>
    <w:uiPriority w:val="10"/>
    <w:rsid w:val="00457760"/>
    <w:rPr>
      <w:rFonts w:ascii="Arial" w:hAnsi="Arial"/>
      <w:b/>
      <w:bCs/>
      <w:kern w:val="28"/>
      <w:sz w:val="40"/>
      <w:szCs w:val="40"/>
    </w:rPr>
  </w:style>
  <w:style w:type="character" w:customStyle="1" w:styleId="ParagraphedelisteCar">
    <w:name w:val="Paragraphe de liste Car"/>
    <w:link w:val="Paragraphedeliste"/>
    <w:uiPriority w:val="34"/>
    <w:rsid w:val="00457760"/>
    <w:rPr>
      <w:rFonts w:ascii="Calibri" w:eastAsia="Calibri" w:hAnsi="Calibri"/>
      <w:sz w:val="22"/>
      <w:szCs w:val="22"/>
      <w:lang w:eastAsia="en-US"/>
    </w:rPr>
  </w:style>
  <w:style w:type="paragraph" w:customStyle="1" w:styleId="Questions">
    <w:name w:val="Questions"/>
    <w:basedOn w:val="Normal"/>
    <w:qFormat/>
    <w:rsid w:val="00D72C6F"/>
    <w:pPr>
      <w:numPr>
        <w:numId w:val="18"/>
      </w:numPr>
      <w:tabs>
        <w:tab w:val="left" w:pos="1701"/>
      </w:tabs>
      <w:overflowPunct w:val="0"/>
      <w:autoSpaceDE w:val="0"/>
      <w:autoSpaceDN w:val="0"/>
      <w:adjustRightInd w:val="0"/>
      <w:spacing w:after="120" w:line="240" w:lineRule="auto"/>
      <w:ind w:left="567" w:hanging="567"/>
      <w:jc w:val="both"/>
      <w:textAlignment w:val="baseline"/>
    </w:pPr>
    <w:rPr>
      <w:rFonts w:eastAsia="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hart" Target="charts/chart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uno_2\AppData\Roaming\Microsoft\Templates\Modele-Chevrollier.dot"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C:\Users\Bruno_2\Desktop\BVR3-Coll&#232;ge\BVR3-Correction\Etagement\Etagement-Bo&#238;te.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484540393989212"/>
          <c:y val="3.7420019160901145E-2"/>
          <c:w val="0.8107673133037141"/>
          <c:h val="0.80291531979555186"/>
        </c:manualLayout>
      </c:layout>
      <c:scatterChart>
        <c:scatterStyle val="lineMarker"/>
        <c:varyColors val="0"/>
        <c:ser>
          <c:idx val="0"/>
          <c:order val="0"/>
          <c:tx>
            <c:strRef>
              <c:f>Feuil1!$B$2</c:f>
              <c:strCache>
                <c:ptCount val="1"/>
                <c:pt idx="0">
                  <c:v>MA</c:v>
                </c:pt>
              </c:strCache>
            </c:strRef>
          </c:tx>
          <c:marker>
            <c:symbol val="none"/>
          </c:marker>
          <c:trendline>
            <c:trendlineType val="linear"/>
            <c:dispRSqr val="0"/>
            <c:dispEq val="0"/>
          </c:trendline>
          <c:xVal>
            <c:numRef>
              <c:f>Feuil1!$A$3:$A$26</c:f>
              <c:numCache>
                <c:formatCode>General</c:formatCode>
                <c:ptCount val="24"/>
                <c:pt idx="0">
                  <c:v>-25</c:v>
                </c:pt>
                <c:pt idx="1">
                  <c:v>-20</c:v>
                </c:pt>
                <c:pt idx="2">
                  <c:v>-15</c:v>
                </c:pt>
                <c:pt idx="3">
                  <c:v>-10</c:v>
                </c:pt>
                <c:pt idx="4">
                  <c:v>-5</c:v>
                </c:pt>
                <c:pt idx="5">
                  <c:v>0</c:v>
                </c:pt>
                <c:pt idx="6">
                  <c:v>5</c:v>
                </c:pt>
                <c:pt idx="7">
                  <c:v>10</c:v>
                </c:pt>
                <c:pt idx="8">
                  <c:v>15</c:v>
                </c:pt>
                <c:pt idx="9">
                  <c:v>20</c:v>
                </c:pt>
                <c:pt idx="10">
                  <c:v>25</c:v>
                </c:pt>
                <c:pt idx="11">
                  <c:v>30</c:v>
                </c:pt>
                <c:pt idx="12">
                  <c:v>40</c:v>
                </c:pt>
                <c:pt idx="13">
                  <c:v>50</c:v>
                </c:pt>
                <c:pt idx="14">
                  <c:v>60</c:v>
                </c:pt>
                <c:pt idx="15">
                  <c:v>70</c:v>
                </c:pt>
                <c:pt idx="16">
                  <c:v>80</c:v>
                </c:pt>
                <c:pt idx="17">
                  <c:v>90</c:v>
                </c:pt>
                <c:pt idx="18">
                  <c:v>100</c:v>
                </c:pt>
                <c:pt idx="19">
                  <c:v>110</c:v>
                </c:pt>
                <c:pt idx="20">
                  <c:v>120</c:v>
                </c:pt>
                <c:pt idx="21">
                  <c:v>130</c:v>
                </c:pt>
                <c:pt idx="22">
                  <c:v>140</c:v>
                </c:pt>
                <c:pt idx="23">
                  <c:v>150</c:v>
                </c:pt>
              </c:numCache>
            </c:numRef>
          </c:xVal>
          <c:yVal>
            <c:numRef>
              <c:f>Feuil1!$B$3:$B$26</c:f>
              <c:numCache>
                <c:formatCode>General</c:formatCode>
                <c:ptCount val="24"/>
                <c:pt idx="0">
                  <c:v>3740.6762249318863</c:v>
                </c:pt>
                <c:pt idx="1">
                  <c:v>2992.5409799455092</c:v>
                </c:pt>
                <c:pt idx="2">
                  <c:v>2244.4057349591317</c:v>
                </c:pt>
                <c:pt idx="3">
                  <c:v>1496.2704899727546</c:v>
                </c:pt>
                <c:pt idx="4">
                  <c:v>748.1352449863773</c:v>
                </c:pt>
              </c:numCache>
            </c:numRef>
          </c:yVal>
          <c:smooth val="0"/>
        </c:ser>
        <c:ser>
          <c:idx val="1"/>
          <c:order val="1"/>
          <c:tx>
            <c:strRef>
              <c:f>Feuil1!$C$2</c:f>
              <c:strCache>
                <c:ptCount val="1"/>
                <c:pt idx="0">
                  <c:v>1ere</c:v>
                </c:pt>
              </c:strCache>
            </c:strRef>
          </c:tx>
          <c:marker>
            <c:symbol val="none"/>
          </c:marker>
          <c:xVal>
            <c:numRef>
              <c:f>Feuil1!$A$3:$A$26</c:f>
              <c:numCache>
                <c:formatCode>General</c:formatCode>
                <c:ptCount val="24"/>
                <c:pt idx="0">
                  <c:v>-25</c:v>
                </c:pt>
                <c:pt idx="1">
                  <c:v>-20</c:v>
                </c:pt>
                <c:pt idx="2">
                  <c:v>-15</c:v>
                </c:pt>
                <c:pt idx="3">
                  <c:v>-10</c:v>
                </c:pt>
                <c:pt idx="4">
                  <c:v>-5</c:v>
                </c:pt>
                <c:pt idx="5">
                  <c:v>0</c:v>
                </c:pt>
                <c:pt idx="6">
                  <c:v>5</c:v>
                </c:pt>
                <c:pt idx="7">
                  <c:v>10</c:v>
                </c:pt>
                <c:pt idx="8">
                  <c:v>15</c:v>
                </c:pt>
                <c:pt idx="9">
                  <c:v>20</c:v>
                </c:pt>
                <c:pt idx="10">
                  <c:v>25</c:v>
                </c:pt>
                <c:pt idx="11">
                  <c:v>30</c:v>
                </c:pt>
                <c:pt idx="12">
                  <c:v>40</c:v>
                </c:pt>
                <c:pt idx="13">
                  <c:v>50</c:v>
                </c:pt>
                <c:pt idx="14">
                  <c:v>60</c:v>
                </c:pt>
                <c:pt idx="15">
                  <c:v>70</c:v>
                </c:pt>
                <c:pt idx="16">
                  <c:v>80</c:v>
                </c:pt>
                <c:pt idx="17">
                  <c:v>90</c:v>
                </c:pt>
                <c:pt idx="18">
                  <c:v>100</c:v>
                </c:pt>
                <c:pt idx="19">
                  <c:v>110</c:v>
                </c:pt>
                <c:pt idx="20">
                  <c:v>120</c:v>
                </c:pt>
                <c:pt idx="21">
                  <c:v>130</c:v>
                </c:pt>
                <c:pt idx="22">
                  <c:v>140</c:v>
                </c:pt>
                <c:pt idx="23">
                  <c:v>150</c:v>
                </c:pt>
              </c:numCache>
            </c:numRef>
          </c:xVal>
          <c:yVal>
            <c:numRef>
              <c:f>Feuil1!$C$3:$C$26</c:f>
              <c:numCache>
                <c:formatCode>General</c:formatCode>
                <c:ptCount val="24"/>
                <c:pt idx="6">
                  <c:v>621.46234555118383</c:v>
                </c:pt>
                <c:pt idx="7">
                  <c:v>1242.9246911023677</c:v>
                </c:pt>
                <c:pt idx="8">
                  <c:v>1864.3870366535516</c:v>
                </c:pt>
                <c:pt idx="9">
                  <c:v>2485.8493822047353</c:v>
                </c:pt>
                <c:pt idx="10">
                  <c:v>3107.311727755919</c:v>
                </c:pt>
                <c:pt idx="11">
                  <c:v>3728.7740733071032</c:v>
                </c:pt>
              </c:numCache>
            </c:numRef>
          </c:yVal>
          <c:smooth val="0"/>
        </c:ser>
        <c:ser>
          <c:idx val="2"/>
          <c:order val="2"/>
          <c:tx>
            <c:strRef>
              <c:f>Feuil1!$D$2</c:f>
              <c:strCache>
                <c:ptCount val="1"/>
                <c:pt idx="0">
                  <c:v>2nde</c:v>
                </c:pt>
              </c:strCache>
            </c:strRef>
          </c:tx>
          <c:marker>
            <c:symbol val="none"/>
          </c:marker>
          <c:xVal>
            <c:numRef>
              <c:f>Feuil1!$A$3:$A$26</c:f>
              <c:numCache>
                <c:formatCode>General</c:formatCode>
                <c:ptCount val="24"/>
                <c:pt idx="0">
                  <c:v>-25</c:v>
                </c:pt>
                <c:pt idx="1">
                  <c:v>-20</c:v>
                </c:pt>
                <c:pt idx="2">
                  <c:v>-15</c:v>
                </c:pt>
                <c:pt idx="3">
                  <c:v>-10</c:v>
                </c:pt>
                <c:pt idx="4">
                  <c:v>-5</c:v>
                </c:pt>
                <c:pt idx="5">
                  <c:v>0</c:v>
                </c:pt>
                <c:pt idx="6">
                  <c:v>5</c:v>
                </c:pt>
                <c:pt idx="7">
                  <c:v>10</c:v>
                </c:pt>
                <c:pt idx="8">
                  <c:v>15</c:v>
                </c:pt>
                <c:pt idx="9">
                  <c:v>20</c:v>
                </c:pt>
                <c:pt idx="10">
                  <c:v>25</c:v>
                </c:pt>
                <c:pt idx="11">
                  <c:v>30</c:v>
                </c:pt>
                <c:pt idx="12">
                  <c:v>40</c:v>
                </c:pt>
                <c:pt idx="13">
                  <c:v>50</c:v>
                </c:pt>
                <c:pt idx="14">
                  <c:v>60</c:v>
                </c:pt>
                <c:pt idx="15">
                  <c:v>70</c:v>
                </c:pt>
                <c:pt idx="16">
                  <c:v>80</c:v>
                </c:pt>
                <c:pt idx="17">
                  <c:v>90</c:v>
                </c:pt>
                <c:pt idx="18">
                  <c:v>100</c:v>
                </c:pt>
                <c:pt idx="19">
                  <c:v>110</c:v>
                </c:pt>
                <c:pt idx="20">
                  <c:v>120</c:v>
                </c:pt>
                <c:pt idx="21">
                  <c:v>130</c:v>
                </c:pt>
                <c:pt idx="22">
                  <c:v>140</c:v>
                </c:pt>
                <c:pt idx="23">
                  <c:v>150</c:v>
                </c:pt>
              </c:numCache>
            </c:numRef>
          </c:xVal>
          <c:yVal>
            <c:numRef>
              <c:f>Feuil1!$D$3:$D$26</c:f>
              <c:numCache>
                <c:formatCode>General</c:formatCode>
                <c:ptCount val="24"/>
                <c:pt idx="8">
                  <c:v>1004.076249850138</c:v>
                </c:pt>
                <c:pt idx="9">
                  <c:v>1338.7683331335172</c:v>
                </c:pt>
                <c:pt idx="10">
                  <c:v>1673.4604164168966</c:v>
                </c:pt>
                <c:pt idx="11">
                  <c:v>2008.1524997002759</c:v>
                </c:pt>
                <c:pt idx="12">
                  <c:v>2677.5366662670344</c:v>
                </c:pt>
                <c:pt idx="13">
                  <c:v>3346.9208328337932</c:v>
                </c:pt>
                <c:pt idx="14">
                  <c:v>4016.3049994005519</c:v>
                </c:pt>
              </c:numCache>
            </c:numRef>
          </c:yVal>
          <c:smooth val="0"/>
        </c:ser>
        <c:ser>
          <c:idx val="3"/>
          <c:order val="3"/>
          <c:tx>
            <c:strRef>
              <c:f>Feuil1!$E$2</c:f>
              <c:strCache>
                <c:ptCount val="1"/>
                <c:pt idx="0">
                  <c:v>3eme</c:v>
                </c:pt>
              </c:strCache>
            </c:strRef>
          </c:tx>
          <c:marker>
            <c:symbol val="none"/>
          </c:marker>
          <c:xVal>
            <c:numRef>
              <c:f>Feuil1!$A$3:$A$26</c:f>
              <c:numCache>
                <c:formatCode>General</c:formatCode>
                <c:ptCount val="24"/>
                <c:pt idx="0">
                  <c:v>-25</c:v>
                </c:pt>
                <c:pt idx="1">
                  <c:v>-20</c:v>
                </c:pt>
                <c:pt idx="2">
                  <c:v>-15</c:v>
                </c:pt>
                <c:pt idx="3">
                  <c:v>-10</c:v>
                </c:pt>
                <c:pt idx="4">
                  <c:v>-5</c:v>
                </c:pt>
                <c:pt idx="5">
                  <c:v>0</c:v>
                </c:pt>
                <c:pt idx="6">
                  <c:v>5</c:v>
                </c:pt>
                <c:pt idx="7">
                  <c:v>10</c:v>
                </c:pt>
                <c:pt idx="8">
                  <c:v>15</c:v>
                </c:pt>
                <c:pt idx="9">
                  <c:v>20</c:v>
                </c:pt>
                <c:pt idx="10">
                  <c:v>25</c:v>
                </c:pt>
                <c:pt idx="11">
                  <c:v>30</c:v>
                </c:pt>
                <c:pt idx="12">
                  <c:v>40</c:v>
                </c:pt>
                <c:pt idx="13">
                  <c:v>50</c:v>
                </c:pt>
                <c:pt idx="14">
                  <c:v>60</c:v>
                </c:pt>
                <c:pt idx="15">
                  <c:v>70</c:v>
                </c:pt>
                <c:pt idx="16">
                  <c:v>80</c:v>
                </c:pt>
                <c:pt idx="17">
                  <c:v>90</c:v>
                </c:pt>
                <c:pt idx="18">
                  <c:v>100</c:v>
                </c:pt>
                <c:pt idx="19">
                  <c:v>110</c:v>
                </c:pt>
                <c:pt idx="20">
                  <c:v>120</c:v>
                </c:pt>
                <c:pt idx="21">
                  <c:v>130</c:v>
                </c:pt>
                <c:pt idx="22">
                  <c:v>140</c:v>
                </c:pt>
                <c:pt idx="23">
                  <c:v>150</c:v>
                </c:pt>
              </c:numCache>
            </c:numRef>
          </c:xVal>
          <c:yVal>
            <c:numRef>
              <c:f>Feuil1!$E$3:$E$26</c:f>
              <c:numCache>
                <c:formatCode>General</c:formatCode>
                <c:ptCount val="24"/>
                <c:pt idx="10">
                  <c:v>1102.5944840424229</c:v>
                </c:pt>
                <c:pt idx="11">
                  <c:v>1323.1133808509076</c:v>
                </c:pt>
                <c:pt idx="12">
                  <c:v>1764.1511744678767</c:v>
                </c:pt>
                <c:pt idx="13">
                  <c:v>2205.1889680848458</c:v>
                </c:pt>
                <c:pt idx="14">
                  <c:v>2646.2267617018151</c:v>
                </c:pt>
                <c:pt idx="15">
                  <c:v>3087.2645553187845</c:v>
                </c:pt>
                <c:pt idx="16">
                  <c:v>3528.3023489357533</c:v>
                </c:pt>
                <c:pt idx="17">
                  <c:v>3969.3401425527227</c:v>
                </c:pt>
              </c:numCache>
            </c:numRef>
          </c:yVal>
          <c:smooth val="0"/>
        </c:ser>
        <c:ser>
          <c:idx val="4"/>
          <c:order val="4"/>
          <c:tx>
            <c:strRef>
              <c:f>Feuil1!$F$2</c:f>
              <c:strCache>
                <c:ptCount val="1"/>
                <c:pt idx="0">
                  <c:v>4eme</c:v>
                </c:pt>
              </c:strCache>
            </c:strRef>
          </c:tx>
          <c:marker>
            <c:symbol val="none"/>
          </c:marker>
          <c:xVal>
            <c:numRef>
              <c:f>Feuil1!$A$3:$A$26</c:f>
              <c:numCache>
                <c:formatCode>General</c:formatCode>
                <c:ptCount val="24"/>
                <c:pt idx="0">
                  <c:v>-25</c:v>
                </c:pt>
                <c:pt idx="1">
                  <c:v>-20</c:v>
                </c:pt>
                <c:pt idx="2">
                  <c:v>-15</c:v>
                </c:pt>
                <c:pt idx="3">
                  <c:v>-10</c:v>
                </c:pt>
                <c:pt idx="4">
                  <c:v>-5</c:v>
                </c:pt>
                <c:pt idx="5">
                  <c:v>0</c:v>
                </c:pt>
                <c:pt idx="6">
                  <c:v>5</c:v>
                </c:pt>
                <c:pt idx="7">
                  <c:v>10</c:v>
                </c:pt>
                <c:pt idx="8">
                  <c:v>15</c:v>
                </c:pt>
                <c:pt idx="9">
                  <c:v>20</c:v>
                </c:pt>
                <c:pt idx="10">
                  <c:v>25</c:v>
                </c:pt>
                <c:pt idx="11">
                  <c:v>30</c:v>
                </c:pt>
                <c:pt idx="12">
                  <c:v>40</c:v>
                </c:pt>
                <c:pt idx="13">
                  <c:v>50</c:v>
                </c:pt>
                <c:pt idx="14">
                  <c:v>60</c:v>
                </c:pt>
                <c:pt idx="15">
                  <c:v>70</c:v>
                </c:pt>
                <c:pt idx="16">
                  <c:v>80</c:v>
                </c:pt>
                <c:pt idx="17">
                  <c:v>90</c:v>
                </c:pt>
                <c:pt idx="18">
                  <c:v>100</c:v>
                </c:pt>
                <c:pt idx="19">
                  <c:v>110</c:v>
                </c:pt>
                <c:pt idx="20">
                  <c:v>120</c:v>
                </c:pt>
                <c:pt idx="21">
                  <c:v>130</c:v>
                </c:pt>
                <c:pt idx="22">
                  <c:v>140</c:v>
                </c:pt>
                <c:pt idx="23">
                  <c:v>150</c:v>
                </c:pt>
              </c:numCache>
            </c:numRef>
          </c:xVal>
          <c:yVal>
            <c:numRef>
              <c:f>Feuil1!$F$3:$F$26</c:f>
              <c:numCache>
                <c:formatCode>General</c:formatCode>
                <c:ptCount val="24"/>
                <c:pt idx="12">
                  <c:v>1240.8096746115525</c:v>
                </c:pt>
                <c:pt idx="13">
                  <c:v>1551.0120932644406</c:v>
                </c:pt>
                <c:pt idx="14">
                  <c:v>1861.2145119173288</c:v>
                </c:pt>
                <c:pt idx="15">
                  <c:v>2171.4169305702171</c:v>
                </c:pt>
                <c:pt idx="16">
                  <c:v>2481.619349223105</c:v>
                </c:pt>
                <c:pt idx="17">
                  <c:v>2791.8217678759934</c:v>
                </c:pt>
                <c:pt idx="18">
                  <c:v>3102.0241865288813</c:v>
                </c:pt>
                <c:pt idx="19">
                  <c:v>3412.2266051817696</c:v>
                </c:pt>
                <c:pt idx="20">
                  <c:v>3722.4290238346575</c:v>
                </c:pt>
                <c:pt idx="21">
                  <c:v>4032.6314424875459</c:v>
                </c:pt>
                <c:pt idx="22">
                  <c:v>4342.8338611404342</c:v>
                </c:pt>
                <c:pt idx="23">
                  <c:v>4653.0362797933221</c:v>
                </c:pt>
              </c:numCache>
            </c:numRef>
          </c:yVal>
          <c:smooth val="0"/>
        </c:ser>
        <c:ser>
          <c:idx val="5"/>
          <c:order val="5"/>
          <c:tx>
            <c:strRef>
              <c:f>Feuil1!$G$2</c:f>
              <c:strCache>
                <c:ptCount val="1"/>
                <c:pt idx="0">
                  <c:v>5eme</c:v>
                </c:pt>
              </c:strCache>
            </c:strRef>
          </c:tx>
          <c:marker>
            <c:symbol val="none"/>
          </c:marker>
          <c:xVal>
            <c:numRef>
              <c:f>Feuil1!$A$3:$A$26</c:f>
              <c:numCache>
                <c:formatCode>General</c:formatCode>
                <c:ptCount val="24"/>
                <c:pt idx="0">
                  <c:v>-25</c:v>
                </c:pt>
                <c:pt idx="1">
                  <c:v>-20</c:v>
                </c:pt>
                <c:pt idx="2">
                  <c:v>-15</c:v>
                </c:pt>
                <c:pt idx="3">
                  <c:v>-10</c:v>
                </c:pt>
                <c:pt idx="4">
                  <c:v>-5</c:v>
                </c:pt>
                <c:pt idx="5">
                  <c:v>0</c:v>
                </c:pt>
                <c:pt idx="6">
                  <c:v>5</c:v>
                </c:pt>
                <c:pt idx="7">
                  <c:v>10</c:v>
                </c:pt>
                <c:pt idx="8">
                  <c:v>15</c:v>
                </c:pt>
                <c:pt idx="9">
                  <c:v>20</c:v>
                </c:pt>
                <c:pt idx="10">
                  <c:v>25</c:v>
                </c:pt>
                <c:pt idx="11">
                  <c:v>30</c:v>
                </c:pt>
                <c:pt idx="12">
                  <c:v>40</c:v>
                </c:pt>
                <c:pt idx="13">
                  <c:v>50</c:v>
                </c:pt>
                <c:pt idx="14">
                  <c:v>60</c:v>
                </c:pt>
                <c:pt idx="15">
                  <c:v>70</c:v>
                </c:pt>
                <c:pt idx="16">
                  <c:v>80</c:v>
                </c:pt>
                <c:pt idx="17">
                  <c:v>90</c:v>
                </c:pt>
                <c:pt idx="18">
                  <c:v>100</c:v>
                </c:pt>
                <c:pt idx="19">
                  <c:v>110</c:v>
                </c:pt>
                <c:pt idx="20">
                  <c:v>120</c:v>
                </c:pt>
                <c:pt idx="21">
                  <c:v>130</c:v>
                </c:pt>
                <c:pt idx="22">
                  <c:v>140</c:v>
                </c:pt>
                <c:pt idx="23">
                  <c:v>150</c:v>
                </c:pt>
              </c:numCache>
            </c:numRef>
          </c:xVal>
          <c:yVal>
            <c:numRef>
              <c:f>Feuil1!$G$3:$G$26</c:f>
              <c:numCache>
                <c:formatCode>General</c:formatCode>
                <c:ptCount val="24"/>
                <c:pt idx="13">
                  <c:v>1202.0343722799416</c:v>
                </c:pt>
                <c:pt idx="14">
                  <c:v>1442.44124673593</c:v>
                </c:pt>
                <c:pt idx="15">
                  <c:v>1682.8481211919182</c:v>
                </c:pt>
                <c:pt idx="16">
                  <c:v>1923.2549956479065</c:v>
                </c:pt>
                <c:pt idx="17">
                  <c:v>2163.6618701038947</c:v>
                </c:pt>
                <c:pt idx="18">
                  <c:v>2404.0687445598833</c:v>
                </c:pt>
                <c:pt idx="19">
                  <c:v>2644.4756190158714</c:v>
                </c:pt>
                <c:pt idx="20">
                  <c:v>2884.88249347186</c:v>
                </c:pt>
                <c:pt idx="21">
                  <c:v>3125.2893679278482</c:v>
                </c:pt>
                <c:pt idx="22">
                  <c:v>3365.6962423838363</c:v>
                </c:pt>
                <c:pt idx="23">
                  <c:v>3606.1031168398249</c:v>
                </c:pt>
              </c:numCache>
            </c:numRef>
          </c:yVal>
          <c:smooth val="0"/>
        </c:ser>
        <c:ser>
          <c:idx val="6"/>
          <c:order val="6"/>
          <c:tx>
            <c:strRef>
              <c:f>Feuil1!$H$2</c:f>
              <c:strCache>
                <c:ptCount val="1"/>
                <c:pt idx="0">
                  <c:v>6eme</c:v>
                </c:pt>
              </c:strCache>
            </c:strRef>
          </c:tx>
          <c:marker>
            <c:symbol val="none"/>
          </c:marker>
          <c:xVal>
            <c:numRef>
              <c:f>Feuil1!$A$3:$A$26</c:f>
              <c:numCache>
                <c:formatCode>General</c:formatCode>
                <c:ptCount val="24"/>
                <c:pt idx="0">
                  <c:v>-25</c:v>
                </c:pt>
                <c:pt idx="1">
                  <c:v>-20</c:v>
                </c:pt>
                <c:pt idx="2">
                  <c:v>-15</c:v>
                </c:pt>
                <c:pt idx="3">
                  <c:v>-10</c:v>
                </c:pt>
                <c:pt idx="4">
                  <c:v>-5</c:v>
                </c:pt>
                <c:pt idx="5">
                  <c:v>0</c:v>
                </c:pt>
                <c:pt idx="6">
                  <c:v>5</c:v>
                </c:pt>
                <c:pt idx="7">
                  <c:v>10</c:v>
                </c:pt>
                <c:pt idx="8">
                  <c:v>15</c:v>
                </c:pt>
                <c:pt idx="9">
                  <c:v>20</c:v>
                </c:pt>
                <c:pt idx="10">
                  <c:v>25</c:v>
                </c:pt>
                <c:pt idx="11">
                  <c:v>30</c:v>
                </c:pt>
                <c:pt idx="12">
                  <c:v>40</c:v>
                </c:pt>
                <c:pt idx="13">
                  <c:v>50</c:v>
                </c:pt>
                <c:pt idx="14">
                  <c:v>60</c:v>
                </c:pt>
                <c:pt idx="15">
                  <c:v>70</c:v>
                </c:pt>
                <c:pt idx="16">
                  <c:v>80</c:v>
                </c:pt>
                <c:pt idx="17">
                  <c:v>90</c:v>
                </c:pt>
                <c:pt idx="18">
                  <c:v>100</c:v>
                </c:pt>
                <c:pt idx="19">
                  <c:v>110</c:v>
                </c:pt>
                <c:pt idx="20">
                  <c:v>120</c:v>
                </c:pt>
                <c:pt idx="21">
                  <c:v>130</c:v>
                </c:pt>
                <c:pt idx="22">
                  <c:v>140</c:v>
                </c:pt>
                <c:pt idx="23">
                  <c:v>150</c:v>
                </c:pt>
              </c:numCache>
            </c:numRef>
          </c:xVal>
          <c:yVal>
            <c:numRef>
              <c:f>Feuil1!$H$3:$H$26</c:f>
              <c:numCache>
                <c:formatCode>General</c:formatCode>
                <c:ptCount val="24"/>
                <c:pt idx="14">
                  <c:v>1136.5288615324964</c:v>
                </c:pt>
                <c:pt idx="15">
                  <c:v>1325.9503384545792</c:v>
                </c:pt>
                <c:pt idx="16">
                  <c:v>1515.371815376662</c:v>
                </c:pt>
                <c:pt idx="17">
                  <c:v>1704.7932922987447</c:v>
                </c:pt>
                <c:pt idx="18">
                  <c:v>1894.2147692208275</c:v>
                </c:pt>
                <c:pt idx="19">
                  <c:v>2083.6362461429103</c:v>
                </c:pt>
                <c:pt idx="20">
                  <c:v>2273.0577230649928</c:v>
                </c:pt>
                <c:pt idx="21">
                  <c:v>2462.4791999870758</c:v>
                </c:pt>
                <c:pt idx="22">
                  <c:v>2651.9006769091584</c:v>
                </c:pt>
                <c:pt idx="23">
                  <c:v>2841.3221538312414</c:v>
                </c:pt>
              </c:numCache>
            </c:numRef>
          </c:yVal>
          <c:smooth val="0"/>
        </c:ser>
        <c:dLbls>
          <c:showLegendKey val="0"/>
          <c:showVal val="0"/>
          <c:showCatName val="0"/>
          <c:showSerName val="0"/>
          <c:showPercent val="0"/>
          <c:showBubbleSize val="0"/>
        </c:dLbls>
        <c:axId val="209957632"/>
        <c:axId val="209959552"/>
      </c:scatterChart>
      <c:valAx>
        <c:axId val="209957632"/>
        <c:scaling>
          <c:orientation val="minMax"/>
          <c:max val="160"/>
          <c:min val="-20"/>
        </c:scaling>
        <c:delete val="0"/>
        <c:axPos val="b"/>
        <c:majorGridlines/>
        <c:minorGridlines/>
        <c:title>
          <c:tx>
            <c:rich>
              <a:bodyPr/>
              <a:lstStyle/>
              <a:p>
                <a:pPr>
                  <a:defRPr sz="1800"/>
                </a:pPr>
                <a:r>
                  <a:rPr lang="fr-FR" sz="1800"/>
                  <a:t>Vitesse en km/h</a:t>
                </a:r>
              </a:p>
            </c:rich>
          </c:tx>
          <c:layout>
            <c:manualLayout>
              <c:xMode val="edge"/>
              <c:yMode val="edge"/>
              <c:x val="0.40728126543620602"/>
              <c:y val="0.90752399232245684"/>
            </c:manualLayout>
          </c:layout>
          <c:overlay val="0"/>
        </c:title>
        <c:numFmt formatCode="General" sourceLinked="1"/>
        <c:majorTickMark val="out"/>
        <c:minorTickMark val="none"/>
        <c:tickLblPos val="nextTo"/>
        <c:txPr>
          <a:bodyPr/>
          <a:lstStyle/>
          <a:p>
            <a:pPr>
              <a:defRPr sz="1400" baseline="0"/>
            </a:pPr>
            <a:endParaRPr lang="fr-FR"/>
          </a:p>
        </c:txPr>
        <c:crossAx val="209959552"/>
        <c:crossesAt val="0"/>
        <c:crossBetween val="midCat"/>
      </c:valAx>
      <c:valAx>
        <c:axId val="209959552"/>
        <c:scaling>
          <c:orientation val="minMax"/>
          <c:max val="4000"/>
          <c:min val="0"/>
        </c:scaling>
        <c:delete val="0"/>
        <c:axPos val="l"/>
        <c:majorGridlines/>
        <c:minorGridlines/>
        <c:title>
          <c:tx>
            <c:rich>
              <a:bodyPr/>
              <a:lstStyle/>
              <a:p>
                <a:pPr>
                  <a:defRPr sz="1800"/>
                </a:pPr>
                <a:r>
                  <a:rPr lang="fr-FR" sz="1800"/>
                  <a:t>Régime en tr/min</a:t>
                </a:r>
              </a:p>
            </c:rich>
          </c:tx>
          <c:layout>
            <c:manualLayout>
              <c:xMode val="edge"/>
              <c:yMode val="edge"/>
              <c:x val="1.4376827185026919E-2"/>
              <c:y val="0.24371275145377147"/>
            </c:manualLayout>
          </c:layout>
          <c:overlay val="0"/>
        </c:title>
        <c:numFmt formatCode="General" sourceLinked="1"/>
        <c:majorTickMark val="out"/>
        <c:minorTickMark val="none"/>
        <c:tickLblPos val="nextTo"/>
        <c:txPr>
          <a:bodyPr/>
          <a:lstStyle/>
          <a:p>
            <a:pPr>
              <a:defRPr sz="1400"/>
            </a:pPr>
            <a:endParaRPr lang="fr-FR"/>
          </a:p>
        </c:txPr>
        <c:crossAx val="209957632"/>
        <c:crossesAt val="-30"/>
        <c:crossBetween val="midCat"/>
      </c:valAx>
    </c:plotArea>
    <c:legend>
      <c:legendPos val="r"/>
      <c:legendEntry>
        <c:idx val="7"/>
        <c:delete val="1"/>
      </c:legendEntry>
      <c:layout>
        <c:manualLayout>
          <c:xMode val="edge"/>
          <c:yMode val="edge"/>
          <c:x val="0.79529729174914587"/>
          <c:y val="0.43257742782152231"/>
          <c:w val="0.11945016360620959"/>
          <c:h val="0.37741151781067667"/>
        </c:manualLayout>
      </c:layout>
      <c:overlay val="0"/>
      <c:spPr>
        <a:solidFill>
          <a:schemeClr val="bg1"/>
        </a:solidFill>
      </c:spPr>
    </c:legend>
    <c:plotVisOnly val="1"/>
    <c:dispBlanksAs val="gap"/>
    <c:showDLblsOverMax val="0"/>
  </c:chart>
  <c:spPr>
    <a:ln>
      <a:noFill/>
    </a:ln>
  </c:sp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0.23529</cdr:x>
      <cdr:y>0</cdr:y>
    </cdr:from>
    <cdr:to>
      <cdr:x>0.23529</cdr:x>
      <cdr:y>0.8535</cdr:y>
    </cdr:to>
    <cdr:cxnSp macro="">
      <cdr:nvCxnSpPr>
        <cdr:cNvPr id="3" name="Connecteur droit avec flèche 2"/>
        <cdr:cNvCxnSpPr/>
      </cdr:nvCxnSpPr>
      <cdr:spPr>
        <a:xfrm xmlns:a="http://schemas.openxmlformats.org/drawingml/2006/main" flipV="1">
          <a:off x="1604684" y="-1466850"/>
          <a:ext cx="0" cy="3089244"/>
        </a:xfrm>
        <a:prstGeom xmlns:a="http://schemas.openxmlformats.org/drawingml/2006/main" prst="straightConnector1">
          <a:avLst/>
        </a:prstGeom>
        <a:ln xmlns:a="http://schemas.openxmlformats.org/drawingml/2006/main" w="28575">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0.13187</cdr:x>
      <cdr:y>0.84544</cdr:y>
    </cdr:from>
    <cdr:to>
      <cdr:x>1</cdr:x>
      <cdr:y>0.84544</cdr:y>
    </cdr:to>
    <cdr:cxnSp macro="">
      <cdr:nvCxnSpPr>
        <cdr:cNvPr id="4" name="Connecteur droit avec flèche 3"/>
        <cdr:cNvCxnSpPr/>
      </cdr:nvCxnSpPr>
      <cdr:spPr>
        <a:xfrm xmlns:a="http://schemas.openxmlformats.org/drawingml/2006/main">
          <a:off x="899327" y="3060070"/>
          <a:ext cx="5920573" cy="0"/>
        </a:xfrm>
        <a:prstGeom xmlns:a="http://schemas.openxmlformats.org/drawingml/2006/main" prst="straightConnector1">
          <a:avLst/>
        </a:prstGeom>
        <a:ln xmlns:a="http://schemas.openxmlformats.org/drawingml/2006/main" w="28575">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0.23464</cdr:x>
      <cdr:y>0.32895</cdr:y>
    </cdr:from>
    <cdr:to>
      <cdr:x>0.82263</cdr:x>
      <cdr:y>0.57895</cdr:y>
    </cdr:to>
    <cdr:sp macro="" textlink="">
      <cdr:nvSpPr>
        <cdr:cNvPr id="5" name="Forme libre 4"/>
        <cdr:cNvSpPr/>
      </cdr:nvSpPr>
      <cdr:spPr>
        <a:xfrm xmlns:a="http://schemas.openxmlformats.org/drawingml/2006/main">
          <a:off x="1600200" y="1190625"/>
          <a:ext cx="4010025" cy="904875"/>
        </a:xfrm>
        <a:custGeom xmlns:a="http://schemas.openxmlformats.org/drawingml/2006/main">
          <a:avLst/>
          <a:gdLst>
            <a:gd name="connsiteX0" fmla="*/ 0 w 4010025"/>
            <a:gd name="connsiteY0" fmla="*/ 762000 h 904875"/>
            <a:gd name="connsiteX1" fmla="*/ 371475 w 4010025"/>
            <a:gd name="connsiteY1" fmla="*/ 762000 h 904875"/>
            <a:gd name="connsiteX2" fmla="*/ 609600 w 4010025"/>
            <a:gd name="connsiteY2" fmla="*/ 38100 h 904875"/>
            <a:gd name="connsiteX3" fmla="*/ 600075 w 4010025"/>
            <a:gd name="connsiteY3" fmla="*/ 904875 h 904875"/>
            <a:gd name="connsiteX4" fmla="*/ 1143000 w 4010025"/>
            <a:gd name="connsiteY4" fmla="*/ 38100 h 904875"/>
            <a:gd name="connsiteX5" fmla="*/ 1123950 w 4010025"/>
            <a:gd name="connsiteY5" fmla="*/ 695325 h 904875"/>
            <a:gd name="connsiteX6" fmla="*/ 1743075 w 4010025"/>
            <a:gd name="connsiteY6" fmla="*/ 9525 h 904875"/>
            <a:gd name="connsiteX7" fmla="*/ 1724025 w 4010025"/>
            <a:gd name="connsiteY7" fmla="*/ 600075 h 904875"/>
            <a:gd name="connsiteX8" fmla="*/ 2438400 w 4010025"/>
            <a:gd name="connsiteY8" fmla="*/ 47625 h 904875"/>
            <a:gd name="connsiteX9" fmla="*/ 2438400 w 4010025"/>
            <a:gd name="connsiteY9" fmla="*/ 466725 h 904875"/>
            <a:gd name="connsiteX10" fmla="*/ 3200400 w 4010025"/>
            <a:gd name="connsiteY10" fmla="*/ 0 h 904875"/>
            <a:gd name="connsiteX11" fmla="*/ 3200400 w 4010025"/>
            <a:gd name="connsiteY11" fmla="*/ 409575 h 904875"/>
            <a:gd name="connsiteX12" fmla="*/ 4010025 w 4010025"/>
            <a:gd name="connsiteY12" fmla="*/ 47625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4010025" h="904875">
              <a:moveTo>
                <a:pt x="0" y="762000"/>
              </a:moveTo>
              <a:lnTo>
                <a:pt x="371475" y="762000"/>
              </a:lnTo>
              <a:lnTo>
                <a:pt x="609600" y="38100"/>
              </a:lnTo>
              <a:lnTo>
                <a:pt x="600075" y="904875"/>
              </a:lnTo>
              <a:lnTo>
                <a:pt x="1143000" y="38100"/>
              </a:lnTo>
              <a:lnTo>
                <a:pt x="1123950" y="695325"/>
              </a:lnTo>
              <a:lnTo>
                <a:pt x="1743075" y="9525"/>
              </a:lnTo>
              <a:lnTo>
                <a:pt x="1724025" y="600075"/>
              </a:lnTo>
              <a:lnTo>
                <a:pt x="2438400" y="47625"/>
              </a:lnTo>
              <a:lnTo>
                <a:pt x="2438400" y="466725"/>
              </a:lnTo>
              <a:lnTo>
                <a:pt x="3200400" y="0"/>
              </a:lnTo>
              <a:lnTo>
                <a:pt x="3200400" y="409575"/>
              </a:lnTo>
              <a:lnTo>
                <a:pt x="4010025" y="47625"/>
              </a:lnTo>
            </a:path>
          </a:pathLst>
        </a:custGeom>
        <a:noFill xmlns:a="http://schemas.openxmlformats.org/drawingml/2006/main"/>
        <a:ln xmlns:a="http://schemas.openxmlformats.org/drawingml/2006/main">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fr-FR"/>
        </a:p>
      </cdr:txBody>
    </cdr:sp>
  </cdr:relSizeAnchor>
  <cdr:relSizeAnchor xmlns:cdr="http://schemas.openxmlformats.org/drawingml/2006/chartDrawing">
    <cdr:from>
      <cdr:x>0.23324</cdr:x>
      <cdr:y>0.26579</cdr:y>
    </cdr:from>
    <cdr:to>
      <cdr:x>0.81844</cdr:x>
      <cdr:y>0.55263</cdr:y>
    </cdr:to>
    <cdr:sp macro="" textlink="">
      <cdr:nvSpPr>
        <cdr:cNvPr id="6" name="Forme libre 5"/>
        <cdr:cNvSpPr/>
      </cdr:nvSpPr>
      <cdr:spPr>
        <a:xfrm xmlns:a="http://schemas.openxmlformats.org/drawingml/2006/main">
          <a:off x="1590675" y="962025"/>
          <a:ext cx="3990975" cy="1038225"/>
        </a:xfrm>
        <a:custGeom xmlns:a="http://schemas.openxmlformats.org/drawingml/2006/main">
          <a:avLst/>
          <a:gdLst>
            <a:gd name="connsiteX0" fmla="*/ 3990975 w 3990975"/>
            <a:gd name="connsiteY0" fmla="*/ 333375 h 1038225"/>
            <a:gd name="connsiteX1" fmla="*/ 2447925 w 3990975"/>
            <a:gd name="connsiteY1" fmla="*/ 1028700 h 1038225"/>
            <a:gd name="connsiteX2" fmla="*/ 2457450 w 3990975"/>
            <a:gd name="connsiteY2" fmla="*/ 733425 h 1038225"/>
            <a:gd name="connsiteX3" fmla="*/ 1905000 w 3990975"/>
            <a:gd name="connsiteY3" fmla="*/ 1028700 h 1038225"/>
            <a:gd name="connsiteX4" fmla="*/ 1905000 w 3990975"/>
            <a:gd name="connsiteY4" fmla="*/ 714375 h 1038225"/>
            <a:gd name="connsiteX5" fmla="*/ 1514475 w 3990975"/>
            <a:gd name="connsiteY5" fmla="*/ 1019175 h 1038225"/>
            <a:gd name="connsiteX6" fmla="*/ 1524000 w 3990975"/>
            <a:gd name="connsiteY6" fmla="*/ 552450 h 1038225"/>
            <a:gd name="connsiteX7" fmla="*/ 1028700 w 3990975"/>
            <a:gd name="connsiteY7" fmla="*/ 1038225 h 1038225"/>
            <a:gd name="connsiteX8" fmla="*/ 1038225 w 3990975"/>
            <a:gd name="connsiteY8" fmla="*/ 466725 h 1038225"/>
            <a:gd name="connsiteX9" fmla="*/ 714375 w 3990975"/>
            <a:gd name="connsiteY9" fmla="*/ 1009650 h 1038225"/>
            <a:gd name="connsiteX10" fmla="*/ 714375 w 3990975"/>
            <a:gd name="connsiteY10" fmla="*/ 0 h 1038225"/>
            <a:gd name="connsiteX11" fmla="*/ 381000 w 3990975"/>
            <a:gd name="connsiteY11" fmla="*/ 1028700 h 1038225"/>
            <a:gd name="connsiteX12" fmla="*/ 0 w 3990975"/>
            <a:gd name="connsiteY12" fmla="*/ 1019175 h 1038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990975" h="1038225">
              <a:moveTo>
                <a:pt x="3990975" y="333375"/>
              </a:moveTo>
              <a:lnTo>
                <a:pt x="2447925" y="1028700"/>
              </a:lnTo>
              <a:lnTo>
                <a:pt x="2457450" y="733425"/>
              </a:lnTo>
              <a:lnTo>
                <a:pt x="1905000" y="1028700"/>
              </a:lnTo>
              <a:lnTo>
                <a:pt x="1905000" y="714375"/>
              </a:lnTo>
              <a:lnTo>
                <a:pt x="1514475" y="1019175"/>
              </a:lnTo>
              <a:lnTo>
                <a:pt x="1524000" y="552450"/>
              </a:lnTo>
              <a:lnTo>
                <a:pt x="1028700" y="1038225"/>
              </a:lnTo>
              <a:lnTo>
                <a:pt x="1038225" y="466725"/>
              </a:lnTo>
              <a:lnTo>
                <a:pt x="714375" y="1009650"/>
              </a:lnTo>
              <a:lnTo>
                <a:pt x="714375" y="0"/>
              </a:lnTo>
              <a:lnTo>
                <a:pt x="381000" y="1028700"/>
              </a:lnTo>
              <a:lnTo>
                <a:pt x="0" y="1019175"/>
              </a:lnTo>
            </a:path>
          </a:pathLst>
        </a:custGeom>
        <a:noFill xmlns:a="http://schemas.openxmlformats.org/drawingml/2006/main"/>
        <a:ln xmlns:a="http://schemas.openxmlformats.org/drawingml/2006/main">
          <a:solidFill>
            <a:srgbClr val="00B05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fr-FR"/>
        </a:p>
      </cdr:txBody>
    </cdr:sp>
  </cdr:relSizeAnchor>
  <cdr:relSizeAnchor xmlns:cdr="http://schemas.openxmlformats.org/drawingml/2006/chartDrawing">
    <cdr:from>
      <cdr:x>0.40503</cdr:x>
      <cdr:y>0.65</cdr:y>
    </cdr:from>
    <cdr:to>
      <cdr:x>0.73184</cdr:x>
      <cdr:y>0.78684</cdr:y>
    </cdr:to>
    <cdr:sp macro="" textlink="">
      <cdr:nvSpPr>
        <cdr:cNvPr id="13" name="Zone de texte 12"/>
        <cdr:cNvSpPr txBox="1"/>
      </cdr:nvSpPr>
      <cdr:spPr>
        <a:xfrm xmlns:a="http://schemas.openxmlformats.org/drawingml/2006/main">
          <a:off x="2762250" y="2352675"/>
          <a:ext cx="2228850" cy="495300"/>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vertOverflow="clip" wrap="square" rtlCol="0"/>
        <a:lstStyle xmlns:a="http://schemas.openxmlformats.org/drawingml/2006/main"/>
        <a:p xmlns:a="http://schemas.openxmlformats.org/drawingml/2006/main">
          <a:r>
            <a:rPr lang="fr-FR" sz="1100"/>
            <a:t>Montée des rapports</a:t>
          </a:r>
        </a:p>
        <a:p xmlns:a="http://schemas.openxmlformats.org/drawingml/2006/main">
          <a:r>
            <a:rPr lang="fr-FR" sz="1100"/>
            <a:t>Descente</a:t>
          </a:r>
          <a:r>
            <a:rPr lang="fr-FR" sz="1100" baseline="0"/>
            <a:t> des rapports</a:t>
          </a:r>
          <a:endParaRPr lang="fr-FR" sz="1100"/>
        </a:p>
      </cdr:txBody>
    </cdr:sp>
  </cdr:relSizeAnchor>
  <cdr:relSizeAnchor xmlns:cdr="http://schemas.openxmlformats.org/drawingml/2006/chartDrawing">
    <cdr:from>
      <cdr:x>0.62849</cdr:x>
      <cdr:y>0.68947</cdr:y>
    </cdr:from>
    <cdr:to>
      <cdr:x>0.70112</cdr:x>
      <cdr:y>0.68947</cdr:y>
    </cdr:to>
    <cdr:cxnSp macro="">
      <cdr:nvCxnSpPr>
        <cdr:cNvPr id="8" name="Connecteur droit 7"/>
        <cdr:cNvCxnSpPr/>
      </cdr:nvCxnSpPr>
      <cdr:spPr>
        <a:xfrm xmlns:a="http://schemas.openxmlformats.org/drawingml/2006/main">
          <a:off x="4286250" y="2495550"/>
          <a:ext cx="495300" cy="0"/>
        </a:xfrm>
        <a:prstGeom xmlns:a="http://schemas.openxmlformats.org/drawingml/2006/main" prst="line">
          <a:avLst/>
        </a:prstGeom>
        <a:ln xmlns:a="http://schemas.openxmlformats.org/drawingml/2006/main" w="28575">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0.63128</cdr:x>
      <cdr:y>0.74211</cdr:y>
    </cdr:from>
    <cdr:to>
      <cdr:x>0.70391</cdr:x>
      <cdr:y>0.74211</cdr:y>
    </cdr:to>
    <cdr:cxnSp macro="">
      <cdr:nvCxnSpPr>
        <cdr:cNvPr id="12" name="Connecteur droit 11"/>
        <cdr:cNvCxnSpPr/>
      </cdr:nvCxnSpPr>
      <cdr:spPr>
        <a:xfrm xmlns:a="http://schemas.openxmlformats.org/drawingml/2006/main">
          <a:off x="4305300" y="2686050"/>
          <a:ext cx="495300" cy="0"/>
        </a:xfrm>
        <a:prstGeom xmlns:a="http://schemas.openxmlformats.org/drawingml/2006/main" prst="line">
          <a:avLst/>
        </a:prstGeom>
        <a:ln xmlns:a="http://schemas.openxmlformats.org/drawingml/2006/main" w="28575">
          <a:solidFill>
            <a:srgbClr val="00B05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Modele-Chevrollier.dot</Template>
  <TotalTime>113</TotalTime>
  <Pages>1</Pages>
  <Words>590</Words>
  <Characters>3245</Characters>
  <Application>Microsoft Office Word</Application>
  <DocSecurity>0</DocSecurity>
  <Lines>27</Lines>
  <Paragraphs>7</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Modèle mathématique._x000d_
Ne pas hésiter à consulter le fichier d'aide._x000d_
                              Réalisation Marc Guillemot.</vt:lpstr>
      <vt:lpstr>DR2 : Etagement des rapports :</vt:lpstr>
      <vt:lpstr>    Efficacité énergétique du véhicule et du robot</vt:lpstr>
      <vt:lpstr>DR3 : Efficacité énergétique</vt:lpstr>
    </vt:vector>
  </TitlesOfParts>
  <Company>Site de Digne les Bains</Company>
  <LinksUpToDate>false</LinksUpToDate>
  <CharactersWithSpaces>3828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mathématique._x000d_
Ne pas hésiter à consulter le fichier d'aide._x000d_
                              Réalisation Marc Guillemot.</dc:title>
  <dc:creator>Bruno</dc:creator>
  <cp:lastModifiedBy>Bruno</cp:lastModifiedBy>
  <cp:revision>18</cp:revision>
  <cp:lastPrinted>2017-09-25T19:15:00Z</cp:lastPrinted>
  <dcterms:created xsi:type="dcterms:W3CDTF">2017-03-13T02:35:00Z</dcterms:created>
  <dcterms:modified xsi:type="dcterms:W3CDTF">2017-09-25T19:15:00Z</dcterms:modified>
</cp:coreProperties>
</file>