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6F6" w:rsidRDefault="003C76F6" w:rsidP="007C418F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C76F6" w:rsidRPr="007C418F" w:rsidRDefault="003C76F6" w:rsidP="007C4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C418F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75BF15" wp14:editId="5B306E61">
                <wp:simplePos x="0" y="0"/>
                <wp:positionH relativeFrom="margin">
                  <wp:align>left</wp:align>
                </wp:positionH>
                <wp:positionV relativeFrom="paragraph">
                  <wp:posOffset>64087</wp:posOffset>
                </wp:positionV>
                <wp:extent cx="1009168" cy="277977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168" cy="2779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FB" w:rsidRDefault="007E09FB" w:rsidP="007E09FB">
                            <w:r>
                              <w:t>Arrivée d’eau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5BF15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6" type="#_x0000_t202" style="position:absolute;margin-left:0;margin-top:5.05pt;width:79.45pt;height:21.9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" filled="f" stroked="f" strokeweight=".5pt">
                <v:textbox>
                  <w:txbxContent>
                    <w:p w:rsidR="007E09FB" w:rsidRDefault="007E09FB" w:rsidP="007E09FB">
                      <w:r>
                        <w:t xml:space="preserve">Arrivée </w:t>
                      </w:r>
                      <w:r>
                        <w:t>d’</w:t>
                      </w:r>
                      <w:r>
                        <w:t>eau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4318D" w:rsidRDefault="00D4318D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4318D" w:rsidRDefault="00D4318D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4318D" w:rsidRDefault="00D4318D" w:rsidP="001114C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7E09FB" w:rsidRPr="001114C3" w:rsidRDefault="003C76F6" w:rsidP="001114C3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7C418F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3D7E812" wp14:editId="1CEED9B4">
                <wp:simplePos x="0" y="0"/>
                <wp:positionH relativeFrom="column">
                  <wp:posOffset>5545328</wp:posOffset>
                </wp:positionH>
                <wp:positionV relativeFrom="paragraph">
                  <wp:posOffset>559966</wp:posOffset>
                </wp:positionV>
                <wp:extent cx="636270" cy="744220"/>
                <wp:effectExtent l="19050" t="0" r="11430" b="1778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270" cy="744220"/>
                          <a:chOff x="0" y="0"/>
                          <a:chExt cx="636714" cy="744594"/>
                        </a:xfrm>
                      </wpg:grpSpPr>
                      <wps:wsp>
                        <wps:cNvPr id="12" name="Rectangle 12"/>
                        <wps:cNvSpPr/>
                        <wps:spPr>
                          <a:xfrm>
                            <a:off x="431597" y="270662"/>
                            <a:ext cx="144284" cy="473932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51129" y="526694"/>
                            <a:ext cx="285585" cy="20633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orme libre 17"/>
                        <wps:cNvSpPr/>
                        <wps:spPr>
                          <a:xfrm>
                            <a:off x="0" y="0"/>
                            <a:ext cx="519379" cy="278814"/>
                          </a:xfrm>
                          <a:custGeom>
                            <a:avLst/>
                            <a:gdLst>
                              <a:gd name="connsiteX0" fmla="*/ 519379 w 519379"/>
                              <a:gd name="connsiteY0" fmla="*/ 271499 h 278814"/>
                              <a:gd name="connsiteX1" fmla="*/ 504749 w 519379"/>
                              <a:gd name="connsiteY1" fmla="*/ 234923 h 278814"/>
                              <a:gd name="connsiteX2" fmla="*/ 490118 w 519379"/>
                              <a:gd name="connsiteY2" fmla="*/ 191032 h 278814"/>
                              <a:gd name="connsiteX3" fmla="*/ 475488 w 519379"/>
                              <a:gd name="connsiteY3" fmla="*/ 117880 h 278814"/>
                              <a:gd name="connsiteX4" fmla="*/ 460857 w 519379"/>
                              <a:gd name="connsiteY4" fmla="*/ 103249 h 278814"/>
                              <a:gd name="connsiteX5" fmla="*/ 431597 w 519379"/>
                              <a:gd name="connsiteY5" fmla="*/ 66673 h 278814"/>
                              <a:gd name="connsiteX6" fmla="*/ 409651 w 519379"/>
                              <a:gd name="connsiteY6" fmla="*/ 30097 h 278814"/>
                              <a:gd name="connsiteX7" fmla="*/ 395021 w 519379"/>
                              <a:gd name="connsiteY7" fmla="*/ 8152 h 278814"/>
                              <a:gd name="connsiteX8" fmla="*/ 373075 w 519379"/>
                              <a:gd name="connsiteY8" fmla="*/ 837 h 278814"/>
                              <a:gd name="connsiteX9" fmla="*/ 109728 w 519379"/>
                              <a:gd name="connsiteY9" fmla="*/ 15467 h 278814"/>
                              <a:gd name="connsiteX10" fmla="*/ 87782 w 519379"/>
                              <a:gd name="connsiteY10" fmla="*/ 22782 h 278814"/>
                              <a:gd name="connsiteX11" fmla="*/ 43891 w 519379"/>
                              <a:gd name="connsiteY11" fmla="*/ 73989 h 278814"/>
                              <a:gd name="connsiteX12" fmla="*/ 21945 w 519379"/>
                              <a:gd name="connsiteY12" fmla="*/ 110565 h 278814"/>
                              <a:gd name="connsiteX13" fmla="*/ 14630 w 519379"/>
                              <a:gd name="connsiteY13" fmla="*/ 132510 h 278814"/>
                              <a:gd name="connsiteX14" fmla="*/ 0 w 519379"/>
                              <a:gd name="connsiteY14" fmla="*/ 205662 h 278814"/>
                              <a:gd name="connsiteX15" fmla="*/ 7315 w 519379"/>
                              <a:gd name="connsiteY15" fmla="*/ 278814 h 2788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519379" h="278814">
                                <a:moveTo>
                                  <a:pt x="519379" y="271499"/>
                                </a:moveTo>
                                <a:cubicBezTo>
                                  <a:pt x="514502" y="259307"/>
                                  <a:pt x="509237" y="247264"/>
                                  <a:pt x="504749" y="234923"/>
                                </a:cubicBezTo>
                                <a:cubicBezTo>
                                  <a:pt x="499479" y="220430"/>
                                  <a:pt x="490118" y="191032"/>
                                  <a:pt x="490118" y="191032"/>
                                </a:cubicBezTo>
                                <a:cubicBezTo>
                                  <a:pt x="488850" y="182155"/>
                                  <a:pt x="485064" y="133839"/>
                                  <a:pt x="475488" y="117880"/>
                                </a:cubicBezTo>
                                <a:cubicBezTo>
                                  <a:pt x="471939" y="111966"/>
                                  <a:pt x="465166" y="108635"/>
                                  <a:pt x="460857" y="103249"/>
                                </a:cubicBezTo>
                                <a:cubicBezTo>
                                  <a:pt x="423939" y="57102"/>
                                  <a:pt x="466927" y="102005"/>
                                  <a:pt x="431597" y="66673"/>
                                </a:cubicBezTo>
                                <a:cubicBezTo>
                                  <a:pt x="418892" y="28563"/>
                                  <a:pt x="432602" y="58787"/>
                                  <a:pt x="409651" y="30097"/>
                                </a:cubicBezTo>
                                <a:cubicBezTo>
                                  <a:pt x="404159" y="23232"/>
                                  <a:pt x="401886" y="13644"/>
                                  <a:pt x="395021" y="8152"/>
                                </a:cubicBezTo>
                                <a:cubicBezTo>
                                  <a:pt x="389000" y="3335"/>
                                  <a:pt x="380390" y="3275"/>
                                  <a:pt x="373075" y="837"/>
                                </a:cubicBezTo>
                                <a:cubicBezTo>
                                  <a:pt x="243363" y="4890"/>
                                  <a:pt x="199989" y="-10321"/>
                                  <a:pt x="109728" y="15467"/>
                                </a:cubicBezTo>
                                <a:cubicBezTo>
                                  <a:pt x="102314" y="17585"/>
                                  <a:pt x="95097" y="20344"/>
                                  <a:pt x="87782" y="22782"/>
                                </a:cubicBezTo>
                                <a:cubicBezTo>
                                  <a:pt x="69781" y="40783"/>
                                  <a:pt x="55033" y="51705"/>
                                  <a:pt x="43891" y="73989"/>
                                </a:cubicBezTo>
                                <a:cubicBezTo>
                                  <a:pt x="24900" y="111972"/>
                                  <a:pt x="50522" y="81988"/>
                                  <a:pt x="21945" y="110565"/>
                                </a:cubicBezTo>
                                <a:cubicBezTo>
                                  <a:pt x="19507" y="117880"/>
                                  <a:pt x="16142" y="124949"/>
                                  <a:pt x="14630" y="132510"/>
                                </a:cubicBezTo>
                                <a:cubicBezTo>
                                  <a:pt x="-2181" y="216566"/>
                                  <a:pt x="16526" y="156083"/>
                                  <a:pt x="0" y="205662"/>
                                </a:cubicBezTo>
                                <a:cubicBezTo>
                                  <a:pt x="7920" y="269023"/>
                                  <a:pt x="7315" y="244525"/>
                                  <a:pt x="7315" y="278814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AA31DB" id="Groupe 8" o:spid="_x0000_s1026" style="position:absolute;margin-left:436.65pt;margin-top:44.1pt;width:50.1pt;height:58.6pt;z-index:251674624" coordsize="6367,7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">
                <v:rect id="Rectangle 12" o:spid="_x0000_s1027" style="position:absolute;left:4315;top:2706;width:1443;height:47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VB874A&#10;AADbAAAADwAAAGRycy9kb3ducmV2LnhtbERPyQrCMBC9C/5DGMGLaKoHkWoUEQTx5nLQ29BMF20m&#10;pUm1+vVGELzN462zWLWmFA+qXWFZwXgUgSBOrC44U3A+bYczEM4jaywtk4IXOVgtu50Fxto++UCP&#10;o89ECGEXo4Lc+yqW0iU5GXQjWxEHLrW1QR9gnUld4zOEm1JOomgqDRYcGnKsaJNTcj82RkFzzdK9&#10;LS/N+SZP+n2LBuNKDpTq99r1HISn1v/FP/dOh/kT+P4SDp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/1QfO+AAAA2wAAAA8AAAAAAAAAAAAAAAAAmAIAAGRycy9kb3ducmV2&#10;LnhtbFBLBQYAAAAABAAEAPUAAACDAwAAAAA=&#10;" fillcolor="black [3213]" strokecolor="#1f4d78 [1604]" strokeweight="1pt"/>
                <v:rect id="Rectangle 16" o:spid="_x0000_s1028" style="position:absolute;left:3511;top:5266;width:2856;height:20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OUZsIA&#10;AADbAAAADwAAAGRycy9kb3ducmV2LnhtbERPPW/CMBDdK/EfrKvEBk47UBrioFJAomKCwsB2so8k&#10;anyObAPh39eVkLrd0/u8Yt7bVlzJh8axgpdxBoJYO9NwpeDwvR5NQYSIbLB1TAruFGBeDp4KzI27&#10;8Y6u+1iJFMIhRwV1jF0uZdA1WQxj1xEn7uy8xZigr6TxeEvhtpWvWTaRFhtODTV29FmT/tlfrAJz&#10;2R5XX/ejf9PTSm83y3d5Whilhs/9xwxEpD7+ix/ujUnzJ/D3SzpAl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05RmwgAAANsAAAAPAAAAAAAAAAAAAAAAAJgCAABkcnMvZG93&#10;bnJldi54bWxQSwUGAAAAAAQABAD1AAAAhwMAAAAA&#10;" fillcolor="#f4b083 [1941]" strokecolor="#ed7d31 [3205]" strokeweight="1pt"/>
                <v:shape id="Forme libre 17" o:spid="_x0000_s1029" style="position:absolute;width:5193;height:2788;visibility:visible;mso-wrap-style:square;v-text-anchor:middle" coordsize="519379,278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9urcMA&#10;AADbAAAADwAAAGRycy9kb3ducmV2LnhtbERP32vCMBB+H/g/hBP2MmaqD5urRhFRUJCx6cpej+Zs&#10;SptLaDLb/ffLYLC3+/h+3nI92FbcqAu1YwXTSQaCuHS65krBx2X/OAcRIrLG1jEp+KYA69Xobom5&#10;dj2/0+0cK5FCOOSowMTocylDachimDhPnLir6yzGBLtK6g77FG5bOcuyJ2mx5tRg0NPWUNmcv6yC&#10;4bh7OZlt4U9vr2XRNJ/TB98XSt2Ph80CRKQh/ov/3Aed5j/D7y/p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9urcMAAADbAAAADwAAAAAAAAAAAAAAAACYAgAAZHJzL2Rv&#10;d25yZXYueG1sUEsFBgAAAAAEAAQA9QAAAIgDAAAAAA==&#10;" path="m519379,271499v-4877,-12192,-10142,-24235,-14630,-36576c499479,220430,490118,191032,490118,191032v-1268,-8877,-5054,-57193,-14630,-73152c471939,111966,465166,108635,460857,103249v-36918,-46147,6070,-1244,-29260,-36576c418892,28563,432602,58787,409651,30097,404159,23232,401886,13644,395021,8152,389000,3335,380390,3275,373075,837,243363,4890,199989,-10321,109728,15467v-7414,2118,-14631,4877,-21946,7315c69781,40783,55033,51705,43891,73989v-18991,37983,6631,7999,-21946,36576c19507,117880,16142,124949,14630,132510,-2181,216566,16526,156083,,205662v7920,63361,7315,38863,7315,73152e" filled="f" strokecolor="black [3200]" strokeweight="1.5pt">
                  <v:stroke joinstyle="miter"/>
                  <v:path arrowok="t" o:connecttype="custom" o:connectlocs="519379,271499;504749,234923;490118,191032;475488,117880;460857,103249;431597,66673;409651,30097;395021,8152;373075,837;109728,15467;87782,22782;43891,73989;21945,110565;14630,132510;0,205662;7315,278814" o:connectangles="0,0,0,0,0,0,0,0,0,0,0,0,0,0,0,0"/>
                </v:shape>
              </v:group>
            </w:pict>
          </mc:Fallback>
        </mc:AlternateContent>
      </w:r>
      <w:r w:rsidRPr="007C418F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01B4126" wp14:editId="509F1503">
                <wp:simplePos x="0" y="0"/>
                <wp:positionH relativeFrom="column">
                  <wp:posOffset>4520539</wp:posOffset>
                </wp:positionH>
                <wp:positionV relativeFrom="paragraph">
                  <wp:posOffset>513664</wp:posOffset>
                </wp:positionV>
                <wp:extent cx="505206" cy="716889"/>
                <wp:effectExtent l="0" t="19050" r="28575" b="26670"/>
                <wp:wrapNone/>
                <wp:docPr id="31" name="Groupe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206" cy="716889"/>
                          <a:chOff x="0" y="0"/>
                          <a:chExt cx="505206" cy="716889"/>
                        </a:xfrm>
                      </wpg:grpSpPr>
                      <wpg:grpSp>
                        <wpg:cNvPr id="18" name="Groupe 18"/>
                        <wpg:cNvGrpSpPr/>
                        <wpg:grpSpPr>
                          <a:xfrm>
                            <a:off x="219456" y="277977"/>
                            <a:ext cx="285750" cy="438912"/>
                            <a:chOff x="0" y="0"/>
                            <a:chExt cx="285750" cy="438912"/>
                          </a:xfrm>
                        </wpg:grpSpPr>
                        <wps:wsp>
                          <wps:cNvPr id="42" name="Rectangle 42"/>
                          <wps:cNvSpPr/>
                          <wps:spPr>
                            <a:xfrm>
                              <a:off x="73152" y="0"/>
                              <a:ext cx="153619" cy="438912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Rectangle 46"/>
                          <wps:cNvSpPr/>
                          <wps:spPr>
                            <a:xfrm>
                              <a:off x="0" y="43891"/>
                              <a:ext cx="285750" cy="206375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" name="Forme libre 29"/>
                        <wps:cNvSpPr/>
                        <wps:spPr>
                          <a:xfrm>
                            <a:off x="0" y="0"/>
                            <a:ext cx="380429" cy="292608"/>
                          </a:xfrm>
                          <a:custGeom>
                            <a:avLst/>
                            <a:gdLst>
                              <a:gd name="connsiteX0" fmla="*/ 380429 w 380429"/>
                              <a:gd name="connsiteY0" fmla="*/ 292608 h 292608"/>
                              <a:gd name="connsiteX1" fmla="*/ 373114 w 380429"/>
                              <a:gd name="connsiteY1" fmla="*/ 138988 h 292608"/>
                              <a:gd name="connsiteX2" fmla="*/ 365799 w 380429"/>
                              <a:gd name="connsiteY2" fmla="*/ 117043 h 292608"/>
                              <a:gd name="connsiteX3" fmla="*/ 351168 w 380429"/>
                              <a:gd name="connsiteY3" fmla="*/ 95097 h 292608"/>
                              <a:gd name="connsiteX4" fmla="*/ 270701 w 380429"/>
                              <a:gd name="connsiteY4" fmla="*/ 43891 h 292608"/>
                              <a:gd name="connsiteX5" fmla="*/ 248755 w 380429"/>
                              <a:gd name="connsiteY5" fmla="*/ 36576 h 292608"/>
                              <a:gd name="connsiteX6" fmla="*/ 190234 w 380429"/>
                              <a:gd name="connsiteY6" fmla="*/ 7315 h 292608"/>
                              <a:gd name="connsiteX7" fmla="*/ 168288 w 380429"/>
                              <a:gd name="connsiteY7" fmla="*/ 0 h 292608"/>
                              <a:gd name="connsiteX8" fmla="*/ 124397 w 380429"/>
                              <a:gd name="connsiteY8" fmla="*/ 14630 h 292608"/>
                              <a:gd name="connsiteX9" fmla="*/ 102451 w 380429"/>
                              <a:gd name="connsiteY9" fmla="*/ 21945 h 292608"/>
                              <a:gd name="connsiteX10" fmla="*/ 65875 w 380429"/>
                              <a:gd name="connsiteY10" fmla="*/ 51206 h 292608"/>
                              <a:gd name="connsiteX11" fmla="*/ 36615 w 380429"/>
                              <a:gd name="connsiteY11" fmla="*/ 80467 h 292608"/>
                              <a:gd name="connsiteX12" fmla="*/ 29299 w 380429"/>
                              <a:gd name="connsiteY12" fmla="*/ 102412 h 292608"/>
                              <a:gd name="connsiteX13" fmla="*/ 14669 w 380429"/>
                              <a:gd name="connsiteY13" fmla="*/ 117043 h 292608"/>
                              <a:gd name="connsiteX14" fmla="*/ 39 w 380429"/>
                              <a:gd name="connsiteY14" fmla="*/ 175564 h 2926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380429" h="292608">
                                <a:moveTo>
                                  <a:pt x="380429" y="292608"/>
                                </a:moveTo>
                                <a:cubicBezTo>
                                  <a:pt x="377991" y="241401"/>
                                  <a:pt x="377371" y="190076"/>
                                  <a:pt x="373114" y="138988"/>
                                </a:cubicBezTo>
                                <a:cubicBezTo>
                                  <a:pt x="372474" y="131304"/>
                                  <a:pt x="369247" y="123940"/>
                                  <a:pt x="365799" y="117043"/>
                                </a:cubicBezTo>
                                <a:cubicBezTo>
                                  <a:pt x="361867" y="109179"/>
                                  <a:pt x="356958" y="101714"/>
                                  <a:pt x="351168" y="95097"/>
                                </a:cubicBezTo>
                                <a:cubicBezTo>
                                  <a:pt x="312066" y="50409"/>
                                  <a:pt x="323455" y="61475"/>
                                  <a:pt x="270701" y="43891"/>
                                </a:cubicBezTo>
                                <a:lnTo>
                                  <a:pt x="248755" y="36576"/>
                                </a:lnTo>
                                <a:cubicBezTo>
                                  <a:pt x="223221" y="11040"/>
                                  <a:pt x="240668" y="24126"/>
                                  <a:pt x="190234" y="7315"/>
                                </a:cubicBezTo>
                                <a:lnTo>
                                  <a:pt x="168288" y="0"/>
                                </a:lnTo>
                                <a:lnTo>
                                  <a:pt x="124397" y="14630"/>
                                </a:lnTo>
                                <a:lnTo>
                                  <a:pt x="102451" y="21945"/>
                                </a:lnTo>
                                <a:cubicBezTo>
                                  <a:pt x="92487" y="28588"/>
                                  <a:pt x="72822" y="39627"/>
                                  <a:pt x="65875" y="51206"/>
                                </a:cubicBezTo>
                                <a:cubicBezTo>
                                  <a:pt x="46367" y="83719"/>
                                  <a:pt x="75630" y="67462"/>
                                  <a:pt x="36615" y="80467"/>
                                </a:cubicBezTo>
                                <a:cubicBezTo>
                                  <a:pt x="34176" y="87782"/>
                                  <a:pt x="33266" y="95800"/>
                                  <a:pt x="29299" y="102412"/>
                                </a:cubicBezTo>
                                <a:cubicBezTo>
                                  <a:pt x="25751" y="108326"/>
                                  <a:pt x="17753" y="110874"/>
                                  <a:pt x="14669" y="117043"/>
                                </a:cubicBezTo>
                                <a:cubicBezTo>
                                  <a:pt x="-1503" y="149388"/>
                                  <a:pt x="39" y="150626"/>
                                  <a:pt x="39" y="175564"/>
                                </a:cubicBezTo>
                              </a:path>
                            </a:pathLst>
                          </a:cu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85F536" id="Groupe 31" o:spid="_x0000_s1026" style="position:absolute;margin-left:355.95pt;margin-top:40.45pt;width:39.8pt;height:56.45pt;z-index:251673600" coordsize="5052,7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">
                <v:group id="Groupe 18" o:spid="_x0000_s1027" style="position:absolute;left:2194;top:2779;width:2858;height:4389" coordsize="285750,438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42" o:spid="_x0000_s1028" style="position:absolute;left:73152;width:153619;height:4389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Zu7sAA&#10;AADbAAAADwAAAGRycy9kb3ducmV2LnhtbESPzQrCMBCE74LvEFbwIpoqIlKNIoIg3vw56G1p1rba&#10;bEqTavXpjSB4HGbmG2a+bEwhHlS53LKC4SACQZxYnXOq4HTc9KcgnEfWWFgmBS9ysFy0W3OMtX3y&#10;nh4Hn4oAYRejgsz7MpbSJRkZdANbEgfvaiuDPsgqlbrCZ4CbQo6iaCIN5hwWMixpnVFyP9RGQX1J&#10;rztbnOvTTR71+xb1hqXsKdXtNKsZCE+N/4d/7a1WMB7B90v4AXLx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EZu7sAAAADbAAAADwAAAAAAAAAAAAAAAACYAgAAZHJzL2Rvd25y&#10;ZXYueG1sUEsFBgAAAAAEAAQA9QAAAIUDAAAAAA==&#10;" fillcolor="black [3213]" strokecolor="#1f4d78 [1604]" strokeweight="1pt"/>
                  <v:rect id="Rectangle 46" o:spid="_x0000_s1029" style="position:absolute;top:43891;width:285750;height:206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C7e8QA&#10;AADbAAAADwAAAGRycy9kb3ducmV2LnhtbESPT2sCMRTE70K/Q3iF3jSriNXVKK22oHiqfw7eHslz&#10;d3HzsiRR12/fCIUeh5n5DTNbtLYWN/Khcqyg38tAEGtnKi4UHPbf3TGIEJEN1o5JwYMCLOYvnRnm&#10;xt35h267WIgE4ZCjgjLGJpcy6JIshp5riJN3dt5iTNIX0ni8J7it5SDLRtJixWmhxIaWJenL7moV&#10;mOv2+LV5HP27Hhd6u15N5OnTKPX22n5MQURq43/4r702CoYjeH5JP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gu3vEAAAA2wAAAA8AAAAAAAAAAAAAAAAAmAIAAGRycy9k&#10;b3ducmV2LnhtbFBLBQYAAAAABAAEAPUAAACJAwAAAAA=&#10;" fillcolor="#f4b083 [1941]" strokecolor="#ed7d31 [3205]" strokeweight="1pt"/>
                </v:group>
                <v:shape id="Forme libre 29" o:spid="_x0000_s1030" style="position:absolute;width:3804;height:2926;visibility:visible;mso-wrap-style:square;v-text-anchor:middle" coordsize="380429,2926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3LVcYA&#10;AADbAAAADwAAAGRycy9kb3ducmV2LnhtbESPQWvCQBSE70L/w/IKXkQ3lbba1FWKIrTYg0Y95PbI&#10;viah2bchuybx37uFgsdhZr5hFqveVKKlxpWWFTxNIhDEmdUl5wpOx+14DsJ5ZI2VZVJwJQer5cNg&#10;gbG2HR+oTXwuAoRdjAoK7+tYSpcVZNBNbE0cvB/bGPRBNrnUDXYBbio5jaJXabDksFBgTeuCst/k&#10;YhRcXtpNmrrncpZ+dXZ3TkbR936k1PCx/3gH4an39/B/+1MrmL7B35fwA+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3LVcYAAADbAAAADwAAAAAAAAAAAAAAAACYAgAAZHJz&#10;L2Rvd25yZXYueG1sUEsFBgAAAAAEAAQA9QAAAIsDAAAAAA==&#10;" path="m380429,292608v-2438,-51207,-3058,-102532,-7315,-153620c372474,131304,369247,123940,365799,117043v-3932,-7864,-8841,-15329,-14631,-21946c312066,50409,323455,61475,270701,43891l248755,36576c223221,11040,240668,24126,190234,7315l168288,,124397,14630r-21946,7315c92487,28588,72822,39627,65875,51206,46367,83719,75630,67462,36615,80467v-2439,7315,-3349,15333,-7316,21945c25751,108326,17753,110874,14669,117043,-1503,149388,39,150626,39,175564e" filled="f" strokecolor="black [3200]" strokeweight="1.5pt">
                  <v:stroke joinstyle="miter"/>
                  <v:path arrowok="t" o:connecttype="custom" o:connectlocs="380429,292608;373114,138988;365799,117043;351168,95097;270701,43891;248755,36576;190234,7315;168288,0;124397,14630;102451,21945;65875,51206;36615,80467;29299,102412;14669,117043;39,175564" o:connectangles="0,0,0,0,0,0,0,0,0,0,0,0,0,0,0"/>
                </v:shape>
              </v:group>
            </w:pict>
          </mc:Fallback>
        </mc:AlternateContent>
      </w:r>
      <w:r w:rsidRPr="003C76F6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26F7DE" wp14:editId="5EFFDE48">
                <wp:simplePos x="0" y="0"/>
                <wp:positionH relativeFrom="column">
                  <wp:posOffset>2949575</wp:posOffset>
                </wp:positionH>
                <wp:positionV relativeFrom="paragraph">
                  <wp:posOffset>179070</wp:posOffset>
                </wp:positionV>
                <wp:extent cx="215900" cy="238760"/>
                <wp:effectExtent l="7620" t="11430" r="39370" b="39370"/>
                <wp:wrapNone/>
                <wp:docPr id="19" name="Flèche vers le ba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5900" cy="2387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7861B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19" o:spid="_x0000_s1026" type="#_x0000_t67" style="position:absolute;margin-left:232.25pt;margin-top:14.1pt;width:17pt;height:18.8pt;rotation:-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" adj="11834" fillcolor="#5b9bd5 [3204]" strokecolor="#1f4d78 [1604]" strokeweight="1pt"/>
            </w:pict>
          </mc:Fallback>
        </mc:AlternateContent>
      </w:r>
      <w:r w:rsidRPr="003C76F6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251206" wp14:editId="04313006">
                <wp:simplePos x="0" y="0"/>
                <wp:positionH relativeFrom="column">
                  <wp:posOffset>2607894</wp:posOffset>
                </wp:positionH>
                <wp:positionV relativeFrom="paragraph">
                  <wp:posOffset>87941</wp:posOffset>
                </wp:positionV>
                <wp:extent cx="156845" cy="423545"/>
                <wp:effectExtent l="0" t="0" r="14605" b="14605"/>
                <wp:wrapNone/>
                <wp:docPr id="20" name="Cylindr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6845" cy="423545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ABF5DC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ylindre 20" o:spid="_x0000_s1026" type="#_x0000_t22" style="position:absolute;margin-left:205.35pt;margin-top:6.9pt;width:12.35pt;height:33.35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" adj="2000" fillcolor="#5b9bd5 [3204]" strokecolor="#1f4d78 [1604]" strokeweight="1pt">
                <v:stroke joinstyle="miter"/>
              </v:shape>
            </w:pict>
          </mc:Fallback>
        </mc:AlternateContent>
      </w:r>
      <w:r w:rsidR="007E09FB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76D649" wp14:editId="1907A489">
                <wp:simplePos x="0" y="0"/>
                <wp:positionH relativeFrom="column">
                  <wp:posOffset>1254557</wp:posOffset>
                </wp:positionH>
                <wp:positionV relativeFrom="paragraph">
                  <wp:posOffset>1841195</wp:posOffset>
                </wp:positionV>
                <wp:extent cx="943661" cy="277495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3661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09FB" w:rsidRDefault="007E09FB" w:rsidP="007E09FB">
                            <w:r>
                              <w:t>Sortie d’eau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6D649" id="Zone de texte 26" o:spid="_x0000_s1027" type="#_x0000_t202" style="position:absolute;margin-left:98.8pt;margin-top:145pt;width:74.3pt;height:21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" filled="f" stroked="f" strokeweight=".5pt">
                <v:textbox>
                  <w:txbxContent>
                    <w:p w:rsidR="007E09FB" w:rsidRDefault="007E09FB" w:rsidP="007E09FB">
                      <w:r>
                        <w:t xml:space="preserve">Sortie </w:t>
                      </w:r>
                      <w:r>
                        <w:t>d’</w:t>
                      </w:r>
                      <w:r>
                        <w:t>eau</w:t>
                      </w:r>
                    </w:p>
                  </w:txbxContent>
                </v:textbox>
              </v:shape>
            </w:pict>
          </mc:Fallback>
        </mc:AlternateContent>
      </w:r>
      <w:r w:rsidR="007E09FB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78791</wp:posOffset>
                </wp:positionH>
                <wp:positionV relativeFrom="paragraph">
                  <wp:posOffset>147701</wp:posOffset>
                </wp:positionV>
                <wp:extent cx="1391384" cy="2145639"/>
                <wp:effectExtent l="0" t="19050" r="18415" b="45720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1384" cy="2145639"/>
                          <a:chOff x="0" y="0"/>
                          <a:chExt cx="1391384" cy="2145639"/>
                        </a:xfrm>
                      </wpg:grpSpPr>
                      <wpg:grpSp>
                        <wpg:cNvPr id="11" name="Groupe 11"/>
                        <wpg:cNvGrpSpPr/>
                        <wpg:grpSpPr>
                          <a:xfrm>
                            <a:off x="407670" y="186080"/>
                            <a:ext cx="983714" cy="1136650"/>
                            <a:chOff x="0" y="0"/>
                            <a:chExt cx="983714" cy="1136650"/>
                          </a:xfrm>
                        </wpg:grpSpPr>
                        <wps:wsp>
                          <wps:cNvPr id="9" name="Rectangle 9"/>
                          <wps:cNvSpPr/>
                          <wps:spPr>
                            <a:xfrm>
                              <a:off x="0" y="68239"/>
                              <a:ext cx="961390" cy="104497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7" name="Groupe 37"/>
                          <wpg:cNvGrpSpPr/>
                          <wpg:grpSpPr>
                            <a:xfrm>
                              <a:off x="0" y="0"/>
                              <a:ext cx="983714" cy="1136650"/>
                              <a:chOff x="0" y="0"/>
                              <a:chExt cx="983714" cy="1136650"/>
                            </a:xfrm>
                          </wpg:grpSpPr>
                          <wps:wsp>
                            <wps:cNvPr id="3" name="Connecteur droit 3"/>
                            <wps:cNvCnPr/>
                            <wps:spPr>
                              <a:xfrm>
                                <a:off x="0" y="0"/>
                                <a:ext cx="15902" cy="112890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Connecteur droit 5"/>
                            <wps:cNvCnPr/>
                            <wps:spPr>
                              <a:xfrm flipH="1" flipV="1">
                                <a:off x="967839" y="0"/>
                                <a:ext cx="15875" cy="11366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" name="Connecteur droit 4"/>
                            <wps:cNvCnPr/>
                            <wps:spPr>
                              <a:xfrm>
                                <a:off x="17813" y="1122218"/>
                                <a:ext cx="962025" cy="762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30" name="Flèche vers le bas 30"/>
                        <wps:cNvSpPr/>
                        <wps:spPr>
                          <a:xfrm>
                            <a:off x="1095299" y="1802739"/>
                            <a:ext cx="191133" cy="34290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Cylindre 1"/>
                        <wps:cNvSpPr/>
                        <wps:spPr>
                          <a:xfrm rot="10800000">
                            <a:off x="1124560" y="1268730"/>
                            <a:ext cx="133350" cy="466725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lèche vers le bas 14"/>
                        <wps:cNvSpPr/>
                        <wps:spPr>
                          <a:xfrm rot="16200000">
                            <a:off x="480822" y="-11430"/>
                            <a:ext cx="215900" cy="23876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Cylindre 15"/>
                        <wps:cNvSpPr/>
                        <wps:spPr>
                          <a:xfrm rot="5400000">
                            <a:off x="133350" y="-117501"/>
                            <a:ext cx="156845" cy="423545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CFC281" id="Groupe 2" o:spid="_x0000_s1026" style="position:absolute;margin-left:6.2pt;margin-top:11.65pt;width:109.55pt;height:168.95pt;z-index:251662336" coordsize="13913,21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">
                <v:group id="Groupe 11" o:spid="_x0000_s1027" style="position:absolute;left:4076;top:1860;width:9837;height:11367" coordsize="9837,11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9" o:spid="_x0000_s1028" style="position:absolute;top:682;width:9613;height:104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Bylb4A&#10;AADaAAAADwAAAGRycy9kb3ducmV2LnhtbESPzYrCMBSF94LvEK7gzqa60LEaRQRBhFno+ACX5tpU&#10;m5vSRNu+/UQQXB7Oz8dZbztbiRc1vnSsYJqkIIhzp0suFFz/DpMfED4ga6wck4KePGw3w8EaM+1a&#10;PtPrEgoRR9hnqMCEUGdS+tyQRZ+4mjh6N9dYDFE2hdQNtnHcVnKWpnNpseRIMFjT3lD+uDxthCCd&#10;++mi3T9+TXcqqerv9OyVGo+63QpEoC58w5/2UStYwvtKvAFy8w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MAcpW+AAAA2gAAAA8AAAAAAAAAAAAAAAAAmAIAAGRycy9kb3ducmV2&#10;LnhtbFBLBQYAAAAABAAEAPUAAACDAwAAAAA=&#10;" fillcolor="#5b9bd5 [3204]" strokecolor="#1f4d78 [1604]" strokeweight="1pt"/>
                  <v:group id="Groupe 37" o:spid="_x0000_s1029" style="position:absolute;width:9837;height:11366" coordsize="9837,11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<v:line id="Connecteur droit 3" o:spid="_x0000_s1030" style="position:absolute;visibility:visible;mso-wrap-style:square" from="0,0" to="159,11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3s1NMQAAADaAAAADwAAAGRycy9kb3ducmV2LnhtbESPT2vCQBTE74LfYXmFXopuVOifmI2o&#10;RepJaGoP3h7ZZzY0+zZmV02/vVsoeBxm5jdMtuhtIy7U+dqxgsk4AUFcOl1zpWD/tRm9gvABWWPj&#10;mBT8kodFPhxkmGp35U+6FKESEcI+RQUmhDaV0peGLPqxa4mjd3SdxRBlV0nd4TXCbSOnSfIsLdYc&#10;Fwy2tDZU/hRnq6A5nM5P3zJZrwx+vL0clvReTXdKPT70yzmIQH24h//bW61gBn9X4g2Q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ezU0xAAAANoAAAAPAAAAAAAAAAAA&#10;AAAAAKECAABkcnMvZG93bnJldi54bWxQSwUGAAAAAAQABAD5AAAAkgMAAAAA&#10;" strokecolor="black [3213]" strokeweight="1.25pt">
                      <v:stroke joinstyle="miter"/>
                    </v:line>
                    <v:line id="Connecteur droit 5" o:spid="_x0000_s1031" style="position:absolute;flip:x y;visibility:visible;mso-wrap-style:square" from="9678,0" to="9837,11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cV+MMAAADaAAAADwAAAGRycy9kb3ducmV2LnhtbESPQWsCMRSE74L/ITyhF9GshYqsmxUR&#10;BNtDqWspHh+b5ybt5mXZpLr9902h4HGYmW+YYjO4VlypD9azgsU8A0Fce225UfB+2s9WIEJE1th6&#10;JgU/FGBTjkcF5trf+EjXKjYiQTjkqMDE2OVShtqQwzD3HXHyLr53GJPsG6l7vCW4a+Vjli2lQ8tp&#10;wWBHO0P1V/XtFFTntw/z7O3qpQ6HT1v5V4fNVKmHybBdg4g0xHv4v33QCp7g70q6AbL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eXFfjDAAAA2gAAAA8AAAAAAAAAAAAA&#10;AAAAoQIAAGRycy9kb3ducmV2LnhtbFBLBQYAAAAABAAEAPkAAACRAwAAAAA=&#10;" strokecolor="black [3213]" strokeweight="1.25pt">
                      <v:stroke joinstyle="miter"/>
                    </v:line>
                    <v:line id="Connecteur droit 4" o:spid="_x0000_s1032" style="position:absolute;visibility:visible;mso-wrap-style:square" from="178,11222" to="9798,11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KtQMQAAADaAAAADwAAAGRycy9kb3ducmV2LnhtbESPT2vCQBTE74LfYXmFXopuFOmfmI2o&#10;RepJaGoP3h7ZZzY0+zZmV02/vVsoeBxm5jdMtuhtIy7U+dqxgsk4AUFcOl1zpWD/tRm9gvABWWPj&#10;mBT8kodFPhxkmGp35U+6FKESEcI+RQUmhDaV0peGLPqxa4mjd3SdxRBlV0nd4TXCbSOnSfIsLdYc&#10;Fwy2tDZU/hRnq6A5nM5P3zJZrwx+vL0clvReTXdKPT70yzmIQH24h//bW61gBn9X4g2Q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kq1AxAAAANoAAAAPAAAAAAAAAAAA&#10;AAAAAKECAABkcnMvZG93bnJldi54bWxQSwUGAAAAAAQABAD5AAAAkgMAAAAA&#10;" strokecolor="black [3213]" strokeweight="1.25pt">
                      <v:stroke joinstyle="miter"/>
                    </v:line>
                  </v:group>
                </v:group>
                <v:shape id="Flèche vers le bas 30" o:spid="_x0000_s1033" type="#_x0000_t67" style="position:absolute;left:10952;top:18027;width:1912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6998EA&#10;AADbAAAADwAAAGRycy9kb3ducmV2LnhtbERPy4rCMBTdC/5DuIIb0VQHqlSjyIBY3YgPcHtprm2x&#10;uek0Uet8/WQx4PJw3otVayrxpMaVlhWMRxEI4szqknMFl/NmOAPhPLLGyjIpeJOD1bLbWWCi7YuP&#10;9Dz5XIQQdgkqKLyvEyldVpBBN7I1ceButjHoA2xyqRt8hXBTyUkUxdJgyaGhwJq+C8rup4dR8DM9&#10;ZDqNz/vfakBxurtuzf5+Varfa9dzEJ5a/xH/u1Ot4CusD1/CD5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uvffBAAAA2wAAAA8AAAAAAAAAAAAAAAAAmAIAAGRycy9kb3du&#10;cmV2LnhtbFBLBQYAAAAABAAEAPUAAACGAwAAAAA=&#10;" adj="15580" fillcolor="#5b9bd5 [3204]" strokecolor="#1f4d78 [1604]" strokeweight="1pt"/>
                <v:shape id="Cylindre 1" o:spid="_x0000_s1034" type="#_x0000_t22" style="position:absolute;left:11245;top:12687;width:1334;height:4667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EREMEA&#10;AADaAAAADwAAAGRycy9kb3ducmV2LnhtbERP24rCMBB9X/Afwgi+LJq6yiLVKCooIiyLlw8YmrEp&#10;NpPSZGv1640g7NNwONeZLVpbioZqXzhWMBwkIIgzpwvOFZxPm/4EhA/IGkvHpOBOHhbzzscMU+1u&#10;fKDmGHIRQ9inqMCEUKVS+syQRT9wFXHkLq62GCKsc6lrvMVwW8qvJPmWFguODQYrWhvKrsc/q2D0&#10;edn/lNuDOf+uNg/dNOPquh8r1eu2yymIQG34F7/dOx3nw+uV15X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BERDBAAAA2gAAAA8AAAAAAAAAAAAAAAAAmAIAAGRycy9kb3du&#10;cmV2LnhtbFBLBQYAAAAABAAEAPUAAACGAwAAAAA=&#10;" adj="1543" fillcolor="#5b9bd5 [3204]" strokecolor="#1f4d78 [1604]" strokeweight="1pt">
                  <v:stroke joinstyle="miter"/>
                </v:shape>
                <v:shape id="Flèche vers le bas 14" o:spid="_x0000_s1035" type="#_x0000_t67" style="position:absolute;left:4807;top:-114;width:2159;height:2388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n/gcEA&#10;AADbAAAADwAAAGRycy9kb3ducmV2LnhtbERPTWvDMAy9F/ofjAq7NU5LWEtWJ5SNwWCHsTRlVxGr&#10;SWgsB9ttsn8/Dwa76fE+dShnM4g7Od9bVrBJUhDEjdU9twrq0+t6D8IHZI2DZVLwTR7KYrk4YK7t&#10;xJ90r0IrYgj7HBV0IYy5lL7pyKBP7EgcuYt1BkOErpXa4RTDzSC3afooDfYcGzoc6bmj5lrdjIL3&#10;rP6yH/252cwvuwuh05XeBaUeVvPxCUSgOfyL/9xvOs7P4PeXeIAs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Z/4HBAAAA2wAAAA8AAAAAAAAAAAAAAAAAmAIAAGRycy9kb3du&#10;cmV2LnhtbFBLBQYAAAAABAAEAPUAAACGAwAAAAA=&#10;" adj="11834" fillcolor="#5b9bd5 [3204]" strokecolor="#1f4d78 [1604]" strokeweight="1pt"/>
                <v:shape id="Cylindre 15" o:spid="_x0000_s1036" type="#_x0000_t22" style="position:absolute;left:1334;top:-1176;width:1568;height:4235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HXdb8A&#10;AADbAAAADwAAAGRycy9kb3ducmV2LnhtbERPzYrCMBC+L/gOYQRva1rBRbpGkaogSA/qPsDQjE2x&#10;mZQmavXpzYLgbT6+35kve9uIG3W+dqwgHScgiEuna64U/J223zMQPiBrbByTggd5WC4GX3PMtLvz&#10;gW7HUIkYwj5DBSaENpPSl4Ys+rFriSN3dp3FEGFXSd3hPYbbRk6S5EdarDk2GGwpN1Rejler4LTZ&#10;51fzSPdl3hfpuiiI7ZOUGg371S+IQH34iN/unY7zp/D/SzxAL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dd1vwAAANsAAAAPAAAAAAAAAAAAAAAAAJgCAABkcnMvZG93bnJl&#10;di54bWxQSwUGAAAAAAQABAD1AAAAhAMAAAAA&#10;" adj="2000" fillcolor="#5b9bd5 [3204]" strokecolor="#1f4d78 [1604]" strokeweight="1pt">
                  <v:stroke joinstyle="miter"/>
                </v:shape>
              </v:group>
            </w:pict>
          </mc:Fallback>
        </mc:AlternateContent>
      </w:r>
      <w:r w:rsidR="007E09FB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2820010</wp:posOffset>
                </wp:positionH>
                <wp:positionV relativeFrom="paragraph">
                  <wp:posOffset>348894</wp:posOffset>
                </wp:positionV>
                <wp:extent cx="983615" cy="1879905"/>
                <wp:effectExtent l="0" t="0" r="26035" b="44450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3615" cy="1879905"/>
                          <a:chOff x="0" y="0"/>
                          <a:chExt cx="983615" cy="1879905"/>
                        </a:xfrm>
                      </wpg:grpSpPr>
                      <wpg:grpSp>
                        <wpg:cNvPr id="10" name="Groupe 10"/>
                        <wpg:cNvGrpSpPr/>
                        <wpg:grpSpPr>
                          <a:xfrm>
                            <a:off x="0" y="0"/>
                            <a:ext cx="983615" cy="1136650"/>
                            <a:chOff x="0" y="0"/>
                            <a:chExt cx="983714" cy="1136650"/>
                          </a:xfrm>
                        </wpg:grpSpPr>
                        <wpg:grpSp>
                          <wpg:cNvPr id="38" name="Groupe 38"/>
                          <wpg:cNvGrpSpPr/>
                          <wpg:grpSpPr>
                            <a:xfrm>
                              <a:off x="0" y="0"/>
                              <a:ext cx="983714" cy="1136650"/>
                              <a:chOff x="0" y="0"/>
                              <a:chExt cx="983714" cy="1136650"/>
                            </a:xfrm>
                          </wpg:grpSpPr>
                          <wps:wsp>
                            <wps:cNvPr id="39" name="Connecteur droit 39"/>
                            <wps:cNvCnPr/>
                            <wps:spPr>
                              <a:xfrm>
                                <a:off x="0" y="0"/>
                                <a:ext cx="15902" cy="112890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" name="Connecteur droit 40"/>
                            <wps:cNvCnPr/>
                            <wps:spPr>
                              <a:xfrm flipH="1" flipV="1">
                                <a:off x="967839" y="0"/>
                                <a:ext cx="15875" cy="11366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" name="Connecteur droit 41"/>
                            <wps:cNvCnPr/>
                            <wps:spPr>
                              <a:xfrm>
                                <a:off x="17813" y="1122218"/>
                                <a:ext cx="962025" cy="762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3" name="Rectangle 43"/>
                          <wps:cNvSpPr/>
                          <wps:spPr>
                            <a:xfrm>
                              <a:off x="28575" y="952500"/>
                              <a:ext cx="949929" cy="174122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" name="Flèche vers le bas 6"/>
                        <wps:cNvSpPr/>
                        <wps:spPr>
                          <a:xfrm>
                            <a:off x="768096" y="1638605"/>
                            <a:ext cx="130175" cy="24130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Cylindre 13"/>
                        <wps:cNvSpPr/>
                        <wps:spPr>
                          <a:xfrm rot="10800000">
                            <a:off x="753465" y="1119226"/>
                            <a:ext cx="133350" cy="466725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FCED6D" id="Groupe 7" o:spid="_x0000_s1026" style="position:absolute;margin-left:222.05pt;margin-top:27.45pt;width:77.45pt;height:148pt;z-index:251667456" coordsize="9836,18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">
                <v:group id="Groupe 10" o:spid="_x0000_s1027" style="position:absolute;width:9836;height:11366" coordsize="9837,11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group id="Groupe 38" o:spid="_x0000_s1028" style="position:absolute;width:9837;height:11366" coordsize="9837,11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line id="Connecteur droit 39" o:spid="_x0000_s1029" style="position:absolute;visibility:visible;mso-wrap-style:square" from="0,0" to="159,11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zQSO8QAAADbAAAADwAAAGRycy9kb3ducmV2LnhtbESPT2sCMRTE74V+h/AEL1KzVbB1NYp/&#10;ED0J2vbg7bF5bhY3L+sm6vrtjSD0OMzMb5jxtLGluFLtC8cKPrsJCOLM6YJzBb8/q49vED4gaywd&#10;k4I7eZhO3t/GmGp34x1d9yEXEcI+RQUmhCqV0meGLPquq4ijd3S1xRBlnUtd4y3CbSl7STKQFguO&#10;CwYrWhjKTvuLVVAezpfOn0wWc4Pr4ddhRsu8t1Wq3WpmIxCBmvAffrU3WkF/CM8v8QfIy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NBI7xAAAANsAAAAPAAAAAAAAAAAA&#10;AAAAAKECAABkcnMvZG93bnJldi54bWxQSwUGAAAAAAQABAD5AAAAkgMAAAAA&#10;" strokecolor="black [3213]" strokeweight="1.25pt">
                      <v:stroke joinstyle="miter"/>
                    </v:line>
                    <v:line id="Connecteur droit 40" o:spid="_x0000_s1030" style="position:absolute;flip:x y;visibility:visible;mso-wrap-style:square" from="9678,0" to="9837,11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NVWsAAAADbAAAADwAAAGRycy9kb3ducmV2LnhtbERPTWsCMRC9F/wPYQQvpWYrUmRrFBEK&#10;6kHsKtLjsJluopvJsom6/ntzEDw+3vd03rlaXKkN1rOCz2EGgrj02nKl4LD/+ZiACBFZY+2ZFNwp&#10;wHzWe5tirv2Nf+laxEqkEA45KjAxNrmUoTTkMAx9Q5y4f986jAm2ldQt3lK4q+Uoy76kQ8upwWBD&#10;S0Plubg4BcXf7mjW3k42ZVidbOG3Dqt3pQb9bvENIlIXX+Kne6UVjNP69CX9ADl7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IDVVrAAAAA2wAAAA8AAAAAAAAAAAAAAAAA&#10;oQIAAGRycy9kb3ducmV2LnhtbFBLBQYAAAAABAAEAPkAAACOAwAAAAA=&#10;" strokecolor="black [3213]" strokeweight="1.25pt">
                      <v:stroke joinstyle="miter"/>
                    </v:line>
                    <v:line id="Connecteur droit 41" o:spid="_x0000_s1031" style="position:absolute;visibility:visible;mso-wrap-style:square" from="178,11222" to="9798,11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RtQMUAAADbAAAADwAAAGRycy9kb3ducmV2LnhtbESPT2sCMRTE70K/Q3gFL6JZpVS7NYp/&#10;KPVU6KoHb4/Nc7O4eVk3Ubff3hQEj8PM/IaZzltbiSs1vnSsYDhIQBDnTpdcKNhtv/oTED4ga6wc&#10;k4I/8jCfvXSmmGp341+6ZqEQEcI+RQUmhDqV0ueGLPqBq4mjd3SNxRBlU0jd4C3CbSVHSfIuLZYc&#10;FwzWtDKUn7KLVVAdzpfeXiarpcHvj/FhQeti9KNU97VdfIII1IZn+NHeaAVvQ/j/En+An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URtQMUAAADbAAAADwAAAAAAAAAA&#10;AAAAAAChAgAAZHJzL2Rvd25yZXYueG1sUEsFBgAAAAAEAAQA+QAAAJMDAAAAAA==&#10;" strokecolor="black [3213]" strokeweight="1.25pt">
                      <v:stroke joinstyle="miter"/>
                    </v:line>
                  </v:group>
                  <v:rect id="Rectangle 43" o:spid="_x0000_s1032" style="position:absolute;left:285;top:9525;width:9500;height:17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txsMAA&#10;AADbAAAADwAAAGRycy9kb3ducmV2LnhtbESP24rCMBRF3wf8h3AE38bUCyrVKCIIIsyDlw84NMem&#10;2pyUJtr2782A4ONmXxZ7tWltKV5U+8KxgtEwAUGcOV1wruB62f8uQPiArLF0TAo68rBZ935WmGrX&#10;8Ile55CLOMI+RQUmhCqV0meGLPqhq4ijd3O1xRBlnUtdYxPHbSnHSTKTFguOBIMV7Qxlj/PTRgjS&#10;qRvNm93jz7THgsruTs9OqUG/3S5BBGrDN/xpH7SC6QT+v8Qf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8txsMAAAADbAAAADwAAAAAAAAAAAAAAAACYAgAAZHJzL2Rvd25y&#10;ZXYueG1sUEsFBgAAAAAEAAQA9QAAAIUDAAAAAA==&#10;" fillcolor="#5b9bd5 [3204]" strokecolor="#1f4d78 [1604]" strokeweight="1pt"/>
                </v:group>
                <v:shape id="Flèche vers le bas 6" o:spid="_x0000_s1033" type="#_x0000_t67" style="position:absolute;left:7680;top:16386;width:1302;height:24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2PSMEA&#10;AADaAAAADwAAAGRycy9kb3ducmV2LnhtbESPQWsCMRSE74X+h/AEbzWxRZHVKK1QqAcP2np/bp67&#10;Szcv2+RV139vhEKPw8x8wyxWvW/VmWJqAlsYjwwo4jK4hisLX5/vTzNQSZAdtoHJwpUSrJaPDwss&#10;XLjwjs57qVSGcCrQQi3SFVqnsiaPaRQ64uydQvQoWcZKu4iXDPetfjZmqj02nBdq7GhdU/m9//UW&#10;sNvIcXvwP+I4HtaTNxNfGmPtcNC/zkEJ9fIf/mt/OAtTuF/JN0Av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Nj0jBAAAA2gAAAA8AAAAAAAAAAAAAAAAAmAIAAGRycy9kb3du&#10;cmV2LnhtbFBLBQYAAAAABAAEAPUAAACGAwAAAAA=&#10;" adj="15774" fillcolor="#5b9bd5 [3204]" strokecolor="#1f4d78 [1604]" strokeweight="1pt"/>
                <v:shape id="Cylindre 13" o:spid="_x0000_s1034" type="#_x0000_t22" style="position:absolute;left:7534;top:11192;width:1334;height:4667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q30sMA&#10;AADbAAAADwAAAGRycy9kb3ducmV2LnhtbERP3WrCMBS+H/gO4Qi7GZpuliHVKDpwjMIYrT7AoTk2&#10;xeakNFmtPv0yGOzufHy/Z70dbSsG6n3jWMHzPAFBXDndcK3gdDzMliB8QNbYOiYFN/Kw3Uwe1php&#10;d+WChjLUIoawz1CBCaHLpPSVIYt+7jriyJ1dbzFE2NdS93iN4baVL0nyKi02HBsMdvRmqLqU31bB&#10;4umcf7bvhTl97Q93PQxpd8lTpR6n424FItAY/sV/7g8d5y/g95d4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q30sMAAADbAAAADwAAAAAAAAAAAAAAAACYAgAAZHJzL2Rv&#10;d25yZXYueG1sUEsFBgAAAAAEAAQA9QAAAIgDAAAAAA==&#10;" adj="1543" fillcolor="#5b9bd5 [3204]" strokecolor="#1f4d78 [1604]" strokeweight="1pt">
                  <v:stroke joinstyle="miter"/>
                </v:shape>
              </v:group>
            </w:pict>
          </mc:Fallback>
        </mc:AlternateContent>
      </w:r>
    </w:p>
    <w:sectPr w:rsidR="007E09FB" w:rsidRPr="001114C3" w:rsidSect="001114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9FB"/>
    <w:rsid w:val="001114C3"/>
    <w:rsid w:val="00157F8E"/>
    <w:rsid w:val="003C76F6"/>
    <w:rsid w:val="007C418F"/>
    <w:rsid w:val="007E09FB"/>
    <w:rsid w:val="00CE0F50"/>
    <w:rsid w:val="00D4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CF87F-9032-474B-8E86-A40A6D9A3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9F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\Documents\Mod&#232;les%20Office%20personnalis&#233;s\page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pagetype.dotx</Template>
  <TotalTime>6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JMR</dc:creator>
  <cp:keywords/>
  <dc:description/>
  <cp:lastModifiedBy>Compte Microsoft</cp:lastModifiedBy>
  <cp:revision>5</cp:revision>
  <dcterms:created xsi:type="dcterms:W3CDTF">2020-05-14T18:05:00Z</dcterms:created>
  <dcterms:modified xsi:type="dcterms:W3CDTF">2020-05-15T13:33:00Z</dcterms:modified>
</cp:coreProperties>
</file>