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5B969" w14:textId="2CB630C7" w:rsidR="004A2A6A" w:rsidRPr="004F485F" w:rsidRDefault="005B6813" w:rsidP="004A2A6A">
      <w:pPr>
        <w:pStyle w:val="TITRETP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Modélisation</w:t>
      </w:r>
      <w:r w:rsidR="002D7882">
        <w:rPr>
          <w:rFonts w:ascii="Arial" w:hAnsi="Arial" w:cs="Arial"/>
          <w:b/>
          <w:sz w:val="28"/>
          <w:szCs w:val="28"/>
        </w:rPr>
        <w:t xml:space="preserve"> </w:t>
      </w:r>
      <w:r w:rsidR="00A303FB">
        <w:rPr>
          <w:rFonts w:ascii="Arial" w:hAnsi="Arial" w:cs="Arial"/>
          <w:b/>
          <w:sz w:val="28"/>
          <w:szCs w:val="28"/>
        </w:rPr>
        <w:t>CAO</w:t>
      </w:r>
      <w:r w:rsidR="002D7882">
        <w:rPr>
          <w:rFonts w:ascii="Arial" w:hAnsi="Arial" w:cs="Arial"/>
          <w:b/>
          <w:sz w:val="28"/>
          <w:szCs w:val="28"/>
        </w:rPr>
        <w:t xml:space="preserve"> 3D</w:t>
      </w:r>
      <w:r w:rsidR="00A303FB">
        <w:rPr>
          <w:rFonts w:ascii="Arial" w:hAnsi="Arial" w:cs="Arial"/>
          <w:b/>
          <w:sz w:val="28"/>
          <w:szCs w:val="28"/>
        </w:rPr>
        <w:t xml:space="preserve"> </w:t>
      </w:r>
    </w:p>
    <w:p w14:paraId="2906C06C" w14:textId="77777777" w:rsidR="004A2A6A" w:rsidRPr="00975351" w:rsidRDefault="004A2A6A" w:rsidP="004A2A6A">
      <w:pPr>
        <w:pStyle w:val="Titre1sansnum"/>
        <w:numPr>
          <w:ilvl w:val="0"/>
          <w:numId w:val="0"/>
        </w:numPr>
        <w:rPr>
          <w:caps/>
          <w:smallCaps w:val="0"/>
        </w:rPr>
      </w:pPr>
      <w:r w:rsidRPr="00975351">
        <w:rPr>
          <w:caps/>
          <w:smallCaps w:val="0"/>
        </w:rPr>
        <w:t xml:space="preserve">compétences et savoirs : </w:t>
      </w:r>
    </w:p>
    <w:p w14:paraId="0310A975" w14:textId="77777777" w:rsidR="004A2A6A" w:rsidRDefault="004A2A6A" w:rsidP="004A2A6A">
      <w:pPr>
        <w:pStyle w:val="pastille"/>
        <w:numPr>
          <w:ilvl w:val="0"/>
          <w:numId w:val="0"/>
        </w:numPr>
      </w:pPr>
      <w:r>
        <w:t xml:space="preserve"> 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5869"/>
        <w:gridCol w:w="3455"/>
      </w:tblGrid>
      <w:tr w:rsidR="004A2A6A" w14:paraId="3174E268" w14:textId="77777777" w:rsidTr="00CE45CA">
        <w:trPr>
          <w:trHeight w:val="232"/>
        </w:trPr>
        <w:tc>
          <w:tcPr>
            <w:tcW w:w="5955" w:type="dxa"/>
          </w:tcPr>
          <w:p w14:paraId="3141A627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567271">
              <w:rPr>
                <w:rFonts w:ascii="Arial" w:hAnsi="Arial" w:cs="Arial"/>
                <w:b/>
              </w:rPr>
              <w:t>Compétences</w:t>
            </w:r>
          </w:p>
        </w:tc>
        <w:tc>
          <w:tcPr>
            <w:tcW w:w="3510" w:type="dxa"/>
          </w:tcPr>
          <w:p w14:paraId="3E8FE5EF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567271">
              <w:rPr>
                <w:rFonts w:ascii="Arial" w:hAnsi="Arial" w:cs="Arial"/>
                <w:b/>
              </w:rPr>
              <w:t>Savoirs</w:t>
            </w:r>
          </w:p>
        </w:tc>
      </w:tr>
      <w:tr w:rsidR="009C724D" w:rsidRPr="00C75DD3" w14:paraId="260C9D28" w14:textId="77777777" w:rsidTr="004A2A6A">
        <w:trPr>
          <w:trHeight w:val="230"/>
        </w:trPr>
        <w:tc>
          <w:tcPr>
            <w:tcW w:w="5955" w:type="dxa"/>
            <w:vAlign w:val="center"/>
          </w:tcPr>
          <w:p w14:paraId="3FDFEEEA" w14:textId="192D50F8" w:rsidR="009C724D" w:rsidRPr="002D7882" w:rsidRDefault="009C724D" w:rsidP="009C724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C1.311- </w:t>
            </w:r>
            <w:r w:rsidRPr="009C724D">
              <w:rPr>
                <w:rFonts w:eastAsia="Times New Roman"/>
                <w:sz w:val="24"/>
              </w:rPr>
              <w:t>Analyser les formes géométriques et les contraintes techniques du produit. En déduire les conditions nécessaires de construction (aisance, spécificités géométriques et dimensionnelles) et les tolérances nécessaires associées.</w:t>
            </w:r>
          </w:p>
        </w:tc>
        <w:tc>
          <w:tcPr>
            <w:tcW w:w="3510" w:type="dxa"/>
            <w:vAlign w:val="center"/>
          </w:tcPr>
          <w:p w14:paraId="0CDD6F89" w14:textId="77777777" w:rsidR="009C724D" w:rsidRPr="002D7882" w:rsidRDefault="009C724D" w:rsidP="002D7882">
            <w:pPr>
              <w:rPr>
                <w:rFonts w:eastAsia="Times New Roman"/>
                <w:sz w:val="24"/>
              </w:rPr>
            </w:pPr>
          </w:p>
        </w:tc>
      </w:tr>
      <w:tr w:rsidR="004A2A6A" w:rsidRPr="00C75DD3" w14:paraId="51A4F8BA" w14:textId="77777777" w:rsidTr="004A2A6A">
        <w:trPr>
          <w:trHeight w:val="230"/>
        </w:trPr>
        <w:tc>
          <w:tcPr>
            <w:tcW w:w="5955" w:type="dxa"/>
            <w:vAlign w:val="center"/>
          </w:tcPr>
          <w:p w14:paraId="6C1E8ECA" w14:textId="77777777" w:rsidR="002D7882" w:rsidRPr="002D7882" w:rsidRDefault="002D7882" w:rsidP="002D7882">
            <w:pPr>
              <w:rPr>
                <w:rFonts w:eastAsia="Times New Roman"/>
                <w:sz w:val="24"/>
              </w:rPr>
            </w:pPr>
            <w:r w:rsidRPr="002D7882">
              <w:rPr>
                <w:rFonts w:eastAsia="Times New Roman"/>
                <w:sz w:val="24"/>
              </w:rPr>
              <w:t>C1.312 Intégrer les données du styliste pour préconcevoir les lignes du modèle</w:t>
            </w:r>
          </w:p>
          <w:p w14:paraId="6B58C182" w14:textId="77777777" w:rsidR="004A2A6A" w:rsidRPr="00B4484B" w:rsidRDefault="004A2A6A" w:rsidP="00CE45CA">
            <w:pPr>
              <w:rPr>
                <w:color w:val="000000"/>
                <w:sz w:val="24"/>
              </w:rPr>
            </w:pPr>
          </w:p>
        </w:tc>
        <w:tc>
          <w:tcPr>
            <w:tcW w:w="3510" w:type="dxa"/>
            <w:vAlign w:val="center"/>
          </w:tcPr>
          <w:p w14:paraId="4704883F" w14:textId="77777777" w:rsidR="002D7882" w:rsidRPr="002D7882" w:rsidRDefault="002D7882" w:rsidP="002D7882">
            <w:pPr>
              <w:rPr>
                <w:rFonts w:eastAsia="Times New Roman"/>
                <w:sz w:val="24"/>
              </w:rPr>
            </w:pPr>
            <w:r w:rsidRPr="002D7882">
              <w:rPr>
                <w:rFonts w:eastAsia="Times New Roman"/>
                <w:sz w:val="24"/>
              </w:rPr>
              <w:t>S11.5</w:t>
            </w:r>
          </w:p>
          <w:p w14:paraId="13EBA1A5" w14:textId="77777777" w:rsidR="004A2A6A" w:rsidRPr="00B4484B" w:rsidRDefault="004A2A6A" w:rsidP="00CE45CA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A6A" w:rsidRPr="00C75DD3" w14:paraId="73C083F4" w14:textId="77777777" w:rsidTr="004A2A6A">
        <w:trPr>
          <w:trHeight w:val="230"/>
        </w:trPr>
        <w:tc>
          <w:tcPr>
            <w:tcW w:w="5955" w:type="dxa"/>
            <w:vAlign w:val="center"/>
          </w:tcPr>
          <w:p w14:paraId="40E6E3D8" w14:textId="77777777" w:rsidR="002D7882" w:rsidRPr="002D7882" w:rsidRDefault="002D7882" w:rsidP="002D7882">
            <w:pPr>
              <w:rPr>
                <w:rFonts w:eastAsia="Times New Roman"/>
                <w:sz w:val="24"/>
              </w:rPr>
            </w:pPr>
            <w:r w:rsidRPr="002D7882">
              <w:rPr>
                <w:rFonts w:eastAsia="Times New Roman"/>
                <w:sz w:val="24"/>
              </w:rPr>
              <w:t>C1.</w:t>
            </w:r>
            <w:r w:rsidR="00B21E87" w:rsidRPr="002D7882">
              <w:rPr>
                <w:rFonts w:eastAsia="Times New Roman"/>
                <w:sz w:val="24"/>
              </w:rPr>
              <w:t xml:space="preserve">321 </w:t>
            </w:r>
            <w:r w:rsidR="00B21E87" w:rsidRPr="00B4484B">
              <w:rPr>
                <w:rFonts w:eastAsia="Times New Roman"/>
                <w:sz w:val="24"/>
              </w:rPr>
              <w:t>Élaborer</w:t>
            </w:r>
            <w:r w:rsidRPr="002D7882">
              <w:rPr>
                <w:rFonts w:eastAsia="Times New Roman"/>
                <w:sz w:val="24"/>
              </w:rPr>
              <w:t xml:space="preserve"> les représentations graphiques 2D </w:t>
            </w:r>
          </w:p>
          <w:p w14:paraId="74BF9B00" w14:textId="77777777" w:rsidR="002D7882" w:rsidRPr="002D7882" w:rsidRDefault="002D7882" w:rsidP="002D7882">
            <w:pPr>
              <w:rPr>
                <w:rFonts w:eastAsia="Times New Roman"/>
                <w:sz w:val="24"/>
              </w:rPr>
            </w:pPr>
            <w:r w:rsidRPr="002D7882">
              <w:rPr>
                <w:rFonts w:eastAsia="Times New Roman"/>
                <w:sz w:val="24"/>
              </w:rPr>
              <w:t>et 3D, les nomenclatures et spécifications associées</w:t>
            </w:r>
          </w:p>
          <w:p w14:paraId="75AA3E6A" w14:textId="77777777" w:rsidR="004A2A6A" w:rsidRPr="00B4484B" w:rsidRDefault="004A2A6A" w:rsidP="00CE45CA">
            <w:pPr>
              <w:rPr>
                <w:color w:val="000000"/>
                <w:sz w:val="24"/>
              </w:rPr>
            </w:pPr>
          </w:p>
        </w:tc>
        <w:tc>
          <w:tcPr>
            <w:tcW w:w="3510" w:type="dxa"/>
            <w:vAlign w:val="center"/>
          </w:tcPr>
          <w:p w14:paraId="1F296C9C" w14:textId="77777777" w:rsidR="002D7882" w:rsidRPr="002D7882" w:rsidRDefault="002D7882" w:rsidP="002D7882">
            <w:pPr>
              <w:rPr>
                <w:rFonts w:eastAsia="Times New Roman"/>
                <w:sz w:val="24"/>
              </w:rPr>
            </w:pPr>
            <w:r w:rsidRPr="002D7882">
              <w:rPr>
                <w:rFonts w:eastAsia="Times New Roman"/>
                <w:sz w:val="24"/>
              </w:rPr>
              <w:t>S3.3</w:t>
            </w:r>
          </w:p>
          <w:p w14:paraId="13385924" w14:textId="77777777" w:rsidR="004A2A6A" w:rsidRPr="00B4484B" w:rsidRDefault="004A2A6A" w:rsidP="00CE45CA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E299A3" w14:textId="67C3CA35" w:rsidR="00603ED5" w:rsidRDefault="00603ED5" w:rsidP="004A2A6A">
      <w:pPr>
        <w:pStyle w:val="Titre1sansnum"/>
        <w:numPr>
          <w:ilvl w:val="0"/>
          <w:numId w:val="0"/>
        </w:numPr>
      </w:pPr>
      <w:r>
        <w:t>Tâches professionnelle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1"/>
        <w:gridCol w:w="8507"/>
      </w:tblGrid>
      <w:tr w:rsidR="00603ED5" w14:paraId="0C666C31" w14:textId="77777777" w:rsidTr="00603ED5">
        <w:trPr>
          <w:trHeight w:val="397"/>
        </w:trPr>
        <w:tc>
          <w:tcPr>
            <w:tcW w:w="1101" w:type="dxa"/>
            <w:vAlign w:val="center"/>
          </w:tcPr>
          <w:p w14:paraId="491A5EA5" w14:textId="7E1F5184" w:rsidR="00603ED5" w:rsidRDefault="00603ED5" w:rsidP="00603ED5">
            <w:r>
              <w:t>A-T2</w:t>
            </w:r>
          </w:p>
        </w:tc>
        <w:tc>
          <w:tcPr>
            <w:tcW w:w="8507" w:type="dxa"/>
            <w:vAlign w:val="center"/>
          </w:tcPr>
          <w:p w14:paraId="13ADC4DF" w14:textId="3D20B689" w:rsidR="00603ED5" w:rsidRDefault="00603ED5" w:rsidP="00603ED5">
            <w:r w:rsidRPr="00603ED5">
              <w:t>Analyser et exploiter des données du styliste</w:t>
            </w:r>
          </w:p>
        </w:tc>
      </w:tr>
    </w:tbl>
    <w:p w14:paraId="6B3E9585" w14:textId="77777777" w:rsidR="00603ED5" w:rsidRPr="00603ED5" w:rsidRDefault="00603ED5" w:rsidP="00603ED5">
      <w:pPr>
        <w:pStyle w:val="Corpsdetexte"/>
      </w:pPr>
    </w:p>
    <w:p w14:paraId="3B932B97" w14:textId="2AD93C14" w:rsidR="004A2A6A" w:rsidRDefault="004A2A6A" w:rsidP="004A2A6A">
      <w:pPr>
        <w:pStyle w:val="Titre1sansnum"/>
        <w:numPr>
          <w:ilvl w:val="0"/>
          <w:numId w:val="0"/>
        </w:numPr>
      </w:pPr>
      <w:r>
        <w:t xml:space="preserve">UNITÉS :  </w:t>
      </w:r>
    </w:p>
    <w:tbl>
      <w:tblPr>
        <w:tblStyle w:val="Grilledutableau"/>
        <w:tblpPr w:leftFromText="141" w:rightFromText="141" w:vertAnchor="text" w:horzAnchor="margin" w:tblpXSpec="center" w:tblpY="231"/>
        <w:tblW w:w="5550" w:type="dxa"/>
        <w:tblLook w:val="04A0" w:firstRow="1" w:lastRow="0" w:firstColumn="1" w:lastColumn="0" w:noHBand="0" w:noVBand="1"/>
      </w:tblPr>
      <w:tblGrid>
        <w:gridCol w:w="800"/>
        <w:gridCol w:w="279"/>
        <w:gridCol w:w="826"/>
        <w:gridCol w:w="431"/>
        <w:gridCol w:w="798"/>
        <w:gridCol w:w="278"/>
        <w:gridCol w:w="791"/>
        <w:gridCol w:w="278"/>
        <w:gridCol w:w="791"/>
        <w:gridCol w:w="278"/>
      </w:tblGrid>
      <w:tr w:rsidR="004A2A6A" w:rsidRPr="00567271" w14:paraId="39CB5B03" w14:textId="77777777" w:rsidTr="00CE45CA">
        <w:tc>
          <w:tcPr>
            <w:tcW w:w="800" w:type="dxa"/>
            <w:vAlign w:val="center"/>
          </w:tcPr>
          <w:p w14:paraId="17FC14C1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E41</w:t>
            </w:r>
          </w:p>
        </w:tc>
        <w:tc>
          <w:tcPr>
            <w:tcW w:w="279" w:type="dxa"/>
            <w:vAlign w:val="center"/>
          </w:tcPr>
          <w:p w14:paraId="3CB4DBDF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6" w:type="dxa"/>
            <w:vAlign w:val="center"/>
          </w:tcPr>
          <w:p w14:paraId="0163D6DA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E42</w:t>
            </w:r>
          </w:p>
        </w:tc>
        <w:tc>
          <w:tcPr>
            <w:tcW w:w="431" w:type="dxa"/>
            <w:vAlign w:val="center"/>
          </w:tcPr>
          <w:p w14:paraId="6E361EB1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67271">
              <w:rPr>
                <w:rFonts w:ascii="Arial" w:hAnsi="Arial" w:cs="Arial"/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798" w:type="dxa"/>
            <w:vAlign w:val="center"/>
          </w:tcPr>
          <w:p w14:paraId="2D4460AB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E43</w:t>
            </w:r>
          </w:p>
        </w:tc>
        <w:tc>
          <w:tcPr>
            <w:tcW w:w="278" w:type="dxa"/>
            <w:vAlign w:val="center"/>
          </w:tcPr>
          <w:p w14:paraId="333D4295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1" w:type="dxa"/>
            <w:vAlign w:val="center"/>
          </w:tcPr>
          <w:p w14:paraId="50302C63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E5</w:t>
            </w:r>
          </w:p>
        </w:tc>
        <w:tc>
          <w:tcPr>
            <w:tcW w:w="278" w:type="dxa"/>
            <w:vAlign w:val="center"/>
          </w:tcPr>
          <w:p w14:paraId="6323BF22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1" w:type="dxa"/>
            <w:vAlign w:val="center"/>
          </w:tcPr>
          <w:p w14:paraId="6D686E24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E6</w:t>
            </w:r>
          </w:p>
        </w:tc>
        <w:tc>
          <w:tcPr>
            <w:tcW w:w="278" w:type="dxa"/>
            <w:vAlign w:val="center"/>
          </w:tcPr>
          <w:p w14:paraId="5A563F68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96F60F3" w14:textId="77777777" w:rsidR="004A2A6A" w:rsidRDefault="004A2A6A" w:rsidP="004A2A6A">
      <w:pPr>
        <w:pStyle w:val="Titre1sansnum"/>
        <w:numPr>
          <w:ilvl w:val="0"/>
          <w:numId w:val="0"/>
        </w:numPr>
        <w:ind w:left="708" w:hanging="708"/>
        <w:rPr>
          <w:color w:val="FF0000"/>
        </w:rPr>
      </w:pPr>
    </w:p>
    <w:p w14:paraId="50E72278" w14:textId="77777777" w:rsidR="004A2A6A" w:rsidRPr="00567271" w:rsidRDefault="004A2A6A" w:rsidP="004A2A6A">
      <w:pPr>
        <w:pStyle w:val="Titre1sansnum"/>
        <w:numPr>
          <w:ilvl w:val="0"/>
          <w:numId w:val="0"/>
        </w:numPr>
        <w:rPr>
          <w:caps/>
          <w:smallCaps w:val="0"/>
        </w:rPr>
      </w:pPr>
      <w:r w:rsidRPr="00567271">
        <w:rPr>
          <w:caps/>
          <w:smallCaps w:val="0"/>
        </w:rPr>
        <w:t xml:space="preserve">Prérequis : </w:t>
      </w:r>
    </w:p>
    <w:p w14:paraId="4E22276A" w14:textId="77777777" w:rsidR="00B4484B" w:rsidRDefault="00B4484B" w:rsidP="004A2A6A">
      <w:pPr>
        <w:pStyle w:val="pastille"/>
        <w:tabs>
          <w:tab w:val="num" w:pos="1065"/>
        </w:tabs>
        <w:ind w:left="106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Appliquer des textures et des couleurs.</w:t>
      </w:r>
    </w:p>
    <w:p w14:paraId="0F4EF4D6" w14:textId="77777777" w:rsidR="00B4484B" w:rsidRDefault="00B4484B" w:rsidP="004A2A6A">
      <w:pPr>
        <w:pStyle w:val="pastille"/>
        <w:tabs>
          <w:tab w:val="num" w:pos="1065"/>
        </w:tabs>
        <w:ind w:left="106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Créer des courbes sur des surfaces.</w:t>
      </w:r>
    </w:p>
    <w:p w14:paraId="63137BB9" w14:textId="77777777" w:rsidR="00B4484B" w:rsidRDefault="00B4484B" w:rsidP="004A2A6A">
      <w:pPr>
        <w:pStyle w:val="pastille"/>
        <w:tabs>
          <w:tab w:val="num" w:pos="1065"/>
        </w:tabs>
        <w:ind w:left="106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Extraire des pièces.</w:t>
      </w:r>
    </w:p>
    <w:p w14:paraId="7D7E5B12" w14:textId="77777777" w:rsidR="00B4484B" w:rsidRDefault="00B4484B" w:rsidP="004A2A6A">
      <w:pPr>
        <w:pStyle w:val="pastille"/>
        <w:tabs>
          <w:tab w:val="num" w:pos="1065"/>
        </w:tabs>
        <w:ind w:left="106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Supprimer les fuites lors de l’extraction des pièces.</w:t>
      </w:r>
    </w:p>
    <w:p w14:paraId="7378ACD5" w14:textId="77777777" w:rsidR="00B4484B" w:rsidRDefault="00B4484B" w:rsidP="004A2A6A">
      <w:pPr>
        <w:pStyle w:val="pastille"/>
        <w:tabs>
          <w:tab w:val="num" w:pos="1065"/>
        </w:tabs>
        <w:ind w:left="106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Organiser les couches.</w:t>
      </w:r>
    </w:p>
    <w:p w14:paraId="778B6BC6" w14:textId="77777777" w:rsidR="00B21E87" w:rsidRPr="00567271" w:rsidRDefault="00B21E87" w:rsidP="004A2A6A">
      <w:pPr>
        <w:pStyle w:val="pastille"/>
        <w:tabs>
          <w:tab w:val="num" w:pos="1065"/>
        </w:tabs>
        <w:ind w:left="106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Capturer des images.</w:t>
      </w:r>
    </w:p>
    <w:p w14:paraId="3AB289A2" w14:textId="77777777" w:rsidR="004A2A6A" w:rsidRDefault="004A2A6A" w:rsidP="004A2A6A">
      <w:pPr>
        <w:pStyle w:val="Titre1sansnum"/>
        <w:numPr>
          <w:ilvl w:val="0"/>
          <w:numId w:val="0"/>
        </w:numPr>
        <w:ind w:left="708" w:hanging="708"/>
      </w:pPr>
      <w:r>
        <w:t xml:space="preserve">RESSOURCE : </w:t>
      </w:r>
    </w:p>
    <w:tbl>
      <w:tblPr>
        <w:tblStyle w:val="Grilledutableau"/>
        <w:tblpPr w:leftFromText="141" w:rightFromText="141" w:vertAnchor="text" w:horzAnchor="margin" w:tblpY="289"/>
        <w:tblW w:w="0" w:type="auto"/>
        <w:tblLook w:val="04A0" w:firstRow="1" w:lastRow="0" w:firstColumn="1" w:lastColumn="0" w:noHBand="0" w:noVBand="1"/>
      </w:tblPr>
      <w:tblGrid>
        <w:gridCol w:w="2642"/>
        <w:gridCol w:w="7042"/>
      </w:tblGrid>
      <w:tr w:rsidR="004A2A6A" w14:paraId="69B2A93F" w14:textId="77777777" w:rsidTr="004A2A6A">
        <w:trPr>
          <w:trHeight w:val="258"/>
        </w:trPr>
        <w:tc>
          <w:tcPr>
            <w:tcW w:w="2642" w:type="dxa"/>
            <w:vAlign w:val="center"/>
          </w:tcPr>
          <w:p w14:paraId="6E56EBAF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567271">
              <w:rPr>
                <w:rFonts w:ascii="Arial" w:hAnsi="Arial" w:cs="Arial"/>
                <w:b/>
              </w:rPr>
              <w:t>Ressources matériels</w:t>
            </w:r>
          </w:p>
        </w:tc>
        <w:tc>
          <w:tcPr>
            <w:tcW w:w="7042" w:type="dxa"/>
            <w:vAlign w:val="center"/>
          </w:tcPr>
          <w:p w14:paraId="179C7EA1" w14:textId="77777777" w:rsidR="004A2A6A" w:rsidRPr="00567271" w:rsidRDefault="004A2A6A" w:rsidP="00CE45CA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</w:rPr>
            </w:pPr>
            <w:r w:rsidRPr="00567271">
              <w:rPr>
                <w:rFonts w:ascii="Arial" w:hAnsi="Arial" w:cs="Arial"/>
                <w:b/>
              </w:rPr>
              <w:t>Ressources documentaires et numériques</w:t>
            </w:r>
          </w:p>
        </w:tc>
      </w:tr>
      <w:tr w:rsidR="004A2A6A" w14:paraId="0A581ECB" w14:textId="77777777" w:rsidTr="004A2A6A">
        <w:trPr>
          <w:trHeight w:val="387"/>
        </w:trPr>
        <w:tc>
          <w:tcPr>
            <w:tcW w:w="2642" w:type="dxa"/>
            <w:vMerge w:val="restart"/>
            <w:vAlign w:val="center"/>
          </w:tcPr>
          <w:p w14:paraId="0613D006" w14:textId="1EFB13C2" w:rsidR="004A2A6A" w:rsidRPr="00567271" w:rsidRDefault="002D7882" w:rsidP="00CE45CA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Logiciel </w:t>
            </w:r>
            <w:r w:rsidR="00A303FB">
              <w:rPr>
                <w:rFonts w:ascii="Arial" w:hAnsi="Arial" w:cs="Arial"/>
                <w:sz w:val="24"/>
                <w:szCs w:val="24"/>
              </w:rPr>
              <w:t>RCS</w:t>
            </w:r>
            <w:r>
              <w:rPr>
                <w:rFonts w:ascii="Arial" w:hAnsi="Arial" w:cs="Arial"/>
                <w:sz w:val="24"/>
                <w:szCs w:val="24"/>
              </w:rPr>
              <w:t>3D</w:t>
            </w:r>
          </w:p>
        </w:tc>
        <w:tc>
          <w:tcPr>
            <w:tcW w:w="7042" w:type="dxa"/>
            <w:vAlign w:val="center"/>
          </w:tcPr>
          <w:p w14:paraId="41202C81" w14:textId="2E3CCAFF" w:rsidR="004A2A6A" w:rsidRPr="002007C8" w:rsidRDefault="00A303FB" w:rsidP="00CE45CA">
            <w:pPr>
              <w:pStyle w:val="Corpsdetexte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Tutoriels et descriptif des fonctions à utiliser</w:t>
            </w:r>
            <w:r w:rsidR="002D7882" w:rsidRPr="002007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(Moodle)</w:t>
            </w:r>
          </w:p>
        </w:tc>
      </w:tr>
      <w:tr w:rsidR="004A2A6A" w14:paraId="0138E108" w14:textId="77777777" w:rsidTr="004A2A6A">
        <w:trPr>
          <w:trHeight w:val="374"/>
        </w:trPr>
        <w:tc>
          <w:tcPr>
            <w:tcW w:w="2642" w:type="dxa"/>
            <w:vMerge/>
            <w:vAlign w:val="center"/>
          </w:tcPr>
          <w:p w14:paraId="71A2019F" w14:textId="77777777" w:rsidR="004A2A6A" w:rsidRPr="00567271" w:rsidRDefault="004A2A6A" w:rsidP="00CE45CA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2" w:type="dxa"/>
          </w:tcPr>
          <w:p w14:paraId="6F253395" w14:textId="7B60DEFF" w:rsidR="004A2A6A" w:rsidRPr="002007C8" w:rsidRDefault="00A303FB" w:rsidP="00CE45CA">
            <w:pPr>
              <w:pStyle w:val="Corpsdetexte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Fichier numérique de la forme Visa au format </w:t>
            </w:r>
            <w:proofErr w:type="spellStart"/>
            <w:r>
              <w:rPr>
                <w:rFonts w:ascii="Arial" w:hAnsi="Arial" w:cs="Arial"/>
              </w:rPr>
              <w:t>cdbx</w:t>
            </w:r>
            <w:proofErr w:type="spellEnd"/>
          </w:p>
        </w:tc>
      </w:tr>
      <w:tr w:rsidR="004A2A6A" w14:paraId="73A13119" w14:textId="77777777" w:rsidTr="004A2A6A">
        <w:trPr>
          <w:trHeight w:val="374"/>
        </w:trPr>
        <w:tc>
          <w:tcPr>
            <w:tcW w:w="2642" w:type="dxa"/>
            <w:vMerge/>
            <w:vAlign w:val="center"/>
          </w:tcPr>
          <w:p w14:paraId="7E1D93CB" w14:textId="77777777" w:rsidR="004A2A6A" w:rsidRPr="00567271" w:rsidRDefault="004A2A6A" w:rsidP="00CE45CA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2" w:type="dxa"/>
          </w:tcPr>
          <w:p w14:paraId="4FBBD32C" w14:textId="36ACAA8A" w:rsidR="004A2A6A" w:rsidRPr="002007C8" w:rsidRDefault="00352146" w:rsidP="00CE45CA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Énoncé du TP</w:t>
            </w:r>
          </w:p>
        </w:tc>
      </w:tr>
    </w:tbl>
    <w:p w14:paraId="403A1E81" w14:textId="77777777" w:rsidR="004A2A6A" w:rsidRPr="00567271" w:rsidRDefault="004A2A6A" w:rsidP="004A2A6A">
      <w:pPr>
        <w:pStyle w:val="Titre1sansnum"/>
        <w:numPr>
          <w:ilvl w:val="0"/>
          <w:numId w:val="0"/>
        </w:numPr>
        <w:pBdr>
          <w:bottom w:val="single" w:sz="6" w:space="3" w:color="auto"/>
        </w:pBdr>
        <w:ind w:left="708" w:hanging="708"/>
        <w:rPr>
          <w:caps/>
          <w:smallCaps w:val="0"/>
        </w:rPr>
      </w:pPr>
      <w:r w:rsidRPr="00567271">
        <w:rPr>
          <w:caps/>
          <w:smallCaps w:val="0"/>
        </w:rPr>
        <w:t xml:space="preserve">La durée : </w:t>
      </w:r>
    </w:p>
    <w:p w14:paraId="10B11023" w14:textId="44DAE0EB" w:rsidR="004A2A6A" w:rsidRPr="004569C6" w:rsidRDefault="00352146" w:rsidP="004A2A6A">
      <w:pPr>
        <w:pStyle w:val="Titre1sansnum"/>
        <w:numPr>
          <w:ilvl w:val="0"/>
          <w:numId w:val="0"/>
        </w:numPr>
      </w:pPr>
      <w:r>
        <w:t xml:space="preserve">2 à 4 </w:t>
      </w:r>
      <w:r w:rsidR="006B5144">
        <w:t xml:space="preserve"> heures</w:t>
      </w:r>
      <w:r>
        <w:t xml:space="preserve"> </w:t>
      </w:r>
      <w:r w:rsidR="004A2A6A" w:rsidRPr="004569C6">
        <w:br w:type="page"/>
      </w:r>
      <w:r w:rsidR="006B5144">
        <w:lastRenderedPageBreak/>
        <w:t>CONTEXTE</w:t>
      </w:r>
    </w:p>
    <w:p w14:paraId="4484B94A" w14:textId="77777777" w:rsidR="00603ED5" w:rsidRDefault="00603ED5" w:rsidP="00603ED5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L’activité propose le développement virtuel d’une semelle de type monobloc en CAO 3D. </w:t>
      </w:r>
    </w:p>
    <w:p w14:paraId="38FC26BF" w14:textId="195EF3EA" w:rsidR="002D7882" w:rsidRDefault="00603ED5" w:rsidP="00603ED5">
      <w:pPr>
        <w:rPr>
          <w:sz w:val="23"/>
          <w:szCs w:val="23"/>
        </w:rPr>
      </w:pPr>
      <w:r>
        <w:rPr>
          <w:sz w:val="23"/>
          <w:szCs w:val="23"/>
        </w:rPr>
        <w:t>Cette activité est axée davantage sur le processus de création d’une semelle que sur les cotations de celle-ci.</w:t>
      </w:r>
    </w:p>
    <w:p w14:paraId="6AC00D81" w14:textId="69296F3D" w:rsidR="0016332E" w:rsidRPr="002D7882" w:rsidRDefault="0016332E" w:rsidP="00603ED5">
      <w:pPr>
        <w:rPr>
          <w:rFonts w:ascii="Times New Roman" w:eastAsia="Times New Roman" w:hAnsi="Times New Roman" w:cs="Times New Roman"/>
          <w:sz w:val="24"/>
        </w:rPr>
      </w:pPr>
    </w:p>
    <w:p w14:paraId="66A08F98" w14:textId="473B4719" w:rsidR="00603ED5" w:rsidRPr="00603ED5" w:rsidRDefault="00603ED5" w:rsidP="00603ED5">
      <w:pPr>
        <w:rPr>
          <w:rFonts w:eastAsia="Times New Roman"/>
          <w:sz w:val="24"/>
        </w:rPr>
      </w:pPr>
      <w:r w:rsidRPr="00603ED5">
        <w:rPr>
          <w:rFonts w:eastAsia="Times New Roman"/>
          <w:sz w:val="24"/>
        </w:rPr>
        <w:t>Cette activité comprend :</w:t>
      </w:r>
    </w:p>
    <w:p w14:paraId="78D163AA" w14:textId="6E2EA5C7" w:rsidR="00A76091" w:rsidRDefault="00A76091" w:rsidP="00A76091">
      <w:pPr>
        <w:pStyle w:val="Paragraphedeliste"/>
        <w:numPr>
          <w:ilvl w:val="0"/>
          <w:numId w:val="26"/>
        </w:numPr>
        <w:rPr>
          <w:rFonts w:eastAsia="Times New Roman"/>
          <w:sz w:val="24"/>
        </w:rPr>
      </w:pPr>
      <w:r>
        <w:rPr>
          <w:rFonts w:eastAsia="Times New Roman"/>
          <w:sz w:val="24"/>
        </w:rPr>
        <w:t>La préparation de la forme (ligne de carre et orientation en hauteur)</w:t>
      </w:r>
      <w:r w:rsidR="00DC2B6E">
        <w:rPr>
          <w:rFonts w:eastAsia="Times New Roman"/>
          <w:sz w:val="24"/>
        </w:rPr>
        <w:t>.</w:t>
      </w:r>
    </w:p>
    <w:p w14:paraId="38B19EB3" w14:textId="39D381AC" w:rsidR="00603ED5" w:rsidRPr="00A76091" w:rsidRDefault="00603ED5" w:rsidP="00A76091">
      <w:pPr>
        <w:pStyle w:val="Paragraphedeliste"/>
        <w:numPr>
          <w:ilvl w:val="0"/>
          <w:numId w:val="26"/>
        </w:numPr>
        <w:rPr>
          <w:rFonts w:eastAsia="Times New Roman"/>
          <w:sz w:val="24"/>
        </w:rPr>
      </w:pPr>
      <w:r w:rsidRPr="00A76091">
        <w:rPr>
          <w:rFonts w:eastAsia="Times New Roman"/>
          <w:sz w:val="24"/>
        </w:rPr>
        <w:t>La construction des lignes de base</w:t>
      </w:r>
      <w:r w:rsidR="00DC2B6E">
        <w:rPr>
          <w:rFonts w:eastAsia="Times New Roman"/>
          <w:sz w:val="24"/>
        </w:rPr>
        <w:t>.</w:t>
      </w:r>
    </w:p>
    <w:p w14:paraId="112202C3" w14:textId="5FB307C0" w:rsidR="00603ED5" w:rsidRPr="00A76091" w:rsidRDefault="00603ED5" w:rsidP="00A76091">
      <w:pPr>
        <w:pStyle w:val="Paragraphedeliste"/>
        <w:numPr>
          <w:ilvl w:val="0"/>
          <w:numId w:val="26"/>
        </w:numPr>
        <w:rPr>
          <w:rFonts w:eastAsia="Times New Roman"/>
          <w:sz w:val="24"/>
        </w:rPr>
      </w:pPr>
      <w:r w:rsidRPr="00A76091">
        <w:rPr>
          <w:rFonts w:eastAsia="Times New Roman"/>
          <w:sz w:val="24"/>
        </w:rPr>
        <w:t xml:space="preserve">La construction </w:t>
      </w:r>
      <w:r w:rsidR="00A76091" w:rsidRPr="00A76091">
        <w:rPr>
          <w:rFonts w:eastAsia="Times New Roman"/>
          <w:sz w:val="24"/>
        </w:rPr>
        <w:t>des surfaces par balayage</w:t>
      </w:r>
      <w:r w:rsidR="00DC2B6E">
        <w:rPr>
          <w:rFonts w:eastAsia="Times New Roman"/>
          <w:sz w:val="24"/>
        </w:rPr>
        <w:t>.</w:t>
      </w:r>
    </w:p>
    <w:p w14:paraId="7A77AE57" w14:textId="24B95E12" w:rsidR="00603ED5" w:rsidRPr="00A76091" w:rsidRDefault="00603ED5" w:rsidP="00A76091">
      <w:pPr>
        <w:pStyle w:val="Paragraphedeliste"/>
        <w:numPr>
          <w:ilvl w:val="0"/>
          <w:numId w:val="26"/>
        </w:numPr>
        <w:rPr>
          <w:rFonts w:eastAsia="Times New Roman"/>
          <w:sz w:val="24"/>
        </w:rPr>
      </w:pPr>
      <w:r w:rsidRPr="00A76091">
        <w:rPr>
          <w:rFonts w:eastAsia="Times New Roman"/>
          <w:sz w:val="24"/>
        </w:rPr>
        <w:t>La création des zones restreintes.</w:t>
      </w:r>
    </w:p>
    <w:p w14:paraId="0751E7F7" w14:textId="7C313246" w:rsidR="002D7882" w:rsidRPr="00980D0F" w:rsidRDefault="00A76091" w:rsidP="00A76091">
      <w:pPr>
        <w:pStyle w:val="Paragraphedeliste"/>
        <w:numPr>
          <w:ilvl w:val="0"/>
          <w:numId w:val="26"/>
        </w:numPr>
        <w:rPr>
          <w:rFonts w:ascii="Times New Roman" w:eastAsia="Times New Roman" w:hAnsi="Times New Roman" w:cs="Times New Roman"/>
          <w:sz w:val="24"/>
        </w:rPr>
      </w:pPr>
      <w:r w:rsidRPr="00A76091">
        <w:rPr>
          <w:rFonts w:eastAsia="Times New Roman"/>
          <w:sz w:val="24"/>
        </w:rPr>
        <w:t>La création des surfaces par décalage.</w:t>
      </w:r>
    </w:p>
    <w:p w14:paraId="782A64BB" w14:textId="4908DE91" w:rsidR="00980D0F" w:rsidRPr="00980D0F" w:rsidRDefault="00980D0F" w:rsidP="00A76091">
      <w:pPr>
        <w:pStyle w:val="Paragraphedeliste"/>
        <w:numPr>
          <w:ilvl w:val="0"/>
          <w:numId w:val="26"/>
        </w:numPr>
        <w:rPr>
          <w:rFonts w:ascii="Times New Roman" w:eastAsia="Times New Roman" w:hAnsi="Times New Roman" w:cs="Times New Roman"/>
          <w:sz w:val="24"/>
        </w:rPr>
      </w:pPr>
      <w:r>
        <w:rPr>
          <w:rFonts w:eastAsia="Times New Roman"/>
          <w:sz w:val="24"/>
        </w:rPr>
        <w:t>La gestion des couches du projet</w:t>
      </w:r>
    </w:p>
    <w:p w14:paraId="6C3C9790" w14:textId="19972A99" w:rsidR="002D7882" w:rsidRPr="002D7882" w:rsidRDefault="002D7882" w:rsidP="002D7882">
      <w:pPr>
        <w:rPr>
          <w:rFonts w:ascii="Times New Roman" w:eastAsia="Times New Roman" w:hAnsi="Times New Roman" w:cs="Times New Roman"/>
          <w:sz w:val="24"/>
        </w:rPr>
      </w:pPr>
    </w:p>
    <w:p w14:paraId="6B8F6F4A" w14:textId="540E7224" w:rsidR="004569C6" w:rsidRDefault="006B5144" w:rsidP="006B5144">
      <w:pPr>
        <w:pStyle w:val="Titre1sansnum"/>
        <w:numPr>
          <w:ilvl w:val="0"/>
          <w:numId w:val="0"/>
        </w:numPr>
      </w:pPr>
      <w:r>
        <w:t>Travail demandé</w:t>
      </w:r>
    </w:p>
    <w:p w14:paraId="2E2A7389" w14:textId="69291CCC" w:rsidR="00603ED5" w:rsidRDefault="00A76091" w:rsidP="00603E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 partir des données du cahier des charges</w:t>
      </w:r>
      <w:r w:rsidR="00DC2B6E">
        <w:rPr>
          <w:sz w:val="23"/>
          <w:szCs w:val="23"/>
        </w:rPr>
        <w:t>,</w:t>
      </w:r>
      <w:r>
        <w:rPr>
          <w:sz w:val="23"/>
          <w:szCs w:val="23"/>
        </w:rPr>
        <w:t xml:space="preserve"> réaliser la modélisation 3D de la semelle monobloc</w:t>
      </w:r>
      <w:r w:rsidR="00A303FB">
        <w:rPr>
          <w:sz w:val="23"/>
          <w:szCs w:val="23"/>
        </w:rPr>
        <w:t xml:space="preserve"> en suivant la méthodologie décrite en fin de document et à l’aide des tutoriels des différentes fonctions proposées.</w:t>
      </w:r>
    </w:p>
    <w:p w14:paraId="5D153C40" w14:textId="77777777" w:rsidR="00A76091" w:rsidRDefault="00A76091" w:rsidP="00603ED5">
      <w:pPr>
        <w:pStyle w:val="Default"/>
        <w:rPr>
          <w:sz w:val="23"/>
          <w:szCs w:val="23"/>
        </w:rPr>
      </w:pPr>
    </w:p>
    <w:p w14:paraId="507B58AF" w14:textId="77777777" w:rsidR="005B6813" w:rsidRDefault="005B6813" w:rsidP="005B6813">
      <w:pPr>
        <w:pStyle w:val="Corpsdetexte"/>
        <w:rPr>
          <w:rFonts w:ascii="Arial" w:hAnsi="Arial" w:cs="Arial"/>
        </w:rPr>
      </w:pPr>
    </w:p>
    <w:p w14:paraId="22A9132C" w14:textId="759D62FB" w:rsidR="00E203C8" w:rsidRDefault="00352146">
      <w:pPr>
        <w:rPr>
          <w:rFonts w:eastAsia="Times New Roman"/>
          <w:b/>
          <w:smallCaps/>
          <w:kern w:val="28"/>
          <w:sz w:val="28"/>
          <w:szCs w:val="2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360F8267" wp14:editId="5005DA4E">
            <wp:simplePos x="0" y="0"/>
            <wp:positionH relativeFrom="column">
              <wp:posOffset>1023620</wp:posOffset>
            </wp:positionH>
            <wp:positionV relativeFrom="paragraph">
              <wp:posOffset>680720</wp:posOffset>
            </wp:positionV>
            <wp:extent cx="4099560" cy="2242185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roisquar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9560" cy="224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E203C8">
        <w:br w:type="page"/>
      </w:r>
    </w:p>
    <w:p w14:paraId="2F1BA5BB" w14:textId="1B5F784B" w:rsidR="006B5144" w:rsidRDefault="00A76091" w:rsidP="00B4484B">
      <w:pPr>
        <w:pStyle w:val="Titre1sansnum"/>
        <w:numPr>
          <w:ilvl w:val="0"/>
          <w:numId w:val="0"/>
        </w:numPr>
        <w:rPr>
          <w:rFonts w:cs="Arial"/>
        </w:rPr>
      </w:pPr>
      <w:r>
        <w:rPr>
          <w:rFonts w:cs="Arial"/>
        </w:rPr>
        <w:t>Cahier des charges</w:t>
      </w:r>
    </w:p>
    <w:p w14:paraId="52B1C9BB" w14:textId="7BA4A5F2" w:rsidR="002007C8" w:rsidRDefault="00A76091" w:rsidP="006B5144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t xml:space="preserve">Hauteur de forme Visa pointure 38 : </w:t>
      </w:r>
      <w:r w:rsidR="00A303FB">
        <w:rPr>
          <w:rFonts w:ascii="Arial" w:hAnsi="Arial" w:cs="Arial"/>
        </w:rPr>
        <w:t xml:space="preserve">Point talon = </w:t>
      </w:r>
      <w:r>
        <w:rPr>
          <w:rFonts w:ascii="Arial" w:hAnsi="Arial" w:cs="Arial"/>
        </w:rPr>
        <w:t>10 mm</w:t>
      </w:r>
    </w:p>
    <w:p w14:paraId="64EF365C" w14:textId="037DE182" w:rsidR="006F3BB7" w:rsidRDefault="006F3BB7" w:rsidP="006B5144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t>Hauteur de la semelle : 15 mm</w:t>
      </w:r>
    </w:p>
    <w:p w14:paraId="0FB78F08" w14:textId="0F40F9CB" w:rsidR="006D2D32" w:rsidRDefault="006D2D32" w:rsidP="006B5144">
      <w:pPr>
        <w:pStyle w:val="Corpsdetexte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2ACFF592" wp14:editId="1F333EAB">
            <wp:simplePos x="0" y="0"/>
            <wp:positionH relativeFrom="column">
              <wp:posOffset>-361315</wp:posOffset>
            </wp:positionH>
            <wp:positionV relativeFrom="paragraph">
              <wp:posOffset>124460</wp:posOffset>
            </wp:positionV>
            <wp:extent cx="1081405" cy="1543050"/>
            <wp:effectExtent l="0" t="0" r="4445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uteur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83"/>
                    <a:stretch/>
                  </pic:blipFill>
                  <pic:spPr bwMode="auto">
                    <a:xfrm>
                      <a:off x="0" y="0"/>
                      <a:ext cx="1081405" cy="1543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94D9C3" w14:textId="125378B5" w:rsidR="003B6159" w:rsidRDefault="003B6159" w:rsidP="006B5144">
      <w:pPr>
        <w:pStyle w:val="Corpsdetexte"/>
        <w:rPr>
          <w:rFonts w:ascii="Arial" w:hAnsi="Arial" w:cs="Arial"/>
        </w:rPr>
      </w:pPr>
    </w:p>
    <w:p w14:paraId="274A7473" w14:textId="0C7BFF70" w:rsidR="006D2D32" w:rsidRDefault="006D2D32" w:rsidP="006B5144">
      <w:pPr>
        <w:pStyle w:val="Corpsdetexte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3990CA57" wp14:editId="7158D729">
            <wp:simplePos x="0" y="0"/>
            <wp:positionH relativeFrom="column">
              <wp:posOffset>686435</wp:posOffset>
            </wp:positionH>
            <wp:positionV relativeFrom="paragraph">
              <wp:posOffset>64770</wp:posOffset>
            </wp:positionV>
            <wp:extent cx="5492115" cy="73152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t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11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72DC0" w14:textId="732AA4FF" w:rsidR="006D2D32" w:rsidRDefault="006D2D32" w:rsidP="006B5144">
      <w:pPr>
        <w:pStyle w:val="Corpsdetexte"/>
        <w:rPr>
          <w:rFonts w:ascii="Arial" w:hAnsi="Arial" w:cs="Arial"/>
        </w:rPr>
      </w:pPr>
    </w:p>
    <w:p w14:paraId="61621140" w14:textId="24AF7EA9" w:rsidR="006D2D32" w:rsidRDefault="006D2D32" w:rsidP="006B5144">
      <w:pPr>
        <w:pStyle w:val="Corpsdetexte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AB2CD3E" wp14:editId="6C9628E4">
                <wp:simplePos x="0" y="0"/>
                <wp:positionH relativeFrom="column">
                  <wp:posOffset>3342005</wp:posOffset>
                </wp:positionH>
                <wp:positionV relativeFrom="paragraph">
                  <wp:posOffset>68580</wp:posOffset>
                </wp:positionV>
                <wp:extent cx="864870" cy="426720"/>
                <wp:effectExtent l="38100" t="38100" r="30480" b="30480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64870" cy="4267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E5B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1" o:spid="_x0000_s1026" type="#_x0000_t32" style="position:absolute;margin-left:263.15pt;margin-top:5.4pt;width:68.1pt;height:33.6pt;flip:x 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" strokecolor="red">
                <v:stroke endarrow="block"/>
              </v:shape>
            </w:pict>
          </mc:Fallback>
        </mc:AlternateContent>
      </w:r>
    </w:p>
    <w:p w14:paraId="3261C211" w14:textId="3FB269AB" w:rsidR="006D2D32" w:rsidRDefault="006D2D32" w:rsidP="006B5144">
      <w:pPr>
        <w:pStyle w:val="Corpsdetexte"/>
        <w:rPr>
          <w:rFonts w:ascii="Arial" w:hAnsi="Arial" w:cs="Arial"/>
        </w:rPr>
      </w:pPr>
      <w:r w:rsidRPr="0020016D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014420C6" wp14:editId="0F803F0E">
                <wp:simplePos x="0" y="0"/>
                <wp:positionH relativeFrom="column">
                  <wp:posOffset>4258310</wp:posOffset>
                </wp:positionH>
                <wp:positionV relativeFrom="paragraph">
                  <wp:posOffset>66675</wp:posOffset>
                </wp:positionV>
                <wp:extent cx="1828800" cy="1404620"/>
                <wp:effectExtent l="0" t="0" r="0" b="381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C6C77" w14:textId="2EA4A0FC" w:rsidR="0020016D" w:rsidRDefault="00F12997" w:rsidP="006F3BB7">
                            <w:pPr>
                              <w:pStyle w:val="Corpsdetexte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Patin créé par décalage d</w:t>
                            </w:r>
                            <w:r w:rsidR="006F3BB7">
                              <w:rPr>
                                <w:rFonts w:ascii="Arial" w:hAnsi="Arial" w:cs="Arial"/>
                              </w:rPr>
                              <w:t>’</w:t>
                            </w:r>
                            <w:r>
                              <w:rPr>
                                <w:rFonts w:ascii="Arial" w:hAnsi="Arial" w:cs="Arial"/>
                              </w:rPr>
                              <w:t>une surface.</w:t>
                            </w:r>
                          </w:p>
                          <w:p w14:paraId="32B49051" w14:textId="3671830E" w:rsidR="006F3BB7" w:rsidRPr="006B5144" w:rsidRDefault="006F3BB7" w:rsidP="006F3BB7">
                            <w:pPr>
                              <w:pStyle w:val="Corpsdetexte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PANTONE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TCX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19-0810</w:t>
                            </w:r>
                          </w:p>
                          <w:p w14:paraId="43947E0D" w14:textId="77777777" w:rsidR="006F3BB7" w:rsidRDefault="006F3BB7" w:rsidP="006F3BB7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4420C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35.3pt;margin-top:5.25pt;width:2in;height:110.6pt;z-index: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" stroked="f">
                <v:textbox style="mso-fit-shape-to-text:t">
                  <w:txbxContent>
                    <w:p w14:paraId="787C6C77" w14:textId="2EA4A0FC" w:rsidR="0020016D" w:rsidRDefault="00F12997" w:rsidP="006F3BB7">
                      <w:pPr>
                        <w:pStyle w:val="Corpsdetexte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Patin créé par décalage d</w:t>
                      </w:r>
                      <w:r w:rsidR="006F3BB7">
                        <w:rPr>
                          <w:rFonts w:ascii="Arial" w:hAnsi="Arial" w:cs="Arial"/>
                        </w:rPr>
                        <w:t>’</w:t>
                      </w:r>
                      <w:r>
                        <w:rPr>
                          <w:rFonts w:ascii="Arial" w:hAnsi="Arial" w:cs="Arial"/>
                        </w:rPr>
                        <w:t>une surface.</w:t>
                      </w:r>
                    </w:p>
                    <w:p w14:paraId="32B49051" w14:textId="3671830E" w:rsidR="006F3BB7" w:rsidRPr="006B5144" w:rsidRDefault="006F3BB7" w:rsidP="006F3BB7">
                      <w:pPr>
                        <w:pStyle w:val="Corpsdetexte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PANTONE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TCX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19-0810</w:t>
                      </w:r>
                    </w:p>
                    <w:p w14:paraId="43947E0D" w14:textId="77777777" w:rsidR="006F3BB7" w:rsidRDefault="006F3BB7" w:rsidP="006F3BB7">
                      <w:pPr>
                        <w:pStyle w:val="Corpsdetexte"/>
                      </w:pPr>
                    </w:p>
                  </w:txbxContent>
                </v:textbox>
              </v:shape>
            </w:pict>
          </mc:Fallback>
        </mc:AlternateContent>
      </w:r>
    </w:p>
    <w:p w14:paraId="2E72C49D" w14:textId="56F23386" w:rsidR="00B314BE" w:rsidRDefault="00B314BE" w:rsidP="006B5144">
      <w:pPr>
        <w:pStyle w:val="Corpsdetexte"/>
        <w:rPr>
          <w:rFonts w:ascii="Arial" w:hAnsi="Arial" w:cs="Arial"/>
        </w:rPr>
      </w:pPr>
    </w:p>
    <w:p w14:paraId="03ED8C69" w14:textId="55D1702C" w:rsidR="00B314BE" w:rsidRDefault="00B314BE" w:rsidP="006B5144">
      <w:pPr>
        <w:pStyle w:val="Corpsdetexte"/>
        <w:rPr>
          <w:rFonts w:ascii="Arial" w:hAnsi="Arial" w:cs="Arial"/>
        </w:rPr>
      </w:pPr>
    </w:p>
    <w:p w14:paraId="33B9E26C" w14:textId="47F862EC" w:rsidR="00E203C8" w:rsidRDefault="00E203C8" w:rsidP="006B5144">
      <w:pPr>
        <w:pStyle w:val="Corpsdetexte"/>
        <w:rPr>
          <w:rFonts w:ascii="Arial" w:hAnsi="Arial" w:cs="Arial"/>
        </w:rPr>
      </w:pPr>
    </w:p>
    <w:p w14:paraId="3AF7DEFD" w14:textId="479E0376" w:rsidR="00E203C8" w:rsidRDefault="006F3BB7" w:rsidP="006B5144">
      <w:pPr>
        <w:pStyle w:val="Corpsdetexte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B83DD2" wp14:editId="42A9E4E9">
                <wp:simplePos x="0" y="0"/>
                <wp:positionH relativeFrom="column">
                  <wp:posOffset>-285750</wp:posOffset>
                </wp:positionH>
                <wp:positionV relativeFrom="paragraph">
                  <wp:posOffset>1953895</wp:posOffset>
                </wp:positionV>
                <wp:extent cx="2042602" cy="652740"/>
                <wp:effectExtent l="0" t="0" r="0" b="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2602" cy="65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261E7" w14:textId="72CEA2B1" w:rsidR="006F3BB7" w:rsidRDefault="006F3BB7" w:rsidP="006F3BB7">
                            <w:pPr>
                              <w:pStyle w:val="Corpsdetexte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Flanc de la semelle </w:t>
                            </w:r>
                          </w:p>
                          <w:p w14:paraId="7C445483" w14:textId="63334F3A" w:rsidR="006F3BB7" w:rsidRPr="006B5144" w:rsidRDefault="006F3BB7" w:rsidP="006F3BB7">
                            <w:pPr>
                              <w:pStyle w:val="Corpsdetexte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PANTONE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TCX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11-0601</w:t>
                            </w:r>
                          </w:p>
                          <w:p w14:paraId="7412BE92" w14:textId="77777777" w:rsidR="006F3BB7" w:rsidRDefault="006F3BB7" w:rsidP="006F3B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B83DD2" id="_x0000_s1027" type="#_x0000_t202" style="position:absolute;margin-left:-22.5pt;margin-top:153.85pt;width:160.85pt;height:51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" stroked="f">
                <v:textbox>
                  <w:txbxContent>
                    <w:p w14:paraId="5A2261E7" w14:textId="72CEA2B1" w:rsidR="006F3BB7" w:rsidRDefault="006F3BB7" w:rsidP="006F3BB7">
                      <w:pPr>
                        <w:pStyle w:val="Corpsdetexte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Flanc de la semelle </w:t>
                      </w:r>
                    </w:p>
                    <w:p w14:paraId="7C445483" w14:textId="63334F3A" w:rsidR="006F3BB7" w:rsidRPr="006B5144" w:rsidRDefault="006F3BB7" w:rsidP="006F3BB7">
                      <w:pPr>
                        <w:pStyle w:val="Corpsdetexte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PANTONE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TCX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11-0601</w:t>
                      </w:r>
                    </w:p>
                    <w:p w14:paraId="7412BE92" w14:textId="77777777" w:rsidR="006F3BB7" w:rsidRDefault="006F3BB7" w:rsidP="006F3BB7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7B10C2A" wp14:editId="723C12BE">
                <wp:simplePos x="0" y="0"/>
                <wp:positionH relativeFrom="column">
                  <wp:posOffset>1591310</wp:posOffset>
                </wp:positionH>
                <wp:positionV relativeFrom="paragraph">
                  <wp:posOffset>1930400</wp:posOffset>
                </wp:positionV>
                <wp:extent cx="528320" cy="323850"/>
                <wp:effectExtent l="0" t="38100" r="62230" b="19050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8320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C5B9C" id="Connecteur droit avec flèche 15" o:spid="_x0000_s1026" type="#_x0000_t32" style="position:absolute;margin-left:125.3pt;margin-top:152pt;width:41.6pt;height:25.5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" strokecolor="red">
                <v:stroke endarrow="block"/>
              </v:shape>
            </w:pict>
          </mc:Fallback>
        </mc:AlternateContent>
      </w:r>
      <w:r w:rsidR="00F1299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6CD713A6" wp14:editId="78A30D6D">
                <wp:simplePos x="0" y="0"/>
                <wp:positionH relativeFrom="column">
                  <wp:posOffset>3915410</wp:posOffset>
                </wp:positionH>
                <wp:positionV relativeFrom="paragraph">
                  <wp:posOffset>681354</wp:posOffset>
                </wp:positionV>
                <wp:extent cx="2413634" cy="1104901"/>
                <wp:effectExtent l="38100" t="0" r="6350" b="57150"/>
                <wp:wrapNone/>
                <wp:docPr id="194" name="Groupe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3634" cy="1104901"/>
                          <a:chOff x="-1363858" y="-5122601"/>
                          <a:chExt cx="2160428" cy="1089918"/>
                        </a:xfrm>
                      </wpg:grpSpPr>
                      <wps:wsp>
                        <wps:cNvPr id="193" name="Connecteur droit avec flèche 193"/>
                        <wps:cNvCnPr/>
                        <wps:spPr>
                          <a:xfrm flipH="1">
                            <a:off x="-1363858" y="-4803364"/>
                            <a:ext cx="920527" cy="77068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032230" y="-5122601"/>
                            <a:ext cx="1828800" cy="643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916C17" w14:textId="1D8A4D36" w:rsidR="006B709C" w:rsidRDefault="00F12997" w:rsidP="006B709C">
                              <w:pPr>
                                <w:pStyle w:val="Corpsdetext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Fond de la semelle</w:t>
                              </w:r>
                            </w:p>
                            <w:p w14:paraId="4AE433B6" w14:textId="73919CE2" w:rsidR="006F3BB7" w:rsidRPr="006B5144" w:rsidRDefault="006F3BB7" w:rsidP="006F3BB7">
                              <w:pPr>
                                <w:pStyle w:val="Corpsdetext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PANTONE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</w:rPr>
                                <w:t>TCX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</w:rPr>
                                <w:t xml:space="preserve"> 19-1762</w:t>
                              </w:r>
                            </w:p>
                            <w:p w14:paraId="5DC0DCD1" w14:textId="77777777" w:rsidR="006F3BB7" w:rsidRPr="006B5144" w:rsidRDefault="006F3BB7" w:rsidP="006B709C">
                              <w:pPr>
                                <w:pStyle w:val="Corpsdetexte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26EC8533" w14:textId="77777777" w:rsidR="006B709C" w:rsidRDefault="006B709C" w:rsidP="006B709C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D713A6" id="Groupe 194" o:spid="_x0000_s1028" style="position:absolute;margin-left:308.3pt;margin-top:53.65pt;width:190.05pt;height:87pt;z-index:251649024;mso-width-relative:margin;mso-height-relative:margin" coordorigin="-13638,-51226" coordsize="21604,10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">
                <v:shape id="Connecteur droit avec flèche 193" o:spid="_x0000_s1029" type="#_x0000_t32" style="position:absolute;left:-13638;top:-48033;width:9205;height:770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" strokecolor="red">
                  <v:stroke endarrow="block"/>
                </v:shape>
                <v:shape id="_x0000_s1030" type="#_x0000_t202" style="position:absolute;left:-10322;top:-51226;width:18287;height:6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" stroked="f">
                  <v:textbox>
                    <w:txbxContent>
                      <w:p w14:paraId="35916C17" w14:textId="1D8A4D36" w:rsidR="006B709C" w:rsidRDefault="00F12997" w:rsidP="006B709C">
                        <w:pPr>
                          <w:pStyle w:val="Corpsdetexte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Fond de la semelle</w:t>
                        </w:r>
                      </w:p>
                      <w:p w14:paraId="4AE433B6" w14:textId="73919CE2" w:rsidR="006F3BB7" w:rsidRPr="006B5144" w:rsidRDefault="006F3BB7" w:rsidP="006F3BB7">
                        <w:pPr>
                          <w:pStyle w:val="Corpsdetexte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PANTONE </w:t>
                        </w:r>
                        <w:proofErr w:type="spellStart"/>
                        <w:r>
                          <w:rPr>
                            <w:rFonts w:ascii="Arial" w:hAnsi="Arial" w:cs="Arial"/>
                          </w:rPr>
                          <w:t>TCX</w:t>
                        </w:r>
                        <w:proofErr w:type="spellEnd"/>
                        <w:r>
                          <w:rPr>
                            <w:rFonts w:ascii="Arial" w:hAnsi="Arial" w:cs="Arial"/>
                          </w:rPr>
                          <w:t xml:space="preserve"> 19-1762</w:t>
                        </w:r>
                      </w:p>
                      <w:p w14:paraId="5DC0DCD1" w14:textId="77777777" w:rsidR="006F3BB7" w:rsidRPr="006B5144" w:rsidRDefault="006F3BB7" w:rsidP="006B709C">
                        <w:pPr>
                          <w:pStyle w:val="Corpsdetexte"/>
                          <w:rPr>
                            <w:rFonts w:ascii="Arial" w:hAnsi="Arial" w:cs="Arial"/>
                          </w:rPr>
                        </w:pPr>
                      </w:p>
                      <w:p w14:paraId="26EC8533" w14:textId="77777777" w:rsidR="006B709C" w:rsidRDefault="006B709C" w:rsidP="006B709C"/>
                    </w:txbxContent>
                  </v:textbox>
                </v:shape>
              </v:group>
            </w:pict>
          </mc:Fallback>
        </mc:AlternateContent>
      </w:r>
      <w:r w:rsidR="00E203C8">
        <w:rPr>
          <w:rFonts w:ascii="Arial" w:hAnsi="Arial" w:cs="Arial"/>
          <w:noProof/>
        </w:rPr>
        <w:drawing>
          <wp:inline distT="0" distB="0" distL="0" distR="0" wp14:anchorId="4D8F63A0" wp14:editId="24D8B5C0">
            <wp:extent cx="4914900" cy="2688452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roisquart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6415" cy="270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3131B" w14:textId="7D1FCA3A" w:rsidR="00AC0C47" w:rsidRDefault="00AC0C47" w:rsidP="006B5144">
      <w:pPr>
        <w:pStyle w:val="Corpsdetexte"/>
        <w:rPr>
          <w:rFonts w:ascii="Arial" w:hAnsi="Arial" w:cs="Arial"/>
        </w:rPr>
      </w:pPr>
    </w:p>
    <w:p w14:paraId="59953357" w14:textId="487632B6" w:rsidR="00E203C8" w:rsidRDefault="00E203C8" w:rsidP="006B5144">
      <w:pPr>
        <w:pStyle w:val="Corpsdetexte"/>
        <w:rPr>
          <w:rFonts w:ascii="Arial" w:hAnsi="Arial" w:cs="Arial"/>
          <w:noProof/>
        </w:rPr>
      </w:pPr>
    </w:p>
    <w:p w14:paraId="0B2AB2CF" w14:textId="79845C16" w:rsidR="00E203C8" w:rsidRDefault="006D2D32" w:rsidP="006B5144">
      <w:pPr>
        <w:pStyle w:val="Corpsdetexte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2CF7D6CB" wp14:editId="72132924">
            <wp:simplePos x="0" y="0"/>
            <wp:positionH relativeFrom="column">
              <wp:posOffset>143510</wp:posOffset>
            </wp:positionH>
            <wp:positionV relativeFrom="paragraph">
              <wp:posOffset>165735</wp:posOffset>
            </wp:positionV>
            <wp:extent cx="5570466" cy="209550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essus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16" b="26269"/>
                    <a:stretch/>
                  </pic:blipFill>
                  <pic:spPr bwMode="auto">
                    <a:xfrm>
                      <a:off x="0" y="0"/>
                      <a:ext cx="5570466" cy="2095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DC765" w14:textId="36BD0177" w:rsidR="00E203C8" w:rsidRDefault="00E203C8" w:rsidP="006B5144">
      <w:pPr>
        <w:pStyle w:val="Corpsdetexte"/>
        <w:rPr>
          <w:rFonts w:ascii="Arial" w:hAnsi="Arial" w:cs="Arial"/>
        </w:rPr>
      </w:pPr>
    </w:p>
    <w:p w14:paraId="75A59877" w14:textId="01C513A5" w:rsidR="0020016D" w:rsidRDefault="0020016D" w:rsidP="006B5144">
      <w:pPr>
        <w:pStyle w:val="Corpsdetexte"/>
        <w:rPr>
          <w:rFonts w:ascii="Arial" w:hAnsi="Arial" w:cs="Arial"/>
        </w:rPr>
      </w:pPr>
    </w:p>
    <w:p w14:paraId="008F620F" w14:textId="17B18703" w:rsidR="000D51D3" w:rsidRDefault="000D51D3" w:rsidP="006B5144">
      <w:pPr>
        <w:pStyle w:val="Corpsdetexte"/>
        <w:rPr>
          <w:rFonts w:ascii="Arial" w:hAnsi="Arial" w:cs="Arial"/>
        </w:rPr>
      </w:pPr>
    </w:p>
    <w:p w14:paraId="109532FD" w14:textId="46D1BD67" w:rsidR="000D51D3" w:rsidRDefault="000D51D3" w:rsidP="006B5144">
      <w:pPr>
        <w:pStyle w:val="Corpsdetexte"/>
        <w:rPr>
          <w:rFonts w:ascii="Arial" w:hAnsi="Arial" w:cs="Arial"/>
        </w:rPr>
      </w:pPr>
    </w:p>
    <w:p w14:paraId="775BEBDE" w14:textId="1C7492B2" w:rsidR="000D51D3" w:rsidRDefault="000D51D3" w:rsidP="006B5144">
      <w:pPr>
        <w:pStyle w:val="Corpsdetexte"/>
        <w:rPr>
          <w:rFonts w:ascii="Arial" w:hAnsi="Arial" w:cs="Arial"/>
        </w:rPr>
      </w:pPr>
    </w:p>
    <w:p w14:paraId="3F2C71A2" w14:textId="27102BD2" w:rsidR="000D51D3" w:rsidRDefault="000D51D3" w:rsidP="006B5144">
      <w:pPr>
        <w:pStyle w:val="Corpsdetexte"/>
        <w:rPr>
          <w:rFonts w:ascii="Arial" w:hAnsi="Arial" w:cs="Arial"/>
        </w:rPr>
      </w:pPr>
    </w:p>
    <w:p w14:paraId="326DD435" w14:textId="3A72C295" w:rsidR="000D51D3" w:rsidRDefault="000D51D3" w:rsidP="006B5144">
      <w:pPr>
        <w:pStyle w:val="Corpsdetexte"/>
        <w:rPr>
          <w:rFonts w:ascii="Arial" w:hAnsi="Arial" w:cs="Arial"/>
        </w:rPr>
      </w:pPr>
    </w:p>
    <w:p w14:paraId="5F9F92FD" w14:textId="07D6CAFB" w:rsidR="000D51D3" w:rsidRDefault="000D51D3">
      <w:pPr>
        <w:rPr>
          <w:rFonts w:eastAsia="Times New Roman"/>
          <w:sz w:val="22"/>
          <w:szCs w:val="20"/>
        </w:rPr>
      </w:pPr>
      <w:r>
        <w:br w:type="page"/>
      </w:r>
    </w:p>
    <w:p w14:paraId="65758AAB" w14:textId="77777777" w:rsidR="000D51D3" w:rsidRDefault="000D51D3" w:rsidP="000D51D3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MÉTHODOLOGIE PROPOSÉE </w:t>
      </w:r>
    </w:p>
    <w:p w14:paraId="6955A8D8" w14:textId="77777777" w:rsidR="000D51D3" w:rsidRDefault="000D51D3" w:rsidP="000D51D3">
      <w:pPr>
        <w:pStyle w:val="Default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04"/>
        <w:gridCol w:w="4804"/>
      </w:tblGrid>
      <w:tr w:rsidR="000D51D3" w14:paraId="11B95A49" w14:textId="77777777" w:rsidTr="00E57258">
        <w:tc>
          <w:tcPr>
            <w:tcW w:w="4804" w:type="dxa"/>
            <w:vAlign w:val="center"/>
          </w:tcPr>
          <w:p w14:paraId="163B67CC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Étapes</w:t>
            </w:r>
          </w:p>
        </w:tc>
        <w:tc>
          <w:tcPr>
            <w:tcW w:w="4804" w:type="dxa"/>
          </w:tcPr>
          <w:p w14:paraId="0009C438" w14:textId="77777777" w:rsidR="000D51D3" w:rsidRDefault="000D51D3" w:rsidP="00E57258">
            <w:pPr>
              <w:pStyle w:val="Default"/>
              <w:spacing w:after="20"/>
              <w:rPr>
                <w:noProof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t>Résultat attendu et fonction à utiliser</w:t>
            </w:r>
          </w:p>
        </w:tc>
      </w:tr>
      <w:tr w:rsidR="000D51D3" w14:paraId="427D3059" w14:textId="77777777" w:rsidTr="00E57258">
        <w:tc>
          <w:tcPr>
            <w:tcW w:w="4804" w:type="dxa"/>
            <w:vAlign w:val="center"/>
          </w:tcPr>
          <w:p w14:paraId="0EC95001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Orienter la forme en fonction de la </w:t>
            </w:r>
            <w:r w:rsidRPr="00980D0F">
              <w:rPr>
                <w:b/>
                <w:bCs/>
                <w:sz w:val="23"/>
                <w:szCs w:val="23"/>
              </w:rPr>
              <w:t>hauteur de la forme</w:t>
            </w:r>
            <w:r>
              <w:rPr>
                <w:sz w:val="23"/>
                <w:szCs w:val="23"/>
              </w:rPr>
              <w:t xml:space="preserve"> (différent de la hauteur du talon).</w:t>
            </w:r>
          </w:p>
        </w:tc>
        <w:tc>
          <w:tcPr>
            <w:tcW w:w="4804" w:type="dxa"/>
          </w:tcPr>
          <w:p w14:paraId="5C0F014F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drawing>
                <wp:inline distT="0" distB="0" distL="0" distR="0" wp14:anchorId="1EE8B56C" wp14:editId="6084BE9C">
                  <wp:extent cx="2138293" cy="815975"/>
                  <wp:effectExtent l="0" t="0" r="0" b="317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auteur talon2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8250" cy="823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B21E44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Menu </w:t>
            </w:r>
            <w:r w:rsidRPr="00980D0F">
              <w:rPr>
                <w:b/>
                <w:bCs/>
                <w:sz w:val="23"/>
                <w:szCs w:val="23"/>
              </w:rPr>
              <w:t>Forme – Orienter forme</w:t>
            </w:r>
          </w:p>
          <w:p w14:paraId="3A3FF3EA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</w:p>
        </w:tc>
      </w:tr>
      <w:tr w:rsidR="000D51D3" w14:paraId="2F2422A3" w14:textId="77777777" w:rsidTr="00E57258">
        <w:tc>
          <w:tcPr>
            <w:tcW w:w="4804" w:type="dxa"/>
            <w:vAlign w:val="center"/>
          </w:tcPr>
          <w:p w14:paraId="57B4A617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 w:rsidRPr="00980D0F">
              <w:rPr>
                <w:b/>
                <w:bCs/>
                <w:sz w:val="23"/>
                <w:szCs w:val="23"/>
              </w:rPr>
              <w:t>Créer les lignes de carre</w:t>
            </w:r>
            <w:r>
              <w:rPr>
                <w:sz w:val="23"/>
                <w:szCs w:val="23"/>
              </w:rPr>
              <w:t xml:space="preserve"> interne et externe</w:t>
            </w:r>
          </w:p>
          <w:p w14:paraId="48549F70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</w:p>
        </w:tc>
        <w:tc>
          <w:tcPr>
            <w:tcW w:w="4804" w:type="dxa"/>
          </w:tcPr>
          <w:p w14:paraId="717578C8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drawing>
                <wp:inline distT="0" distB="0" distL="0" distR="0" wp14:anchorId="5F91405C" wp14:editId="625EF385">
                  <wp:extent cx="2042160" cy="1134102"/>
                  <wp:effectExtent l="0" t="0" r="0" b="952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igne carre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959" cy="114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A77C7A" w14:textId="77777777" w:rsidR="000D51D3" w:rsidRDefault="000D51D3" w:rsidP="00E57258">
            <w:pPr>
              <w:pStyle w:val="Default"/>
              <w:spacing w:after="20"/>
              <w:rPr>
                <w:b/>
                <w:bCs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669504" behindDoc="0" locked="0" layoutInCell="1" allowOverlap="1" wp14:anchorId="6FB116F2" wp14:editId="77CA35C0">
                  <wp:simplePos x="0" y="0"/>
                  <wp:positionH relativeFrom="column">
                    <wp:posOffset>941070</wp:posOffset>
                  </wp:positionH>
                  <wp:positionV relativeFrom="paragraph">
                    <wp:posOffset>316865</wp:posOffset>
                  </wp:positionV>
                  <wp:extent cx="1196340" cy="198120"/>
                  <wp:effectExtent l="0" t="0" r="381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our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9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Menu </w:t>
            </w:r>
            <w:r w:rsidRPr="00980D0F">
              <w:rPr>
                <w:b/>
                <w:bCs/>
                <w:sz w:val="23"/>
                <w:szCs w:val="23"/>
              </w:rPr>
              <w:t>Dessin - Courbe – Extraction de contour</w:t>
            </w:r>
          </w:p>
          <w:p w14:paraId="2E5F3CD9" w14:textId="77777777" w:rsidR="000D51D3" w:rsidRDefault="000D51D3" w:rsidP="00E57258">
            <w:pPr>
              <w:pStyle w:val="Default"/>
              <w:spacing w:after="20"/>
              <w:rPr>
                <w:b/>
                <w:bCs/>
                <w:sz w:val="23"/>
                <w:szCs w:val="23"/>
              </w:rPr>
            </w:pPr>
          </w:p>
          <w:p w14:paraId="16AE1339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</w:p>
        </w:tc>
      </w:tr>
      <w:tr w:rsidR="000D51D3" w14:paraId="247E02B3" w14:textId="77777777" w:rsidTr="00E57258">
        <w:tc>
          <w:tcPr>
            <w:tcW w:w="4804" w:type="dxa"/>
          </w:tcPr>
          <w:p w14:paraId="18519225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 w:rsidRPr="00404FE2">
              <w:rPr>
                <w:b/>
                <w:bCs/>
                <w:sz w:val="23"/>
                <w:szCs w:val="23"/>
              </w:rPr>
              <w:t xml:space="preserve">Positionner </w:t>
            </w:r>
            <w:r>
              <w:rPr>
                <w:sz w:val="23"/>
                <w:szCs w:val="23"/>
              </w:rPr>
              <w:t>les repères de construction</w:t>
            </w:r>
          </w:p>
          <w:p w14:paraId="0C60617F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Construction de segments de points ou de droites.</w:t>
            </w:r>
          </w:p>
          <w:p w14:paraId="6889069F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</w:p>
        </w:tc>
        <w:tc>
          <w:tcPr>
            <w:tcW w:w="4804" w:type="dxa"/>
          </w:tcPr>
          <w:p w14:paraId="6BCFF885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drawing>
                <wp:inline distT="0" distB="0" distL="0" distR="0" wp14:anchorId="237D0010" wp14:editId="0D781C4A">
                  <wp:extent cx="998220" cy="1142472"/>
                  <wp:effectExtent l="0" t="0" r="0" b="63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hauteur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423" cy="1146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51D3" w14:paraId="57AA4E63" w14:textId="77777777" w:rsidTr="00E57258">
        <w:trPr>
          <w:trHeight w:val="2891"/>
        </w:trPr>
        <w:tc>
          <w:tcPr>
            <w:tcW w:w="4804" w:type="dxa"/>
          </w:tcPr>
          <w:p w14:paraId="113A5496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 w:rsidRPr="00404FE2">
              <w:rPr>
                <w:b/>
                <w:bCs/>
                <w:sz w:val="23"/>
                <w:szCs w:val="23"/>
              </w:rPr>
              <w:t>Dessiner le profil</w:t>
            </w:r>
            <w:r>
              <w:rPr>
                <w:sz w:val="23"/>
                <w:szCs w:val="23"/>
              </w:rPr>
              <w:t xml:space="preserve"> latéral de la semelle.</w:t>
            </w:r>
          </w:p>
          <w:p w14:paraId="05CBC3E1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</w:p>
          <w:p w14:paraId="752649DB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(Voir tutoriel de la fonction courbe)</w:t>
            </w:r>
          </w:p>
          <w:p w14:paraId="58EC3C76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</w:p>
          <w:p w14:paraId="79D855E7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</w:p>
        </w:tc>
        <w:tc>
          <w:tcPr>
            <w:tcW w:w="4804" w:type="dxa"/>
          </w:tcPr>
          <w:p w14:paraId="7B64735A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3E1F861" wp14:editId="1F02959B">
                      <wp:simplePos x="0" y="0"/>
                      <wp:positionH relativeFrom="column">
                        <wp:posOffset>1636395</wp:posOffset>
                      </wp:positionH>
                      <wp:positionV relativeFrom="paragraph">
                        <wp:posOffset>256540</wp:posOffset>
                      </wp:positionV>
                      <wp:extent cx="1171575" cy="180975"/>
                      <wp:effectExtent l="0" t="0" r="28575" b="28575"/>
                      <wp:wrapNone/>
                      <wp:docPr id="13" name="Rectangle : coins arrondi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18097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FD017DE" id="Rectangle : coins arrondis 13" o:spid="_x0000_s1026" style="position:absolute;margin-left:128.85pt;margin-top:20.2pt;width:92.25pt;height:14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" filled="f" strokecolor="red" strokeweight="2pt"/>
                  </w:pict>
                </mc:Fallback>
              </mc:AlternateContent>
            </w:r>
            <w:r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670528" behindDoc="0" locked="0" layoutInCell="1" allowOverlap="1" wp14:anchorId="41321228" wp14:editId="38EF60DF">
                  <wp:simplePos x="0" y="0"/>
                  <wp:positionH relativeFrom="column">
                    <wp:posOffset>1626870</wp:posOffset>
                  </wp:positionH>
                  <wp:positionV relativeFrom="paragraph">
                    <wp:posOffset>56515</wp:posOffset>
                  </wp:positionV>
                  <wp:extent cx="1196340" cy="1653540"/>
                  <wp:effectExtent l="0" t="0" r="3810" b="381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ourbe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65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3"/>
                <w:szCs w:val="23"/>
              </w:rPr>
              <w:drawing>
                <wp:inline distT="0" distB="0" distL="0" distR="0" wp14:anchorId="52642AC5" wp14:editId="67C9A6A6">
                  <wp:extent cx="482337" cy="1043940"/>
                  <wp:effectExtent l="0" t="0" r="0" b="381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rofil 1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31" cy="1073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51D3" w14:paraId="66830AA9" w14:textId="77777777" w:rsidTr="00E57258">
        <w:trPr>
          <w:trHeight w:val="5102"/>
        </w:trPr>
        <w:tc>
          <w:tcPr>
            <w:tcW w:w="4804" w:type="dxa"/>
            <w:vAlign w:val="center"/>
          </w:tcPr>
          <w:p w14:paraId="3B8E0E32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 w:rsidRPr="00404FE2">
              <w:rPr>
                <w:b/>
                <w:bCs/>
                <w:sz w:val="23"/>
                <w:szCs w:val="23"/>
              </w:rPr>
              <w:t>Générer les surfaces</w:t>
            </w:r>
            <w:r>
              <w:rPr>
                <w:sz w:val="23"/>
                <w:szCs w:val="23"/>
              </w:rPr>
              <w:t xml:space="preserve"> latérales par balayage</w:t>
            </w:r>
          </w:p>
          <w:p w14:paraId="53C37306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671552" behindDoc="0" locked="0" layoutInCell="1" allowOverlap="1" wp14:anchorId="3E0B1B67" wp14:editId="4B2703E0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33020</wp:posOffset>
                  </wp:positionV>
                  <wp:extent cx="1478280" cy="2682240"/>
                  <wp:effectExtent l="0" t="0" r="7620" b="381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rnement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268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208560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CC90D3" wp14:editId="6CDCD06E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1663065</wp:posOffset>
                      </wp:positionV>
                      <wp:extent cx="1457325" cy="200025"/>
                      <wp:effectExtent l="0" t="0" r="28575" b="28575"/>
                      <wp:wrapNone/>
                      <wp:docPr id="17" name="Rectangle : coins arrondi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7325" cy="20002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28106B" id="Rectangle : coins arrondis 17" o:spid="_x0000_s1026" style="position:absolute;margin-left:47.4pt;margin-top:130.95pt;width:114.7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" filled="f" strokecolor="red" strokeweight="2pt"/>
                  </w:pict>
                </mc:Fallback>
              </mc:AlternateContent>
            </w:r>
          </w:p>
        </w:tc>
        <w:tc>
          <w:tcPr>
            <w:tcW w:w="4804" w:type="dxa"/>
          </w:tcPr>
          <w:p w14:paraId="56A95F55" w14:textId="77777777" w:rsidR="000D51D3" w:rsidRDefault="000D51D3" w:rsidP="00E57258">
            <w:pPr>
              <w:pStyle w:val="Default"/>
              <w:spacing w:after="20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Menu </w:t>
            </w:r>
            <w:r w:rsidRPr="00404FE2">
              <w:rPr>
                <w:b/>
                <w:bCs/>
                <w:sz w:val="23"/>
                <w:szCs w:val="23"/>
              </w:rPr>
              <w:t>Ornements – Surface par balayage</w:t>
            </w:r>
          </w:p>
          <w:p w14:paraId="3ABB2735" w14:textId="77777777" w:rsidR="000D51D3" w:rsidRDefault="000D51D3" w:rsidP="00E57258">
            <w:pPr>
              <w:pStyle w:val="Default"/>
              <w:spacing w:after="20"/>
              <w:rPr>
                <w:b/>
                <w:bCs/>
                <w:sz w:val="23"/>
                <w:szCs w:val="23"/>
              </w:rPr>
            </w:pPr>
          </w:p>
          <w:p w14:paraId="38DBE23D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672576" behindDoc="0" locked="0" layoutInCell="1" allowOverlap="1" wp14:anchorId="6E350DBC" wp14:editId="045CD638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491490</wp:posOffset>
                  </wp:positionV>
                  <wp:extent cx="2346960" cy="2003859"/>
                  <wp:effectExtent l="0" t="0" r="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surface latérale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960" cy="2003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23"/>
                <w:szCs w:val="23"/>
              </w:rPr>
              <w:t>(1 guide) et 2 (ou plus) sections (profil)</w:t>
            </w:r>
          </w:p>
        </w:tc>
      </w:tr>
      <w:tr w:rsidR="000D51D3" w14:paraId="033EA7AA" w14:textId="77777777" w:rsidTr="00E57258">
        <w:trPr>
          <w:trHeight w:val="2778"/>
        </w:trPr>
        <w:tc>
          <w:tcPr>
            <w:tcW w:w="4804" w:type="dxa"/>
            <w:vAlign w:val="center"/>
          </w:tcPr>
          <w:p w14:paraId="4C3CE0B1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 w:rsidRPr="00404FE2">
              <w:rPr>
                <w:b/>
                <w:bCs/>
                <w:sz w:val="23"/>
                <w:szCs w:val="23"/>
              </w:rPr>
              <w:t>Dessiner le profil de la semelle</w:t>
            </w:r>
            <w:r>
              <w:rPr>
                <w:sz w:val="23"/>
                <w:szCs w:val="23"/>
              </w:rPr>
              <w:t xml:space="preserve"> de contact.</w:t>
            </w:r>
          </w:p>
          <w:p w14:paraId="5684C456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partir de la ligne du « sol »</w:t>
            </w:r>
          </w:p>
          <w:p w14:paraId="3E6CEF82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</w:p>
        </w:tc>
        <w:tc>
          <w:tcPr>
            <w:tcW w:w="4804" w:type="dxa"/>
          </w:tcPr>
          <w:p w14:paraId="742D2704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673600" behindDoc="0" locked="0" layoutInCell="1" allowOverlap="1" wp14:anchorId="7892CBA0" wp14:editId="329ABC8D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302260</wp:posOffset>
                  </wp:positionV>
                  <wp:extent cx="2747574" cy="1289050"/>
                  <wp:effectExtent l="0" t="0" r="0" b="635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rofil2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7574" cy="128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Menu </w:t>
            </w:r>
            <w:r w:rsidRPr="00404FE2">
              <w:rPr>
                <w:b/>
                <w:bCs/>
                <w:sz w:val="23"/>
                <w:szCs w:val="23"/>
              </w:rPr>
              <w:t>Dessin - Courbe - Courbes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0D51D3" w14:paraId="6A252B69" w14:textId="77777777" w:rsidTr="00E57258">
        <w:trPr>
          <w:trHeight w:val="3798"/>
        </w:trPr>
        <w:tc>
          <w:tcPr>
            <w:tcW w:w="4804" w:type="dxa"/>
            <w:vAlign w:val="center"/>
          </w:tcPr>
          <w:p w14:paraId="15B2C4C1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 w:rsidRPr="00F12997">
              <w:rPr>
                <w:b/>
                <w:bCs/>
                <w:sz w:val="23"/>
                <w:szCs w:val="23"/>
              </w:rPr>
              <w:t>Projeter le profil</w:t>
            </w:r>
            <w:r>
              <w:rPr>
                <w:sz w:val="23"/>
                <w:szCs w:val="23"/>
              </w:rPr>
              <w:t xml:space="preserve"> sur les surfaces internes et externes.</w:t>
            </w:r>
          </w:p>
        </w:tc>
        <w:tc>
          <w:tcPr>
            <w:tcW w:w="4804" w:type="dxa"/>
          </w:tcPr>
          <w:p w14:paraId="0632E91A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679744" behindDoc="0" locked="0" layoutInCell="1" allowOverlap="1" wp14:anchorId="754037C6" wp14:editId="3BA89CDE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304165</wp:posOffset>
                  </wp:positionV>
                  <wp:extent cx="2425998" cy="1927860"/>
                  <wp:effectExtent l="0" t="0" r="0" b="0"/>
                  <wp:wrapNone/>
                  <wp:docPr id="195" name="Imag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rojeter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5998" cy="1927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Menu : </w:t>
            </w:r>
            <w:r w:rsidRPr="00F12997">
              <w:rPr>
                <w:b/>
                <w:bCs/>
                <w:sz w:val="23"/>
                <w:szCs w:val="23"/>
              </w:rPr>
              <w:t>Dessin sur forme - Projeter</w:t>
            </w:r>
          </w:p>
        </w:tc>
      </w:tr>
      <w:tr w:rsidR="000D51D3" w14:paraId="32F6043B" w14:textId="77777777" w:rsidTr="00E57258">
        <w:trPr>
          <w:trHeight w:val="3402"/>
        </w:trPr>
        <w:tc>
          <w:tcPr>
            <w:tcW w:w="4804" w:type="dxa"/>
            <w:vAlign w:val="center"/>
          </w:tcPr>
          <w:p w14:paraId="2EFF585A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 w:rsidRPr="00F12997">
              <w:rPr>
                <w:b/>
                <w:bCs/>
                <w:sz w:val="23"/>
                <w:szCs w:val="23"/>
              </w:rPr>
              <w:t>Extraire les surfaces</w:t>
            </w:r>
            <w:r>
              <w:rPr>
                <w:sz w:val="23"/>
                <w:szCs w:val="23"/>
              </w:rPr>
              <w:t xml:space="preserve"> de la semelle.</w:t>
            </w:r>
          </w:p>
          <w:p w14:paraId="14ED3C2E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En vue de côté.</w:t>
            </w:r>
          </w:p>
        </w:tc>
        <w:tc>
          <w:tcPr>
            <w:tcW w:w="4804" w:type="dxa"/>
          </w:tcPr>
          <w:p w14:paraId="6C2A6F20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 w:rsidRPr="00F12997">
              <w:rPr>
                <w:b/>
                <w:bCs/>
                <w:noProof/>
                <w:sz w:val="23"/>
                <w:szCs w:val="23"/>
              </w:rPr>
              <w:drawing>
                <wp:anchor distT="0" distB="0" distL="114300" distR="114300" simplePos="0" relativeHeight="251678720" behindDoc="0" locked="0" layoutInCell="1" allowOverlap="1" wp14:anchorId="4E96C6E4" wp14:editId="0958F54B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389890</wp:posOffset>
                  </wp:positionV>
                  <wp:extent cx="2674879" cy="1516379"/>
                  <wp:effectExtent l="0" t="0" r="0" b="8255"/>
                  <wp:wrapNone/>
                  <wp:docPr id="196" name="Imag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surface restre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4879" cy="1516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Menu : </w:t>
            </w:r>
            <w:r w:rsidRPr="00F12997">
              <w:rPr>
                <w:b/>
                <w:bCs/>
                <w:sz w:val="23"/>
                <w:szCs w:val="23"/>
              </w:rPr>
              <w:t>Pièce – Surface restreinte</w:t>
            </w:r>
          </w:p>
        </w:tc>
      </w:tr>
      <w:tr w:rsidR="000D51D3" w14:paraId="62FA3DC2" w14:textId="77777777" w:rsidTr="00E57258">
        <w:trPr>
          <w:trHeight w:val="2721"/>
        </w:trPr>
        <w:tc>
          <w:tcPr>
            <w:tcW w:w="4804" w:type="dxa"/>
            <w:vAlign w:val="center"/>
          </w:tcPr>
          <w:p w14:paraId="230D0A9A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 w:rsidRPr="00F12997">
              <w:rPr>
                <w:b/>
                <w:bCs/>
                <w:sz w:val="23"/>
                <w:szCs w:val="23"/>
              </w:rPr>
              <w:t>Créer la surface de contact</w:t>
            </w:r>
            <w:r>
              <w:rPr>
                <w:sz w:val="23"/>
                <w:szCs w:val="23"/>
              </w:rPr>
              <w:t xml:space="preserve"> avec le sol par balayage (0 guides).</w:t>
            </w:r>
          </w:p>
        </w:tc>
        <w:tc>
          <w:tcPr>
            <w:tcW w:w="4804" w:type="dxa"/>
          </w:tcPr>
          <w:p w14:paraId="465C6E24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676672" behindDoc="0" locked="0" layoutInCell="1" allowOverlap="1" wp14:anchorId="34C6F744" wp14:editId="5008CE4F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291465</wp:posOffset>
                  </wp:positionV>
                  <wp:extent cx="2501608" cy="1368381"/>
                  <wp:effectExtent l="0" t="0" r="0" b="0"/>
                  <wp:wrapNone/>
                  <wp:docPr id="197" name="Imag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troisquart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608" cy="1368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Menu : </w:t>
            </w:r>
            <w:r w:rsidRPr="00404FE2">
              <w:rPr>
                <w:b/>
                <w:bCs/>
                <w:sz w:val="23"/>
                <w:szCs w:val="23"/>
              </w:rPr>
              <w:t>Ornements – Surface par balayage</w:t>
            </w:r>
          </w:p>
        </w:tc>
      </w:tr>
      <w:tr w:rsidR="000D51D3" w14:paraId="42E75518" w14:textId="77777777" w:rsidTr="00E57258">
        <w:trPr>
          <w:trHeight w:val="3005"/>
        </w:trPr>
        <w:tc>
          <w:tcPr>
            <w:tcW w:w="4804" w:type="dxa"/>
            <w:vAlign w:val="center"/>
          </w:tcPr>
          <w:p w14:paraId="35201DC9" w14:textId="77777777" w:rsidR="000D51D3" w:rsidRDefault="000D51D3" w:rsidP="00E57258">
            <w:pPr>
              <w:pStyle w:val="Default"/>
              <w:spacing w:after="20"/>
              <w:rPr>
                <w:b/>
                <w:bCs/>
                <w:sz w:val="23"/>
                <w:szCs w:val="23"/>
              </w:rPr>
            </w:pPr>
            <w:r w:rsidRPr="00F12997">
              <w:rPr>
                <w:b/>
                <w:bCs/>
                <w:sz w:val="23"/>
                <w:szCs w:val="23"/>
              </w:rPr>
              <w:t>Fermer la semelle</w:t>
            </w:r>
          </w:p>
          <w:p w14:paraId="2C23677C" w14:textId="77777777" w:rsidR="000D51D3" w:rsidRPr="00F12997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 w:rsidRPr="00F12997">
              <w:rPr>
                <w:sz w:val="23"/>
                <w:szCs w:val="23"/>
              </w:rPr>
              <w:t>Créer une surface par décalage de la première de forme.</w:t>
            </w:r>
          </w:p>
        </w:tc>
        <w:tc>
          <w:tcPr>
            <w:tcW w:w="4804" w:type="dxa"/>
          </w:tcPr>
          <w:p w14:paraId="6545D41D" w14:textId="77777777" w:rsidR="000D51D3" w:rsidRDefault="000D51D3" w:rsidP="00E57258">
            <w:pPr>
              <w:pStyle w:val="Default"/>
              <w:spacing w:after="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Menu : </w:t>
            </w:r>
            <w:r w:rsidRPr="00F12997">
              <w:rPr>
                <w:b/>
                <w:bCs/>
                <w:sz w:val="23"/>
                <w:szCs w:val="23"/>
              </w:rPr>
              <w:t xml:space="preserve">Pièce – </w:t>
            </w:r>
            <w:r>
              <w:rPr>
                <w:b/>
                <w:bCs/>
                <w:sz w:val="23"/>
                <w:szCs w:val="23"/>
              </w:rPr>
              <w:t>Décaler surface</w:t>
            </w:r>
            <w:r>
              <w:rPr>
                <w:noProof/>
                <w:sz w:val="23"/>
                <w:szCs w:val="23"/>
              </w:rPr>
              <w:t xml:space="preserve"> </w:t>
            </w:r>
            <w:r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677696" behindDoc="0" locked="0" layoutInCell="1" allowOverlap="1" wp14:anchorId="7CDF8809" wp14:editId="2672AB38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290830</wp:posOffset>
                  </wp:positionV>
                  <wp:extent cx="2752557" cy="1546859"/>
                  <wp:effectExtent l="0" t="0" r="0" b="0"/>
                  <wp:wrapNone/>
                  <wp:docPr id="198" name="Imag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dessus seme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557" cy="1546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FB85D86" w14:textId="77777777" w:rsidR="000D51D3" w:rsidRDefault="000D51D3" w:rsidP="000D51D3">
      <w:pPr>
        <w:pStyle w:val="Default"/>
        <w:spacing w:after="20"/>
        <w:rPr>
          <w:sz w:val="23"/>
          <w:szCs w:val="23"/>
        </w:rPr>
      </w:pPr>
    </w:p>
    <w:p w14:paraId="5635B535" w14:textId="77777777" w:rsidR="000D51D3" w:rsidRDefault="000D51D3" w:rsidP="006B5144">
      <w:pPr>
        <w:pStyle w:val="Corpsdetexte"/>
        <w:rPr>
          <w:rFonts w:ascii="Arial" w:hAnsi="Arial" w:cs="Arial"/>
        </w:rPr>
      </w:pPr>
    </w:p>
    <w:sectPr w:rsidR="000D51D3" w:rsidSect="00420F83">
      <w:headerReference w:type="default" r:id="rId26"/>
      <w:footerReference w:type="default" r:id="rId27"/>
      <w:pgSz w:w="11906" w:h="16838" w:code="9"/>
      <w:pgMar w:top="851" w:right="1134" w:bottom="1134" w:left="130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4D74B" w14:textId="77777777" w:rsidR="004D44F9" w:rsidRDefault="004D44F9" w:rsidP="00C00184">
      <w:r>
        <w:separator/>
      </w:r>
    </w:p>
  </w:endnote>
  <w:endnote w:type="continuationSeparator" w:id="0">
    <w:p w14:paraId="203582CF" w14:textId="77777777" w:rsidR="004D44F9" w:rsidRDefault="004D44F9" w:rsidP="00C0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tblpXSpec="center" w:tblpY="1"/>
      <w:tblOverlap w:val="never"/>
      <w:tblW w:w="10740" w:type="dxa"/>
      <w:jc w:val="center"/>
      <w:tblLook w:val="04A0" w:firstRow="1" w:lastRow="0" w:firstColumn="1" w:lastColumn="0" w:noHBand="0" w:noVBand="1"/>
    </w:tblPr>
    <w:tblGrid>
      <w:gridCol w:w="2345"/>
      <w:gridCol w:w="5701"/>
      <w:gridCol w:w="2694"/>
    </w:tblGrid>
    <w:tr w:rsidR="00D013D1" w:rsidRPr="00DC60A8" w14:paraId="6A17ECE1" w14:textId="77777777" w:rsidTr="00320DD6">
      <w:trPr>
        <w:jc w:val="center"/>
      </w:trPr>
      <w:tc>
        <w:tcPr>
          <w:tcW w:w="2345" w:type="dxa"/>
          <w:tcBorders>
            <w:right w:val="single" w:sz="4" w:space="0" w:color="auto"/>
          </w:tcBorders>
        </w:tcPr>
        <w:p w14:paraId="3A59F2E2" w14:textId="77777777" w:rsidR="00D013D1" w:rsidRPr="003D7A79" w:rsidRDefault="00D013D1" w:rsidP="00320DD6">
          <w:pPr>
            <w:pStyle w:val="En-tte"/>
            <w:rPr>
              <w:b/>
              <w:sz w:val="32"/>
            </w:rPr>
          </w:pPr>
          <w:r>
            <w:rPr>
              <w:b/>
            </w:rPr>
            <w:t>BTS MMCM</w:t>
          </w:r>
        </w:p>
      </w:tc>
      <w:tc>
        <w:tcPr>
          <w:tcW w:w="5701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27C7A6E3" w14:textId="3DD67F2E" w:rsidR="00D013D1" w:rsidRPr="003D7A79" w:rsidRDefault="00D013D1" w:rsidP="00320DD6">
          <w:pPr>
            <w:pStyle w:val="Pieddepage"/>
            <w:rPr>
              <w:sz w:val="14"/>
            </w:rPr>
          </w:pPr>
          <w:r w:rsidRPr="00B97BC3">
            <w:rPr>
              <w:i/>
              <w:sz w:val="10"/>
            </w:rPr>
            <w:fldChar w:fldCharType="begin"/>
          </w:r>
          <w:r w:rsidRPr="00B97BC3">
            <w:rPr>
              <w:i/>
              <w:sz w:val="10"/>
            </w:rPr>
            <w:instrText xml:space="preserve"> FILENAME  \* Lower  \* MERGEFORMAT </w:instrText>
          </w:r>
          <w:r w:rsidRPr="00B97BC3">
            <w:rPr>
              <w:i/>
              <w:sz w:val="10"/>
            </w:rPr>
            <w:fldChar w:fldCharType="separate"/>
          </w:r>
          <w:r w:rsidR="006F3BB7">
            <w:rPr>
              <w:i/>
              <w:noProof/>
              <w:sz w:val="10"/>
            </w:rPr>
            <w:t>conception d'un semelage rcsv12</w:t>
          </w:r>
          <w:r w:rsidRPr="00B97BC3">
            <w:rPr>
              <w:i/>
              <w:sz w:val="10"/>
            </w:rPr>
            <w:fldChar w:fldCharType="end"/>
          </w:r>
          <w:r>
            <w:rPr>
              <w:i/>
              <w:sz w:val="10"/>
            </w:rPr>
            <w:t xml:space="preserve"> - Lycée du Dauphiné DD &amp; JPG</w:t>
          </w:r>
        </w:p>
      </w:tc>
      <w:tc>
        <w:tcPr>
          <w:tcW w:w="2694" w:type="dxa"/>
          <w:tcBorders>
            <w:left w:val="single" w:sz="4" w:space="0" w:color="auto"/>
          </w:tcBorders>
          <w:vAlign w:val="center"/>
        </w:tcPr>
        <w:p w14:paraId="315A23B0" w14:textId="77777777" w:rsidR="00D013D1" w:rsidRPr="00847816" w:rsidRDefault="00D013D1" w:rsidP="00320DD6">
          <w:pPr>
            <w:pStyle w:val="En-tte"/>
            <w:jc w:val="center"/>
            <w:rPr>
              <w:sz w:val="24"/>
            </w:rPr>
          </w:pPr>
          <w:r w:rsidRPr="00876458">
            <w:rPr>
              <w:sz w:val="22"/>
            </w:rPr>
            <w:t xml:space="preserve">Page </w:t>
          </w:r>
          <w:r w:rsidRPr="00876458">
            <w:rPr>
              <w:sz w:val="22"/>
            </w:rPr>
            <w:fldChar w:fldCharType="begin"/>
          </w:r>
          <w:r w:rsidRPr="00876458">
            <w:rPr>
              <w:sz w:val="22"/>
            </w:rPr>
            <w:instrText xml:space="preserve"> PAGE   \* MERGEFORMAT </w:instrText>
          </w:r>
          <w:r w:rsidRPr="00876458">
            <w:rPr>
              <w:sz w:val="22"/>
            </w:rPr>
            <w:fldChar w:fldCharType="separate"/>
          </w:r>
          <w:r w:rsidR="00977F7E">
            <w:rPr>
              <w:noProof/>
              <w:sz w:val="22"/>
            </w:rPr>
            <w:t>1</w:t>
          </w:r>
          <w:r w:rsidRPr="00876458">
            <w:rPr>
              <w:sz w:val="22"/>
            </w:rPr>
            <w:fldChar w:fldCharType="end"/>
          </w:r>
        </w:p>
      </w:tc>
    </w:tr>
  </w:tbl>
  <w:p w14:paraId="32E75AB1" w14:textId="77777777" w:rsidR="00D013D1" w:rsidRPr="00420F83" w:rsidRDefault="00D013D1" w:rsidP="00420F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11648" behindDoc="0" locked="0" layoutInCell="1" allowOverlap="1" wp14:anchorId="26F733A6" wp14:editId="748536BA">
              <wp:simplePos x="0" y="0"/>
              <wp:positionH relativeFrom="column">
                <wp:posOffset>-512791</wp:posOffset>
              </wp:positionH>
              <wp:positionV relativeFrom="paragraph">
                <wp:posOffset>-100561</wp:posOffset>
              </wp:positionV>
              <wp:extent cx="6858000" cy="0"/>
              <wp:effectExtent l="0" t="0" r="19050" b="1905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673B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0.4pt;margin-top:-7.9pt;width:540pt;height:0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" strokecolor="#548dd4" strokeweight="1.25pt">
              <v:shadow color="#868686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848A0" w14:textId="77777777" w:rsidR="004D44F9" w:rsidRDefault="004D44F9" w:rsidP="00C00184">
      <w:r>
        <w:separator/>
      </w:r>
    </w:p>
  </w:footnote>
  <w:footnote w:type="continuationSeparator" w:id="0">
    <w:p w14:paraId="4FA6F3CB" w14:textId="77777777" w:rsidR="004D44F9" w:rsidRDefault="004D44F9" w:rsidP="00C00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79" w:type="dxa"/>
      <w:tblInd w:w="-709" w:type="dxa"/>
      <w:tblLook w:val="04A0" w:firstRow="1" w:lastRow="0" w:firstColumn="1" w:lastColumn="0" w:noHBand="0" w:noVBand="1"/>
    </w:tblPr>
    <w:tblGrid>
      <w:gridCol w:w="2345"/>
      <w:gridCol w:w="5556"/>
      <w:gridCol w:w="2778"/>
    </w:tblGrid>
    <w:tr w:rsidR="00D013D1" w:rsidRPr="00DC60A8" w14:paraId="51C06467" w14:textId="77777777" w:rsidTr="00876458">
      <w:tc>
        <w:tcPr>
          <w:tcW w:w="2345" w:type="dxa"/>
          <w:tcBorders>
            <w:right w:val="single" w:sz="4" w:space="0" w:color="auto"/>
          </w:tcBorders>
          <w:vAlign w:val="center"/>
        </w:tcPr>
        <w:p w14:paraId="47EF6D56" w14:textId="77777777" w:rsidR="00D013D1" w:rsidRPr="00847816" w:rsidRDefault="005B6813" w:rsidP="005B6813">
          <w:pPr>
            <w:pStyle w:val="En-tte"/>
            <w:rPr>
              <w:rStyle w:val="Titredulivre"/>
              <w:sz w:val="20"/>
              <w:szCs w:val="20"/>
            </w:rPr>
          </w:pPr>
          <w:r>
            <w:rPr>
              <w:rStyle w:val="Titredulivre"/>
              <w:sz w:val="20"/>
              <w:szCs w:val="20"/>
            </w:rPr>
            <w:t>C1</w:t>
          </w:r>
          <w:r w:rsidR="00D013D1" w:rsidRPr="00847816">
            <w:rPr>
              <w:rStyle w:val="Titredulivre"/>
              <w:sz w:val="20"/>
              <w:szCs w:val="20"/>
            </w:rPr>
            <w:t xml:space="preserve"> </w:t>
          </w:r>
          <w:r>
            <w:rPr>
              <w:rStyle w:val="Titredulivre"/>
              <w:sz w:val="20"/>
              <w:szCs w:val="20"/>
            </w:rPr>
            <w:t>Conception</w:t>
          </w:r>
        </w:p>
      </w:tc>
      <w:tc>
        <w:tcPr>
          <w:tcW w:w="5556" w:type="dxa"/>
          <w:tcBorders>
            <w:left w:val="single" w:sz="4" w:space="0" w:color="auto"/>
            <w:right w:val="single" w:sz="4" w:space="0" w:color="auto"/>
          </w:tcBorders>
        </w:tcPr>
        <w:p w14:paraId="474249B8" w14:textId="0B33D7D3" w:rsidR="00D013D1" w:rsidRPr="00C21556" w:rsidRDefault="00D013D1" w:rsidP="00C21556">
          <w:pPr>
            <w:pStyle w:val="Sous-titre"/>
            <w:spacing w:after="0"/>
            <w:jc w:val="left"/>
            <w:rPr>
              <w:rStyle w:val="Titredulivre"/>
            </w:rPr>
          </w:pPr>
          <w:r w:rsidRPr="00C21556">
            <w:rPr>
              <w:rStyle w:val="Titredulivre"/>
            </w:rPr>
            <w:fldChar w:fldCharType="begin"/>
          </w:r>
          <w:r w:rsidRPr="00C21556">
            <w:rPr>
              <w:rStyle w:val="Titredulivre"/>
            </w:rPr>
            <w:instrText xml:space="preserve"> TITLE  \* FirstCap  \* MERGEFORMAT </w:instrText>
          </w:r>
          <w:r w:rsidRPr="00C21556">
            <w:rPr>
              <w:rStyle w:val="Titredulivre"/>
            </w:rPr>
            <w:fldChar w:fldCharType="separate"/>
          </w:r>
          <w:r w:rsidR="006F3BB7">
            <w:rPr>
              <w:rStyle w:val="Titredulivre"/>
            </w:rPr>
            <w:t>Modélisation d'un semelage simple</w:t>
          </w:r>
          <w:r w:rsidRPr="00C21556">
            <w:rPr>
              <w:rStyle w:val="Titredulivre"/>
            </w:rPr>
            <w:fldChar w:fldCharType="end"/>
          </w:r>
        </w:p>
      </w:tc>
      <w:tc>
        <w:tcPr>
          <w:tcW w:w="2778" w:type="dxa"/>
          <w:tcBorders>
            <w:left w:val="single" w:sz="4" w:space="0" w:color="auto"/>
          </w:tcBorders>
        </w:tcPr>
        <w:p w14:paraId="5512EAA3" w14:textId="3D0A3E9A" w:rsidR="00D013D1" w:rsidRPr="006F3BB7" w:rsidRDefault="006F3BB7" w:rsidP="00876458">
          <w:pPr>
            <w:pStyle w:val="En-tte"/>
            <w:jc w:val="right"/>
            <w:rPr>
              <w:b/>
              <w:bCs/>
              <w:sz w:val="24"/>
            </w:rPr>
          </w:pPr>
          <w:r w:rsidRPr="006F3BB7">
            <w:rPr>
              <w:b/>
              <w:bCs/>
              <w:sz w:val="24"/>
            </w:rPr>
            <w:t>TPbloc01</w:t>
          </w:r>
        </w:p>
      </w:tc>
    </w:tr>
  </w:tbl>
  <w:p w14:paraId="5CD8A08D" w14:textId="77777777" w:rsidR="00D013D1" w:rsidRPr="00A42841" w:rsidRDefault="00D013D1" w:rsidP="00C0018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B7432FA" wp14:editId="23D46A1A">
              <wp:simplePos x="0" y="0"/>
              <wp:positionH relativeFrom="column">
                <wp:posOffset>-478155</wp:posOffset>
              </wp:positionH>
              <wp:positionV relativeFrom="paragraph">
                <wp:posOffset>111125</wp:posOffset>
              </wp:positionV>
              <wp:extent cx="6858000" cy="0"/>
              <wp:effectExtent l="15240" t="13970" r="13335" b="1460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8591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7.65pt;margin-top:8.75pt;width:540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" strokecolor="#548dd4" strokeweight="1.2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A0E2F"/>
    <w:multiLevelType w:val="multilevel"/>
    <w:tmpl w:val="03C60B1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" w15:restartNumberingAfterBreak="0">
    <w:nsid w:val="153423D1"/>
    <w:multiLevelType w:val="hybridMultilevel"/>
    <w:tmpl w:val="8F5069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104B6"/>
    <w:multiLevelType w:val="hybridMultilevel"/>
    <w:tmpl w:val="E738F8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F104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E165EA"/>
    <w:multiLevelType w:val="hybridMultilevel"/>
    <w:tmpl w:val="FD7401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C6F95"/>
    <w:multiLevelType w:val="hybridMultilevel"/>
    <w:tmpl w:val="F5B49248"/>
    <w:lvl w:ilvl="0" w:tplc="3A2E62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531E0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97B6212"/>
    <w:multiLevelType w:val="hybridMultilevel"/>
    <w:tmpl w:val="4DBEC7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F3F8A"/>
    <w:multiLevelType w:val="hybridMultilevel"/>
    <w:tmpl w:val="8090B574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429C2ECB"/>
    <w:multiLevelType w:val="hybridMultilevel"/>
    <w:tmpl w:val="A4E0A2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60F5C"/>
    <w:multiLevelType w:val="hybridMultilevel"/>
    <w:tmpl w:val="D4229882"/>
    <w:lvl w:ilvl="0" w:tplc="56960D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F6E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486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4F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4C3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22E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880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EC4F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BC4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CC5388"/>
    <w:multiLevelType w:val="hybridMultilevel"/>
    <w:tmpl w:val="9B9E82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F5153"/>
    <w:multiLevelType w:val="hybridMultilevel"/>
    <w:tmpl w:val="2F18FA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57457"/>
    <w:multiLevelType w:val="singleLevel"/>
    <w:tmpl w:val="1B445790"/>
    <w:lvl w:ilvl="0">
      <w:start w:val="1"/>
      <w:numFmt w:val="bullet"/>
      <w:pStyle w:val="pastille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14" w15:restartNumberingAfterBreak="0">
    <w:nsid w:val="5F661D48"/>
    <w:multiLevelType w:val="hybridMultilevel"/>
    <w:tmpl w:val="15C0DF82"/>
    <w:lvl w:ilvl="0" w:tplc="29FC2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22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2697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902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0F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6C6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767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A0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E9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101256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5B63FB2"/>
    <w:multiLevelType w:val="hybridMultilevel"/>
    <w:tmpl w:val="A7EC7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851D63"/>
    <w:multiLevelType w:val="hybridMultilevel"/>
    <w:tmpl w:val="2690D5BA"/>
    <w:lvl w:ilvl="0" w:tplc="CCA8B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C6F0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BAB3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C879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5436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A4BB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843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5010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1C0B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685A092F"/>
    <w:multiLevelType w:val="hybridMultilevel"/>
    <w:tmpl w:val="E990F622"/>
    <w:lvl w:ilvl="0" w:tplc="040C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8AB35A4"/>
    <w:multiLevelType w:val="hybridMultilevel"/>
    <w:tmpl w:val="16EEFB66"/>
    <w:lvl w:ilvl="0" w:tplc="3A2E62EC">
      <w:start w:val="1"/>
      <w:numFmt w:val="bullet"/>
      <w:lvlText w:val="­"/>
      <w:lvlJc w:val="left"/>
      <w:pPr>
        <w:ind w:left="1425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707B7222"/>
    <w:multiLevelType w:val="hybridMultilevel"/>
    <w:tmpl w:val="BC7C52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493B02"/>
    <w:multiLevelType w:val="hybridMultilevel"/>
    <w:tmpl w:val="E990F622"/>
    <w:lvl w:ilvl="0" w:tplc="040C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79C56008"/>
    <w:multiLevelType w:val="hybridMultilevel"/>
    <w:tmpl w:val="B9881336"/>
    <w:lvl w:ilvl="0" w:tplc="7D6E884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9E1B9A"/>
    <w:multiLevelType w:val="hybridMultilevel"/>
    <w:tmpl w:val="33C6A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3"/>
  </w:num>
  <w:num w:numId="4">
    <w:abstractNumId w:val="20"/>
  </w:num>
  <w:num w:numId="5">
    <w:abstractNumId w:val="1"/>
  </w:num>
  <w:num w:numId="6">
    <w:abstractNumId w:val="14"/>
  </w:num>
  <w:num w:numId="7">
    <w:abstractNumId w:val="10"/>
  </w:num>
  <w:num w:numId="8">
    <w:abstractNumId w:val="16"/>
  </w:num>
  <w:num w:numId="9">
    <w:abstractNumId w:val="11"/>
  </w:num>
  <w:num w:numId="10">
    <w:abstractNumId w:val="21"/>
  </w:num>
  <w:num w:numId="11">
    <w:abstractNumId w:val="8"/>
  </w:num>
  <w:num w:numId="12">
    <w:abstractNumId w:val="6"/>
  </w:num>
  <w:num w:numId="13">
    <w:abstractNumId w:val="19"/>
  </w:num>
  <w:num w:numId="14">
    <w:abstractNumId w:val="5"/>
  </w:num>
  <w:num w:numId="15">
    <w:abstractNumId w:val="18"/>
  </w:num>
  <w:num w:numId="16">
    <w:abstractNumId w:val="4"/>
  </w:num>
  <w:num w:numId="17">
    <w:abstractNumId w:val="12"/>
  </w:num>
  <w:num w:numId="18">
    <w:abstractNumId w:val="15"/>
  </w:num>
  <w:num w:numId="19">
    <w:abstractNumId w:val="13"/>
  </w:num>
  <w:num w:numId="20">
    <w:abstractNumId w:val="0"/>
  </w:num>
  <w:num w:numId="21">
    <w:abstractNumId w:val="17"/>
  </w:num>
  <w:num w:numId="22">
    <w:abstractNumId w:val="23"/>
  </w:num>
  <w:num w:numId="23">
    <w:abstractNumId w:val="15"/>
  </w:num>
  <w:num w:numId="24">
    <w:abstractNumId w:val="2"/>
  </w:num>
  <w:num w:numId="25">
    <w:abstractNumId w:val="15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9C6"/>
    <w:rsid w:val="0000067D"/>
    <w:rsid w:val="00004863"/>
    <w:rsid w:val="00005A10"/>
    <w:rsid w:val="00005A5B"/>
    <w:rsid w:val="00007A47"/>
    <w:rsid w:val="00012513"/>
    <w:rsid w:val="00013E74"/>
    <w:rsid w:val="00013F18"/>
    <w:rsid w:val="00015918"/>
    <w:rsid w:val="00017F25"/>
    <w:rsid w:val="000205EA"/>
    <w:rsid w:val="000219E2"/>
    <w:rsid w:val="00021D1B"/>
    <w:rsid w:val="00025396"/>
    <w:rsid w:val="000271A7"/>
    <w:rsid w:val="000275C7"/>
    <w:rsid w:val="00032BC7"/>
    <w:rsid w:val="00033341"/>
    <w:rsid w:val="00034315"/>
    <w:rsid w:val="0004019D"/>
    <w:rsid w:val="00044B19"/>
    <w:rsid w:val="00045255"/>
    <w:rsid w:val="0004655F"/>
    <w:rsid w:val="00046C2F"/>
    <w:rsid w:val="00046F34"/>
    <w:rsid w:val="00047F26"/>
    <w:rsid w:val="0005016C"/>
    <w:rsid w:val="0005098E"/>
    <w:rsid w:val="00052A87"/>
    <w:rsid w:val="00053C79"/>
    <w:rsid w:val="000551E1"/>
    <w:rsid w:val="00060EE4"/>
    <w:rsid w:val="0007360A"/>
    <w:rsid w:val="00074034"/>
    <w:rsid w:val="000745F0"/>
    <w:rsid w:val="00077857"/>
    <w:rsid w:val="00082432"/>
    <w:rsid w:val="00082B31"/>
    <w:rsid w:val="00082C1E"/>
    <w:rsid w:val="0008381F"/>
    <w:rsid w:val="00085ACF"/>
    <w:rsid w:val="00086857"/>
    <w:rsid w:val="00086F21"/>
    <w:rsid w:val="000904BB"/>
    <w:rsid w:val="00096810"/>
    <w:rsid w:val="000A490D"/>
    <w:rsid w:val="000A49A2"/>
    <w:rsid w:val="000A729D"/>
    <w:rsid w:val="000B0CDB"/>
    <w:rsid w:val="000B129E"/>
    <w:rsid w:val="000B1C5A"/>
    <w:rsid w:val="000B2A32"/>
    <w:rsid w:val="000B3A0A"/>
    <w:rsid w:val="000B4006"/>
    <w:rsid w:val="000B7269"/>
    <w:rsid w:val="000C2C3C"/>
    <w:rsid w:val="000C49D2"/>
    <w:rsid w:val="000C5014"/>
    <w:rsid w:val="000D0624"/>
    <w:rsid w:val="000D15AC"/>
    <w:rsid w:val="000D3368"/>
    <w:rsid w:val="000D49A3"/>
    <w:rsid w:val="000D4DAB"/>
    <w:rsid w:val="000D51D3"/>
    <w:rsid w:val="000D52DA"/>
    <w:rsid w:val="000E10DD"/>
    <w:rsid w:val="000E18F7"/>
    <w:rsid w:val="000E2B44"/>
    <w:rsid w:val="000E2E57"/>
    <w:rsid w:val="000E3516"/>
    <w:rsid w:val="000E4994"/>
    <w:rsid w:val="000E6FD5"/>
    <w:rsid w:val="000F0F2B"/>
    <w:rsid w:val="000F45C2"/>
    <w:rsid w:val="000F4B74"/>
    <w:rsid w:val="0010672B"/>
    <w:rsid w:val="00111701"/>
    <w:rsid w:val="00111FD2"/>
    <w:rsid w:val="00113380"/>
    <w:rsid w:val="00115D92"/>
    <w:rsid w:val="00116F5D"/>
    <w:rsid w:val="0011792E"/>
    <w:rsid w:val="00121B42"/>
    <w:rsid w:val="0012645F"/>
    <w:rsid w:val="001273FC"/>
    <w:rsid w:val="001313CE"/>
    <w:rsid w:val="00131E68"/>
    <w:rsid w:val="00132AA6"/>
    <w:rsid w:val="00134B19"/>
    <w:rsid w:val="0013753C"/>
    <w:rsid w:val="001406E7"/>
    <w:rsid w:val="00140E23"/>
    <w:rsid w:val="00142430"/>
    <w:rsid w:val="001430CA"/>
    <w:rsid w:val="00150998"/>
    <w:rsid w:val="00151CEC"/>
    <w:rsid w:val="001546CA"/>
    <w:rsid w:val="00155407"/>
    <w:rsid w:val="00155C19"/>
    <w:rsid w:val="00156808"/>
    <w:rsid w:val="00161B57"/>
    <w:rsid w:val="0016332E"/>
    <w:rsid w:val="00176D5F"/>
    <w:rsid w:val="00177F17"/>
    <w:rsid w:val="001809AD"/>
    <w:rsid w:val="001815BB"/>
    <w:rsid w:val="00192381"/>
    <w:rsid w:val="001A0C6E"/>
    <w:rsid w:val="001A257A"/>
    <w:rsid w:val="001A4BF7"/>
    <w:rsid w:val="001A70BA"/>
    <w:rsid w:val="001A7658"/>
    <w:rsid w:val="001B0D92"/>
    <w:rsid w:val="001B2231"/>
    <w:rsid w:val="001B4A4A"/>
    <w:rsid w:val="001B6EC1"/>
    <w:rsid w:val="001B747E"/>
    <w:rsid w:val="001C0627"/>
    <w:rsid w:val="001C1A66"/>
    <w:rsid w:val="001C257E"/>
    <w:rsid w:val="001C46E7"/>
    <w:rsid w:val="001C550F"/>
    <w:rsid w:val="001D1895"/>
    <w:rsid w:val="001D3DE4"/>
    <w:rsid w:val="001D7423"/>
    <w:rsid w:val="001E2E28"/>
    <w:rsid w:val="001E4C7A"/>
    <w:rsid w:val="001F4FA6"/>
    <w:rsid w:val="001F5562"/>
    <w:rsid w:val="001F6475"/>
    <w:rsid w:val="001F73D7"/>
    <w:rsid w:val="001F7516"/>
    <w:rsid w:val="0020016D"/>
    <w:rsid w:val="002007C8"/>
    <w:rsid w:val="00201B9E"/>
    <w:rsid w:val="0020323E"/>
    <w:rsid w:val="00204E1C"/>
    <w:rsid w:val="00204F02"/>
    <w:rsid w:val="00205125"/>
    <w:rsid w:val="002055D5"/>
    <w:rsid w:val="002060BF"/>
    <w:rsid w:val="002065DE"/>
    <w:rsid w:val="00206C2F"/>
    <w:rsid w:val="00207006"/>
    <w:rsid w:val="00207BF1"/>
    <w:rsid w:val="00207DE2"/>
    <w:rsid w:val="00210506"/>
    <w:rsid w:val="00212DFE"/>
    <w:rsid w:val="00214D5A"/>
    <w:rsid w:val="0021736D"/>
    <w:rsid w:val="00222C13"/>
    <w:rsid w:val="00222D54"/>
    <w:rsid w:val="002243F4"/>
    <w:rsid w:val="0022637B"/>
    <w:rsid w:val="002277B1"/>
    <w:rsid w:val="00230474"/>
    <w:rsid w:val="002320BF"/>
    <w:rsid w:val="00232A72"/>
    <w:rsid w:val="00233AA9"/>
    <w:rsid w:val="00233E2C"/>
    <w:rsid w:val="002369D6"/>
    <w:rsid w:val="002373D2"/>
    <w:rsid w:val="002432D7"/>
    <w:rsid w:val="0024727E"/>
    <w:rsid w:val="00254221"/>
    <w:rsid w:val="00262634"/>
    <w:rsid w:val="002645D3"/>
    <w:rsid w:val="002645DD"/>
    <w:rsid w:val="00274563"/>
    <w:rsid w:val="00274EA7"/>
    <w:rsid w:val="00277006"/>
    <w:rsid w:val="00280616"/>
    <w:rsid w:val="00281DC0"/>
    <w:rsid w:val="002848C4"/>
    <w:rsid w:val="00285743"/>
    <w:rsid w:val="00285896"/>
    <w:rsid w:val="0028615A"/>
    <w:rsid w:val="00293CF0"/>
    <w:rsid w:val="00295841"/>
    <w:rsid w:val="002A00CF"/>
    <w:rsid w:val="002A06EB"/>
    <w:rsid w:val="002A1658"/>
    <w:rsid w:val="002A212D"/>
    <w:rsid w:val="002A7605"/>
    <w:rsid w:val="002A7B90"/>
    <w:rsid w:val="002B0A24"/>
    <w:rsid w:val="002C05CA"/>
    <w:rsid w:val="002C153F"/>
    <w:rsid w:val="002D322D"/>
    <w:rsid w:val="002D3C41"/>
    <w:rsid w:val="002D3FDB"/>
    <w:rsid w:val="002D4268"/>
    <w:rsid w:val="002D7882"/>
    <w:rsid w:val="002E01C0"/>
    <w:rsid w:val="002E08B9"/>
    <w:rsid w:val="002E3B7E"/>
    <w:rsid w:val="002E3DE9"/>
    <w:rsid w:val="002E5244"/>
    <w:rsid w:val="002E63E0"/>
    <w:rsid w:val="002F3A90"/>
    <w:rsid w:val="002F402A"/>
    <w:rsid w:val="002F5592"/>
    <w:rsid w:val="002F71DB"/>
    <w:rsid w:val="002F799D"/>
    <w:rsid w:val="002F7DD6"/>
    <w:rsid w:val="0030334C"/>
    <w:rsid w:val="00305627"/>
    <w:rsid w:val="003064B9"/>
    <w:rsid w:val="00310C1E"/>
    <w:rsid w:val="00310F9F"/>
    <w:rsid w:val="00311643"/>
    <w:rsid w:val="00314D43"/>
    <w:rsid w:val="0031750E"/>
    <w:rsid w:val="00317B51"/>
    <w:rsid w:val="00320DD6"/>
    <w:rsid w:val="003245DB"/>
    <w:rsid w:val="00324E9E"/>
    <w:rsid w:val="00326890"/>
    <w:rsid w:val="00327DB5"/>
    <w:rsid w:val="00330856"/>
    <w:rsid w:val="00331A16"/>
    <w:rsid w:val="00335577"/>
    <w:rsid w:val="00335846"/>
    <w:rsid w:val="00335A54"/>
    <w:rsid w:val="00335C4C"/>
    <w:rsid w:val="00336A02"/>
    <w:rsid w:val="00341D0E"/>
    <w:rsid w:val="003450BD"/>
    <w:rsid w:val="00345FAB"/>
    <w:rsid w:val="003512F8"/>
    <w:rsid w:val="00352146"/>
    <w:rsid w:val="003547E6"/>
    <w:rsid w:val="00356C98"/>
    <w:rsid w:val="00360941"/>
    <w:rsid w:val="003624BD"/>
    <w:rsid w:val="003626CE"/>
    <w:rsid w:val="0036534F"/>
    <w:rsid w:val="00366F07"/>
    <w:rsid w:val="00373C8F"/>
    <w:rsid w:val="00374D56"/>
    <w:rsid w:val="00376967"/>
    <w:rsid w:val="00380EA7"/>
    <w:rsid w:val="00381091"/>
    <w:rsid w:val="00381AAE"/>
    <w:rsid w:val="003855DE"/>
    <w:rsid w:val="00387868"/>
    <w:rsid w:val="00397A10"/>
    <w:rsid w:val="003A17CB"/>
    <w:rsid w:val="003A1ED7"/>
    <w:rsid w:val="003A28A1"/>
    <w:rsid w:val="003A396E"/>
    <w:rsid w:val="003A5285"/>
    <w:rsid w:val="003B0BCC"/>
    <w:rsid w:val="003B1DD4"/>
    <w:rsid w:val="003B6159"/>
    <w:rsid w:val="003C14A4"/>
    <w:rsid w:val="003C1586"/>
    <w:rsid w:val="003C3033"/>
    <w:rsid w:val="003C55B4"/>
    <w:rsid w:val="003C5DC5"/>
    <w:rsid w:val="003D1D60"/>
    <w:rsid w:val="003D3C8D"/>
    <w:rsid w:val="003D4AE9"/>
    <w:rsid w:val="003E01DB"/>
    <w:rsid w:val="003E0CF1"/>
    <w:rsid w:val="003F16FA"/>
    <w:rsid w:val="003F1C4B"/>
    <w:rsid w:val="003F4C35"/>
    <w:rsid w:val="003F6BB6"/>
    <w:rsid w:val="00400A04"/>
    <w:rsid w:val="00402EB4"/>
    <w:rsid w:val="00404FE2"/>
    <w:rsid w:val="00413859"/>
    <w:rsid w:val="00414D95"/>
    <w:rsid w:val="00415604"/>
    <w:rsid w:val="00417D0F"/>
    <w:rsid w:val="00420307"/>
    <w:rsid w:val="00420F83"/>
    <w:rsid w:val="00420FC2"/>
    <w:rsid w:val="004218E0"/>
    <w:rsid w:val="004269B1"/>
    <w:rsid w:val="004326BC"/>
    <w:rsid w:val="00436FAD"/>
    <w:rsid w:val="004417F0"/>
    <w:rsid w:val="004436CB"/>
    <w:rsid w:val="0044563E"/>
    <w:rsid w:val="00446374"/>
    <w:rsid w:val="00450975"/>
    <w:rsid w:val="00451EB9"/>
    <w:rsid w:val="00454260"/>
    <w:rsid w:val="004569C6"/>
    <w:rsid w:val="00456A6E"/>
    <w:rsid w:val="004574FE"/>
    <w:rsid w:val="00457B7D"/>
    <w:rsid w:val="004604C3"/>
    <w:rsid w:val="0046055A"/>
    <w:rsid w:val="00463E3B"/>
    <w:rsid w:val="004659B7"/>
    <w:rsid w:val="00466061"/>
    <w:rsid w:val="004664D5"/>
    <w:rsid w:val="004669C6"/>
    <w:rsid w:val="00467123"/>
    <w:rsid w:val="0047054F"/>
    <w:rsid w:val="0047655C"/>
    <w:rsid w:val="004765D0"/>
    <w:rsid w:val="00476F56"/>
    <w:rsid w:val="0047735C"/>
    <w:rsid w:val="00482837"/>
    <w:rsid w:val="004867B7"/>
    <w:rsid w:val="00486847"/>
    <w:rsid w:val="0049226D"/>
    <w:rsid w:val="00495273"/>
    <w:rsid w:val="00496FDF"/>
    <w:rsid w:val="004A11AD"/>
    <w:rsid w:val="004A18FB"/>
    <w:rsid w:val="004A1CFD"/>
    <w:rsid w:val="004A2A6A"/>
    <w:rsid w:val="004A3F68"/>
    <w:rsid w:val="004A746F"/>
    <w:rsid w:val="004A7EF6"/>
    <w:rsid w:val="004B7B6A"/>
    <w:rsid w:val="004C2470"/>
    <w:rsid w:val="004D0498"/>
    <w:rsid w:val="004D3E5E"/>
    <w:rsid w:val="004D4306"/>
    <w:rsid w:val="004D44F9"/>
    <w:rsid w:val="004D455D"/>
    <w:rsid w:val="004D78FA"/>
    <w:rsid w:val="004E0CAF"/>
    <w:rsid w:val="004E0CF6"/>
    <w:rsid w:val="004E23A6"/>
    <w:rsid w:val="004E4DA3"/>
    <w:rsid w:val="004E4E2B"/>
    <w:rsid w:val="004F1AE2"/>
    <w:rsid w:val="005024D9"/>
    <w:rsid w:val="00506F5C"/>
    <w:rsid w:val="00512209"/>
    <w:rsid w:val="00513998"/>
    <w:rsid w:val="0051717A"/>
    <w:rsid w:val="00520268"/>
    <w:rsid w:val="00521A5F"/>
    <w:rsid w:val="0052508D"/>
    <w:rsid w:val="00530F92"/>
    <w:rsid w:val="00537296"/>
    <w:rsid w:val="005407BB"/>
    <w:rsid w:val="005411B7"/>
    <w:rsid w:val="00544D0D"/>
    <w:rsid w:val="00550F22"/>
    <w:rsid w:val="0055122E"/>
    <w:rsid w:val="00552D39"/>
    <w:rsid w:val="005530E4"/>
    <w:rsid w:val="00560A45"/>
    <w:rsid w:val="00561ED9"/>
    <w:rsid w:val="00564F64"/>
    <w:rsid w:val="00565414"/>
    <w:rsid w:val="00565AC7"/>
    <w:rsid w:val="005664E4"/>
    <w:rsid w:val="00572DF8"/>
    <w:rsid w:val="00574850"/>
    <w:rsid w:val="00575750"/>
    <w:rsid w:val="00575ADB"/>
    <w:rsid w:val="00581E4E"/>
    <w:rsid w:val="00586018"/>
    <w:rsid w:val="00587B48"/>
    <w:rsid w:val="00591E00"/>
    <w:rsid w:val="0059519D"/>
    <w:rsid w:val="005955F8"/>
    <w:rsid w:val="0059645B"/>
    <w:rsid w:val="005A5AAA"/>
    <w:rsid w:val="005A65FC"/>
    <w:rsid w:val="005A6B89"/>
    <w:rsid w:val="005A77EF"/>
    <w:rsid w:val="005A7944"/>
    <w:rsid w:val="005B12C6"/>
    <w:rsid w:val="005B3EE9"/>
    <w:rsid w:val="005B4F9C"/>
    <w:rsid w:val="005B6813"/>
    <w:rsid w:val="005B6D50"/>
    <w:rsid w:val="005C7CBA"/>
    <w:rsid w:val="005D1A00"/>
    <w:rsid w:val="005D710B"/>
    <w:rsid w:val="005D7AD0"/>
    <w:rsid w:val="005E0551"/>
    <w:rsid w:val="005E1204"/>
    <w:rsid w:val="005E7DB7"/>
    <w:rsid w:val="005F0353"/>
    <w:rsid w:val="005F26F4"/>
    <w:rsid w:val="005F2FC4"/>
    <w:rsid w:val="005F3508"/>
    <w:rsid w:val="005F42D5"/>
    <w:rsid w:val="005F5E6F"/>
    <w:rsid w:val="005F6717"/>
    <w:rsid w:val="00600099"/>
    <w:rsid w:val="00600D6B"/>
    <w:rsid w:val="00603162"/>
    <w:rsid w:val="00603A1F"/>
    <w:rsid w:val="00603E07"/>
    <w:rsid w:val="00603ED5"/>
    <w:rsid w:val="0060620F"/>
    <w:rsid w:val="00611C34"/>
    <w:rsid w:val="00612523"/>
    <w:rsid w:val="00614D6A"/>
    <w:rsid w:val="006164B8"/>
    <w:rsid w:val="006213D7"/>
    <w:rsid w:val="00624642"/>
    <w:rsid w:val="0063097B"/>
    <w:rsid w:val="00630A07"/>
    <w:rsid w:val="00631067"/>
    <w:rsid w:val="00632AD3"/>
    <w:rsid w:val="00643F34"/>
    <w:rsid w:val="0064508F"/>
    <w:rsid w:val="00650489"/>
    <w:rsid w:val="00651F74"/>
    <w:rsid w:val="00652DE2"/>
    <w:rsid w:val="00655753"/>
    <w:rsid w:val="00656646"/>
    <w:rsid w:val="00656F12"/>
    <w:rsid w:val="00657717"/>
    <w:rsid w:val="00663EB1"/>
    <w:rsid w:val="00664930"/>
    <w:rsid w:val="00664C26"/>
    <w:rsid w:val="006664F9"/>
    <w:rsid w:val="006672DB"/>
    <w:rsid w:val="00671B2C"/>
    <w:rsid w:val="00673BC0"/>
    <w:rsid w:val="00674800"/>
    <w:rsid w:val="00681705"/>
    <w:rsid w:val="00685F26"/>
    <w:rsid w:val="006874F8"/>
    <w:rsid w:val="00691C51"/>
    <w:rsid w:val="006920A4"/>
    <w:rsid w:val="0069212D"/>
    <w:rsid w:val="00693853"/>
    <w:rsid w:val="00694214"/>
    <w:rsid w:val="00696F10"/>
    <w:rsid w:val="00697E10"/>
    <w:rsid w:val="006A2F86"/>
    <w:rsid w:val="006A492A"/>
    <w:rsid w:val="006A7663"/>
    <w:rsid w:val="006B07F1"/>
    <w:rsid w:val="006B1909"/>
    <w:rsid w:val="006B214D"/>
    <w:rsid w:val="006B28DC"/>
    <w:rsid w:val="006B5144"/>
    <w:rsid w:val="006B709C"/>
    <w:rsid w:val="006C166B"/>
    <w:rsid w:val="006C222F"/>
    <w:rsid w:val="006C440F"/>
    <w:rsid w:val="006D08E8"/>
    <w:rsid w:val="006D0C38"/>
    <w:rsid w:val="006D2D32"/>
    <w:rsid w:val="006D464D"/>
    <w:rsid w:val="006E4450"/>
    <w:rsid w:val="006E5A38"/>
    <w:rsid w:val="006F0D32"/>
    <w:rsid w:val="006F23D9"/>
    <w:rsid w:val="006F37E1"/>
    <w:rsid w:val="006F3BB7"/>
    <w:rsid w:val="006F44AE"/>
    <w:rsid w:val="006F7700"/>
    <w:rsid w:val="006F7811"/>
    <w:rsid w:val="00703A58"/>
    <w:rsid w:val="00704088"/>
    <w:rsid w:val="00706F31"/>
    <w:rsid w:val="007076B1"/>
    <w:rsid w:val="00713433"/>
    <w:rsid w:val="007162D6"/>
    <w:rsid w:val="007241E4"/>
    <w:rsid w:val="00724A0E"/>
    <w:rsid w:val="00732B59"/>
    <w:rsid w:val="00735BD3"/>
    <w:rsid w:val="00735ED0"/>
    <w:rsid w:val="00740811"/>
    <w:rsid w:val="00742FC2"/>
    <w:rsid w:val="007430F3"/>
    <w:rsid w:val="007449E6"/>
    <w:rsid w:val="00744C00"/>
    <w:rsid w:val="00750BE9"/>
    <w:rsid w:val="00750CC7"/>
    <w:rsid w:val="00751415"/>
    <w:rsid w:val="0075518F"/>
    <w:rsid w:val="0075619C"/>
    <w:rsid w:val="0075699A"/>
    <w:rsid w:val="00757043"/>
    <w:rsid w:val="007626FE"/>
    <w:rsid w:val="00763732"/>
    <w:rsid w:val="0076644B"/>
    <w:rsid w:val="00767282"/>
    <w:rsid w:val="007712E4"/>
    <w:rsid w:val="0077587B"/>
    <w:rsid w:val="00777E54"/>
    <w:rsid w:val="0079025B"/>
    <w:rsid w:val="00790FED"/>
    <w:rsid w:val="00791FBB"/>
    <w:rsid w:val="00795216"/>
    <w:rsid w:val="00795AD5"/>
    <w:rsid w:val="007A3392"/>
    <w:rsid w:val="007A3BD3"/>
    <w:rsid w:val="007A74CB"/>
    <w:rsid w:val="007B1C77"/>
    <w:rsid w:val="007B436A"/>
    <w:rsid w:val="007B62DA"/>
    <w:rsid w:val="007B6567"/>
    <w:rsid w:val="007C05AB"/>
    <w:rsid w:val="007C0678"/>
    <w:rsid w:val="007C195B"/>
    <w:rsid w:val="007C1992"/>
    <w:rsid w:val="007C57E2"/>
    <w:rsid w:val="007C688D"/>
    <w:rsid w:val="007D49F3"/>
    <w:rsid w:val="007E3653"/>
    <w:rsid w:val="007F2F4C"/>
    <w:rsid w:val="007F30B2"/>
    <w:rsid w:val="00801042"/>
    <w:rsid w:val="008019C7"/>
    <w:rsid w:val="00802990"/>
    <w:rsid w:val="0080372E"/>
    <w:rsid w:val="00804566"/>
    <w:rsid w:val="008059E8"/>
    <w:rsid w:val="0081034E"/>
    <w:rsid w:val="00811175"/>
    <w:rsid w:val="008112FC"/>
    <w:rsid w:val="0081139D"/>
    <w:rsid w:val="0081323E"/>
    <w:rsid w:val="008141D0"/>
    <w:rsid w:val="00815051"/>
    <w:rsid w:val="00817B45"/>
    <w:rsid w:val="008200F4"/>
    <w:rsid w:val="00830F16"/>
    <w:rsid w:val="0083179E"/>
    <w:rsid w:val="00831A51"/>
    <w:rsid w:val="00831FBD"/>
    <w:rsid w:val="00833A1B"/>
    <w:rsid w:val="00834570"/>
    <w:rsid w:val="00837B72"/>
    <w:rsid w:val="00841245"/>
    <w:rsid w:val="00844199"/>
    <w:rsid w:val="0084718B"/>
    <w:rsid w:val="00847816"/>
    <w:rsid w:val="00852ACD"/>
    <w:rsid w:val="0086005A"/>
    <w:rsid w:val="00861CC1"/>
    <w:rsid w:val="00861E4D"/>
    <w:rsid w:val="00871926"/>
    <w:rsid w:val="00872BC1"/>
    <w:rsid w:val="00873113"/>
    <w:rsid w:val="00873AA2"/>
    <w:rsid w:val="00873D30"/>
    <w:rsid w:val="00876458"/>
    <w:rsid w:val="00877316"/>
    <w:rsid w:val="00877A7A"/>
    <w:rsid w:val="00882F90"/>
    <w:rsid w:val="00885995"/>
    <w:rsid w:val="00894140"/>
    <w:rsid w:val="008A21C2"/>
    <w:rsid w:val="008A336A"/>
    <w:rsid w:val="008B22A4"/>
    <w:rsid w:val="008B3C5F"/>
    <w:rsid w:val="008B75A1"/>
    <w:rsid w:val="008B7FE1"/>
    <w:rsid w:val="008C2244"/>
    <w:rsid w:val="008C351E"/>
    <w:rsid w:val="008E3ECA"/>
    <w:rsid w:val="008E3FA4"/>
    <w:rsid w:val="008F08D1"/>
    <w:rsid w:val="008F4157"/>
    <w:rsid w:val="008F5B9B"/>
    <w:rsid w:val="008F61CE"/>
    <w:rsid w:val="008F67D2"/>
    <w:rsid w:val="00906CE6"/>
    <w:rsid w:val="0091633A"/>
    <w:rsid w:val="0091714C"/>
    <w:rsid w:val="00922D9A"/>
    <w:rsid w:val="00926D9E"/>
    <w:rsid w:val="00931781"/>
    <w:rsid w:val="0094129D"/>
    <w:rsid w:val="009436ED"/>
    <w:rsid w:val="0094687A"/>
    <w:rsid w:val="009511C6"/>
    <w:rsid w:val="00955B5D"/>
    <w:rsid w:val="009625B5"/>
    <w:rsid w:val="0096264E"/>
    <w:rsid w:val="00965D03"/>
    <w:rsid w:val="009665E9"/>
    <w:rsid w:val="00967263"/>
    <w:rsid w:val="00971E24"/>
    <w:rsid w:val="009726F9"/>
    <w:rsid w:val="00972D97"/>
    <w:rsid w:val="009759DF"/>
    <w:rsid w:val="009772A8"/>
    <w:rsid w:val="00977F7E"/>
    <w:rsid w:val="00980D0F"/>
    <w:rsid w:val="00981627"/>
    <w:rsid w:val="0098186E"/>
    <w:rsid w:val="0098248A"/>
    <w:rsid w:val="0098674C"/>
    <w:rsid w:val="0099061F"/>
    <w:rsid w:val="00993526"/>
    <w:rsid w:val="00995B67"/>
    <w:rsid w:val="009A227C"/>
    <w:rsid w:val="009A34BC"/>
    <w:rsid w:val="009A6D69"/>
    <w:rsid w:val="009A76C6"/>
    <w:rsid w:val="009B2F75"/>
    <w:rsid w:val="009B3CE8"/>
    <w:rsid w:val="009C013F"/>
    <w:rsid w:val="009C178A"/>
    <w:rsid w:val="009C19C1"/>
    <w:rsid w:val="009C724D"/>
    <w:rsid w:val="009D669C"/>
    <w:rsid w:val="009E260B"/>
    <w:rsid w:val="009E275B"/>
    <w:rsid w:val="009F1FF1"/>
    <w:rsid w:val="009F23A0"/>
    <w:rsid w:val="009F2C7A"/>
    <w:rsid w:val="009F2ECF"/>
    <w:rsid w:val="009F5149"/>
    <w:rsid w:val="009F57F1"/>
    <w:rsid w:val="009F6532"/>
    <w:rsid w:val="00A011E2"/>
    <w:rsid w:val="00A01734"/>
    <w:rsid w:val="00A02EAB"/>
    <w:rsid w:val="00A053CE"/>
    <w:rsid w:val="00A068D2"/>
    <w:rsid w:val="00A10472"/>
    <w:rsid w:val="00A12DD0"/>
    <w:rsid w:val="00A13D63"/>
    <w:rsid w:val="00A170E5"/>
    <w:rsid w:val="00A303FB"/>
    <w:rsid w:val="00A313C7"/>
    <w:rsid w:val="00A32E2C"/>
    <w:rsid w:val="00A341A0"/>
    <w:rsid w:val="00A367C1"/>
    <w:rsid w:val="00A3776B"/>
    <w:rsid w:val="00A42841"/>
    <w:rsid w:val="00A46710"/>
    <w:rsid w:val="00A467DF"/>
    <w:rsid w:val="00A50E73"/>
    <w:rsid w:val="00A5286B"/>
    <w:rsid w:val="00A53105"/>
    <w:rsid w:val="00A545C1"/>
    <w:rsid w:val="00A6070E"/>
    <w:rsid w:val="00A64222"/>
    <w:rsid w:val="00A65121"/>
    <w:rsid w:val="00A70D19"/>
    <w:rsid w:val="00A73339"/>
    <w:rsid w:val="00A76091"/>
    <w:rsid w:val="00A86802"/>
    <w:rsid w:val="00A92763"/>
    <w:rsid w:val="00A92814"/>
    <w:rsid w:val="00A936AA"/>
    <w:rsid w:val="00A962C7"/>
    <w:rsid w:val="00AA425B"/>
    <w:rsid w:val="00AA6004"/>
    <w:rsid w:val="00AB2EB5"/>
    <w:rsid w:val="00AB410C"/>
    <w:rsid w:val="00AB7CFC"/>
    <w:rsid w:val="00AB7ED4"/>
    <w:rsid w:val="00AC0C47"/>
    <w:rsid w:val="00AC0F3A"/>
    <w:rsid w:val="00AC1454"/>
    <w:rsid w:val="00AC2286"/>
    <w:rsid w:val="00AC3156"/>
    <w:rsid w:val="00AC3A76"/>
    <w:rsid w:val="00AC4456"/>
    <w:rsid w:val="00AD63EA"/>
    <w:rsid w:val="00AD7AEF"/>
    <w:rsid w:val="00AE0D90"/>
    <w:rsid w:val="00AE27D2"/>
    <w:rsid w:val="00AE4121"/>
    <w:rsid w:val="00AE43C7"/>
    <w:rsid w:val="00AE66C1"/>
    <w:rsid w:val="00AE70B2"/>
    <w:rsid w:val="00AF1224"/>
    <w:rsid w:val="00AF1555"/>
    <w:rsid w:val="00AF320A"/>
    <w:rsid w:val="00AF4C03"/>
    <w:rsid w:val="00AF5BD5"/>
    <w:rsid w:val="00AF6F03"/>
    <w:rsid w:val="00AF6F80"/>
    <w:rsid w:val="00B01AAD"/>
    <w:rsid w:val="00B037A9"/>
    <w:rsid w:val="00B0492C"/>
    <w:rsid w:val="00B056D1"/>
    <w:rsid w:val="00B10865"/>
    <w:rsid w:val="00B12C8A"/>
    <w:rsid w:val="00B21E87"/>
    <w:rsid w:val="00B2377B"/>
    <w:rsid w:val="00B314BE"/>
    <w:rsid w:val="00B33F68"/>
    <w:rsid w:val="00B34AA5"/>
    <w:rsid w:val="00B37DD9"/>
    <w:rsid w:val="00B4196C"/>
    <w:rsid w:val="00B4484B"/>
    <w:rsid w:val="00B4742F"/>
    <w:rsid w:val="00B550A7"/>
    <w:rsid w:val="00B56D5E"/>
    <w:rsid w:val="00B613C1"/>
    <w:rsid w:val="00B62445"/>
    <w:rsid w:val="00B62F38"/>
    <w:rsid w:val="00B63F78"/>
    <w:rsid w:val="00B66CD2"/>
    <w:rsid w:val="00B67F28"/>
    <w:rsid w:val="00B70CB2"/>
    <w:rsid w:val="00B71D33"/>
    <w:rsid w:val="00B72C61"/>
    <w:rsid w:val="00B779BD"/>
    <w:rsid w:val="00B85163"/>
    <w:rsid w:val="00B86174"/>
    <w:rsid w:val="00B87EDF"/>
    <w:rsid w:val="00B9113C"/>
    <w:rsid w:val="00B93383"/>
    <w:rsid w:val="00B936AB"/>
    <w:rsid w:val="00B94F82"/>
    <w:rsid w:val="00B9517E"/>
    <w:rsid w:val="00B95308"/>
    <w:rsid w:val="00B96D23"/>
    <w:rsid w:val="00B97FDB"/>
    <w:rsid w:val="00BA08F5"/>
    <w:rsid w:val="00BA49C2"/>
    <w:rsid w:val="00BB1092"/>
    <w:rsid w:val="00BB4DE6"/>
    <w:rsid w:val="00BB6066"/>
    <w:rsid w:val="00BB7F88"/>
    <w:rsid w:val="00BC0067"/>
    <w:rsid w:val="00BC0716"/>
    <w:rsid w:val="00BC1731"/>
    <w:rsid w:val="00BC2CC4"/>
    <w:rsid w:val="00BC5591"/>
    <w:rsid w:val="00BD19C5"/>
    <w:rsid w:val="00BD5D23"/>
    <w:rsid w:val="00BD67DF"/>
    <w:rsid w:val="00BE3F6D"/>
    <w:rsid w:val="00BE4720"/>
    <w:rsid w:val="00BE6970"/>
    <w:rsid w:val="00BE7674"/>
    <w:rsid w:val="00BF0657"/>
    <w:rsid w:val="00BF1FF3"/>
    <w:rsid w:val="00BF2574"/>
    <w:rsid w:val="00BF2B1C"/>
    <w:rsid w:val="00BF4694"/>
    <w:rsid w:val="00BF4892"/>
    <w:rsid w:val="00BF54F0"/>
    <w:rsid w:val="00BF6DFB"/>
    <w:rsid w:val="00BF763E"/>
    <w:rsid w:val="00C00184"/>
    <w:rsid w:val="00C03DA4"/>
    <w:rsid w:val="00C05A9D"/>
    <w:rsid w:val="00C0773E"/>
    <w:rsid w:val="00C07E6C"/>
    <w:rsid w:val="00C128FA"/>
    <w:rsid w:val="00C1495A"/>
    <w:rsid w:val="00C21556"/>
    <w:rsid w:val="00C2330A"/>
    <w:rsid w:val="00C23C35"/>
    <w:rsid w:val="00C25A9C"/>
    <w:rsid w:val="00C27544"/>
    <w:rsid w:val="00C27E93"/>
    <w:rsid w:val="00C32496"/>
    <w:rsid w:val="00C35FF0"/>
    <w:rsid w:val="00C41D84"/>
    <w:rsid w:val="00C440D9"/>
    <w:rsid w:val="00C44800"/>
    <w:rsid w:val="00C47162"/>
    <w:rsid w:val="00C57DA1"/>
    <w:rsid w:val="00C6121A"/>
    <w:rsid w:val="00C62E87"/>
    <w:rsid w:val="00C63508"/>
    <w:rsid w:val="00C661BD"/>
    <w:rsid w:val="00C676E9"/>
    <w:rsid w:val="00C714C0"/>
    <w:rsid w:val="00C719E1"/>
    <w:rsid w:val="00C7296A"/>
    <w:rsid w:val="00C75868"/>
    <w:rsid w:val="00C82986"/>
    <w:rsid w:val="00C83AB8"/>
    <w:rsid w:val="00C85FF9"/>
    <w:rsid w:val="00C91589"/>
    <w:rsid w:val="00C93004"/>
    <w:rsid w:val="00C9460F"/>
    <w:rsid w:val="00C948E3"/>
    <w:rsid w:val="00CA3083"/>
    <w:rsid w:val="00CA30D7"/>
    <w:rsid w:val="00CA7F8E"/>
    <w:rsid w:val="00CB43E2"/>
    <w:rsid w:val="00CB4CAD"/>
    <w:rsid w:val="00CB59FB"/>
    <w:rsid w:val="00CB7AF2"/>
    <w:rsid w:val="00CB7D5C"/>
    <w:rsid w:val="00CC0897"/>
    <w:rsid w:val="00CC1B88"/>
    <w:rsid w:val="00CC2571"/>
    <w:rsid w:val="00CC3B33"/>
    <w:rsid w:val="00CC45D6"/>
    <w:rsid w:val="00CC58FA"/>
    <w:rsid w:val="00CD06DD"/>
    <w:rsid w:val="00CD6061"/>
    <w:rsid w:val="00CE163F"/>
    <w:rsid w:val="00CE181C"/>
    <w:rsid w:val="00CE2D3E"/>
    <w:rsid w:val="00CE45CA"/>
    <w:rsid w:val="00CE693B"/>
    <w:rsid w:val="00CF6E85"/>
    <w:rsid w:val="00D013D1"/>
    <w:rsid w:val="00D01E56"/>
    <w:rsid w:val="00D01FF4"/>
    <w:rsid w:val="00D04DBA"/>
    <w:rsid w:val="00D0551D"/>
    <w:rsid w:val="00D062A8"/>
    <w:rsid w:val="00D069A3"/>
    <w:rsid w:val="00D103FE"/>
    <w:rsid w:val="00D104B1"/>
    <w:rsid w:val="00D12521"/>
    <w:rsid w:val="00D133D9"/>
    <w:rsid w:val="00D14AE1"/>
    <w:rsid w:val="00D16056"/>
    <w:rsid w:val="00D203A3"/>
    <w:rsid w:val="00D25DB2"/>
    <w:rsid w:val="00D27702"/>
    <w:rsid w:val="00D339A6"/>
    <w:rsid w:val="00D34533"/>
    <w:rsid w:val="00D34605"/>
    <w:rsid w:val="00D35A36"/>
    <w:rsid w:val="00D3688F"/>
    <w:rsid w:val="00D37634"/>
    <w:rsid w:val="00D40678"/>
    <w:rsid w:val="00D419E8"/>
    <w:rsid w:val="00D44106"/>
    <w:rsid w:val="00D4435E"/>
    <w:rsid w:val="00D44E44"/>
    <w:rsid w:val="00D44EA5"/>
    <w:rsid w:val="00D5128A"/>
    <w:rsid w:val="00D51988"/>
    <w:rsid w:val="00D55D76"/>
    <w:rsid w:val="00D6256B"/>
    <w:rsid w:val="00D657CE"/>
    <w:rsid w:val="00D6685A"/>
    <w:rsid w:val="00D677EE"/>
    <w:rsid w:val="00D67E60"/>
    <w:rsid w:val="00D73CDC"/>
    <w:rsid w:val="00D74017"/>
    <w:rsid w:val="00D745F5"/>
    <w:rsid w:val="00D75D61"/>
    <w:rsid w:val="00D771CD"/>
    <w:rsid w:val="00D859A5"/>
    <w:rsid w:val="00D87CCF"/>
    <w:rsid w:val="00D90C4A"/>
    <w:rsid w:val="00D92F45"/>
    <w:rsid w:val="00D931A7"/>
    <w:rsid w:val="00D936A6"/>
    <w:rsid w:val="00D952D6"/>
    <w:rsid w:val="00D97E5B"/>
    <w:rsid w:val="00DA647A"/>
    <w:rsid w:val="00DA6CC4"/>
    <w:rsid w:val="00DA6EDD"/>
    <w:rsid w:val="00DB2B54"/>
    <w:rsid w:val="00DB45CD"/>
    <w:rsid w:val="00DC03FE"/>
    <w:rsid w:val="00DC268E"/>
    <w:rsid w:val="00DC2B6E"/>
    <w:rsid w:val="00DC60A8"/>
    <w:rsid w:val="00DC61C8"/>
    <w:rsid w:val="00DD19A7"/>
    <w:rsid w:val="00DD1C85"/>
    <w:rsid w:val="00DE120A"/>
    <w:rsid w:val="00DE7128"/>
    <w:rsid w:val="00DF2C5A"/>
    <w:rsid w:val="00DF6F3E"/>
    <w:rsid w:val="00DF7C6F"/>
    <w:rsid w:val="00E003F8"/>
    <w:rsid w:val="00E06DAB"/>
    <w:rsid w:val="00E1106F"/>
    <w:rsid w:val="00E11911"/>
    <w:rsid w:val="00E13BC6"/>
    <w:rsid w:val="00E203C8"/>
    <w:rsid w:val="00E22BF0"/>
    <w:rsid w:val="00E23611"/>
    <w:rsid w:val="00E26CA7"/>
    <w:rsid w:val="00E3111B"/>
    <w:rsid w:val="00E32B9A"/>
    <w:rsid w:val="00E36D6B"/>
    <w:rsid w:val="00E4003F"/>
    <w:rsid w:val="00E416C6"/>
    <w:rsid w:val="00E42FBD"/>
    <w:rsid w:val="00E45D05"/>
    <w:rsid w:val="00E45E33"/>
    <w:rsid w:val="00E50BF2"/>
    <w:rsid w:val="00E534B5"/>
    <w:rsid w:val="00E62152"/>
    <w:rsid w:val="00E62D23"/>
    <w:rsid w:val="00E650D2"/>
    <w:rsid w:val="00E6549E"/>
    <w:rsid w:val="00E725A2"/>
    <w:rsid w:val="00E727F3"/>
    <w:rsid w:val="00E764C1"/>
    <w:rsid w:val="00E85C74"/>
    <w:rsid w:val="00E90318"/>
    <w:rsid w:val="00E95C4D"/>
    <w:rsid w:val="00EA2F08"/>
    <w:rsid w:val="00EA6A06"/>
    <w:rsid w:val="00EA7F8B"/>
    <w:rsid w:val="00EB3915"/>
    <w:rsid w:val="00EB4AF4"/>
    <w:rsid w:val="00EB6347"/>
    <w:rsid w:val="00EB6D8C"/>
    <w:rsid w:val="00EB7915"/>
    <w:rsid w:val="00EC0991"/>
    <w:rsid w:val="00EC1DCD"/>
    <w:rsid w:val="00EC2932"/>
    <w:rsid w:val="00EC347A"/>
    <w:rsid w:val="00EC4A91"/>
    <w:rsid w:val="00ED602E"/>
    <w:rsid w:val="00EE0984"/>
    <w:rsid w:val="00EE3269"/>
    <w:rsid w:val="00EE39A2"/>
    <w:rsid w:val="00EF07B7"/>
    <w:rsid w:val="00EF4315"/>
    <w:rsid w:val="00F0132A"/>
    <w:rsid w:val="00F02080"/>
    <w:rsid w:val="00F03B08"/>
    <w:rsid w:val="00F04197"/>
    <w:rsid w:val="00F05963"/>
    <w:rsid w:val="00F12997"/>
    <w:rsid w:val="00F13339"/>
    <w:rsid w:val="00F14EFD"/>
    <w:rsid w:val="00F1531D"/>
    <w:rsid w:val="00F25B78"/>
    <w:rsid w:val="00F25D15"/>
    <w:rsid w:val="00F27B26"/>
    <w:rsid w:val="00F32D9E"/>
    <w:rsid w:val="00F35CAC"/>
    <w:rsid w:val="00F42166"/>
    <w:rsid w:val="00F45E73"/>
    <w:rsid w:val="00F47E81"/>
    <w:rsid w:val="00F54D73"/>
    <w:rsid w:val="00F571D2"/>
    <w:rsid w:val="00F60F1A"/>
    <w:rsid w:val="00F67949"/>
    <w:rsid w:val="00F715B7"/>
    <w:rsid w:val="00F74978"/>
    <w:rsid w:val="00F74D42"/>
    <w:rsid w:val="00F76CB2"/>
    <w:rsid w:val="00F77E9C"/>
    <w:rsid w:val="00F80CBE"/>
    <w:rsid w:val="00F827E5"/>
    <w:rsid w:val="00F91437"/>
    <w:rsid w:val="00F93B3E"/>
    <w:rsid w:val="00F9599E"/>
    <w:rsid w:val="00FA2840"/>
    <w:rsid w:val="00FA3061"/>
    <w:rsid w:val="00FA3178"/>
    <w:rsid w:val="00FA37DB"/>
    <w:rsid w:val="00FA3F42"/>
    <w:rsid w:val="00FA5DEF"/>
    <w:rsid w:val="00FA6003"/>
    <w:rsid w:val="00FA6602"/>
    <w:rsid w:val="00FA680B"/>
    <w:rsid w:val="00FA6B05"/>
    <w:rsid w:val="00FA6B98"/>
    <w:rsid w:val="00FA777D"/>
    <w:rsid w:val="00FA7955"/>
    <w:rsid w:val="00FB0FD2"/>
    <w:rsid w:val="00FB334A"/>
    <w:rsid w:val="00FB35B5"/>
    <w:rsid w:val="00FB481F"/>
    <w:rsid w:val="00FC2466"/>
    <w:rsid w:val="00FC377E"/>
    <w:rsid w:val="00FD13C0"/>
    <w:rsid w:val="00FD17BB"/>
    <w:rsid w:val="00FD1B72"/>
    <w:rsid w:val="00FD3A2D"/>
    <w:rsid w:val="00FD5731"/>
    <w:rsid w:val="00FD5D38"/>
    <w:rsid w:val="00FD5E3D"/>
    <w:rsid w:val="00FD5E52"/>
    <w:rsid w:val="00FE46B8"/>
    <w:rsid w:val="00FE4A47"/>
    <w:rsid w:val="00FE53F6"/>
    <w:rsid w:val="00FE7A53"/>
    <w:rsid w:val="00FF4BB3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CD4A7"/>
  <w15:docId w15:val="{47457974-6210-4C0F-A091-7FFE2A9D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7DB"/>
    <w:rPr>
      <w:rFonts w:ascii="Arial" w:hAnsi="Arial" w:cs="Arial"/>
      <w:sz w:val="20"/>
      <w:szCs w:val="24"/>
    </w:rPr>
  </w:style>
  <w:style w:type="paragraph" w:styleId="Titre1">
    <w:name w:val="heading 1"/>
    <w:basedOn w:val="Normal"/>
    <w:next w:val="Normal"/>
    <w:link w:val="Titre1Car"/>
    <w:qFormat/>
    <w:rsid w:val="00C00184"/>
    <w:pPr>
      <w:keepNext/>
      <w:numPr>
        <w:numId w:val="18"/>
      </w:numPr>
      <w:spacing w:before="240" w:after="60"/>
      <w:outlineLvl w:val="0"/>
    </w:pPr>
    <w:rPr>
      <w:rFonts w:eastAsiaTheme="majorEastAsia"/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C00184"/>
    <w:pPr>
      <w:keepNext/>
      <w:numPr>
        <w:ilvl w:val="1"/>
        <w:numId w:val="18"/>
      </w:numPr>
      <w:spacing w:before="240" w:after="60"/>
      <w:outlineLvl w:val="1"/>
    </w:pPr>
    <w:rPr>
      <w:rFonts w:eastAsiaTheme="majorEastAsia"/>
      <w:b/>
      <w:bCs/>
      <w:iCs/>
      <w:sz w:val="22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00184"/>
    <w:pPr>
      <w:keepNext/>
      <w:numPr>
        <w:ilvl w:val="2"/>
        <w:numId w:val="18"/>
      </w:numPr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00184"/>
    <w:pPr>
      <w:keepNext/>
      <w:numPr>
        <w:ilvl w:val="3"/>
        <w:numId w:val="18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00184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00184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00184"/>
    <w:pPr>
      <w:numPr>
        <w:ilvl w:val="6"/>
        <w:numId w:val="18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00184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00184"/>
    <w:pPr>
      <w:numPr>
        <w:ilvl w:val="8"/>
        <w:numId w:val="18"/>
      </w:num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00184"/>
    <w:rPr>
      <w:rFonts w:ascii="Arial" w:eastAsiaTheme="majorEastAsia" w:hAnsi="Arial" w:cs="Arial"/>
      <w:b/>
      <w:bCs/>
      <w:iCs/>
      <w:szCs w:val="28"/>
    </w:rPr>
  </w:style>
  <w:style w:type="paragraph" w:styleId="Textebrut">
    <w:name w:val="Plain Text"/>
    <w:basedOn w:val="Normal"/>
    <w:link w:val="TextebrutCar"/>
    <w:uiPriority w:val="99"/>
    <w:unhideWhenUsed/>
    <w:rsid w:val="00CB7D5C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CB7D5C"/>
    <w:rPr>
      <w:rFonts w:ascii="Consolas" w:hAnsi="Consolas"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rsid w:val="004E0C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0CAF"/>
  </w:style>
  <w:style w:type="paragraph" w:styleId="Pieddepage">
    <w:name w:val="footer"/>
    <w:basedOn w:val="Normal"/>
    <w:link w:val="PieddepageCar"/>
    <w:uiPriority w:val="99"/>
    <w:unhideWhenUsed/>
    <w:rsid w:val="004E0C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E0CAF"/>
  </w:style>
  <w:style w:type="table" w:styleId="Grilledutableau">
    <w:name w:val="Table Grid"/>
    <w:basedOn w:val="TableauNormal"/>
    <w:rsid w:val="00A42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00184"/>
    <w:rPr>
      <w:rFonts w:ascii="Arial" w:eastAsiaTheme="majorEastAsia" w:hAnsi="Arial" w:cs="Arial"/>
      <w:b/>
      <w:bCs/>
      <w:kern w:val="32"/>
      <w:sz w:val="24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00184"/>
    <w:rPr>
      <w:rFonts w:asciiTheme="majorHAnsi" w:eastAsiaTheme="majorEastAsia" w:hAnsiTheme="majorHAnsi" w:cs="Arial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C00184"/>
    <w:rPr>
      <w:rFonts w:ascii="Arial" w:hAnsi="Arial" w:cs="Arial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C00184"/>
    <w:rPr>
      <w:rFonts w:ascii="Arial" w:hAnsi="Arial" w:cs="Arial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00184"/>
    <w:rPr>
      <w:rFonts w:ascii="Arial" w:hAnsi="Arial" w:cs="Arial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C00184"/>
    <w:rPr>
      <w:rFonts w:ascii="Arial" w:hAnsi="Arial" w:cs="Arial"/>
      <w:sz w:val="20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00184"/>
    <w:rPr>
      <w:rFonts w:ascii="Arial" w:hAnsi="Arial" w:cs="Arial"/>
      <w:i/>
      <w:iCs/>
      <w:sz w:val="20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C00184"/>
    <w:rPr>
      <w:rFonts w:asciiTheme="majorHAnsi" w:eastAsiaTheme="majorEastAsia" w:hAnsiTheme="majorHAnsi" w:cs="Arial"/>
    </w:rPr>
  </w:style>
  <w:style w:type="paragraph" w:styleId="Lgende">
    <w:name w:val="caption"/>
    <w:basedOn w:val="Normal"/>
    <w:next w:val="Normal"/>
    <w:uiPriority w:val="35"/>
    <w:semiHidden/>
    <w:unhideWhenUsed/>
    <w:rsid w:val="00F03B08"/>
    <w:rPr>
      <w:b/>
      <w:bCs/>
      <w:color w:val="365F91"/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C21556"/>
    <w:pPr>
      <w:spacing w:after="60"/>
      <w:jc w:val="center"/>
      <w:outlineLvl w:val="0"/>
    </w:pPr>
    <w:rPr>
      <w:rFonts w:eastAsiaTheme="majorEastAsia"/>
      <w:b/>
      <w:bCs/>
      <w:kern w:val="28"/>
      <w:sz w:val="44"/>
      <w:szCs w:val="32"/>
    </w:rPr>
  </w:style>
  <w:style w:type="character" w:customStyle="1" w:styleId="TitreCar">
    <w:name w:val="Titre Car"/>
    <w:basedOn w:val="Policepardfaut"/>
    <w:link w:val="Titre"/>
    <w:rsid w:val="00C21556"/>
    <w:rPr>
      <w:rFonts w:ascii="Arial" w:eastAsiaTheme="majorEastAsia" w:hAnsi="Arial" w:cs="Arial"/>
      <w:b/>
      <w:bCs/>
      <w:kern w:val="28"/>
      <w:sz w:val="44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0184"/>
    <w:pPr>
      <w:spacing w:after="60"/>
      <w:jc w:val="center"/>
      <w:outlineLvl w:val="1"/>
    </w:pPr>
    <w:rPr>
      <w:rFonts w:eastAsiaTheme="majorEastAsia"/>
      <w:b/>
      <w:i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C00184"/>
    <w:rPr>
      <w:rFonts w:ascii="Arial" w:eastAsiaTheme="majorEastAsia" w:hAnsi="Arial" w:cs="Arial"/>
      <w:b/>
      <w:i/>
      <w:sz w:val="24"/>
      <w:szCs w:val="24"/>
    </w:rPr>
  </w:style>
  <w:style w:type="character" w:styleId="lev">
    <w:name w:val="Strong"/>
    <w:basedOn w:val="Policepardfaut"/>
    <w:uiPriority w:val="22"/>
    <w:qFormat/>
    <w:rsid w:val="00C00184"/>
    <w:rPr>
      <w:b/>
      <w:bCs/>
    </w:rPr>
  </w:style>
  <w:style w:type="character" w:styleId="Accentuation">
    <w:name w:val="Emphasis"/>
    <w:basedOn w:val="Policepardfaut"/>
    <w:uiPriority w:val="20"/>
    <w:qFormat/>
    <w:rsid w:val="00C00184"/>
    <w:rPr>
      <w:rFonts w:asciiTheme="minorHAnsi" w:hAnsiTheme="minorHAnsi"/>
      <w:b/>
      <w:i/>
      <w:iCs/>
    </w:rPr>
  </w:style>
  <w:style w:type="paragraph" w:styleId="Sansinterligne">
    <w:name w:val="No Spacing"/>
    <w:basedOn w:val="Normal"/>
    <w:link w:val="SansinterligneCar"/>
    <w:uiPriority w:val="1"/>
    <w:qFormat/>
    <w:rsid w:val="00C00184"/>
    <w:rPr>
      <w:szCs w:val="32"/>
    </w:rPr>
  </w:style>
  <w:style w:type="character" w:customStyle="1" w:styleId="SansinterligneCar">
    <w:name w:val="Sans interligne Car"/>
    <w:link w:val="Sansinterligne"/>
    <w:uiPriority w:val="1"/>
    <w:rsid w:val="00F03B08"/>
    <w:rPr>
      <w:sz w:val="24"/>
      <w:szCs w:val="32"/>
    </w:rPr>
  </w:style>
  <w:style w:type="paragraph" w:styleId="Paragraphedeliste">
    <w:name w:val="List Paragraph"/>
    <w:basedOn w:val="Normal"/>
    <w:uiPriority w:val="34"/>
    <w:qFormat/>
    <w:rsid w:val="00C00184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00184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00184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00184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00184"/>
    <w:rPr>
      <w:b/>
      <w:i/>
      <w:sz w:val="24"/>
    </w:rPr>
  </w:style>
  <w:style w:type="character" w:styleId="Accentuationlgre">
    <w:name w:val="Subtle Emphasis"/>
    <w:uiPriority w:val="19"/>
    <w:qFormat/>
    <w:rsid w:val="00C00184"/>
    <w:rPr>
      <w:i/>
      <w:color w:val="5A5A5A" w:themeColor="text1" w:themeTint="A5"/>
    </w:rPr>
  </w:style>
  <w:style w:type="character" w:styleId="Accentuationintense">
    <w:name w:val="Intense Emphasis"/>
    <w:basedOn w:val="Policepardfaut"/>
    <w:uiPriority w:val="21"/>
    <w:qFormat/>
    <w:rsid w:val="00C00184"/>
    <w:rPr>
      <w:b/>
      <w:i/>
      <w:sz w:val="24"/>
      <w:szCs w:val="24"/>
      <w:u w:val="single"/>
    </w:rPr>
  </w:style>
  <w:style w:type="character" w:styleId="Rfrencelgre">
    <w:name w:val="Subtle Reference"/>
    <w:basedOn w:val="Policepardfaut"/>
    <w:uiPriority w:val="31"/>
    <w:qFormat/>
    <w:rsid w:val="00C00184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qFormat/>
    <w:rsid w:val="00C00184"/>
    <w:rPr>
      <w:b/>
      <w:sz w:val="24"/>
      <w:u w:val="single"/>
    </w:rPr>
  </w:style>
  <w:style w:type="character" w:styleId="Titredulivre">
    <w:name w:val="Book Title"/>
    <w:basedOn w:val="Policepardfaut"/>
    <w:uiPriority w:val="33"/>
    <w:qFormat/>
    <w:rsid w:val="00C21556"/>
    <w:rPr>
      <w:rFonts w:asciiTheme="minorHAnsi" w:hAnsiTheme="minorHAnsi" w:cstheme="minorHAnsi"/>
      <w:sz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00184"/>
    <w:pPr>
      <w:outlineLvl w:val="9"/>
    </w:pPr>
  </w:style>
  <w:style w:type="character" w:styleId="Numrodepage">
    <w:name w:val="page number"/>
    <w:uiPriority w:val="99"/>
    <w:unhideWhenUsed/>
    <w:rsid w:val="00CC1B88"/>
    <w:rPr>
      <w:rFonts w:eastAsia="Times New Roman" w:cs="Times New Roman"/>
      <w:bCs w:val="0"/>
      <w:iCs w:val="0"/>
      <w:szCs w:val="22"/>
      <w:lang w:val="fr-FR"/>
    </w:rPr>
  </w:style>
  <w:style w:type="paragraph" w:customStyle="1" w:styleId="schema">
    <w:name w:val="schema"/>
    <w:basedOn w:val="Normal"/>
    <w:rsid w:val="003B1DD4"/>
    <w:pPr>
      <w:spacing w:after="120" w:line="120" w:lineRule="atLeast"/>
      <w:ind w:left="397"/>
      <w:jc w:val="both"/>
    </w:pPr>
    <w:rPr>
      <w:sz w:val="22"/>
    </w:rPr>
  </w:style>
  <w:style w:type="table" w:styleId="Listeclaire-Accent1">
    <w:name w:val="Light List Accent 1"/>
    <w:basedOn w:val="TableauNormal"/>
    <w:uiPriority w:val="61"/>
    <w:rsid w:val="003B1DD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3B1DD4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Grilleclaire-Accent1">
    <w:name w:val="Light Grid Accent 1"/>
    <w:basedOn w:val="TableauNormal"/>
    <w:uiPriority w:val="62"/>
    <w:rsid w:val="003B1DD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A528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A5285"/>
    <w:rPr>
      <w:rFonts w:ascii="Tahoma" w:hAnsi="Tahoma" w:cs="Tahoma"/>
      <w:sz w:val="16"/>
      <w:szCs w:val="16"/>
      <w:lang w:eastAsia="en-US" w:bidi="en-US"/>
    </w:rPr>
  </w:style>
  <w:style w:type="paragraph" w:customStyle="1" w:styleId="TITRETP">
    <w:name w:val="TITRE TP"/>
    <w:basedOn w:val="Normal"/>
    <w:next w:val="Corpsdetexte"/>
    <w:rsid w:val="004A2A6A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eastAsia="Times New Roman" w:hAnsi="Arial Black" w:cs="Times New Roman"/>
      <w:sz w:val="52"/>
      <w:szCs w:val="20"/>
    </w:rPr>
  </w:style>
  <w:style w:type="paragraph" w:styleId="Corpsdetexte">
    <w:name w:val="Body Text"/>
    <w:basedOn w:val="Normal"/>
    <w:link w:val="CorpsdetexteCar"/>
    <w:rsid w:val="004A2A6A"/>
    <w:pPr>
      <w:spacing w:after="120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CorpsdetexteCar">
    <w:name w:val="Corps de texte Car"/>
    <w:basedOn w:val="Policepardfaut"/>
    <w:link w:val="Corpsdetexte"/>
    <w:rsid w:val="004A2A6A"/>
    <w:rPr>
      <w:rFonts w:ascii="Times New Roman" w:eastAsia="Times New Roman" w:hAnsi="Times New Roman"/>
      <w:szCs w:val="20"/>
    </w:rPr>
  </w:style>
  <w:style w:type="paragraph" w:customStyle="1" w:styleId="Titre1sansnum">
    <w:name w:val="Titre1 sans num"/>
    <w:basedOn w:val="Titre1"/>
    <w:next w:val="Corpsdetexte"/>
    <w:rsid w:val="004A2A6A"/>
    <w:pPr>
      <w:pBdr>
        <w:bottom w:val="single" w:sz="6" w:space="4" w:color="auto"/>
      </w:pBdr>
      <w:outlineLvl w:val="9"/>
    </w:pPr>
    <w:rPr>
      <w:rFonts w:eastAsia="Times New Roman" w:cs="Times New Roman"/>
      <w:bCs w:val="0"/>
      <w:smallCaps/>
      <w:kern w:val="28"/>
      <w:sz w:val="28"/>
      <w:szCs w:val="20"/>
    </w:rPr>
  </w:style>
  <w:style w:type="paragraph" w:customStyle="1" w:styleId="pastille">
    <w:name w:val="pastille"/>
    <w:basedOn w:val="Normal"/>
    <w:rsid w:val="004A2A6A"/>
    <w:pPr>
      <w:numPr>
        <w:numId w:val="19"/>
      </w:numPr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Default">
    <w:name w:val="Default"/>
    <w:rsid w:val="00603E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4325">
          <w:marLeft w:val="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4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1259">
          <w:marLeft w:val="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8226">
          <w:marLeft w:val="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632">
          <w:marLeft w:val="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740">
          <w:marLeft w:val="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8376">
          <w:marLeft w:val="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5987">
          <w:marLeft w:val="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18527">
          <w:marLeft w:val="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8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dom\AppData\Roaming\Microsoft\Templates\Fiche%20TP%20bts%20C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87EC3-2CCF-4912-9C67-90F04D9A2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TP bts CM</Template>
  <TotalTime>422</TotalTime>
  <Pages>6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Modélisation d'un semelage simple</vt:lpstr>
    </vt:vector>
  </TitlesOfParts>
  <Company>Lycée du Dauphiné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Modélisation d'un semelage simple</dc:title>
  <dc:subject>Calcul du coût de revient</dc:subject>
  <dc:creator>ddom</dc:creator>
  <cp:lastModifiedBy>dominique DUC</cp:lastModifiedBy>
  <cp:revision>9</cp:revision>
  <cp:lastPrinted>2019-12-09T15:31:00Z</cp:lastPrinted>
  <dcterms:created xsi:type="dcterms:W3CDTF">2019-12-11T08:35:00Z</dcterms:created>
  <dcterms:modified xsi:type="dcterms:W3CDTF">2020-01-24T08:47:00Z</dcterms:modified>
</cp:coreProperties>
</file>