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064" w:rsidRDefault="00093064" w:rsidP="00B30BC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SYNOPTIQUE DU </w:t>
      </w:r>
      <w:r w:rsidR="00B30BCF">
        <w:rPr>
          <w:rFonts w:ascii="Arial" w:hAnsi="Arial" w:cs="Arial"/>
          <w:sz w:val="28"/>
          <w:szCs w:val="28"/>
        </w:rPr>
        <w:t xml:space="preserve">PROJET </w:t>
      </w:r>
    </w:p>
    <w:p w:rsidR="00157F8E" w:rsidRDefault="00B30BCF" w:rsidP="00B30BC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 </w:t>
      </w:r>
      <w:r w:rsidR="00D261C6">
        <w:rPr>
          <w:rFonts w:ascii="Arial" w:hAnsi="Arial" w:cs="Arial"/>
          <w:sz w:val="28"/>
          <w:szCs w:val="28"/>
        </w:rPr>
        <w:t>ECO-AMPLIFICATEUR</w:t>
      </w:r>
      <w:r>
        <w:rPr>
          <w:rFonts w:ascii="Arial" w:hAnsi="Arial" w:cs="Arial"/>
          <w:sz w:val="28"/>
          <w:szCs w:val="28"/>
        </w:rPr>
        <w:t> »</w:t>
      </w:r>
    </w:p>
    <w:p w:rsidR="00B30BCF" w:rsidRDefault="00B30BCF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93064" w:rsidRDefault="00DB33B9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15240</wp:posOffset>
                </wp:positionV>
                <wp:extent cx="2581275" cy="40957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4095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D68" w:rsidRPr="00B30BCF" w:rsidRDefault="00B30BCF" w:rsidP="00AF6D68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caps/>
                                <w:sz w:val="36"/>
                              </w:rPr>
                            </w:pPr>
                            <w:r w:rsidRPr="00B30BCF">
                              <w:rPr>
                                <w:rFonts w:asciiTheme="majorHAnsi" w:hAnsiTheme="majorHAnsi"/>
                                <w:caps/>
                                <w:sz w:val="36"/>
                              </w:rPr>
                              <w:t>SEQUENCE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7.45pt;margin-top:1.2pt;width:203.25pt;height:3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" fillcolor="#c5e0b3 [1305]" strokeweight=".5pt">
                <v:textbox>
                  <w:txbxContent>
                    <w:p w:rsidR="00AF6D68" w:rsidRPr="00B30BCF" w:rsidRDefault="00B30BCF" w:rsidP="00AF6D68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caps/>
                          <w:sz w:val="36"/>
                        </w:rPr>
                      </w:pPr>
                      <w:r w:rsidRPr="00B30BCF">
                        <w:rPr>
                          <w:rFonts w:asciiTheme="majorHAnsi" w:hAnsiTheme="majorHAnsi"/>
                          <w:caps/>
                          <w:sz w:val="36"/>
                        </w:rPr>
                        <w:t>SEQUENCE 1</w:t>
                      </w:r>
                    </w:p>
                  </w:txbxContent>
                </v:textbox>
              </v:shape>
            </w:pict>
          </mc:Fallback>
        </mc:AlternateContent>
      </w:r>
    </w:p>
    <w:p w:rsidR="00093064" w:rsidRDefault="00093064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93064" w:rsidRDefault="00DB33B9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130175</wp:posOffset>
                </wp:positionV>
                <wp:extent cx="1028702" cy="2552700"/>
                <wp:effectExtent l="38100" t="0" r="19050" b="3810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2" cy="2552700"/>
                          <a:chOff x="0" y="0"/>
                          <a:chExt cx="1028702" cy="2457450"/>
                        </a:xfrm>
                      </wpg:grpSpPr>
                      <wps:wsp>
                        <wps:cNvPr id="7" name="Flèche vers le bas 7"/>
                        <wps:cNvSpPr/>
                        <wps:spPr>
                          <a:xfrm>
                            <a:off x="0" y="0"/>
                            <a:ext cx="1009650" cy="2457450"/>
                          </a:xfrm>
                          <a:prstGeom prst="downArrow">
                            <a:avLst>
                              <a:gd name="adj1" fmla="val 50000"/>
                              <a:gd name="adj2" fmla="val 29375"/>
                            </a:avLst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F6D68" w:rsidRPr="00DB33B9" w:rsidRDefault="00AF6D68" w:rsidP="00AF6D68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 rot="16200000">
                            <a:off x="-129930" y="694469"/>
                            <a:ext cx="1513827" cy="8034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33B9" w:rsidRPr="00DB33B9" w:rsidRDefault="00DB33B9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B33B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Du problème sociétal au son 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4" o:spid="_x0000_s1027" style="position:absolute;margin-left:95.25pt;margin-top:10.25pt;width:81pt;height:201pt;z-index:251677696;mso-width-relative:margin;mso-height-relative:margin" coordsize="10287,24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Flèche vers le bas 7" o:spid="_x0000_s1028" type="#_x0000_t67" style="position:absolute;width:10096;height:245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osXMQA&#10;AADaAAAADwAAAGRycy9kb3ducmV2LnhtbESPQWvCQBSE70L/w/IK3nSTWoxEVwmlQqEFUSteH9nX&#10;bGr2bZrdavrvXUHocZiZb5jFqreNOFPna8cK0nECgrh0uuZKwed+PZqB8AFZY+OYFPyRh9XyYbDA&#10;XLsLb+m8C5WIEPY5KjAhtLmUvjRk0Y9dSxy9L9dZDFF2ldQdXiLcNvIpSabSYs1xwWBLL4bK0+7X&#10;KthsPtqfdJ+9FqdnPEzM96Q/vrNSw8e+mIMI1If/8L39phVkcLsSb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KLFzEAAAA2gAAAA8AAAAAAAAAAAAAAAAAmAIAAGRycy9k&#10;b3ducmV2LnhtbFBLBQYAAAAABAAEAPUAAACJAwAAAAA=&#10;" adj="18993" fillcolor="#cfcdcd [2894]" strokecolor="black [3213]" strokeweight="1pt">
                  <v:textbox>
                    <w:txbxContent>
                      <w:p w:rsidR="00AF6D68" w:rsidRPr="00DB33B9" w:rsidRDefault="00AF6D68" w:rsidP="00AF6D68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Zone de texte 13" o:spid="_x0000_s1029" type="#_x0000_t202" style="position:absolute;left:-1300;top:6944;width:15139;height:803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SuAcEA&#10;AADbAAAADwAAAGRycy9kb3ducmV2LnhtbERPTYvCMBC9L/gfwgjebKqCaDWKCKIePFiF3ePYzLZd&#10;m0lpotb99RtB2Ns83ufMl62pxJ0aV1pWMIhiEMSZ1SXnCs6nTX8CwnlkjZVlUvAkB8tF52OOibYP&#10;PtI99bkIIewSVFB4XydSuqwggy6yNXHgvm1j0AfY5FI3+AjhppLDOB5LgyWHhgJrWheUXdObUfBj&#10;3GU6+aXB52r7NMND+lXvt1apXrddzUB4av2/+O3e6TB/BK9fwg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6UrgHBAAAA2wAAAA8AAAAAAAAAAAAAAAAAmAIAAGRycy9kb3du&#10;cmV2LnhtbFBLBQYAAAAABAAEAPUAAACGAwAAAAA=&#10;" filled="f" stroked="f" strokeweight=".5pt">
                  <v:textbox>
                    <w:txbxContent>
                      <w:p w:rsidR="00DB33B9" w:rsidRPr="00DB33B9" w:rsidRDefault="00DB33B9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B33B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Du problème sociétal au son 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2571750</wp:posOffset>
                </wp:positionH>
                <wp:positionV relativeFrom="paragraph">
                  <wp:posOffset>90805</wp:posOffset>
                </wp:positionV>
                <wp:extent cx="4238625" cy="819150"/>
                <wp:effectExtent l="0" t="0" r="285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BCF" w:rsidRDefault="00B30BCF" w:rsidP="00B30BC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SEANCE 1 </w:t>
                            </w:r>
                          </w:p>
                          <w:p w:rsidR="00B30BCF" w:rsidRPr="00B30BCF" w:rsidRDefault="00B30BCF" w:rsidP="00B30BC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30B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Identification des problèmes sociétaux.</w:t>
                            </w:r>
                          </w:p>
                          <w:p w:rsidR="00B30BCF" w:rsidRPr="00B30BCF" w:rsidRDefault="00B30BCF" w:rsidP="00B30BC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30B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Décision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de réaliser </w:t>
                            </w:r>
                            <w:r w:rsidRPr="00B30B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un nouvel objet technique.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0" type="#_x0000_t202" style="position:absolute;margin-left:202.5pt;margin-top:7.15pt;width:333.75pt;height:64.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" fillcolor="white [3201]" strokeweight=".5pt">
                <v:textbox>
                  <w:txbxContent>
                    <w:p w:rsidR="00B30BCF" w:rsidRDefault="00B30BCF" w:rsidP="00B30BC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SEANCE 1 </w:t>
                      </w:r>
                    </w:p>
                    <w:p w:rsidR="00B30BCF" w:rsidRPr="00B30BCF" w:rsidRDefault="00B30BCF" w:rsidP="00B30BC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30B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Identification des problèmes sociétaux.</w:t>
                      </w:r>
                    </w:p>
                    <w:p w:rsidR="00B30BCF" w:rsidRPr="00B30BCF" w:rsidRDefault="00B30BCF" w:rsidP="00B30BC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30B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Décision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de réaliser </w:t>
                      </w:r>
                      <w:r w:rsidRPr="00B30B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un nouvel objet technique.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30BCF" w:rsidRPr="001114C3" w:rsidRDefault="00475E0F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7086877</wp:posOffset>
            </wp:positionV>
            <wp:extent cx="819150" cy="1655168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 ABC3 - Gr2 - corrigé.bmp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21" r="30059"/>
                    <a:stretch/>
                  </pic:blipFill>
                  <pic:spPr bwMode="auto">
                    <a:xfrm>
                      <a:off x="0" y="0"/>
                      <a:ext cx="819670" cy="1656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173E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margin">
              <wp:posOffset>838835</wp:posOffset>
            </wp:positionH>
            <wp:positionV relativeFrom="paragraph">
              <wp:posOffset>7736205</wp:posOffset>
            </wp:positionV>
            <wp:extent cx="1308017" cy="981075"/>
            <wp:effectExtent l="0" t="0" r="0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3 ABC3 - Gr5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017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63E5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7583805</wp:posOffset>
            </wp:positionV>
            <wp:extent cx="1054502" cy="790575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3 ABC2 - Gr4- corrigé.bmp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502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4651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margin">
              <wp:posOffset>152400</wp:posOffset>
            </wp:positionH>
            <wp:positionV relativeFrom="paragraph">
              <wp:posOffset>6869430</wp:posOffset>
            </wp:positionV>
            <wp:extent cx="1256020" cy="942075"/>
            <wp:effectExtent l="0" t="0" r="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3 DEF2 - Gr2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020" cy="94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4651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4C02A1" wp14:editId="3C0DC63C">
                <wp:simplePos x="0" y="0"/>
                <wp:positionH relativeFrom="column">
                  <wp:posOffset>561975</wp:posOffset>
                </wp:positionH>
                <wp:positionV relativeFrom="paragraph">
                  <wp:posOffset>5383530</wp:posOffset>
                </wp:positionV>
                <wp:extent cx="2476500" cy="41910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419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BCF" w:rsidRPr="00B30BCF" w:rsidRDefault="00B30BCF" w:rsidP="00B30BCF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caps/>
                                <w:sz w:val="36"/>
                              </w:rPr>
                            </w:pPr>
                            <w:r w:rsidRPr="00B30BCF">
                              <w:rPr>
                                <w:rFonts w:asciiTheme="majorHAnsi" w:hAnsiTheme="majorHAnsi"/>
                                <w:caps/>
                                <w:sz w:val="36"/>
                              </w:rPr>
                              <w:t xml:space="preserve">SEQUENCE </w:t>
                            </w:r>
                            <w:r>
                              <w:rPr>
                                <w:rFonts w:asciiTheme="majorHAnsi" w:hAnsiTheme="majorHAnsi"/>
                                <w:caps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C02A1" id="Zone de texte 6" o:spid="_x0000_s1031" type="#_x0000_t202" style="position:absolute;margin-left:44.25pt;margin-top:423.9pt;width:19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" fillcolor="#c5e0b3 [1305]" strokeweight=".5pt">
                <v:textbox>
                  <w:txbxContent>
                    <w:p w:rsidR="00B30BCF" w:rsidRPr="00B30BCF" w:rsidRDefault="00B30BCF" w:rsidP="00B30BCF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caps/>
                          <w:sz w:val="36"/>
                        </w:rPr>
                      </w:pPr>
                      <w:r w:rsidRPr="00B30BCF">
                        <w:rPr>
                          <w:rFonts w:asciiTheme="majorHAnsi" w:hAnsiTheme="majorHAnsi"/>
                          <w:caps/>
                          <w:sz w:val="36"/>
                        </w:rPr>
                        <w:t xml:space="preserve">SEQUENCE </w:t>
                      </w:r>
                      <w:r>
                        <w:rPr>
                          <w:rFonts w:asciiTheme="majorHAnsi" w:hAnsiTheme="majorHAnsi"/>
                          <w:caps/>
                          <w:sz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5465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EE0082" wp14:editId="64963D03">
                <wp:simplePos x="0" y="0"/>
                <wp:positionH relativeFrom="column">
                  <wp:posOffset>1152525</wp:posOffset>
                </wp:positionH>
                <wp:positionV relativeFrom="paragraph">
                  <wp:posOffset>5907405</wp:posOffset>
                </wp:positionV>
                <wp:extent cx="1144270" cy="2152650"/>
                <wp:effectExtent l="38100" t="0" r="55880" b="38100"/>
                <wp:wrapNone/>
                <wp:docPr id="21" name="Flèche vers le b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270" cy="2152650"/>
                        </a:xfrm>
                        <a:prstGeom prst="downArrow">
                          <a:avLst>
                            <a:gd name="adj1" fmla="val 50000"/>
                            <a:gd name="adj2" fmla="val 2937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4FDB" w:rsidRPr="00DB33B9" w:rsidRDefault="001B4FDB" w:rsidP="001B4FD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E0082" id="Flèche vers le bas 21" o:spid="_x0000_s1032" type="#_x0000_t67" style="position:absolute;margin-left:90.75pt;margin-top:465.15pt;width:90.1pt;height:169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" adj="18227" fillcolor="#cfcdcd [2894]" strokecolor="black [3213]" strokeweight="1pt">
                <v:textbox>
                  <w:txbxContent>
                    <w:p w:rsidR="001B4FDB" w:rsidRPr="00DB33B9" w:rsidRDefault="001B4FDB" w:rsidP="001B4FD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4798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983AAA" wp14:editId="4D0F763B">
                <wp:simplePos x="0" y="0"/>
                <wp:positionH relativeFrom="margin">
                  <wp:posOffset>2552700</wp:posOffset>
                </wp:positionH>
                <wp:positionV relativeFrom="paragraph">
                  <wp:posOffset>7364730</wp:posOffset>
                </wp:positionV>
                <wp:extent cx="4238625" cy="514350"/>
                <wp:effectExtent l="0" t="0" r="28575" b="1905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FDB" w:rsidRDefault="001B4FDB" w:rsidP="001B4FD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SEANCE 3</w:t>
                            </w:r>
                          </w:p>
                          <w:p w:rsidR="001B4FDB" w:rsidRPr="008755F1" w:rsidRDefault="001B4FDB" w:rsidP="001B4FD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</w:t>
                            </w:r>
                            <w:r w:rsidR="008755F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evue de projet</w:t>
                            </w:r>
                            <w:r w:rsidR="0090656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83AAA" id="Zone de texte 19" o:spid="_x0000_s1033" type="#_x0000_t202" style="position:absolute;margin-left:201pt;margin-top:579.9pt;width:333.75pt;height:40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" fillcolor="white [3201]" strokeweight=".5pt">
                <v:textbox>
                  <w:txbxContent>
                    <w:p w:rsidR="001B4FDB" w:rsidRDefault="001B4FDB" w:rsidP="001B4FD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SEANCE 3</w:t>
                      </w:r>
                    </w:p>
                    <w:p w:rsidR="001B4FDB" w:rsidRPr="008755F1" w:rsidRDefault="001B4FDB" w:rsidP="001B4FD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</w:t>
                      </w:r>
                      <w:r w:rsidR="008755F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evue de projet</w:t>
                      </w:r>
                      <w:r w:rsidR="0090656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4798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862AEB" wp14:editId="13292DE6">
                <wp:simplePos x="0" y="0"/>
                <wp:positionH relativeFrom="margin">
                  <wp:posOffset>2543175</wp:posOffset>
                </wp:positionH>
                <wp:positionV relativeFrom="paragraph">
                  <wp:posOffset>6116955</wp:posOffset>
                </wp:positionV>
                <wp:extent cx="4238625" cy="1123950"/>
                <wp:effectExtent l="0" t="0" r="28575" b="1905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33B9" w:rsidRDefault="00DB33B9" w:rsidP="00DB33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SEANCE</w:t>
                            </w:r>
                            <w:r w:rsidR="008755F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1</w:t>
                            </w:r>
                            <w:r w:rsidR="008755F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&amp; 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B33B9" w:rsidRDefault="00DB33B9" w:rsidP="00DB33B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Réalisation </w:t>
                            </w:r>
                            <w:r w:rsidR="00F473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de la modélisation</w:t>
                            </w:r>
                            <w:r w:rsidR="0090656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8755F1" w:rsidRDefault="008755F1" w:rsidP="00DB33B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Recherche et mise en place des protocoles de tests</w:t>
                            </w:r>
                            <w:r w:rsidR="0090656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8755F1" w:rsidRDefault="004A4798" w:rsidP="008755F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Réalisation du prototype final</w:t>
                            </w:r>
                            <w:r w:rsidR="0090656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8755F1" w:rsidRPr="00B30BCF" w:rsidRDefault="004A4798" w:rsidP="00DB33B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Tests et validation de l’OT</w:t>
                            </w:r>
                            <w:r w:rsidR="0090656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62AEB" id="Zone de texte 18" o:spid="_x0000_s1034" type="#_x0000_t202" style="position:absolute;margin-left:200.25pt;margin-top:481.65pt;width:333.75pt;height:88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" fillcolor="white [3201]" strokeweight=".5pt">
                <v:textbox>
                  <w:txbxContent>
                    <w:p w:rsidR="00DB33B9" w:rsidRDefault="00DB33B9" w:rsidP="00DB33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SEANCE</w:t>
                      </w:r>
                      <w:r w:rsidR="008755F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1</w:t>
                      </w:r>
                      <w:r w:rsidR="008755F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&amp; 2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DB33B9" w:rsidRDefault="00DB33B9" w:rsidP="00DB33B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Réalisation </w:t>
                      </w:r>
                      <w:r w:rsidR="00F473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de la modélisation</w:t>
                      </w:r>
                      <w:r w:rsidR="0090656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8755F1" w:rsidRDefault="008755F1" w:rsidP="00DB33B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Recherche et mise en place des protocoles de tests</w:t>
                      </w:r>
                      <w:r w:rsidR="0090656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8755F1" w:rsidRDefault="004A4798" w:rsidP="008755F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Réalisation du prototype final</w:t>
                      </w:r>
                      <w:r w:rsidR="0090656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8755F1" w:rsidRPr="00B30BCF" w:rsidRDefault="004A4798" w:rsidP="00DB33B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Tests et v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alidation de l’OT</w:t>
                      </w:r>
                      <w:r w:rsidR="0090656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39F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3F260C" wp14:editId="2AA37B9E">
                <wp:simplePos x="0" y="0"/>
                <wp:positionH relativeFrom="margin">
                  <wp:posOffset>2600325</wp:posOffset>
                </wp:positionH>
                <wp:positionV relativeFrom="paragraph">
                  <wp:posOffset>3202304</wp:posOffset>
                </wp:positionV>
                <wp:extent cx="4238625" cy="962025"/>
                <wp:effectExtent l="0" t="0" r="28575" b="285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5A8" w:rsidRDefault="005215A8" w:rsidP="00521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SEANCE 1 </w:t>
                            </w:r>
                          </w:p>
                          <w:p w:rsidR="00AF6D68" w:rsidRPr="00B30BCF" w:rsidRDefault="00AF6D68" w:rsidP="00AF6D68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Réalisation de croquis</w:t>
                            </w:r>
                            <w:r w:rsidRPr="00B30B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215A8" w:rsidRDefault="00AF6D68" w:rsidP="00AF6D68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Mise en place d’une veille technologique.</w:t>
                            </w:r>
                          </w:p>
                          <w:p w:rsidR="00F4739F" w:rsidRPr="00AF6D68" w:rsidRDefault="00F4739F" w:rsidP="00F4739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Organisation du travail de l’équipe.</w:t>
                            </w:r>
                          </w:p>
                          <w:p w:rsidR="00F4739F" w:rsidRPr="00AF6D68" w:rsidRDefault="00F4739F" w:rsidP="00AF6D68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F260C" id="Zone de texte 11" o:spid="_x0000_s1035" type="#_x0000_t202" style="position:absolute;margin-left:204.75pt;margin-top:252.15pt;width:333.75pt;height:75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" fillcolor="white [3201]" strokeweight=".5pt">
                <v:textbox>
                  <w:txbxContent>
                    <w:p w:rsidR="005215A8" w:rsidRDefault="005215A8" w:rsidP="00521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SEANCE 1 </w:t>
                      </w:r>
                    </w:p>
                    <w:p w:rsidR="00AF6D68" w:rsidRPr="00B30BCF" w:rsidRDefault="00AF6D68" w:rsidP="00AF6D68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Réalisation de croquis</w:t>
                      </w:r>
                      <w:r w:rsidRPr="00B30B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5215A8" w:rsidRDefault="00AF6D68" w:rsidP="00AF6D68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Mise en place d’une veille technologique.</w:t>
                      </w:r>
                    </w:p>
                    <w:p w:rsidR="00F4739F" w:rsidRPr="00AF6D68" w:rsidRDefault="00F4739F" w:rsidP="00F4739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Organisation du travail de l’équipe.</w:t>
                      </w:r>
                    </w:p>
                    <w:p w:rsidR="00F4739F" w:rsidRPr="00AF6D68" w:rsidRDefault="00F4739F" w:rsidP="00AF6D68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39F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D56150" wp14:editId="69031C24">
                <wp:simplePos x="0" y="0"/>
                <wp:positionH relativeFrom="margin">
                  <wp:posOffset>2600325</wp:posOffset>
                </wp:positionH>
                <wp:positionV relativeFrom="paragraph">
                  <wp:posOffset>4297680</wp:posOffset>
                </wp:positionV>
                <wp:extent cx="4238625" cy="914400"/>
                <wp:effectExtent l="0" t="0" r="28575" b="1905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5A8" w:rsidRDefault="005215A8" w:rsidP="00521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SEANCE</w:t>
                            </w:r>
                            <w:r w:rsidR="00AF6D6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2 </w:t>
                            </w:r>
                            <w:r w:rsidR="00AF6D6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&amp; 3</w:t>
                            </w:r>
                          </w:p>
                          <w:p w:rsidR="00AF6D68" w:rsidRPr="00B30BCF" w:rsidRDefault="00AF6D68" w:rsidP="00AF6D68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Recherche de solutions</w:t>
                            </w:r>
                            <w:r w:rsidRPr="00B30B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4739F" w:rsidRPr="00B30BCF" w:rsidRDefault="00F4739F" w:rsidP="00F4739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Réalisation de solutions réelles et tests.</w:t>
                            </w:r>
                          </w:p>
                          <w:p w:rsidR="00AF6D68" w:rsidRDefault="00AF6D68" w:rsidP="00AF6D68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</w:t>
                            </w:r>
                            <w:r w:rsidR="00F473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evue de projet</w:t>
                            </w:r>
                            <w:r w:rsidR="0090656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F6D68" w:rsidRDefault="00AF6D68" w:rsidP="00521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56150" id="Zone de texte 12" o:spid="_x0000_s1036" type="#_x0000_t202" style="position:absolute;margin-left:204.75pt;margin-top:338.4pt;width:333.7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" fillcolor="white [3201]" strokeweight=".5pt">
                <v:textbox>
                  <w:txbxContent>
                    <w:p w:rsidR="005215A8" w:rsidRDefault="005215A8" w:rsidP="00521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SEANCE</w:t>
                      </w:r>
                      <w:r w:rsidR="00AF6D6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2 </w:t>
                      </w:r>
                      <w:r w:rsidR="00AF6D6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&amp; 3</w:t>
                      </w:r>
                    </w:p>
                    <w:p w:rsidR="00AF6D68" w:rsidRPr="00B30BCF" w:rsidRDefault="00AF6D68" w:rsidP="00AF6D68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echerche de solutions</w:t>
                      </w:r>
                      <w:r w:rsidRPr="00B30B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F4739F" w:rsidRPr="00B30BCF" w:rsidRDefault="00F4739F" w:rsidP="00F4739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Réalisation de solutions réelles et tests.</w:t>
                      </w:r>
                    </w:p>
                    <w:p w:rsidR="00AF6D68" w:rsidRDefault="00AF6D68" w:rsidP="00AF6D68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</w:t>
                      </w:r>
                      <w:r w:rsidR="00F473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evue de projet</w:t>
                      </w:r>
                      <w:r w:rsidR="0090656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AF6D68" w:rsidRDefault="00AF6D68" w:rsidP="00521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3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C97704" wp14:editId="54E7915E">
                <wp:simplePos x="0" y="0"/>
                <wp:positionH relativeFrom="column">
                  <wp:posOffset>909000</wp:posOffset>
                </wp:positionH>
                <wp:positionV relativeFrom="paragraph">
                  <wp:posOffset>6524944</wp:posOffset>
                </wp:positionV>
                <wp:extent cx="1889125" cy="730883"/>
                <wp:effectExtent l="0" t="0" r="4762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89125" cy="730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39F" w:rsidRPr="00DB33B9" w:rsidRDefault="00F4739F" w:rsidP="00F4739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De la modélisation à la validation du prototype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97704" id="Zone de texte 22" o:spid="_x0000_s1037" type="#_x0000_t202" style="position:absolute;margin-left:71.55pt;margin-top:513.8pt;width:148.75pt;height:57.55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" filled="f" stroked="f" strokeweight=".5pt">
                <v:textbox>
                  <w:txbxContent>
                    <w:p w:rsidR="00F4739F" w:rsidRPr="00DB33B9" w:rsidRDefault="00F4739F" w:rsidP="00F4739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De la modélisation à la validation du prototype</w:t>
                      </w:r>
                    </w:p>
                  </w:txbxContent>
                </v:textbox>
              </v:shape>
            </w:pict>
          </mc:Fallback>
        </mc:AlternateContent>
      </w:r>
      <w:r w:rsidR="00F4739F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3192780</wp:posOffset>
                </wp:positionV>
                <wp:extent cx="1144270" cy="2152650"/>
                <wp:effectExtent l="38100" t="0" r="55880" b="38100"/>
                <wp:wrapNone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270" cy="2152650"/>
                          <a:chOff x="-19054" y="0"/>
                          <a:chExt cx="1144797" cy="2152650"/>
                        </a:xfrm>
                      </wpg:grpSpPr>
                      <wps:wsp>
                        <wps:cNvPr id="16" name="Flèche vers le bas 16"/>
                        <wps:cNvSpPr/>
                        <wps:spPr>
                          <a:xfrm>
                            <a:off x="-19054" y="0"/>
                            <a:ext cx="1144797" cy="2152650"/>
                          </a:xfrm>
                          <a:prstGeom prst="downArrow">
                            <a:avLst>
                              <a:gd name="adj1" fmla="val 50000"/>
                              <a:gd name="adj2" fmla="val 29375"/>
                            </a:avLst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33B9" w:rsidRPr="00DB33B9" w:rsidRDefault="00DB33B9" w:rsidP="00DB33B9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 rot="16200000">
                            <a:off x="-161925" y="581025"/>
                            <a:ext cx="1505381" cy="608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33B9" w:rsidRPr="00DB33B9" w:rsidRDefault="00DB33B9" w:rsidP="00DB33B9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B33B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Du</w:t>
                              </w:r>
                              <w:r w:rsidR="004A4798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croquis à une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 solution réelle</w:t>
                              </w:r>
                              <w:r w:rsidRPr="00DB33B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0" o:spid="_x0000_s1038" style="position:absolute;margin-left:96pt;margin-top:251.4pt;width:90.1pt;height:169.5pt;z-index:251682816" coordorigin="-190" coordsize="11447,2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">
                <v:shape id="Flèche vers le bas 16" o:spid="_x0000_s1039" type="#_x0000_t67" style="position:absolute;left:-190;width:11447;height:215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5z7r8A&#10;AADbAAAADwAAAGRycy9kb3ducmV2LnhtbERPS4vCMBC+L/gfwgje1lQRWapRiigV9uITr0MztsVm&#10;UpKo9d9vBGFv8/E9Z77sTCMe5HxtWcFomIAgLqyuuVRwOm6+f0D4gKyxsUwKXuRhueh9zTHV9sl7&#10;ehxCKWII+xQVVCG0qZS+qMigH9qWOHJX6wyGCF0ptcNnDDeNHCfJVBqsOTZU2NKqouJ2uBsF4Zxt&#10;kt1Rrst1e/21eZbnbnJRatDvshmIQF34F3/cWx3nT+H9SzxAL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nnPuvwAAANsAAAAPAAAAAAAAAAAAAAAAAJgCAABkcnMvZG93bnJl&#10;di54bWxQSwUGAAAAAAQABAD1AAAAhAMAAAAA&#10;" adj="18226" fillcolor="#cfcdcd [2894]" strokecolor="black [3213]" strokeweight="1pt">
                  <v:textbox>
                    <w:txbxContent>
                      <w:p w:rsidR="00DB33B9" w:rsidRPr="00DB33B9" w:rsidRDefault="00DB33B9" w:rsidP="00DB33B9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Zone de texte 17" o:spid="_x0000_s1040" type="#_x0000_t202" style="position:absolute;left:-1620;top:5810;width:15054;height:608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+oAsIA&#10;AADbAAAADwAAAGRycy9kb3ducmV2LnhtbERPS4vCMBC+L/gfwgjebKoHH9UoIoh68GAVdo9jM9t2&#10;bSaliVr3128EYW/z8T1nvmxNJe7UuNKygkEUgyDOrC45V3A+bfoTEM4ja6wsk4InOVguOh9zTLR9&#10;8JHuqc9FCGGXoILC+zqR0mUFGXSRrYkD920bgz7AJpe6wUcIN5UcxvFIGiw5NBRY07qg7JrejIIf&#10;4y7TyS8NPlfbpxke0q96v7VK9brtagbCU+v/xW/3Tof5Y3j9Eg6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r6gCwgAAANsAAAAPAAAAAAAAAAAAAAAAAJgCAABkcnMvZG93&#10;bnJldi54bWxQSwUGAAAAAAQABAD1AAAAhwMAAAAA&#10;" filled="f" stroked="f" strokeweight=".5pt">
                  <v:textbox>
                    <w:txbxContent>
                      <w:p w:rsidR="00DB33B9" w:rsidRPr="00DB33B9" w:rsidRDefault="00DB33B9" w:rsidP="00DB33B9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B33B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Du</w:t>
                        </w:r>
                        <w:r w:rsidR="004A479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croquis à une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solution réelle</w:t>
                        </w:r>
                        <w:r w:rsidRPr="00DB33B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33B9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4C02A1" wp14:editId="3C0DC63C">
                <wp:simplePos x="0" y="0"/>
                <wp:positionH relativeFrom="column">
                  <wp:posOffset>581025</wp:posOffset>
                </wp:positionH>
                <wp:positionV relativeFrom="paragraph">
                  <wp:posOffset>2640330</wp:posOffset>
                </wp:positionV>
                <wp:extent cx="2571750" cy="419100"/>
                <wp:effectExtent l="0" t="0" r="1905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419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BCF" w:rsidRPr="00B30BCF" w:rsidRDefault="00B30BCF" w:rsidP="00B30BCF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caps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aps/>
                                <w:sz w:val="36"/>
                              </w:rPr>
                              <w:t>SEQUENCE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C02A1" id="Zone de texte 5" o:spid="_x0000_s1041" type="#_x0000_t202" style="position:absolute;margin-left:45.75pt;margin-top:207.9pt;width:202.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" fillcolor="#c5e0b3 [1305]" strokeweight=".5pt">
                <v:textbox>
                  <w:txbxContent>
                    <w:p w:rsidR="00B30BCF" w:rsidRPr="00B30BCF" w:rsidRDefault="00B30BCF" w:rsidP="00B30BCF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caps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caps/>
                          <w:sz w:val="36"/>
                        </w:rPr>
                        <w:t>SEQUENCE 2</w:t>
                      </w:r>
                    </w:p>
                  </w:txbxContent>
                </v:textbox>
              </v:shape>
            </w:pict>
          </mc:Fallback>
        </mc:AlternateContent>
      </w:r>
      <w:r w:rsidR="00DB33B9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D3FF46" wp14:editId="3BF4C598">
                <wp:simplePos x="0" y="0"/>
                <wp:positionH relativeFrom="margin">
                  <wp:posOffset>2571750</wp:posOffset>
                </wp:positionH>
                <wp:positionV relativeFrom="paragraph">
                  <wp:posOffset>1754505</wp:posOffset>
                </wp:positionV>
                <wp:extent cx="4238625" cy="828675"/>
                <wp:effectExtent l="0" t="0" r="28575" b="2857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BCF" w:rsidRDefault="00B30BCF" w:rsidP="00B30BC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SEANCE 3 </w:t>
                            </w:r>
                          </w:p>
                          <w:p w:rsidR="00B30BCF" w:rsidRDefault="005215A8" w:rsidP="00B30BC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Recherche sur la propagation d’un son</w:t>
                            </w:r>
                            <w:r w:rsidR="00B30BCF" w:rsidRPr="00B30B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215A8" w:rsidRPr="00B30BCF" w:rsidRDefault="005215A8" w:rsidP="00B30BC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Recherche sur l’amplification d’un son.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3FF46" id="Zone de texte 10" o:spid="_x0000_s1042" type="#_x0000_t202" style="position:absolute;margin-left:202.5pt;margin-top:138.15pt;width:333.75pt;height:65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" fillcolor="white [3201]" strokeweight=".5pt">
                <v:textbox>
                  <w:txbxContent>
                    <w:p w:rsidR="00B30BCF" w:rsidRDefault="00B30BCF" w:rsidP="00B30BC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SEANCE 3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30BCF" w:rsidRDefault="005215A8" w:rsidP="00B30BC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Recherche sur la propagation d’un son</w:t>
                      </w:r>
                      <w:r w:rsidR="00B30BCF" w:rsidRPr="00B30B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5215A8" w:rsidRPr="00B30BCF" w:rsidRDefault="005215A8" w:rsidP="00B30BC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Recherche sur l’amplification d’un son.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33B9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D3FF46" wp14:editId="3BF4C598">
                <wp:simplePos x="0" y="0"/>
                <wp:positionH relativeFrom="margin">
                  <wp:posOffset>2571750</wp:posOffset>
                </wp:positionH>
                <wp:positionV relativeFrom="paragraph">
                  <wp:posOffset>753110</wp:posOffset>
                </wp:positionV>
                <wp:extent cx="4238625" cy="914400"/>
                <wp:effectExtent l="0" t="0" r="28575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BCF" w:rsidRDefault="00B30BCF" w:rsidP="00B30BC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SEANCE 2 </w:t>
                            </w:r>
                          </w:p>
                          <w:p w:rsidR="00B30BCF" w:rsidRPr="00B30BCF" w:rsidRDefault="00B30BCF" w:rsidP="00B30BC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30B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Identification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des étapes du projet</w:t>
                            </w:r>
                            <w:r w:rsidRPr="00B30B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B30BCF" w:rsidRPr="00B30BCF" w:rsidRDefault="00B30BCF" w:rsidP="00B30BC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Recherche des contraintes et réalisation du cahier des charges</w:t>
                            </w:r>
                            <w:r w:rsidRPr="00B30B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3FF46" id="Zone de texte 9" o:spid="_x0000_s1043" type="#_x0000_t202" style="position:absolute;margin-left:202.5pt;margin-top:59.3pt;width:333.75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" fillcolor="white [3201]" strokeweight=".5pt">
                <v:textbox>
                  <w:txbxContent>
                    <w:p w:rsidR="00B30BCF" w:rsidRDefault="00B30BCF" w:rsidP="00B30BC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SEANCE 2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30BCF" w:rsidRPr="00B30BCF" w:rsidRDefault="00B30BCF" w:rsidP="00B30BC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30B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Identification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des étapes du projet</w:t>
                      </w:r>
                      <w:r w:rsidRPr="00B30B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B30BCF" w:rsidRPr="00B30BCF" w:rsidRDefault="00B30BCF" w:rsidP="00B30BC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Recherche des contraintes et réalisation du cahier des charges</w:t>
                      </w:r>
                      <w:r w:rsidRPr="00B30B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30BCF" w:rsidRPr="001114C3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46D99"/>
    <w:multiLevelType w:val="hybridMultilevel"/>
    <w:tmpl w:val="9C12E7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BCF"/>
    <w:rsid w:val="00093064"/>
    <w:rsid w:val="001114C3"/>
    <w:rsid w:val="00157F8E"/>
    <w:rsid w:val="001B4FDB"/>
    <w:rsid w:val="00475E0F"/>
    <w:rsid w:val="004A4798"/>
    <w:rsid w:val="005215A8"/>
    <w:rsid w:val="00740E57"/>
    <w:rsid w:val="008755F1"/>
    <w:rsid w:val="00906563"/>
    <w:rsid w:val="009B173E"/>
    <w:rsid w:val="00AF6D68"/>
    <w:rsid w:val="00B30BCF"/>
    <w:rsid w:val="00D261C6"/>
    <w:rsid w:val="00D54651"/>
    <w:rsid w:val="00DB33B9"/>
    <w:rsid w:val="00DD63E5"/>
    <w:rsid w:val="00F4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77457-E51C-4CB2-A028-CB867027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0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74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8</cp:revision>
  <dcterms:created xsi:type="dcterms:W3CDTF">2018-10-31T08:25:00Z</dcterms:created>
  <dcterms:modified xsi:type="dcterms:W3CDTF">2018-10-31T11:40:00Z</dcterms:modified>
</cp:coreProperties>
</file>