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D59F3" w14:textId="5C194AEF" w:rsidR="00AE2311" w:rsidRDefault="00AE2311" w:rsidP="00BF51F9">
      <w:pPr>
        <w:pStyle w:val="Titredudocument"/>
      </w:pPr>
      <w:bookmarkStart w:id="0" w:name="_GoBack"/>
      <w:bookmarkEnd w:id="0"/>
      <w:r>
        <w:t>Autorisation parentale d’enregistrement et d’utilisation de l’image/la voix</w:t>
      </w:r>
      <w:r w:rsidR="00BF51F9">
        <w:t xml:space="preserve"> d</w:t>
      </w:r>
      <w:r>
        <w:t>’une personne mineure</w:t>
      </w:r>
    </w:p>
    <w:p w14:paraId="1F440133" w14:textId="570BB617" w:rsidR="004E25FE" w:rsidRPr="00837E88" w:rsidRDefault="00861334" w:rsidP="00566721">
      <w:pPr>
        <w:pStyle w:val="Encadrbleu"/>
      </w:pPr>
      <w:r w:rsidRPr="00837E88">
        <w:t xml:space="preserve">La présente demande est destinée à recueillir le consentement et les autorisations nécessaires dans le cadre de l’enregistrement, la captation, l’exploitation et l’utilisation de l’image des élèves (photographie, voix) quel que soit le procédé envisagé. Elle est formulée dans le cadre du projet spécifié ci-dessous </w:t>
      </w:r>
      <w:r w:rsidR="001B7FF8" w:rsidRPr="00AE4A11">
        <w:t>et</w:t>
      </w:r>
      <w:r w:rsidR="00E17D5E" w:rsidRPr="00AE4A11">
        <w:t xml:space="preserve"> les objectifs ont été préalablement expliqués aux élèves et leurs responsables légaux.</w:t>
      </w:r>
    </w:p>
    <w:p w14:paraId="76A598E7" w14:textId="2C25EF91" w:rsidR="004E25FE" w:rsidRPr="00AE2311" w:rsidRDefault="004E25FE" w:rsidP="00AE2311">
      <w:pPr>
        <w:pStyle w:val="rappelloi"/>
      </w:pPr>
      <w:r w:rsidRPr="00AE2311">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E2311" w:rsidRDefault="004E25FE" w:rsidP="00AE2311">
      <w:pPr>
        <w:pStyle w:val="rappelloi"/>
      </w:pPr>
      <w:r w:rsidRPr="00AE2311">
        <w:t xml:space="preserve">Vu le règlement général européen N°2016/679 du 27 avril 2016 relatif à la protection des personnes physiques à l’égard du traitement des données à caractère personnel et à la libre circulation des données (RGPD) et à la loi n°78-17 du 06 janvier 1978 </w:t>
      </w:r>
      <w:r w:rsidR="003E4FE5" w:rsidRPr="00AE2311">
        <w:t xml:space="preserve">modifiée le 29 juin 2018 </w:t>
      </w:r>
      <w:r w:rsidRPr="00AE2311">
        <w:t>relative à l’informatique, aux fichiers et aux libertés</w:t>
      </w:r>
    </w:p>
    <w:p w14:paraId="5D5EDCF9" w14:textId="44442AD3" w:rsidR="004E25FE" w:rsidRPr="00566721" w:rsidRDefault="00522971" w:rsidP="001B2AA4">
      <w:pPr>
        <w:pStyle w:val="consignes"/>
        <w:ind w:left="-284"/>
      </w:pPr>
      <w:r w:rsidRPr="00566721">
        <w:t>À</w:t>
      </w:r>
      <w:r w:rsidR="004E25FE" w:rsidRPr="00566721">
        <w:t xml:space="preserve"> </w:t>
      </w:r>
      <w:r w:rsidR="002A0CAF" w:rsidRPr="00566721">
        <w:t xml:space="preserve">compléter </w:t>
      </w:r>
      <w:r w:rsidR="004E25FE" w:rsidRPr="00566721">
        <w:t>par l’école ou l’établissement scolaire en début d’année scolaire]</w:t>
      </w:r>
    </w:p>
    <w:p w14:paraId="1B5012A1" w14:textId="01C28B00" w:rsidR="004E25FE" w:rsidRPr="00837E88" w:rsidRDefault="005E48BB" w:rsidP="00E11052">
      <w:pPr>
        <w:pStyle w:val="Standard"/>
      </w:pPr>
      <w:r w:rsidRPr="00905448">
        <w:t>É</w:t>
      </w:r>
      <w:r w:rsidR="004E25FE" w:rsidRPr="00905448">
        <w:t>cole ou établissement scolaire :</w:t>
      </w:r>
      <w:r w:rsidR="004E25FE" w:rsidRPr="00837E88">
        <w:t xml:space="preserve"> </w:t>
      </w:r>
      <w:sdt>
        <w:sdtPr>
          <w:id w:val="1018365000"/>
          <w:placeholder>
            <w:docPart w:val="FC8C089C3D8249739FEA49F2EE8DD143"/>
          </w:placeholder>
        </w:sdtPr>
        <w:sdtEndPr/>
        <w:sdtContent>
          <w:r w:rsidR="00566721" w:rsidRPr="00E11052">
            <w:rPr>
              <w:color w:val="000091"/>
              <w:sz w:val="16"/>
            </w:rPr>
            <w:t>...................................................................................</w:t>
          </w:r>
          <w:r w:rsidR="00905448" w:rsidRPr="00E11052">
            <w:rPr>
              <w:color w:val="000091"/>
              <w:sz w:val="16"/>
            </w:rPr>
            <w:t>...........</w:t>
          </w:r>
          <w:r w:rsidR="00566721" w:rsidRPr="00E11052">
            <w:rPr>
              <w:color w:val="000091"/>
              <w:sz w:val="16"/>
            </w:rPr>
            <w:t>........................................</w:t>
          </w:r>
          <w:r w:rsidR="00E11052">
            <w:rPr>
              <w:color w:val="000091"/>
              <w:sz w:val="16"/>
            </w:rPr>
            <w:t>...</w:t>
          </w:r>
          <w:r w:rsidR="00566721" w:rsidRPr="00E11052">
            <w:rPr>
              <w:color w:val="000091"/>
              <w:sz w:val="16"/>
            </w:rPr>
            <w:t>............................</w:t>
          </w:r>
        </w:sdtContent>
      </w:sdt>
    </w:p>
    <w:p w14:paraId="69E7599E" w14:textId="1245A7C0" w:rsidR="004E25FE" w:rsidRPr="00905448" w:rsidRDefault="004E25FE" w:rsidP="00E11052">
      <w:pPr>
        <w:pStyle w:val="Standard"/>
        <w:tabs>
          <w:tab w:val="left" w:pos="3402"/>
        </w:tabs>
      </w:pPr>
      <w:r w:rsidRPr="00905448">
        <w:t xml:space="preserve">Tél. : </w:t>
      </w:r>
      <w:sdt>
        <w:sdtPr>
          <w:id w:val="-1484618255"/>
          <w:placeholder>
            <w:docPart w:val="DefaultPlaceholder_-1854013440"/>
          </w:placeholder>
        </w:sdtPr>
        <w:sdtEndPr/>
        <w:sdtContent>
          <w:r w:rsidR="00905448" w:rsidRPr="00E11052">
            <w:rPr>
              <w:color w:val="000091"/>
              <w:sz w:val="16"/>
            </w:rPr>
            <w:t>………………………………………</w:t>
          </w:r>
          <w:r w:rsidR="00566721" w:rsidRPr="00E11052">
            <w:rPr>
              <w:color w:val="000091"/>
              <w:sz w:val="16"/>
            </w:rPr>
            <w:t>…………</w:t>
          </w:r>
        </w:sdtContent>
      </w:sdt>
      <w:r w:rsidRPr="00905448">
        <w:t>Code postal / Commune</w:t>
      </w:r>
      <w:r w:rsidR="00566721" w:rsidRPr="00905448">
        <w:t xml:space="preserve"> : </w:t>
      </w:r>
      <w:sdt>
        <w:sdtPr>
          <w:id w:val="855853367"/>
          <w:placeholder>
            <w:docPart w:val="DefaultPlaceholder_-1854013440"/>
          </w:placeholder>
        </w:sdtPr>
        <w:sdtEndPr/>
        <w:sdtContent>
          <w:r w:rsidR="00905448" w:rsidRPr="00E11052">
            <w:rPr>
              <w:color w:val="000091"/>
              <w:sz w:val="16"/>
            </w:rPr>
            <w:t>……………….………………………………………………………….</w:t>
          </w:r>
          <w:r w:rsidR="00566721" w:rsidRPr="00E11052">
            <w:rPr>
              <w:color w:val="000091"/>
              <w:sz w:val="16"/>
            </w:rPr>
            <w:t>…</w:t>
          </w:r>
        </w:sdtContent>
      </w:sdt>
    </w:p>
    <w:p w14:paraId="6B65E5E7" w14:textId="24677BC1" w:rsidR="004E25FE" w:rsidRPr="00905448" w:rsidRDefault="004E25FE" w:rsidP="00E11052">
      <w:pPr>
        <w:pStyle w:val="Standard"/>
        <w:tabs>
          <w:tab w:val="left" w:pos="3402"/>
        </w:tabs>
      </w:pPr>
      <w:r w:rsidRPr="00905448">
        <w:t xml:space="preserve">Année scolaire : </w:t>
      </w:r>
      <w:sdt>
        <w:sdtPr>
          <w:id w:val="-105123124"/>
          <w:placeholder>
            <w:docPart w:val="BEFE780DE79D4701A0D8A76602FB9D44"/>
          </w:placeholder>
        </w:sdtPr>
        <w:sdtEndPr/>
        <w:sdtContent>
          <w:r w:rsidR="00566721" w:rsidRPr="00E11052">
            <w:rPr>
              <w:color w:val="000091"/>
              <w:sz w:val="16"/>
            </w:rPr>
            <w:t>…………………………………</w:t>
          </w:r>
        </w:sdtContent>
      </w:sdt>
      <w:r w:rsidR="00BF51F9">
        <w:t xml:space="preserve"> </w:t>
      </w:r>
      <w:r w:rsidRPr="00905448">
        <w:t>Classe de :</w:t>
      </w:r>
      <w:r w:rsidR="002A0CAF" w:rsidRPr="00905448">
        <w:t xml:space="preserve"> </w:t>
      </w:r>
      <w:sdt>
        <w:sdtPr>
          <w:id w:val="223726041"/>
          <w:placeholder>
            <w:docPart w:val="0BBB06A9D99348F8AD23F20998EE64E1"/>
          </w:placeholder>
        </w:sdtPr>
        <w:sdtEndPr>
          <w:rPr>
            <w:color w:val="000091"/>
            <w:sz w:val="16"/>
          </w:rPr>
        </w:sdtEndPr>
        <w:sdtContent>
          <w:r w:rsidR="00566721" w:rsidRPr="00E11052">
            <w:rPr>
              <w:color w:val="000091"/>
              <w:sz w:val="16"/>
            </w:rPr>
            <w:t>………………………………………</w:t>
          </w:r>
          <w:r w:rsidR="00905448" w:rsidRPr="00E11052">
            <w:rPr>
              <w:color w:val="000091"/>
              <w:sz w:val="16"/>
            </w:rPr>
            <w:t>…..</w:t>
          </w:r>
          <w:r w:rsidR="00566721" w:rsidRPr="00E11052">
            <w:rPr>
              <w:color w:val="000091"/>
              <w:sz w:val="16"/>
            </w:rPr>
            <w:t>…………………</w:t>
          </w:r>
          <w:r w:rsidR="00BF51F9">
            <w:rPr>
              <w:color w:val="000091"/>
              <w:sz w:val="16"/>
            </w:rPr>
            <w:t>.</w:t>
          </w:r>
          <w:r w:rsidR="00E11052">
            <w:rPr>
              <w:color w:val="000091"/>
              <w:sz w:val="16"/>
            </w:rPr>
            <w:t>.</w:t>
          </w:r>
          <w:r w:rsidR="00566721" w:rsidRPr="00E11052">
            <w:rPr>
              <w:color w:val="000091"/>
              <w:sz w:val="16"/>
            </w:rPr>
            <w:t>…………………………….…</w:t>
          </w:r>
        </w:sdtContent>
      </w:sdt>
    </w:p>
    <w:p w14:paraId="71604B0E" w14:textId="5AE293DA" w:rsidR="00FE0A4E" w:rsidRDefault="00FE0A4E" w:rsidP="00566721">
      <w:pPr>
        <w:pStyle w:val="Titre1"/>
      </w:pPr>
      <w:r>
        <w:t>Finalités envisagé</w:t>
      </w:r>
      <w:r w:rsidR="001F366A">
        <w:t>e</w:t>
      </w:r>
      <w:r>
        <w:t>s</w:t>
      </w:r>
    </w:p>
    <w:p w14:paraId="3B27A487" w14:textId="02C21F2A" w:rsidR="00FE0A4E" w:rsidRDefault="00566721" w:rsidP="00566721">
      <w:pPr>
        <w:pStyle w:val="consignes"/>
      </w:pPr>
      <w:r>
        <w:t>M</w:t>
      </w:r>
      <w:r w:rsidR="00FE0A4E">
        <w:t>erci de détailler autant que possible</w:t>
      </w:r>
      <w:r w:rsidR="00522971">
        <w:t xml:space="preserve"> la g</w:t>
      </w:r>
      <w:r w:rsidR="00522971" w:rsidRPr="00522971">
        <w:t xml:space="preserve">estion administrative, </w:t>
      </w:r>
      <w:r w:rsidR="00522971">
        <w:t xml:space="preserve">les </w:t>
      </w:r>
      <w:r w:rsidR="00522971" w:rsidRPr="00522971">
        <w:t xml:space="preserve">activités pédagogiques </w:t>
      </w:r>
      <w:r w:rsidR="00522971">
        <w:t xml:space="preserve">et </w:t>
      </w:r>
      <w:r w:rsidR="00FE0A4E">
        <w:t xml:space="preserve">les différentes finalités envisagées et de les compléter si besoin : </w:t>
      </w:r>
    </w:p>
    <w:sdt>
      <w:sdtPr>
        <w:id w:val="-1390107416"/>
        <w:placeholder>
          <w:docPart w:val="0A15285AA47A4ADCB242A4305BFA3D7F"/>
        </w:placeholder>
      </w:sdtPr>
      <w:sdtEndPr/>
      <w:sdtContent>
        <w:p w14:paraId="7E6BA39E" w14:textId="01696222" w:rsidR="00566721" w:rsidRDefault="00566721" w:rsidP="00566721">
          <w:pPr>
            <w:pStyle w:val="rponses"/>
          </w:pPr>
          <w:r w:rsidRPr="007623F5">
            <w:t>……………………………………………………………………………………………………………………………………………………………………………………………………………………………………………………………………………………………………………………………………………………………</w:t>
          </w:r>
          <w:r w:rsidR="00522971">
            <w:t>……………………………….</w:t>
          </w:r>
          <w:r w:rsidRPr="007623F5">
            <w:t>……………………………………………………………………………………………………………………………</w:t>
          </w:r>
          <w:r w:rsidR="000206BF">
            <w:t>……………………………………………………………………………………………....</w:t>
          </w:r>
          <w:r w:rsidRPr="007623F5">
            <w:t>……</w:t>
          </w:r>
        </w:p>
      </w:sdtContent>
    </w:sdt>
    <w:p w14:paraId="3F31B126" w14:textId="20C9415A" w:rsidR="004E25FE" w:rsidRDefault="00861334" w:rsidP="00566721">
      <w:pPr>
        <w:pStyle w:val="Titre1"/>
      </w:pPr>
      <w:r>
        <w:t>Désignation du projet audio-visuel</w:t>
      </w:r>
      <w:r w:rsidR="00566721">
        <w:rPr>
          <w:rStyle w:val="Appelnotedebasdep"/>
        </w:rPr>
        <w:footnoteReference w:id="1"/>
      </w:r>
    </w:p>
    <w:p w14:paraId="6F663075" w14:textId="34D58BA9" w:rsidR="00905448" w:rsidRPr="007B6DFE" w:rsidRDefault="00905448" w:rsidP="00522971">
      <w:pPr>
        <w:pStyle w:val="Titre2"/>
        <w:ind w:left="0"/>
      </w:pPr>
      <w:r w:rsidRPr="008B3AFB">
        <w:rPr>
          <w:rStyle w:val="Titre2Car"/>
        </w:rPr>
        <w:t>Projet</w:t>
      </w:r>
      <w:r w:rsidR="00522971">
        <w:rPr>
          <w:rStyle w:val="Titre2Car"/>
        </w:rPr>
        <w:t xml:space="preserve"> </w:t>
      </w:r>
      <w:r w:rsidRPr="007B6DFE">
        <w:t xml:space="preserve">  </w:t>
      </w:r>
      <w:sdt>
        <w:sdtPr>
          <w:id w:val="550194950"/>
          <w:placeholder>
            <w:docPart w:val="AEA5BFA51A2D4F40826E223CD2CBE2DB"/>
          </w:placeholder>
        </w:sdtPr>
        <w:sdtEndPr/>
        <w:sdtContent>
          <w:r w:rsidRPr="00522971">
            <w:rPr>
              <w:rFonts w:ascii="Marianne Light" w:hAnsi="Marianne Light"/>
              <w:b w:val="0"/>
              <w:sz w:val="18"/>
            </w:rPr>
            <w:t>« </w:t>
          </w:r>
          <w:r w:rsidR="00BF51F9">
            <w:rPr>
              <w:rFonts w:cs="Arial"/>
              <w:b w:val="0"/>
              <w:sz w:val="18"/>
            </w:rPr>
            <w:t>…………………………………………………………………………………………………………………………………</w:t>
          </w:r>
          <w:r w:rsidRPr="00522971">
            <w:rPr>
              <w:rFonts w:ascii="Marianne Light" w:hAnsi="Marianne Light"/>
              <w:b w:val="0"/>
              <w:sz w:val="18"/>
            </w:rPr>
            <w:t> »</w:t>
          </w:r>
        </w:sdtContent>
      </w:sdt>
    </w:p>
    <w:p w14:paraId="34FB966F" w14:textId="01143AB9" w:rsidR="00905448" w:rsidRDefault="00905448" w:rsidP="00522971">
      <w:pPr>
        <w:pStyle w:val="Titre2"/>
        <w:ind w:left="0"/>
      </w:pPr>
      <w:r w:rsidRPr="008B3AFB">
        <w:rPr>
          <w:rStyle w:val="Titre2Car"/>
        </w:rPr>
        <w:t>Titre de l’œuvre si applicable</w:t>
      </w:r>
      <w:r w:rsidR="00522971">
        <w:rPr>
          <w:rStyle w:val="Titre2Car"/>
        </w:rPr>
        <w:t xml:space="preserve"> </w:t>
      </w:r>
      <w:r>
        <w:rPr>
          <w:rFonts w:ascii="Calibri" w:hAnsi="Calibri"/>
          <w:sz w:val="22"/>
        </w:rPr>
        <w:t> </w:t>
      </w:r>
      <w:sdt>
        <w:sdtPr>
          <w:id w:val="-1483302265"/>
          <w:placeholder>
            <w:docPart w:val="AEA5BFA51A2D4F40826E223CD2CBE2DB"/>
          </w:placeholder>
        </w:sdtPr>
        <w:sdtEndPr>
          <w:rPr>
            <w:rFonts w:asciiTheme="majorHAnsi" w:hAnsiTheme="majorHAnsi" w:cstheme="majorHAnsi"/>
            <w:b w:val="0"/>
            <w:sz w:val="18"/>
            <w:szCs w:val="18"/>
          </w:rPr>
        </w:sdtEndPr>
        <w:sdtContent>
          <w:r w:rsidRPr="00BF51F9">
            <w:rPr>
              <w:rFonts w:asciiTheme="majorHAnsi" w:hAnsiTheme="majorHAnsi" w:cstheme="majorHAnsi"/>
              <w:b w:val="0"/>
              <w:sz w:val="18"/>
              <w:szCs w:val="18"/>
            </w:rPr>
            <w:t>...............................................................................................................................................</w:t>
          </w:r>
        </w:sdtContent>
      </w:sdt>
    </w:p>
    <w:p w14:paraId="32C6F6CB" w14:textId="77777777" w:rsidR="00905448" w:rsidRPr="007B6DFE" w:rsidRDefault="00905448" w:rsidP="00905448">
      <w:pPr>
        <w:pStyle w:val="Standard"/>
        <w:ind w:left="0"/>
      </w:pPr>
      <w:r w:rsidRPr="007B6DFE">
        <w:t>L’enregistrement aura lieu aux dates/moments et lieux indiqués ci-après.</w:t>
      </w:r>
    </w:p>
    <w:p w14:paraId="5AE9D467" w14:textId="77777777" w:rsidR="000206BF" w:rsidRDefault="00905448" w:rsidP="00905448">
      <w:pPr>
        <w:pStyle w:val="Standard"/>
        <w:ind w:left="0"/>
        <w:rPr>
          <w:color w:val="000091"/>
          <w:sz w:val="16"/>
          <w:szCs w:val="16"/>
        </w:rPr>
      </w:pPr>
      <w:r>
        <w:t>Date(s) d’enregistrement </w:t>
      </w:r>
      <w:r w:rsidRPr="00AA3CE2">
        <w:rPr>
          <w:color w:val="BFBFBF" w:themeColor="background1" w:themeShade="BF"/>
        </w:rPr>
        <w:t xml:space="preserve"> </w:t>
      </w:r>
      <w:sdt>
        <w:sdtPr>
          <w:rPr>
            <w:color w:val="BFBFBF" w:themeColor="background1" w:themeShade="BF"/>
          </w:rPr>
          <w:id w:val="323563134"/>
          <w:placeholder>
            <w:docPart w:val="AEA5BFA51A2D4F40826E223CD2CBE2DB"/>
          </w:placeholder>
        </w:sdtPr>
        <w:sdtEndPr>
          <w:rPr>
            <w:color w:val="000091"/>
            <w:sz w:val="16"/>
            <w:szCs w:val="16"/>
          </w:rPr>
        </w:sdtEndPr>
        <w:sdtContent>
          <w:sdt>
            <w:sdtPr>
              <w:rPr>
                <w:color w:val="000091"/>
                <w:sz w:val="16"/>
                <w:szCs w:val="16"/>
              </w:rPr>
              <w:id w:val="173619323"/>
              <w:placeholder>
                <w:docPart w:val="F5DD1CF328C04671906AB8E8BDD2D6CA"/>
              </w:placeholder>
              <w:date>
                <w:dateFormat w:val="dd/MM/yyyy"/>
                <w:lid w:val="fr-FR"/>
                <w:storeMappedDataAs w:val="dateTime"/>
                <w:calendar w:val="gregorian"/>
              </w:date>
            </w:sdtPr>
            <w:sdtEndPr/>
            <w:sdtContent>
              <w:r w:rsidRPr="00CE3030">
                <w:rPr>
                  <w:color w:val="000091"/>
                  <w:sz w:val="16"/>
                  <w:szCs w:val="16"/>
                </w:rPr>
                <w:t>……………………………………………………</w:t>
              </w:r>
            </w:sdtContent>
          </w:sdt>
        </w:sdtContent>
      </w:sdt>
      <w:r w:rsidRPr="007623F5">
        <w:rPr>
          <w:color w:val="000091"/>
          <w:sz w:val="16"/>
          <w:szCs w:val="16"/>
        </w:rPr>
        <w:t xml:space="preserve"> </w:t>
      </w:r>
    </w:p>
    <w:p w14:paraId="15F694C1" w14:textId="79E467EB" w:rsidR="00905448" w:rsidRDefault="00905448" w:rsidP="00905448">
      <w:pPr>
        <w:pStyle w:val="Standard"/>
        <w:ind w:left="0"/>
        <w:rPr>
          <w:color w:val="BFBFBF" w:themeColor="background1" w:themeShade="BF"/>
        </w:rPr>
      </w:pPr>
      <w:r>
        <w:t>Lieu(x) d’enregistrement</w:t>
      </w:r>
      <w:r w:rsidR="000206BF">
        <w:t xml:space="preserve"> : </w:t>
      </w:r>
      <w:sdt>
        <w:sdtPr>
          <w:rPr>
            <w:color w:val="BFBFBF" w:themeColor="background1" w:themeShade="BF"/>
          </w:rPr>
          <w:id w:val="-237710979"/>
          <w:placeholder>
            <w:docPart w:val="828A24DF065144F89919393CD9D0C031"/>
          </w:placeholder>
        </w:sdtPr>
        <w:sdtEndPr>
          <w:rPr>
            <w:color w:val="000091"/>
            <w:sz w:val="16"/>
            <w:szCs w:val="16"/>
          </w:rPr>
        </w:sdtEndPr>
        <w:sdtContent>
          <w:r w:rsidRPr="007623F5">
            <w:rPr>
              <w:color w:val="000091"/>
              <w:sz w:val="16"/>
              <w:szCs w:val="16"/>
            </w:rPr>
            <w:t>………………………………………………………………….…</w:t>
          </w:r>
        </w:sdtContent>
      </w:sdt>
    </w:p>
    <w:p w14:paraId="41ACA7F1" w14:textId="52B7F183" w:rsidR="001F366A" w:rsidRDefault="001F366A" w:rsidP="00905448">
      <w:pPr>
        <w:pStyle w:val="Encadrbleu"/>
      </w:pPr>
      <w:r w:rsidRPr="00D3496A">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6D8C9823" w14:textId="5423C296" w:rsidR="004E25FE" w:rsidRDefault="00861334" w:rsidP="00E11052">
      <w:pPr>
        <w:pStyle w:val="Titre1"/>
      </w:pPr>
      <w:r>
        <w:lastRenderedPageBreak/>
        <w:t>Modes d</w:t>
      </w:r>
      <w:r>
        <w:rPr>
          <w:rFonts w:hint="eastAsia"/>
        </w:rPr>
        <w:t>’</w:t>
      </w:r>
      <w:r>
        <w:t xml:space="preserve">exploitation envisagées </w:t>
      </w:r>
    </w:p>
    <w:p w14:paraId="7875CCFD" w14:textId="77777777" w:rsidR="00E11052" w:rsidRPr="00D450E7" w:rsidRDefault="00E11052" w:rsidP="00E11052">
      <w:pPr>
        <w:pStyle w:val="consignes"/>
      </w:pPr>
      <w:r>
        <w:t>Cocher la case utile ou compléter</w:t>
      </w:r>
    </w:p>
    <w:tbl>
      <w:tblPr>
        <w:tblW w:w="5057" w:type="pct"/>
        <w:tblInd w:w="-145" w:type="dxa"/>
        <w:tblBorders>
          <w:top w:val="dotted" w:sz="4" w:space="0" w:color="000091"/>
          <w:left w:val="dotted" w:sz="4" w:space="0" w:color="000091"/>
          <w:bottom w:val="dotted" w:sz="4" w:space="0" w:color="000091"/>
          <w:right w:val="dotted" w:sz="4" w:space="0" w:color="000091"/>
          <w:insideH w:val="dotted" w:sz="4" w:space="0" w:color="000091"/>
          <w:insideV w:val="dotted" w:sz="4" w:space="0" w:color="000091"/>
        </w:tblBorders>
        <w:tblLayout w:type="fixed"/>
        <w:tblCellMar>
          <w:left w:w="28" w:type="dxa"/>
          <w:right w:w="28" w:type="dxa"/>
        </w:tblCellMar>
        <w:tblLook w:val="04A0" w:firstRow="1" w:lastRow="0" w:firstColumn="1" w:lastColumn="0" w:noHBand="0" w:noVBand="1"/>
      </w:tblPr>
      <w:tblGrid>
        <w:gridCol w:w="1150"/>
        <w:gridCol w:w="1645"/>
        <w:gridCol w:w="1150"/>
        <w:gridCol w:w="6251"/>
      </w:tblGrid>
      <w:tr w:rsidR="00E11052" w:rsidRPr="00724D68" w14:paraId="5AB766FF" w14:textId="77777777" w:rsidTr="004A47C6">
        <w:trPr>
          <w:trHeight w:val="425"/>
          <w:tblHeader/>
        </w:trPr>
        <w:tc>
          <w:tcPr>
            <w:tcW w:w="1134" w:type="dxa"/>
            <w:shd w:val="clear" w:color="auto" w:fill="000091"/>
            <w:vAlign w:val="center"/>
          </w:tcPr>
          <w:p w14:paraId="5A45F148" w14:textId="77777777" w:rsidR="00E11052" w:rsidRPr="00724D68" w:rsidRDefault="00E11052" w:rsidP="004A47C6">
            <w:pPr>
              <w:pStyle w:val="entetecolonnetableau"/>
            </w:pPr>
            <w:r w:rsidRPr="00724D68">
              <w:t>Autorisation</w:t>
            </w:r>
          </w:p>
        </w:tc>
        <w:tc>
          <w:tcPr>
            <w:tcW w:w="1622" w:type="dxa"/>
            <w:shd w:val="clear" w:color="auto" w:fill="000091"/>
            <w:vAlign w:val="center"/>
          </w:tcPr>
          <w:p w14:paraId="48463C3C" w14:textId="77777777" w:rsidR="00E11052" w:rsidRPr="00724D68" w:rsidRDefault="00E11052" w:rsidP="004A47C6">
            <w:pPr>
              <w:pStyle w:val="entetecolonnetableau"/>
              <w:ind w:right="182"/>
              <w:jc w:val="center"/>
            </w:pPr>
            <w:r w:rsidRPr="00724D68">
              <w:t>Support</w:t>
            </w:r>
          </w:p>
        </w:tc>
        <w:tc>
          <w:tcPr>
            <w:tcW w:w="1134" w:type="dxa"/>
            <w:shd w:val="clear" w:color="auto" w:fill="000091"/>
            <w:vAlign w:val="center"/>
          </w:tcPr>
          <w:p w14:paraId="4981A4E9" w14:textId="77777777" w:rsidR="00E11052" w:rsidRPr="00724D68" w:rsidRDefault="00E11052" w:rsidP="004A47C6">
            <w:pPr>
              <w:pStyle w:val="entetecolonnetableau"/>
            </w:pPr>
            <w:r w:rsidRPr="00724D68">
              <w:t>Conservation</w:t>
            </w:r>
          </w:p>
        </w:tc>
        <w:tc>
          <w:tcPr>
            <w:tcW w:w="6163" w:type="dxa"/>
            <w:shd w:val="clear" w:color="auto" w:fill="000091"/>
            <w:vAlign w:val="center"/>
          </w:tcPr>
          <w:p w14:paraId="0DA053B1" w14:textId="77777777" w:rsidR="00E11052" w:rsidRPr="00724D68" w:rsidRDefault="00E11052" w:rsidP="004A47C6">
            <w:pPr>
              <w:pStyle w:val="entetecolonnetableau"/>
            </w:pPr>
            <w:r w:rsidRPr="00724D68">
              <w:t>Étendue de la diffusion</w:t>
            </w:r>
          </w:p>
        </w:tc>
      </w:tr>
      <w:tr w:rsidR="00E11052" w:rsidRPr="001F5173" w14:paraId="7A6D9758" w14:textId="77777777" w:rsidTr="004A47C6">
        <w:trPr>
          <w:trHeight w:val="425"/>
        </w:trPr>
        <w:tc>
          <w:tcPr>
            <w:tcW w:w="1134" w:type="dxa"/>
            <w:vAlign w:val="center"/>
          </w:tcPr>
          <w:p w14:paraId="48F7193B" w14:textId="77777777" w:rsidR="00E11052" w:rsidRPr="00284C93" w:rsidRDefault="00914022" w:rsidP="004A47C6">
            <w:pPr>
              <w:pStyle w:val="contenutableau"/>
            </w:pPr>
            <w:sdt>
              <w:sdtPr>
                <w:id w:val="1422606456"/>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4A8FC90B" w14:textId="77777777" w:rsidR="00E11052" w:rsidRPr="00284C93" w:rsidRDefault="00914022" w:rsidP="004A47C6">
            <w:pPr>
              <w:pStyle w:val="contenutableau"/>
              <w:rPr>
                <w:lang w:val="en-US" w:bidi="en-US"/>
              </w:rPr>
            </w:pPr>
            <w:sdt>
              <w:sdtPr>
                <w:id w:val="981965987"/>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tcPr>
          <w:p w14:paraId="09209852" w14:textId="77777777" w:rsidR="00E11052" w:rsidRPr="00815890" w:rsidRDefault="00E11052" w:rsidP="00522971">
            <w:pPr>
              <w:pStyle w:val="contenutableau"/>
              <w:ind w:left="0" w:right="42"/>
              <w:jc w:val="center"/>
              <w:rPr>
                <w:spacing w:val="-10"/>
              </w:rPr>
            </w:pPr>
            <w:r w:rsidRPr="00815890">
              <w:rPr>
                <w:spacing w:val="-10"/>
              </w:rPr>
              <w:t>Gestion administrative</w:t>
            </w:r>
          </w:p>
          <w:p w14:paraId="428035CA" w14:textId="77777777" w:rsidR="00E11052" w:rsidRPr="00815890" w:rsidRDefault="00E11052" w:rsidP="00522971">
            <w:pPr>
              <w:pStyle w:val="contenutableau"/>
              <w:ind w:left="0" w:right="42"/>
              <w:jc w:val="center"/>
              <w:rPr>
                <w:spacing w:val="-10"/>
              </w:rPr>
            </w:pPr>
            <w:r w:rsidRPr="00815890">
              <w:rPr>
                <w:spacing w:val="-10"/>
              </w:rPr>
              <w:t>Logiciel de vie scolaire</w:t>
            </w:r>
          </w:p>
        </w:tc>
        <w:tc>
          <w:tcPr>
            <w:tcW w:w="1134" w:type="dxa"/>
            <w:vAlign w:val="center"/>
          </w:tcPr>
          <w:p w14:paraId="4B9C6278" w14:textId="77777777" w:rsidR="00E11052" w:rsidRPr="001F5173" w:rsidRDefault="00E11052" w:rsidP="004A47C6">
            <w:pPr>
              <w:pStyle w:val="contenutableau"/>
            </w:pPr>
            <w:r w:rsidRPr="001F5173">
              <w:t>1 année scolaire</w:t>
            </w:r>
          </w:p>
        </w:tc>
        <w:tc>
          <w:tcPr>
            <w:tcW w:w="6163" w:type="dxa"/>
            <w:vAlign w:val="center"/>
          </w:tcPr>
          <w:p w14:paraId="497A7880" w14:textId="77777777" w:rsidR="00E11052" w:rsidRPr="00815890" w:rsidRDefault="00E11052" w:rsidP="004A47C6">
            <w:pPr>
              <w:pStyle w:val="contenutableau"/>
              <w:rPr>
                <w:b/>
              </w:rPr>
            </w:pPr>
            <w:r w:rsidRPr="00815890">
              <w:t>Personnels administratifs, équipe pédagogique et  vie scolaire</w:t>
            </w:r>
          </w:p>
        </w:tc>
      </w:tr>
      <w:tr w:rsidR="00E11052" w:rsidRPr="001F5173" w14:paraId="2F88FCF2" w14:textId="77777777" w:rsidTr="004A47C6">
        <w:trPr>
          <w:trHeight w:val="425"/>
        </w:trPr>
        <w:tc>
          <w:tcPr>
            <w:tcW w:w="1134" w:type="dxa"/>
            <w:vAlign w:val="center"/>
          </w:tcPr>
          <w:p w14:paraId="59540ACC" w14:textId="77777777" w:rsidR="00E11052" w:rsidRPr="00284C93" w:rsidRDefault="00914022" w:rsidP="004A47C6">
            <w:pPr>
              <w:pStyle w:val="contenutableau"/>
            </w:pPr>
            <w:sdt>
              <w:sdtPr>
                <w:id w:val="-373233245"/>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082F0975" w14:textId="77777777" w:rsidR="00E11052" w:rsidRPr="00284C93" w:rsidRDefault="00914022" w:rsidP="004A47C6">
            <w:pPr>
              <w:pStyle w:val="contenutableau"/>
              <w:rPr>
                <w:lang w:val="en-US" w:bidi="en-US"/>
              </w:rPr>
            </w:pPr>
            <w:sdt>
              <w:sdtPr>
                <w:id w:val="-1918085232"/>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tcPr>
          <w:p w14:paraId="0F8A7CB6" w14:textId="77777777" w:rsidR="00E11052" w:rsidRPr="00815890" w:rsidRDefault="00E11052" w:rsidP="00522971">
            <w:pPr>
              <w:pStyle w:val="contenutableau"/>
              <w:ind w:left="0" w:right="42"/>
              <w:jc w:val="center"/>
              <w:rPr>
                <w:spacing w:val="-10"/>
              </w:rPr>
            </w:pPr>
            <w:r w:rsidRPr="00815890">
              <w:rPr>
                <w:spacing w:val="-10"/>
              </w:rPr>
              <w:t>Trombinoscope</w:t>
            </w:r>
          </w:p>
        </w:tc>
        <w:tc>
          <w:tcPr>
            <w:tcW w:w="1134" w:type="dxa"/>
            <w:vAlign w:val="center"/>
          </w:tcPr>
          <w:p w14:paraId="4EDF163A" w14:textId="77777777" w:rsidR="00E11052" w:rsidRPr="001F5173" w:rsidRDefault="00E11052" w:rsidP="004A47C6">
            <w:pPr>
              <w:pStyle w:val="contenutableau"/>
            </w:pPr>
            <w:r w:rsidRPr="001F5173">
              <w:t>1 année scolaire</w:t>
            </w:r>
          </w:p>
        </w:tc>
        <w:tc>
          <w:tcPr>
            <w:tcW w:w="6163" w:type="dxa"/>
            <w:vAlign w:val="center"/>
          </w:tcPr>
          <w:p w14:paraId="5F648D2E" w14:textId="77777777" w:rsidR="00E11052" w:rsidRPr="00815890" w:rsidRDefault="00E11052" w:rsidP="004A47C6">
            <w:pPr>
              <w:pStyle w:val="contenutableau"/>
              <w:rPr>
                <w:b/>
                <w:spacing w:val="-10"/>
              </w:rPr>
            </w:pPr>
            <w:r w:rsidRPr="00815890">
              <w:rPr>
                <w:spacing w:val="-10"/>
              </w:rPr>
              <w:t>Personnels administratifs, équipe pédagogique et vie scolaire, élèves de l’établissement.</w:t>
            </w:r>
          </w:p>
        </w:tc>
      </w:tr>
      <w:tr w:rsidR="00E11052" w:rsidRPr="001F5173" w14:paraId="2F6CD023" w14:textId="77777777" w:rsidTr="004A47C6">
        <w:trPr>
          <w:trHeight w:val="425"/>
        </w:trPr>
        <w:tc>
          <w:tcPr>
            <w:tcW w:w="1134" w:type="dxa"/>
            <w:vAlign w:val="center"/>
          </w:tcPr>
          <w:p w14:paraId="355CA496" w14:textId="77777777" w:rsidR="00E11052" w:rsidRPr="00284C93" w:rsidRDefault="00914022" w:rsidP="004A47C6">
            <w:pPr>
              <w:pStyle w:val="contenutableau"/>
            </w:pPr>
            <w:sdt>
              <w:sdtPr>
                <w:id w:val="584198964"/>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3E22CBB6" w14:textId="77777777" w:rsidR="00E11052" w:rsidRPr="00284C93" w:rsidRDefault="00914022" w:rsidP="004A47C6">
            <w:pPr>
              <w:pStyle w:val="contenutableau"/>
              <w:rPr>
                <w:lang w:val="en-US" w:bidi="en-US"/>
              </w:rPr>
            </w:pPr>
            <w:sdt>
              <w:sdtPr>
                <w:id w:val="-1100416599"/>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tcPr>
          <w:p w14:paraId="57EDC7F4" w14:textId="77777777" w:rsidR="00E11052" w:rsidRPr="00815890" w:rsidRDefault="00E11052" w:rsidP="00522971">
            <w:pPr>
              <w:pStyle w:val="contenutableau"/>
              <w:ind w:left="0" w:right="42"/>
              <w:jc w:val="center"/>
              <w:rPr>
                <w:spacing w:val="-10"/>
              </w:rPr>
            </w:pPr>
            <w:r w:rsidRPr="00815890">
              <w:rPr>
                <w:spacing w:val="-10"/>
              </w:rPr>
              <w:t>Pour un usage collectif dans sa classe</w:t>
            </w:r>
          </w:p>
        </w:tc>
        <w:tc>
          <w:tcPr>
            <w:tcW w:w="1134" w:type="dxa"/>
            <w:vAlign w:val="center"/>
          </w:tcPr>
          <w:p w14:paraId="581CB661" w14:textId="77777777" w:rsidR="00E11052" w:rsidRPr="001F5173" w:rsidRDefault="00E11052" w:rsidP="004A47C6">
            <w:pPr>
              <w:pStyle w:val="contenutableau"/>
            </w:pPr>
            <w:r w:rsidRPr="001F5173">
              <w:t>1 année scolaire</w:t>
            </w:r>
          </w:p>
        </w:tc>
        <w:tc>
          <w:tcPr>
            <w:tcW w:w="6163" w:type="dxa"/>
            <w:vAlign w:val="center"/>
          </w:tcPr>
          <w:p w14:paraId="608D7FCD" w14:textId="77777777" w:rsidR="00E11052" w:rsidRPr="00815890" w:rsidRDefault="00E11052" w:rsidP="004A47C6">
            <w:pPr>
              <w:pStyle w:val="contenutableau"/>
              <w:rPr>
                <w:b/>
                <w:spacing w:val="-10"/>
              </w:rPr>
            </w:pPr>
            <w:r w:rsidRPr="00815890">
              <w:rPr>
                <w:spacing w:val="-10"/>
              </w:rPr>
              <w:t>Personnels administratifs, équipe pédagogique et  vie scolaire, élèves de l’établissement</w:t>
            </w:r>
          </w:p>
        </w:tc>
      </w:tr>
      <w:tr w:rsidR="00E11052" w:rsidRPr="001F5173" w14:paraId="1CE83A98" w14:textId="77777777" w:rsidTr="004A47C6">
        <w:trPr>
          <w:trHeight w:val="425"/>
        </w:trPr>
        <w:tc>
          <w:tcPr>
            <w:tcW w:w="1134" w:type="dxa"/>
            <w:vAlign w:val="center"/>
          </w:tcPr>
          <w:p w14:paraId="7C79A16F" w14:textId="77777777" w:rsidR="00E11052" w:rsidRPr="00284C93" w:rsidRDefault="00914022" w:rsidP="004A47C6">
            <w:pPr>
              <w:pStyle w:val="contenutableau"/>
            </w:pPr>
            <w:sdt>
              <w:sdtPr>
                <w:id w:val="1252545286"/>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61330D8B" w14:textId="77777777" w:rsidR="00E11052" w:rsidRPr="00284C93" w:rsidRDefault="00914022" w:rsidP="004A47C6">
            <w:pPr>
              <w:pStyle w:val="contenutableau"/>
            </w:pPr>
            <w:sdt>
              <w:sdtPr>
                <w:id w:val="1630672706"/>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hideMark/>
          </w:tcPr>
          <w:p w14:paraId="7E9B6ED3" w14:textId="77777777" w:rsidR="00E11052" w:rsidRPr="00815890" w:rsidRDefault="00E11052" w:rsidP="00522971">
            <w:pPr>
              <w:pStyle w:val="contenutableau"/>
              <w:ind w:left="0" w:right="42"/>
              <w:jc w:val="center"/>
              <w:rPr>
                <w:spacing w:val="-10"/>
              </w:rPr>
            </w:pPr>
            <w:r w:rsidRPr="00815890">
              <w:rPr>
                <w:spacing w:val="-10"/>
              </w:rPr>
              <w:t>En Ligne</w:t>
            </w:r>
          </w:p>
        </w:tc>
        <w:tc>
          <w:tcPr>
            <w:tcW w:w="1134" w:type="dxa"/>
            <w:vAlign w:val="center"/>
            <w:hideMark/>
          </w:tcPr>
          <w:p w14:paraId="2BF792FC" w14:textId="77777777" w:rsidR="00E11052" w:rsidRPr="001F5173" w:rsidRDefault="00E11052" w:rsidP="004A47C6">
            <w:pPr>
              <w:pStyle w:val="contenutableau"/>
            </w:pPr>
            <w:r w:rsidRPr="001F5173">
              <w:t xml:space="preserve">1 année scolaire </w:t>
            </w:r>
          </w:p>
        </w:tc>
        <w:tc>
          <w:tcPr>
            <w:tcW w:w="6163" w:type="dxa"/>
            <w:vAlign w:val="center"/>
            <w:hideMark/>
          </w:tcPr>
          <w:p w14:paraId="53CE8A9D" w14:textId="77777777" w:rsidR="00E11052" w:rsidRPr="00815890" w:rsidRDefault="00E11052" w:rsidP="004A47C6">
            <w:pPr>
              <w:pStyle w:val="contenutableau"/>
              <w:rPr>
                <w:spacing w:val="-10"/>
              </w:rPr>
            </w:pPr>
            <w:r w:rsidRPr="00815890">
              <w:rPr>
                <w:b/>
                <w:spacing w:val="-10"/>
              </w:rPr>
              <w:t>Site avec accès réservé</w:t>
            </w:r>
            <w:r w:rsidRPr="00815890">
              <w:rPr>
                <w:spacing w:val="-10"/>
              </w:rPr>
              <w:t xml:space="preserve"> (ENT, plateforme, extranet …)</w:t>
            </w:r>
          </w:p>
          <w:p w14:paraId="35A8844C" w14:textId="77777777" w:rsidR="00E11052" w:rsidRPr="00815890" w:rsidRDefault="00E11052" w:rsidP="004A47C6">
            <w:pPr>
              <w:pStyle w:val="contenutableau"/>
              <w:rPr>
                <w:spacing w:val="-10"/>
              </w:rPr>
            </w:pPr>
            <w:r w:rsidRPr="00815890">
              <w:rPr>
                <w:spacing w:val="-10"/>
              </w:rPr>
              <w:t>Précisez le(s) site(s) :</w:t>
            </w:r>
            <w:r w:rsidRPr="00815890">
              <w:rPr>
                <w:spacing w:val="-10"/>
              </w:rPr>
              <w:tab/>
            </w:r>
            <w:r w:rsidRPr="00815890">
              <w:rPr>
                <w:color w:val="000091"/>
                <w:spacing w:val="-10"/>
              </w:rPr>
              <w:t>……….………………….………</w:t>
            </w:r>
          </w:p>
        </w:tc>
      </w:tr>
      <w:tr w:rsidR="00E11052" w:rsidRPr="001F5173" w14:paraId="4A372188" w14:textId="77777777" w:rsidTr="004A47C6">
        <w:trPr>
          <w:trHeight w:val="425"/>
        </w:trPr>
        <w:tc>
          <w:tcPr>
            <w:tcW w:w="1134" w:type="dxa"/>
            <w:vAlign w:val="center"/>
          </w:tcPr>
          <w:p w14:paraId="141C8AAD" w14:textId="77777777" w:rsidR="00E11052" w:rsidRPr="00284C93" w:rsidRDefault="00914022" w:rsidP="004A47C6">
            <w:pPr>
              <w:pStyle w:val="contenutableau"/>
            </w:pPr>
            <w:sdt>
              <w:sdtPr>
                <w:id w:val="1682004493"/>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2600BDD4" w14:textId="77777777" w:rsidR="00E11052" w:rsidRPr="00284C93" w:rsidRDefault="00914022" w:rsidP="004A47C6">
            <w:pPr>
              <w:pStyle w:val="contenutableau"/>
            </w:pPr>
            <w:sdt>
              <w:sdtPr>
                <w:id w:val="137615900"/>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tcPr>
          <w:p w14:paraId="057F4396" w14:textId="77777777" w:rsidR="00E11052" w:rsidRPr="00815890" w:rsidRDefault="00E11052" w:rsidP="00522971">
            <w:pPr>
              <w:pStyle w:val="contenutableau"/>
              <w:ind w:left="0" w:right="42"/>
              <w:jc w:val="center"/>
              <w:rPr>
                <w:spacing w:val="-10"/>
              </w:rPr>
            </w:pPr>
            <w:r w:rsidRPr="00815890">
              <w:rPr>
                <w:spacing w:val="-10"/>
              </w:rPr>
              <w:t>En Ligne</w:t>
            </w:r>
          </w:p>
        </w:tc>
        <w:tc>
          <w:tcPr>
            <w:tcW w:w="1134" w:type="dxa"/>
            <w:vAlign w:val="center"/>
          </w:tcPr>
          <w:p w14:paraId="7E509599" w14:textId="77777777" w:rsidR="00E11052" w:rsidRPr="001F5173" w:rsidRDefault="00E11052" w:rsidP="004A47C6">
            <w:pPr>
              <w:pStyle w:val="contenutableau"/>
            </w:pPr>
            <w:r w:rsidRPr="001F5173">
              <w:t xml:space="preserve">1 année scolaire </w:t>
            </w:r>
          </w:p>
        </w:tc>
        <w:tc>
          <w:tcPr>
            <w:tcW w:w="6163" w:type="dxa"/>
            <w:vAlign w:val="center"/>
          </w:tcPr>
          <w:p w14:paraId="7488130D" w14:textId="77777777" w:rsidR="00E11052" w:rsidRPr="00815890" w:rsidRDefault="00E11052" w:rsidP="004A47C6">
            <w:pPr>
              <w:pStyle w:val="contenutableau"/>
              <w:rPr>
                <w:spacing w:val="-10"/>
              </w:rPr>
            </w:pPr>
            <w:r w:rsidRPr="00815890">
              <w:rPr>
                <w:b/>
                <w:spacing w:val="-10"/>
              </w:rPr>
              <w:t>Internet</w:t>
            </w:r>
            <w:r w:rsidRPr="00815890">
              <w:rPr>
                <w:spacing w:val="-10"/>
              </w:rPr>
              <w:t xml:space="preserve"> (monde entier)</w:t>
            </w:r>
          </w:p>
          <w:p w14:paraId="234FDF52" w14:textId="77777777" w:rsidR="00E11052" w:rsidRPr="00815890" w:rsidRDefault="00E11052" w:rsidP="004A47C6">
            <w:pPr>
              <w:pStyle w:val="contenutableau"/>
              <w:rPr>
                <w:spacing w:val="-10"/>
              </w:rPr>
            </w:pPr>
            <w:r w:rsidRPr="00815890">
              <w:rPr>
                <w:spacing w:val="-10"/>
              </w:rPr>
              <w:t xml:space="preserve">Précisez le(s) site(s) : </w:t>
            </w:r>
            <w:sdt>
              <w:sdtPr>
                <w:rPr>
                  <w:spacing w:val="-10"/>
                </w:rPr>
                <w:id w:val="543721447"/>
                <w:placeholder>
                  <w:docPart w:val="F4A6300660EC4DE2875CADC6D370823E"/>
                </w:placeholder>
              </w:sdtPr>
              <w:sdtEndPr>
                <w:rPr>
                  <w:color w:val="000091"/>
                </w:rPr>
              </w:sdtEndPr>
              <w:sdtContent>
                <w:r w:rsidRPr="00815890">
                  <w:rPr>
                    <w:color w:val="000091"/>
                    <w:spacing w:val="-10"/>
                  </w:rPr>
                  <w:t>……………..…………….…………………..…</w:t>
                </w:r>
              </w:sdtContent>
            </w:sdt>
          </w:p>
        </w:tc>
      </w:tr>
      <w:tr w:rsidR="00E11052" w:rsidRPr="001F5173" w14:paraId="1EB818EB" w14:textId="77777777" w:rsidTr="004A47C6">
        <w:trPr>
          <w:trHeight w:val="642"/>
        </w:trPr>
        <w:tc>
          <w:tcPr>
            <w:tcW w:w="1134" w:type="dxa"/>
            <w:vAlign w:val="center"/>
          </w:tcPr>
          <w:p w14:paraId="400E48F4" w14:textId="77777777" w:rsidR="00E11052" w:rsidRPr="00284C93" w:rsidRDefault="00914022" w:rsidP="004A47C6">
            <w:pPr>
              <w:pStyle w:val="contenutableau"/>
            </w:pPr>
            <w:sdt>
              <w:sdtPr>
                <w:id w:val="-818115562"/>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7F119DB7" w14:textId="77777777" w:rsidR="00E11052" w:rsidRPr="00284C93" w:rsidRDefault="00914022" w:rsidP="004A47C6">
            <w:pPr>
              <w:pStyle w:val="contenutableau"/>
            </w:pPr>
            <w:sdt>
              <w:sdtPr>
                <w:id w:val="-1945141530"/>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hideMark/>
          </w:tcPr>
          <w:p w14:paraId="61DC76F4" w14:textId="77777777" w:rsidR="00E11052" w:rsidRPr="00815890" w:rsidRDefault="00E11052" w:rsidP="00522971">
            <w:pPr>
              <w:pStyle w:val="contenutableau"/>
              <w:ind w:left="0" w:right="42"/>
              <w:jc w:val="center"/>
              <w:rPr>
                <w:spacing w:val="-10"/>
              </w:rPr>
            </w:pPr>
            <w:r w:rsidRPr="00815890">
              <w:rPr>
                <w:spacing w:val="-10"/>
              </w:rPr>
              <w:t>Support de stockage amovible</w:t>
            </w:r>
          </w:p>
        </w:tc>
        <w:tc>
          <w:tcPr>
            <w:tcW w:w="1134" w:type="dxa"/>
            <w:vAlign w:val="center"/>
            <w:hideMark/>
          </w:tcPr>
          <w:p w14:paraId="61CC6A0C" w14:textId="77777777" w:rsidR="00E11052" w:rsidRPr="001F5173" w:rsidRDefault="00E11052" w:rsidP="004A47C6">
            <w:pPr>
              <w:pStyle w:val="contenutableau"/>
            </w:pPr>
            <w:r w:rsidRPr="001F5173">
              <w:t xml:space="preserve">1 année scolaire </w:t>
            </w:r>
          </w:p>
        </w:tc>
        <w:tc>
          <w:tcPr>
            <w:tcW w:w="6163" w:type="dxa"/>
            <w:vAlign w:val="center"/>
            <w:hideMark/>
          </w:tcPr>
          <w:p w14:paraId="7A0D2E6A" w14:textId="77777777" w:rsidR="00E11052" w:rsidRPr="00815890" w:rsidRDefault="00E11052" w:rsidP="004A47C6">
            <w:pPr>
              <w:pStyle w:val="contenutableau"/>
              <w:rPr>
                <w:spacing w:val="-10"/>
              </w:rPr>
            </w:pPr>
            <w:r w:rsidRPr="00815890">
              <w:rPr>
                <w:spacing w:val="-10"/>
              </w:rPr>
              <w:t>Précisez les destinataires du support :</w:t>
            </w:r>
          </w:p>
          <w:sdt>
            <w:sdtPr>
              <w:rPr>
                <w:spacing w:val="-10"/>
              </w:rPr>
              <w:id w:val="30696386"/>
              <w:placeholder>
                <w:docPart w:val="F4A6300660EC4DE2875CADC6D370823E"/>
              </w:placeholder>
            </w:sdtPr>
            <w:sdtEndPr>
              <w:rPr>
                <w:color w:val="000091"/>
              </w:rPr>
            </w:sdtEndPr>
            <w:sdtContent>
              <w:p w14:paraId="66BA9377" w14:textId="77777777" w:rsidR="00E11052" w:rsidRPr="00815890" w:rsidRDefault="00E11052" w:rsidP="004A47C6">
                <w:pPr>
                  <w:pStyle w:val="contenutableau"/>
                  <w:rPr>
                    <w:spacing w:val="-10"/>
                  </w:rPr>
                </w:pPr>
                <w:r w:rsidRPr="00815890">
                  <w:rPr>
                    <w:color w:val="000091"/>
                    <w:spacing w:val="-10"/>
                  </w:rPr>
                  <w:t>………………………….……………………………………………………..………</w:t>
                </w:r>
              </w:p>
            </w:sdtContent>
          </w:sdt>
        </w:tc>
      </w:tr>
      <w:tr w:rsidR="00E11052" w:rsidRPr="001F5173" w14:paraId="0A7BF211" w14:textId="77777777" w:rsidTr="004A47C6">
        <w:trPr>
          <w:trHeight w:val="642"/>
        </w:trPr>
        <w:tc>
          <w:tcPr>
            <w:tcW w:w="1134" w:type="dxa"/>
            <w:vAlign w:val="center"/>
          </w:tcPr>
          <w:p w14:paraId="17A0BD4D" w14:textId="77777777" w:rsidR="00E11052" w:rsidRPr="00284C93" w:rsidRDefault="00914022" w:rsidP="004A47C6">
            <w:pPr>
              <w:pStyle w:val="contenutableau"/>
            </w:pPr>
            <w:sdt>
              <w:sdtPr>
                <w:id w:val="1968780120"/>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0C8AE2DB" w14:textId="77777777" w:rsidR="00E11052" w:rsidRPr="00284C93" w:rsidRDefault="00914022" w:rsidP="004A47C6">
            <w:pPr>
              <w:pStyle w:val="contenutableau"/>
            </w:pPr>
            <w:sdt>
              <w:sdtPr>
                <w:id w:val="74409210"/>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hideMark/>
          </w:tcPr>
          <w:p w14:paraId="472DA1A8" w14:textId="77777777" w:rsidR="00E11052" w:rsidRPr="00815890" w:rsidRDefault="00E11052" w:rsidP="00522971">
            <w:pPr>
              <w:pStyle w:val="contenutableau"/>
              <w:ind w:left="0" w:right="42"/>
              <w:jc w:val="center"/>
              <w:rPr>
                <w:spacing w:val="-10"/>
              </w:rPr>
            </w:pPr>
            <w:r w:rsidRPr="00815890">
              <w:rPr>
                <w:spacing w:val="-10"/>
              </w:rPr>
              <w:t>Projection collective</w:t>
            </w:r>
          </w:p>
        </w:tc>
        <w:tc>
          <w:tcPr>
            <w:tcW w:w="1134" w:type="dxa"/>
            <w:vAlign w:val="center"/>
            <w:hideMark/>
          </w:tcPr>
          <w:p w14:paraId="3C9F896A" w14:textId="77777777" w:rsidR="00E11052" w:rsidRPr="001F5173" w:rsidRDefault="00E11052" w:rsidP="004A47C6">
            <w:pPr>
              <w:pStyle w:val="contenutableau"/>
            </w:pPr>
            <w:r w:rsidRPr="001F5173">
              <w:t xml:space="preserve">1 année scolaire </w:t>
            </w:r>
          </w:p>
        </w:tc>
        <w:tc>
          <w:tcPr>
            <w:tcW w:w="6163" w:type="dxa"/>
            <w:vAlign w:val="center"/>
            <w:hideMark/>
          </w:tcPr>
          <w:p w14:paraId="4F678A1D" w14:textId="77777777" w:rsidR="00E11052" w:rsidRPr="00284C93" w:rsidRDefault="00914022" w:rsidP="004A47C6">
            <w:pPr>
              <w:pStyle w:val="contenutableau"/>
              <w:rPr>
                <w:spacing w:val="-10"/>
                <w:lang w:bidi="en-US"/>
              </w:rPr>
            </w:pPr>
            <w:sdt>
              <w:sdtPr>
                <w:rPr>
                  <w:spacing w:val="-10"/>
                  <w:lang w:bidi="en-US"/>
                </w:rPr>
                <w:id w:val="913056847"/>
                <w14:checkbox>
                  <w14:checked w14:val="0"/>
                  <w14:checkedState w14:val="2612" w14:font="MS Gothic"/>
                  <w14:uncheckedState w14:val="2610" w14:font="MS Gothic"/>
                </w14:checkbox>
              </w:sdtPr>
              <w:sdtEndPr/>
              <w:sdtContent>
                <w:r w:rsidR="00E11052">
                  <w:rPr>
                    <w:rFonts w:ascii="MS Gothic" w:eastAsia="MS Gothic" w:hAnsi="MS Gothic" w:hint="eastAsia"/>
                    <w:spacing w:val="-10"/>
                    <w:lang w:bidi="en-US"/>
                  </w:rPr>
                  <w:t>☐</w:t>
                </w:r>
              </w:sdtContent>
            </w:sdt>
            <w:r w:rsidR="00E11052" w:rsidRPr="00284C93">
              <w:rPr>
                <w:spacing w:val="-10"/>
                <w:lang w:bidi="en-US"/>
              </w:rPr>
              <w:t xml:space="preserve"> </w:t>
            </w:r>
            <w:r w:rsidR="00E11052" w:rsidRPr="00284C93">
              <w:rPr>
                <w:b/>
                <w:spacing w:val="-10"/>
                <w:lang w:bidi="en-US"/>
              </w:rPr>
              <w:t>Usage collectif dans les classes</w:t>
            </w:r>
            <w:r w:rsidR="00E11052" w:rsidRPr="00284C93">
              <w:rPr>
                <w:spacing w:val="-10"/>
                <w:lang w:bidi="en-US"/>
              </w:rPr>
              <w:t xml:space="preserve"> des élèves enregistrés</w:t>
            </w:r>
          </w:p>
          <w:p w14:paraId="522A55DF" w14:textId="77777777" w:rsidR="00E11052" w:rsidRPr="00284C93" w:rsidRDefault="00914022" w:rsidP="004A47C6">
            <w:pPr>
              <w:pStyle w:val="contenutableau"/>
              <w:rPr>
                <w:spacing w:val="-10"/>
                <w:lang w:bidi="en-US"/>
              </w:rPr>
            </w:pPr>
            <w:sdt>
              <w:sdtPr>
                <w:rPr>
                  <w:spacing w:val="-10"/>
                  <w:lang w:bidi="en-US"/>
                </w:rPr>
                <w:id w:val="-1673709225"/>
                <w14:checkbox>
                  <w14:checked w14:val="0"/>
                  <w14:checkedState w14:val="2612" w14:font="MS Gothic"/>
                  <w14:uncheckedState w14:val="2610" w14:font="MS Gothic"/>
                </w14:checkbox>
              </w:sdtPr>
              <w:sdtEndPr/>
              <w:sdtContent>
                <w:r w:rsidR="00E11052" w:rsidRPr="00284C93">
                  <w:rPr>
                    <w:rFonts w:ascii="MS Gothic" w:eastAsia="MS Gothic" w:hAnsi="MS Gothic" w:hint="eastAsia"/>
                    <w:spacing w:val="-10"/>
                    <w:lang w:bidi="en-US"/>
                  </w:rPr>
                  <w:t>☐</w:t>
                </w:r>
              </w:sdtContent>
            </w:sdt>
            <w:r w:rsidR="00E11052" w:rsidRPr="00284C93">
              <w:rPr>
                <w:spacing w:val="-10"/>
                <w:lang w:bidi="en-US"/>
              </w:rPr>
              <w:t xml:space="preserve"> </w:t>
            </w:r>
            <w:r w:rsidR="00E11052" w:rsidRPr="00284C93">
              <w:rPr>
                <w:b/>
                <w:spacing w:val="-10"/>
                <w:lang w:bidi="en-US"/>
              </w:rPr>
              <w:t>Autres usages institutionnels</w:t>
            </w:r>
            <w:r w:rsidR="00E11052" w:rsidRPr="00284C93">
              <w:rPr>
                <w:spacing w:val="-10"/>
                <w:lang w:bidi="en-US"/>
              </w:rPr>
              <w:t xml:space="preserve"> à vocation éducative, de formation ou de recherche.</w:t>
            </w:r>
          </w:p>
          <w:p w14:paraId="3D2D35F6" w14:textId="77777777" w:rsidR="00E11052" w:rsidRPr="00284C93" w:rsidRDefault="00914022" w:rsidP="004A47C6">
            <w:pPr>
              <w:pStyle w:val="contenutableau"/>
              <w:rPr>
                <w:spacing w:val="-10"/>
              </w:rPr>
            </w:pPr>
            <w:sdt>
              <w:sdtPr>
                <w:rPr>
                  <w:spacing w:val="-10"/>
                  <w:lang w:bidi="en-US"/>
                </w:rPr>
                <w:id w:val="-959188968"/>
                <w14:checkbox>
                  <w14:checked w14:val="0"/>
                  <w14:checkedState w14:val="2612" w14:font="MS Gothic"/>
                  <w14:uncheckedState w14:val="2610" w14:font="MS Gothic"/>
                </w14:checkbox>
              </w:sdtPr>
              <w:sdtEndPr/>
              <w:sdtContent>
                <w:r w:rsidR="00E11052" w:rsidRPr="00284C93">
                  <w:rPr>
                    <w:rFonts w:ascii="MS Gothic" w:eastAsia="MS Gothic" w:hAnsi="MS Gothic" w:hint="eastAsia"/>
                    <w:spacing w:val="-10"/>
                    <w:lang w:bidi="en-US"/>
                  </w:rPr>
                  <w:t>☐</w:t>
                </w:r>
              </w:sdtContent>
            </w:sdt>
            <w:r w:rsidR="00E11052" w:rsidRPr="00284C93">
              <w:rPr>
                <w:spacing w:val="-10"/>
                <w:lang w:bidi="en-US"/>
              </w:rPr>
              <w:t xml:space="preserve">  </w:t>
            </w:r>
            <w:r w:rsidR="00E11052" w:rsidRPr="00284C93">
              <w:rPr>
                <w:b/>
                <w:spacing w:val="-10"/>
                <w:lang w:bidi="en-US"/>
              </w:rPr>
              <w:t>Usages de communication externe</w:t>
            </w:r>
            <w:r w:rsidR="00E11052" w:rsidRPr="00284C93">
              <w:rPr>
                <w:spacing w:val="-10"/>
                <w:lang w:bidi="en-US"/>
              </w:rPr>
              <w:t xml:space="preserve"> de l’institution.</w:t>
            </w:r>
          </w:p>
        </w:tc>
      </w:tr>
      <w:tr w:rsidR="00E11052" w:rsidRPr="001F5173" w14:paraId="145BA913" w14:textId="77777777" w:rsidTr="004A47C6">
        <w:trPr>
          <w:trHeight w:val="642"/>
        </w:trPr>
        <w:tc>
          <w:tcPr>
            <w:tcW w:w="1134" w:type="dxa"/>
            <w:vAlign w:val="center"/>
          </w:tcPr>
          <w:p w14:paraId="50022588" w14:textId="77777777" w:rsidR="00E11052" w:rsidRPr="00284C93" w:rsidRDefault="00914022" w:rsidP="004A47C6">
            <w:pPr>
              <w:pStyle w:val="contenutableau"/>
            </w:pPr>
            <w:sdt>
              <w:sdtPr>
                <w:id w:val="1721404024"/>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OUI </w:t>
            </w:r>
          </w:p>
          <w:p w14:paraId="7D66A473" w14:textId="77777777" w:rsidR="00E11052" w:rsidRPr="00284C93" w:rsidRDefault="00914022" w:rsidP="004A47C6">
            <w:pPr>
              <w:pStyle w:val="contenutableau"/>
            </w:pPr>
            <w:sdt>
              <w:sdtPr>
                <w:id w:val="2006238165"/>
                <w14:checkbox>
                  <w14:checked w14:val="0"/>
                  <w14:checkedState w14:val="2612" w14:font="MS Gothic"/>
                  <w14:uncheckedState w14:val="2610" w14:font="MS Gothic"/>
                </w14:checkbox>
              </w:sdtPr>
              <w:sdtEndPr/>
              <w:sdtContent>
                <w:r w:rsidR="00E11052" w:rsidRPr="00284C93">
                  <w:rPr>
                    <w:rFonts w:ascii="MS Gothic" w:eastAsia="MS Gothic" w:hAnsi="MS Gothic" w:hint="eastAsia"/>
                  </w:rPr>
                  <w:t>☐</w:t>
                </w:r>
              </w:sdtContent>
            </w:sdt>
            <w:r w:rsidR="00E11052" w:rsidRPr="00284C93">
              <w:t xml:space="preserve"> NON</w:t>
            </w:r>
          </w:p>
        </w:tc>
        <w:tc>
          <w:tcPr>
            <w:tcW w:w="1622" w:type="dxa"/>
            <w:vAlign w:val="center"/>
          </w:tcPr>
          <w:p w14:paraId="65BFCC02" w14:textId="77777777" w:rsidR="00E11052" w:rsidRDefault="00E11052" w:rsidP="00522971">
            <w:pPr>
              <w:pStyle w:val="contenutableau"/>
              <w:ind w:left="0" w:right="42"/>
              <w:jc w:val="center"/>
              <w:rPr>
                <w:color w:val="000091"/>
                <w:spacing w:val="-10"/>
              </w:rPr>
            </w:pPr>
            <w:r w:rsidRPr="00815890">
              <w:rPr>
                <w:spacing w:val="-10"/>
              </w:rPr>
              <w:t xml:space="preserve">Autre </w:t>
            </w:r>
            <w:r w:rsidRPr="00815890">
              <w:rPr>
                <w:color w:val="000091"/>
                <w:spacing w:val="-10"/>
              </w:rPr>
              <w:t>(précisez)</w:t>
            </w:r>
          </w:p>
          <w:sdt>
            <w:sdtPr>
              <w:rPr>
                <w:spacing w:val="-10"/>
              </w:rPr>
              <w:id w:val="-1142413659"/>
              <w:placeholder>
                <w:docPart w:val="07522C9A7FD842E69FFFA6B6972B353A"/>
              </w:placeholder>
            </w:sdtPr>
            <w:sdtEndPr/>
            <w:sdtContent>
              <w:p w14:paraId="0A0248DD" w14:textId="77777777" w:rsidR="00E11052" w:rsidRPr="00815890" w:rsidRDefault="00E11052" w:rsidP="00522971">
                <w:pPr>
                  <w:pStyle w:val="contenutableau"/>
                  <w:ind w:left="0" w:right="42"/>
                  <w:jc w:val="center"/>
                  <w:rPr>
                    <w:spacing w:val="-10"/>
                  </w:rPr>
                </w:pPr>
                <w:r>
                  <w:rPr>
                    <w:spacing w:val="-10"/>
                  </w:rPr>
                  <w:t>……………………………….</w:t>
                </w:r>
              </w:p>
            </w:sdtContent>
          </w:sdt>
        </w:tc>
        <w:tc>
          <w:tcPr>
            <w:tcW w:w="1134" w:type="dxa"/>
            <w:vAlign w:val="center"/>
          </w:tcPr>
          <w:p w14:paraId="14B1FB7D" w14:textId="77777777" w:rsidR="00E11052" w:rsidRPr="001F5173" w:rsidRDefault="00E11052" w:rsidP="004A47C6">
            <w:pPr>
              <w:pStyle w:val="contenutableau"/>
            </w:pPr>
            <w:r w:rsidRPr="001F5173">
              <w:t xml:space="preserve">1 année scolaire </w:t>
            </w:r>
          </w:p>
        </w:tc>
        <w:tc>
          <w:tcPr>
            <w:tcW w:w="6163" w:type="dxa"/>
            <w:vAlign w:val="center"/>
          </w:tcPr>
          <w:p w14:paraId="0B099C8A" w14:textId="77777777" w:rsidR="00E11052" w:rsidRPr="00815890" w:rsidRDefault="00E11052" w:rsidP="004A47C6">
            <w:pPr>
              <w:pStyle w:val="contenutableau"/>
              <w:rPr>
                <w:spacing w:val="-10"/>
              </w:rPr>
            </w:pPr>
            <w:r w:rsidRPr="00815890">
              <w:rPr>
                <w:spacing w:val="-10"/>
              </w:rPr>
              <w:t>Précisez les destinataires :</w:t>
            </w:r>
          </w:p>
          <w:sdt>
            <w:sdtPr>
              <w:rPr>
                <w:spacing w:val="-10"/>
              </w:rPr>
              <w:id w:val="-918639436"/>
              <w:placeholder>
                <w:docPart w:val="F4A6300660EC4DE2875CADC6D370823E"/>
              </w:placeholder>
            </w:sdtPr>
            <w:sdtEndPr/>
            <w:sdtContent>
              <w:p w14:paraId="0AC72178" w14:textId="77777777" w:rsidR="00E11052" w:rsidRPr="00815890" w:rsidRDefault="00E11052" w:rsidP="004A47C6">
                <w:pPr>
                  <w:pStyle w:val="contenutableau"/>
                  <w:rPr>
                    <w:spacing w:val="-10"/>
                  </w:rPr>
                </w:pPr>
                <w:r w:rsidRPr="00815890">
                  <w:rPr>
                    <w:color w:val="000091"/>
                    <w:spacing w:val="-10"/>
                  </w:rPr>
                  <w:t>……………………………………………………………………………………………………………………………</w:t>
                </w:r>
              </w:p>
            </w:sdtContent>
          </w:sdt>
        </w:tc>
      </w:tr>
    </w:tbl>
    <w:p w14:paraId="65CA83CB" w14:textId="5C1CD9D6" w:rsidR="00C82F1D" w:rsidRDefault="00652E81" w:rsidP="00E11052">
      <w:pPr>
        <w:pStyle w:val="Titre1"/>
      </w:pPr>
      <w:r>
        <w:t>Consentement de l</w:t>
      </w:r>
      <w:r>
        <w:rPr>
          <w:rFonts w:hint="eastAsia"/>
        </w:rPr>
        <w:t>’</w:t>
      </w:r>
      <w:r>
        <w:t>élève</w:t>
      </w:r>
    </w:p>
    <w:p w14:paraId="1377C528" w14:textId="2D665AC3" w:rsidR="00652E81" w:rsidRPr="00BA73A3" w:rsidRDefault="00914022" w:rsidP="001B2AA4">
      <w:pPr>
        <w:pStyle w:val="rponsecocher"/>
      </w:pPr>
      <w:sdt>
        <w:sdtPr>
          <w:id w:val="-1924100525"/>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001B2AA4" w:rsidRPr="00DB376F">
        <w:tab/>
      </w:r>
      <w:r w:rsidR="00652E81" w:rsidRPr="00BA73A3">
        <w:t>On m’a expliqué et j’ai compris à quoi servait ce projet.</w:t>
      </w:r>
      <w:r w:rsidR="00D927A0">
        <w:tab/>
      </w:r>
      <w:sdt>
        <w:sdtPr>
          <w:id w:val="-64340981"/>
          <w14:checkbox>
            <w14:checked w14:val="0"/>
            <w14:checkedState w14:val="2612" w14:font="MS Gothic"/>
            <w14:uncheckedState w14:val="2610" w14:font="MS Gothic"/>
          </w14:checkbox>
        </w:sdtPr>
        <w:sdtEndPr/>
        <w:sdtContent>
          <w:r w:rsidR="00D927A0">
            <w:rPr>
              <w:rFonts w:ascii="MS Gothic" w:eastAsia="MS Gothic" w:hAnsi="MS Gothic" w:hint="eastAsia"/>
            </w:rPr>
            <w:t>☐</w:t>
          </w:r>
        </w:sdtContent>
      </w:sdt>
      <w:r w:rsidR="001B2AA4" w:rsidRPr="00815890">
        <w:t xml:space="preserve"> </w:t>
      </w:r>
      <w:r w:rsidR="00652E81" w:rsidRPr="00BA73A3">
        <w:t>On m’a expliqué et j’ai compris qui pourrait voir cet enregistrement.</w:t>
      </w:r>
    </w:p>
    <w:p w14:paraId="74D34A92" w14:textId="54D15572" w:rsidR="00652E81" w:rsidRPr="00BA73A3" w:rsidRDefault="00652E81" w:rsidP="001B2AA4">
      <w:pPr>
        <w:pStyle w:val="rponsecocher"/>
      </w:pPr>
      <w:r w:rsidRPr="00BA73A3">
        <w:t>Et je suis d’accord pour que l’on enregistre, pour ce projet, </w:t>
      </w:r>
      <w:sdt>
        <w:sdtPr>
          <w:id w:val="2009705633"/>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t xml:space="preserve"> </w:t>
      </w:r>
      <w:r w:rsidRPr="00BA73A3">
        <w:t>mon image</w:t>
      </w:r>
      <w:r w:rsidRPr="00BA73A3">
        <w:tab/>
      </w:r>
      <w:sdt>
        <w:sdtPr>
          <w:id w:val="-1291049661"/>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Pr="00BA73A3">
        <w:t>ma voix.</w:t>
      </w:r>
    </w:p>
    <w:p w14:paraId="68E0C856" w14:textId="2D2F0769" w:rsidR="00652E81" w:rsidRPr="00652E81" w:rsidRDefault="00652E81" w:rsidP="001B2AA4">
      <w:pPr>
        <w:pStyle w:val="rponsecocher"/>
        <w:rPr>
          <w:rFonts w:cs="Arial"/>
        </w:rPr>
      </w:pPr>
      <w:r w:rsidRPr="00652E81">
        <w:rPr>
          <w:rFonts w:cs="Arial"/>
        </w:rPr>
        <w:t xml:space="preserve">Nom prénom de l’élève : </w:t>
      </w:r>
      <w:sdt>
        <w:sdtPr>
          <w:rPr>
            <w:color w:val="808080" w:themeColor="background1" w:themeShade="80"/>
          </w:rPr>
          <w:id w:val="-919859499"/>
          <w:placeholder>
            <w:docPart w:val="5ECA0D6A25B54B80A503F24221222C2B"/>
          </w:placeholder>
        </w:sdtPr>
        <w:sdtEndPr/>
        <w:sdtContent>
          <w:r w:rsidR="001B2AA4" w:rsidRPr="001B2AA4">
            <w:rPr>
              <w:color w:val="000091"/>
            </w:rPr>
            <w:t>[</w:t>
          </w:r>
          <w:r w:rsidR="001B2AA4" w:rsidRPr="001B2AA4">
            <w:rPr>
              <w:i/>
              <w:color w:val="000091"/>
            </w:rPr>
            <w:t>Nom – Prénom</w:t>
          </w:r>
          <w:r w:rsidR="001B2AA4" w:rsidRPr="001B2AA4">
            <w:rPr>
              <w:color w:val="000091"/>
            </w:rPr>
            <w:t>]</w:t>
          </w:r>
        </w:sdtContent>
      </w:sdt>
    </w:p>
    <w:p w14:paraId="12726A7B" w14:textId="780E1AF0" w:rsidR="00652E81" w:rsidRPr="00652E81" w:rsidRDefault="00652E81" w:rsidP="00D927A0">
      <w:pPr>
        <w:pStyle w:val="rponsecocher"/>
        <w:ind w:left="3828"/>
      </w:pPr>
      <w:r w:rsidRPr="00652E81">
        <w:t xml:space="preserve">Signature : </w:t>
      </w:r>
    </w:p>
    <w:p w14:paraId="4A6B9EFD" w14:textId="77777777" w:rsidR="00C82F1D" w:rsidRDefault="00652E81" w:rsidP="00E11052">
      <w:pPr>
        <w:pStyle w:val="Titre1"/>
      </w:pPr>
      <w:r>
        <w:t>Autorisation parentale</w:t>
      </w:r>
    </w:p>
    <w:p w14:paraId="1DBF337E" w14:textId="7617FEE5" w:rsidR="00652E81" w:rsidRPr="00BA73A3" w:rsidRDefault="00914022" w:rsidP="00D927A0">
      <w:pPr>
        <w:pStyle w:val="rponsecocher"/>
        <w:rPr>
          <w:color w:val="808080" w:themeColor="background1" w:themeShade="80"/>
        </w:rPr>
      </w:pPr>
      <w:sdt>
        <w:sdtPr>
          <w:id w:val="2129354270"/>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001B2AA4">
        <w:t xml:space="preserve">Je </w:t>
      </w:r>
      <w:sdt>
        <w:sdtPr>
          <w:id w:val="2127888961"/>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00652E81" w:rsidRPr="00BA73A3">
        <w:t>Nous soussigné(e)(s)</w:t>
      </w:r>
      <w:r w:rsidR="00BA73A3">
        <w:t> </w:t>
      </w:r>
      <w:r w:rsidR="00BA73A3" w:rsidRPr="00BA73A3">
        <w:rPr>
          <w:color w:val="808080" w:themeColor="background1" w:themeShade="80"/>
        </w:rPr>
        <w:t>:</w:t>
      </w:r>
      <w:sdt>
        <w:sdtPr>
          <w:rPr>
            <w:color w:val="808080" w:themeColor="background1" w:themeShade="80"/>
          </w:rPr>
          <w:id w:val="-195854220"/>
          <w:placeholder>
            <w:docPart w:val="DefaultPlaceholder_-1854013440"/>
          </w:placeholder>
        </w:sdtPr>
        <w:sdtEndPr/>
        <w:sdtContent>
          <w:r w:rsidR="00652E81" w:rsidRPr="001B2AA4">
            <w:rPr>
              <w:color w:val="000091"/>
            </w:rPr>
            <w:t>[</w:t>
          </w:r>
          <w:r w:rsidR="00652E81" w:rsidRPr="001B2AA4">
            <w:rPr>
              <w:i/>
              <w:color w:val="000091"/>
            </w:rPr>
            <w:t>Nom – Prénom</w:t>
          </w:r>
          <w:r w:rsidR="00652E81" w:rsidRPr="001B2AA4">
            <w:rPr>
              <w:color w:val="000091"/>
            </w:rPr>
            <w:t>]</w:t>
          </w:r>
        </w:sdtContent>
      </w:sdt>
      <w:r w:rsidR="00652E81" w:rsidRPr="00BA73A3">
        <w:rPr>
          <w:color w:val="808080" w:themeColor="background1" w:themeShade="80"/>
        </w:rPr>
        <w:t xml:space="preserve"> </w:t>
      </w:r>
    </w:p>
    <w:p w14:paraId="4B272B9C" w14:textId="16A16501" w:rsidR="00652E81" w:rsidRPr="00BA73A3" w:rsidRDefault="00652E81" w:rsidP="00D927A0">
      <w:pPr>
        <w:pStyle w:val="rponsecocher"/>
      </w:pPr>
      <w:r w:rsidRPr="00BA73A3">
        <w:t>Demeurant</w:t>
      </w:r>
      <w:r w:rsidR="00BA73A3">
        <w:t> :</w:t>
      </w:r>
      <w:r w:rsidRPr="00BA73A3">
        <w:t xml:space="preserve"> </w:t>
      </w:r>
      <w:sdt>
        <w:sdtPr>
          <w:id w:val="-1856486073"/>
          <w:placeholder>
            <w:docPart w:val="DefaultPlaceholder_-1854013440"/>
          </w:placeholder>
        </w:sdtPr>
        <w:sdtEndPr>
          <w:rPr>
            <w:color w:val="000091"/>
          </w:rPr>
        </w:sdtEndPr>
        <w:sdtContent>
          <w:r w:rsidRPr="001B2AA4">
            <w:rPr>
              <w:color w:val="000091"/>
            </w:rPr>
            <w:t>[</w:t>
          </w:r>
          <w:r w:rsidRPr="001B2AA4">
            <w:rPr>
              <w:i/>
              <w:color w:val="000091"/>
            </w:rPr>
            <w:t>adresse</w:t>
          </w:r>
          <w:r w:rsidRPr="001B2AA4">
            <w:rPr>
              <w:color w:val="000091"/>
            </w:rPr>
            <w:t>]</w:t>
          </w:r>
        </w:sdtContent>
      </w:sdt>
    </w:p>
    <w:p w14:paraId="4A921558" w14:textId="20E1AE91" w:rsidR="00BA73A3" w:rsidRPr="00BA73A3" w:rsidRDefault="00652E81" w:rsidP="00D927A0">
      <w:pPr>
        <w:pStyle w:val="rponsecocher"/>
        <w:rPr>
          <w:i/>
          <w:color w:val="808080" w:themeColor="background1" w:themeShade="80"/>
        </w:rPr>
      </w:pPr>
      <w:r w:rsidRPr="00BA73A3">
        <w:t xml:space="preserve">Et </w:t>
      </w:r>
      <w:sdt>
        <w:sdtPr>
          <w:id w:val="296193532"/>
          <w:placeholder>
            <w:docPart w:val="DefaultPlaceholder_-1854013440"/>
          </w:placeholder>
        </w:sdtPr>
        <w:sdtEndPr>
          <w:rPr>
            <w:color w:val="000091"/>
          </w:rPr>
        </w:sdtEndPr>
        <w:sdtContent>
          <w:r w:rsidRPr="001B2AA4">
            <w:rPr>
              <w:color w:val="000091"/>
            </w:rPr>
            <w:t>[</w:t>
          </w:r>
          <w:r w:rsidRPr="001B2AA4">
            <w:rPr>
              <w:i/>
              <w:color w:val="000091"/>
            </w:rPr>
            <w:t>Nom – Prénom</w:t>
          </w:r>
          <w:r w:rsidRPr="001B2AA4">
            <w:rPr>
              <w:color w:val="000091"/>
            </w:rPr>
            <w:t>]</w:t>
          </w:r>
        </w:sdtContent>
      </w:sdt>
      <w:r w:rsidRPr="001B2AA4">
        <w:rPr>
          <w:color w:val="000091"/>
        </w:rPr>
        <w:t xml:space="preserve"> </w:t>
      </w:r>
      <w:r w:rsidR="00D927A0">
        <w:rPr>
          <w:color w:val="000091"/>
        </w:rPr>
        <w:tab/>
      </w:r>
      <w:r w:rsidRPr="00BA73A3">
        <w:t>Demeurant</w:t>
      </w:r>
      <w:r w:rsidR="00BA73A3">
        <w:t> :</w:t>
      </w:r>
      <w:r w:rsidRPr="00BA73A3">
        <w:t xml:space="preserve"> </w:t>
      </w:r>
      <w:sdt>
        <w:sdtPr>
          <w:id w:val="1131829594"/>
          <w:placeholder>
            <w:docPart w:val="DefaultPlaceholder_-1854013440"/>
          </w:placeholder>
        </w:sdtPr>
        <w:sdtEndPr>
          <w:rPr>
            <w:i/>
            <w:color w:val="000091"/>
          </w:rPr>
        </w:sdtEndPr>
        <w:sdtContent>
          <w:r w:rsidRPr="001B2AA4">
            <w:rPr>
              <w:i/>
              <w:color w:val="000091"/>
            </w:rPr>
            <w:t>[adresse</w:t>
          </w:r>
          <w:r w:rsidR="00BB5FAB" w:rsidRPr="001B2AA4">
            <w:rPr>
              <w:i/>
              <w:color w:val="000091"/>
            </w:rPr>
            <w:t>s</w:t>
          </w:r>
          <w:r w:rsidRPr="001B2AA4">
            <w:rPr>
              <w:i/>
              <w:color w:val="000091"/>
            </w:rPr>
            <w:t xml:space="preserve"> à préciser si différente</w:t>
          </w:r>
          <w:r w:rsidR="00BB5FAB" w:rsidRPr="001B2AA4">
            <w:rPr>
              <w:i/>
              <w:color w:val="000091"/>
            </w:rPr>
            <w:t>s</w:t>
          </w:r>
          <w:r w:rsidRPr="001B2AA4">
            <w:rPr>
              <w:i/>
              <w:color w:val="000091"/>
            </w:rPr>
            <w:t>]</w:t>
          </w:r>
        </w:sdtContent>
      </w:sdt>
    </w:p>
    <w:p w14:paraId="795EF9F0" w14:textId="146A4822" w:rsidR="00BB5FAB" w:rsidRPr="00BA73A3" w:rsidRDefault="00652E81" w:rsidP="00D927A0">
      <w:pPr>
        <w:pStyle w:val="rponsecocher"/>
        <w:rPr>
          <w:i/>
          <w:color w:val="808080" w:themeColor="background1" w:themeShade="80"/>
        </w:rPr>
      </w:pPr>
      <w:r w:rsidRPr="00BA73A3">
        <w:t>Agissant en qualité de représentant(s) légal(aux) de</w:t>
      </w:r>
      <w:r w:rsidR="00BA73A3">
        <w:t xml:space="preserve"> : </w:t>
      </w:r>
      <w:sdt>
        <w:sdtPr>
          <w:id w:val="-1732534848"/>
          <w:placeholder>
            <w:docPart w:val="DefaultPlaceholder_-1854013440"/>
          </w:placeholder>
        </w:sdtPr>
        <w:sdtEndPr>
          <w:rPr>
            <w:i/>
            <w:color w:val="000091"/>
          </w:rPr>
        </w:sdtEndPr>
        <w:sdtContent>
          <w:r w:rsidRPr="001B2AA4">
            <w:rPr>
              <w:i/>
              <w:color w:val="000091"/>
            </w:rPr>
            <w:t>[Nom – Prénom de l’élève]</w:t>
          </w:r>
        </w:sdtContent>
      </w:sdt>
      <w:r w:rsidRPr="00BA73A3">
        <w:rPr>
          <w:i/>
          <w:color w:val="808080" w:themeColor="background1" w:themeShade="80"/>
        </w:rPr>
        <w:t xml:space="preserve"> </w:t>
      </w:r>
    </w:p>
    <w:p w14:paraId="1646E0E7" w14:textId="06EFE8FF" w:rsidR="00A11EAF" w:rsidRPr="00BA73A3" w:rsidRDefault="00A11EAF" w:rsidP="00522971">
      <w:pPr>
        <w:pStyle w:val="rponsecocher"/>
        <w:ind w:left="-284" w:firstLine="0"/>
        <w:rPr>
          <w:rFonts w:cs="Arial"/>
        </w:rPr>
      </w:pPr>
      <w:r w:rsidRPr="00BA73A3">
        <w:t xml:space="preserve">Je </w:t>
      </w:r>
      <w:r w:rsidR="00BA73A3">
        <w:t>r</w:t>
      </w:r>
      <w:r w:rsidRPr="00BA73A3">
        <w:t>econnais être entièrement investi de mes droits civils à son égard. Je reconnais expressément que le mineur que je représente n’est lié par aucun contrat exclusif pour l’utilisation de son image et/</w:t>
      </w:r>
      <w:r w:rsidR="000F1400" w:rsidRPr="00BA73A3">
        <w:t>ou de sa voix, voire de son nom et</w:t>
      </w:r>
    </w:p>
    <w:p w14:paraId="2E6C9598" w14:textId="362D2B94" w:rsidR="00652E81" w:rsidRPr="00BA73A3" w:rsidRDefault="00914022" w:rsidP="001B2AA4">
      <w:pPr>
        <w:pStyle w:val="rponsecocher"/>
      </w:pPr>
      <w:sdt>
        <w:sdtPr>
          <w:id w:val="401332233"/>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001B2AA4" w:rsidRPr="00DB376F">
        <w:tab/>
      </w:r>
      <w:r w:rsidR="001B2AA4">
        <w:t>J’</w:t>
      </w:r>
      <w:r w:rsidR="00652E81" w:rsidRPr="00BA73A3">
        <w:t>autorise(</w:t>
      </w:r>
      <w:proofErr w:type="spellStart"/>
      <w:r w:rsidR="00652E81" w:rsidRPr="00BA73A3">
        <w:t>ons</w:t>
      </w:r>
      <w:proofErr w:type="spellEnd"/>
      <w:r w:rsidR="00652E81" w:rsidRPr="00BA73A3">
        <w:t xml:space="preserve">) la captation de l’image / de la voix de l’enfant et l’utilisation qui en sera faite par son école / établissement scolaire.  </w:t>
      </w:r>
    </w:p>
    <w:p w14:paraId="16B3B014" w14:textId="27E4CBD5" w:rsidR="00652E81" w:rsidRPr="00BA73A3" w:rsidRDefault="00914022" w:rsidP="001B2AA4">
      <w:pPr>
        <w:pStyle w:val="rponsecocher"/>
      </w:pPr>
      <w:sdt>
        <w:sdtPr>
          <w:id w:val="-542673192"/>
          <w14:checkbox>
            <w14:checked w14:val="0"/>
            <w14:checkedState w14:val="2612" w14:font="MS Gothic"/>
            <w14:uncheckedState w14:val="2610" w14:font="MS Gothic"/>
          </w14:checkbox>
        </w:sdtPr>
        <w:sdtEndPr/>
        <w:sdtContent>
          <w:r w:rsidR="001B2AA4">
            <w:rPr>
              <w:rFonts w:ascii="MS Gothic" w:eastAsia="MS Gothic" w:hAnsi="MS Gothic" w:hint="eastAsia"/>
            </w:rPr>
            <w:t>☐</w:t>
          </w:r>
        </w:sdtContent>
      </w:sdt>
      <w:r w:rsidR="001B2AA4" w:rsidRPr="00815890">
        <w:t xml:space="preserve"> </w:t>
      </w:r>
      <w:r w:rsidR="001B2AA4" w:rsidRPr="00DB376F">
        <w:tab/>
      </w:r>
      <w:r w:rsidR="001B2AA4">
        <w:t xml:space="preserve">Je </w:t>
      </w:r>
      <w:r w:rsidR="00652E81" w:rsidRPr="00BA73A3">
        <w:t>n’autorise(</w:t>
      </w:r>
      <w:proofErr w:type="spellStart"/>
      <w:r w:rsidR="00652E81" w:rsidRPr="00BA73A3">
        <w:t>ons</w:t>
      </w:r>
      <w:proofErr w:type="spellEnd"/>
      <w:r w:rsidR="00652E81" w:rsidRPr="00BA73A3">
        <w:t xml:space="preserve">) pas la captation de l’image / de la voix de l’enfant. </w:t>
      </w:r>
    </w:p>
    <w:p w14:paraId="5B484DE9" w14:textId="77777777" w:rsidR="00E11052" w:rsidRPr="00BA73A3" w:rsidRDefault="00E11052" w:rsidP="00E11052">
      <w:pPr>
        <w:pStyle w:val="consignes"/>
      </w:pPr>
      <w:r w:rsidRPr="005251FF">
        <w:t>M</w:t>
      </w:r>
      <w:r w:rsidRPr="00724D68">
        <w:t xml:space="preserve">erci d’écrire lisiblement le mot </w:t>
      </w:r>
      <w:r w:rsidRPr="00724D68">
        <w:rPr>
          <w:b/>
        </w:rPr>
        <w:t>« REFUS »</w:t>
      </w:r>
      <w:r w:rsidRPr="00724D68">
        <w:t xml:space="preserve"> :</w:t>
      </w:r>
      <w:r w:rsidRPr="00BA73A3">
        <w:t xml:space="preserve"> </w:t>
      </w:r>
      <w:r w:rsidRPr="00815890">
        <w:t>…………………………………………….</w:t>
      </w:r>
    </w:p>
    <w:p w14:paraId="7FE1C486" w14:textId="77777777" w:rsidR="00E11052" w:rsidRPr="00BA73A3" w:rsidRDefault="00E11052" w:rsidP="00D927A0">
      <w:pPr>
        <w:pStyle w:val="rponsecocher"/>
      </w:pPr>
      <w:r w:rsidRPr="00BA73A3">
        <w:t xml:space="preserve">Fait à </w:t>
      </w:r>
      <w:sdt>
        <w:sdtPr>
          <w:id w:val="983348163"/>
          <w:placeholder>
            <w:docPart w:val="8C0ED32A51D347A0A137FE8BB322D0F0"/>
          </w:placeholder>
        </w:sdtPr>
        <w:sdtEndPr/>
        <w:sdtContent>
          <w:r w:rsidRPr="007623F5">
            <w:t>…………………………………………..</w:t>
          </w:r>
        </w:sdtContent>
      </w:sdt>
    </w:p>
    <w:p w14:paraId="133D4391" w14:textId="77777777" w:rsidR="00E11052" w:rsidRPr="00BA73A3" w:rsidRDefault="00E11052" w:rsidP="00D927A0">
      <w:pPr>
        <w:pStyle w:val="rponsecocher"/>
      </w:pPr>
      <w:r w:rsidRPr="00BA73A3">
        <w:t>Le</w:t>
      </w:r>
      <w:r>
        <w:t xml:space="preserve"> </w:t>
      </w:r>
      <w:sdt>
        <w:sdtPr>
          <w:id w:val="739524707"/>
          <w:placeholder>
            <w:docPart w:val="9BDD5693A4434D4B89D31B39BC129F64"/>
          </w:placeholder>
        </w:sdtPr>
        <w:sdtEndPr/>
        <w:sdtContent>
          <w:sdt>
            <w:sdtPr>
              <w:id w:val="-2037490223"/>
              <w:placeholder>
                <w:docPart w:val="B80E41A644E94531979E8DC5A6D1B238"/>
              </w:placeholder>
              <w:date>
                <w:dateFormat w:val="dd/MM/yyyy"/>
                <w:lid w:val="fr-FR"/>
                <w:storeMappedDataAs w:val="dateTime"/>
                <w:calendar w:val="gregorian"/>
              </w:date>
            </w:sdtPr>
            <w:sdtEndPr/>
            <w:sdtContent>
              <w:r w:rsidRPr="007623F5">
                <w:t>……………………………</w:t>
              </w:r>
              <w:r>
                <w:t>………..….</w:t>
              </w:r>
              <w:r w:rsidRPr="007623F5">
                <w:t>……………..</w:t>
              </w:r>
            </w:sdtContent>
          </w:sdt>
        </w:sdtContent>
      </w:sdt>
      <w:r>
        <w:t xml:space="preserve"> </w:t>
      </w:r>
      <w:r>
        <w:tab/>
      </w:r>
      <w:r>
        <w:tab/>
        <w:t xml:space="preserve">Signature : </w:t>
      </w:r>
    </w:p>
    <w:p w14:paraId="208AEC4F" w14:textId="77777777" w:rsidR="00C82F1D" w:rsidRDefault="00652E81" w:rsidP="00E11052">
      <w:pPr>
        <w:pStyle w:val="Titre1"/>
      </w:pPr>
      <w:r>
        <w:t>Pour exercer vos droits</w:t>
      </w:r>
    </w:p>
    <w:bookmarkStart w:id="1" w:name="CaseACocher1"/>
    <w:p w14:paraId="074B0B19" w14:textId="02E8BE25" w:rsidR="00E11052" w:rsidRPr="00D927A0" w:rsidRDefault="00FB6AC7" w:rsidP="00E11052">
      <w:pPr>
        <w:pStyle w:val="vosdroits"/>
      </w:pPr>
      <w:r w:rsidRPr="00D927A0">
        <w:fldChar w:fldCharType="begin"/>
      </w:r>
      <w:r w:rsidRPr="00D927A0">
        <w:instrText xml:space="preserve"> FORMCHECKBOX </w:instrText>
      </w:r>
      <w:r w:rsidR="00914022">
        <w:fldChar w:fldCharType="separate"/>
      </w:r>
      <w:r w:rsidRPr="00D927A0">
        <w:fldChar w:fldCharType="end"/>
      </w:r>
      <w:bookmarkEnd w:id="1"/>
      <w:r w:rsidR="00E11052" w:rsidRPr="00D927A0">
        <w:fldChar w:fldCharType="begin"/>
      </w:r>
      <w:r w:rsidR="00E11052" w:rsidRPr="00D927A0">
        <w:instrText xml:space="preserve"> FORMCHECKBOX </w:instrText>
      </w:r>
      <w:r w:rsidR="00914022">
        <w:fldChar w:fldCharType="separate"/>
      </w:r>
      <w:r w:rsidR="00E11052" w:rsidRPr="00D927A0">
        <w:fldChar w:fldCharType="end"/>
      </w:r>
      <w:r w:rsidR="00E11052" w:rsidRPr="00D927A0">
        <w:t xml:space="preserve">Les données recueillies au sein de ce formulaire font l’objet d’un traitement par </w:t>
      </w:r>
      <w:sdt>
        <w:sdtPr>
          <w:rPr>
            <w:color w:val="000091"/>
          </w:rPr>
          <w:id w:val="148028603"/>
          <w14:checkbox>
            <w14:checked w14:val="0"/>
            <w14:checkedState w14:val="2612" w14:font="MS Gothic"/>
            <w14:uncheckedState w14:val="2610" w14:font="MS Gothic"/>
          </w14:checkbox>
        </w:sdtPr>
        <w:sdtEndPr/>
        <w:sdtContent>
          <w:r w:rsidR="00E11052" w:rsidRPr="00D927A0">
            <w:rPr>
              <w:rFonts w:ascii="MS Gothic" w:eastAsia="MS Gothic" w:hAnsi="MS Gothic" w:hint="eastAsia"/>
              <w:color w:val="000091"/>
            </w:rPr>
            <w:t>☐</w:t>
          </w:r>
        </w:sdtContent>
      </w:sdt>
      <w:r w:rsidR="00E11052" w:rsidRPr="00D927A0">
        <w:rPr>
          <w:color w:val="000091"/>
        </w:rPr>
        <w:t xml:space="preserve"> Le chef d’établissement pour les collèges et lycées</w:t>
      </w:r>
      <w:r w:rsidR="00BF51F9">
        <w:rPr>
          <w:color w:val="000091"/>
        </w:rPr>
        <w:br/>
      </w:r>
      <w:sdt>
        <w:sdtPr>
          <w:rPr>
            <w:color w:val="000091"/>
          </w:rPr>
          <w:id w:val="-1131317992"/>
          <w14:checkbox>
            <w14:checked w14:val="1"/>
            <w14:checkedState w14:val="2612" w14:font="MS Gothic"/>
            <w14:uncheckedState w14:val="2610" w14:font="MS Gothic"/>
          </w14:checkbox>
        </w:sdtPr>
        <w:sdtEndPr/>
        <w:sdtContent>
          <w:r w:rsidR="00BF51F9">
            <w:rPr>
              <w:rFonts w:ascii="MS Gothic" w:eastAsia="MS Gothic" w:hAnsi="MS Gothic" w:hint="eastAsia"/>
              <w:color w:val="000091"/>
            </w:rPr>
            <w:t>☒</w:t>
          </w:r>
        </w:sdtContent>
      </w:sdt>
      <w:r w:rsidR="00E11052" w:rsidRPr="00D927A0">
        <w:rPr>
          <w:color w:val="000091"/>
        </w:rPr>
        <w:t xml:space="preserve"> le directeur académique des services de l’éducation nationale pour les écoles </w:t>
      </w:r>
      <w:r w:rsidR="00E11052" w:rsidRPr="00D927A0">
        <w:t>afin de répondre à une mission d’intérêt public. Ces données ne sont pas conservées au-delà de l’année scolaire relative à la présente autorisation. Les informations vous concernant ne sont transmises qu’aux seules personnes en charge du traitement de la présente autorisation.</w:t>
      </w:r>
    </w:p>
    <w:p w14:paraId="64F56951" w14:textId="77777777" w:rsidR="00E11052" w:rsidRPr="00D927A0" w:rsidRDefault="00E11052" w:rsidP="00E11052">
      <w:pPr>
        <w:pStyle w:val="vosdroits"/>
        <w:rPr>
          <w:rStyle w:val="lev"/>
        </w:rPr>
      </w:pPr>
      <w:r w:rsidRPr="00D927A0">
        <w:t xml:space="preserve">Vous disposez d’un droit d’accès aux données vous concernant, d’un droit de rectification, d’un droit d’opposition et d’un droit à la limitation du traitement de vos données. Vous disposez également d’un droit à l’effacement concernant l’image/la voix enregistrée et utilisée dans le cadre décrit ci-dessus. </w:t>
      </w:r>
    </w:p>
    <w:p w14:paraId="35D631D7" w14:textId="5D7463EB" w:rsidR="00E11052" w:rsidRPr="00D927A0" w:rsidRDefault="00E11052" w:rsidP="00E11052">
      <w:pPr>
        <w:pStyle w:val="vosdroits"/>
      </w:pPr>
      <w:r w:rsidRPr="00D927A0">
        <w:t xml:space="preserve">Pour exercer vos droits ou pour toute question sur le traitement de vos données, vous pouvez contacter le délégué à la protection des données à l’adresse suivante: </w:t>
      </w:r>
      <w:sdt>
        <w:sdtPr>
          <w:id w:val="-1447999918"/>
          <w:placeholder>
            <w:docPart w:val="492B7E2A8F264F899D6443BBC787DD97"/>
          </w:placeholder>
        </w:sdtPr>
        <w:sdtEndPr/>
        <w:sdtContent>
          <w:proofErr w:type="spellStart"/>
          <w:r w:rsidRPr="00D927A0">
            <w:rPr>
              <w:color w:val="000091"/>
            </w:rPr>
            <w:t>dpd@ac</w:t>
          </w:r>
          <w:proofErr w:type="spellEnd"/>
          <w:r w:rsidRPr="00D927A0">
            <w:rPr>
              <w:color w:val="000091"/>
            </w:rPr>
            <w:t>- ………………………………………………..…..</w:t>
          </w:r>
        </w:sdtContent>
      </w:sdt>
      <w:r w:rsidRPr="00D927A0">
        <w:t xml:space="preserve"> Si vous estimez que vos droits ne sont pas respectés, vous pouvez adresser une réclamation auprès de la CNIL, en ligne sur le </w:t>
      </w:r>
      <w:hyperlink r:id="rId8" w:history="1">
        <w:r w:rsidRPr="00D927A0">
          <w:rPr>
            <w:rStyle w:val="Lienhypertexte"/>
          </w:rPr>
          <w:t>site de la CNIL</w:t>
        </w:r>
      </w:hyperlink>
      <w:r w:rsidRPr="00D927A0">
        <w:t xml:space="preserve"> ou par voie postale à l’adresse suivante</w:t>
      </w:r>
      <w:r w:rsidR="00BF51F9">
        <w:t> </w:t>
      </w:r>
      <w:r w:rsidRPr="00D927A0">
        <w:t>: 3 place de Fontenoy – TSA 80715 – 75334 PARIS Cedex 07</w:t>
      </w:r>
    </w:p>
    <w:p w14:paraId="18A7F3C8" w14:textId="2BF5747E" w:rsidR="00E11052" w:rsidRPr="00BF51F9" w:rsidRDefault="00E11052" w:rsidP="000206BF">
      <w:pPr>
        <w:pStyle w:val="exemplaires"/>
      </w:pPr>
      <w:r w:rsidRPr="00D927A0">
        <w:t>Fait en autant d’originaux que nécessaire (représentants légaux, organisateur projet et établissement scolaire).</w:t>
      </w:r>
    </w:p>
    <w:sectPr w:rsidR="00E11052" w:rsidRPr="00BF51F9" w:rsidSect="00BF51F9">
      <w:headerReference w:type="default" r:id="rId9"/>
      <w:footerReference w:type="default" r:id="rId10"/>
      <w:headerReference w:type="first" r:id="rId11"/>
      <w:footerReference w:type="first" r:id="rId12"/>
      <w:pgSz w:w="11906" w:h="16838"/>
      <w:pgMar w:top="-851" w:right="851" w:bottom="284" w:left="964" w:header="113" w:footer="1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470EF" w14:textId="77777777" w:rsidR="00914022" w:rsidRDefault="00914022">
      <w:pPr>
        <w:spacing w:after="0"/>
      </w:pPr>
      <w:r>
        <w:separator/>
      </w:r>
    </w:p>
  </w:endnote>
  <w:endnote w:type="continuationSeparator" w:id="0">
    <w:p w14:paraId="7AD51344" w14:textId="77777777" w:rsidR="00914022" w:rsidRDefault="00914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ACDD7" w14:textId="162FA2CE" w:rsidR="00C82F1D" w:rsidRPr="00AE2311" w:rsidRDefault="00AE2311" w:rsidP="00AE2311">
    <w:pPr>
      <w:jc w:val="right"/>
    </w:pPr>
    <w:r w:rsidRPr="003E64BA">
      <w:rPr>
        <w:sz w:val="16"/>
      </w:rPr>
      <w:t xml:space="preserve">Autorisation-type mise à disposition sous licence </w:t>
    </w:r>
    <w:proofErr w:type="spellStart"/>
    <w:r w:rsidRPr="003E64BA">
      <w:rPr>
        <w:sz w:val="16"/>
      </w:rPr>
      <w:t>Creative</w:t>
    </w:r>
    <w:proofErr w:type="spellEnd"/>
    <w:r w:rsidRPr="003E64BA">
      <w:rPr>
        <w:sz w:val="16"/>
      </w:rPr>
      <w:t xml:space="preserve"> Commons BY-SA</w:t>
    </w:r>
    <w:r>
      <w:rPr>
        <w:sz w:val="16"/>
      </w:rPr>
      <w:tab/>
    </w:r>
    <w:r w:rsidRPr="00724D68">
      <w:t xml:space="preserve">Page </w:t>
    </w:r>
    <w:r w:rsidRPr="00724D68">
      <w:rPr>
        <w:b/>
        <w:color w:val="AD4847"/>
      </w:rPr>
      <w:fldChar w:fldCharType="begin"/>
    </w:r>
    <w:r w:rsidRPr="00724D68">
      <w:rPr>
        <w:b/>
        <w:color w:val="AD4847"/>
      </w:rPr>
      <w:instrText>PAGE  \* Arabic  \* MERGEFORMAT</w:instrText>
    </w:r>
    <w:r w:rsidRPr="00724D68">
      <w:rPr>
        <w:b/>
        <w:color w:val="AD4847"/>
      </w:rPr>
      <w:fldChar w:fldCharType="separate"/>
    </w:r>
    <w:r w:rsidR="004C2A04">
      <w:rPr>
        <w:b/>
        <w:noProof/>
        <w:color w:val="AD4847"/>
      </w:rPr>
      <w:t>2</w:t>
    </w:r>
    <w:r w:rsidRPr="00724D68">
      <w:rPr>
        <w:b/>
        <w:color w:val="AD4847"/>
      </w:rPr>
      <w:fldChar w:fldCharType="end"/>
    </w:r>
    <w:r w:rsidRPr="00724D68">
      <w:t xml:space="preserve"> sur </w:t>
    </w:r>
    <w:r w:rsidRPr="00724D68">
      <w:rPr>
        <w:b/>
        <w:color w:val="AD4847"/>
      </w:rPr>
      <w:fldChar w:fldCharType="begin"/>
    </w:r>
    <w:r w:rsidRPr="00724D68">
      <w:rPr>
        <w:b/>
        <w:color w:val="AD4847"/>
      </w:rPr>
      <w:instrText>NUMPAGES  \* Arabic  \* MERGEFORMAT</w:instrText>
    </w:r>
    <w:r w:rsidRPr="00724D68">
      <w:rPr>
        <w:b/>
        <w:color w:val="AD4847"/>
      </w:rPr>
      <w:fldChar w:fldCharType="separate"/>
    </w:r>
    <w:r w:rsidR="004C2A04">
      <w:rPr>
        <w:b/>
        <w:noProof/>
        <w:color w:val="AD4847"/>
      </w:rPr>
      <w:t>2</w:t>
    </w:r>
    <w:r w:rsidRPr="00724D68">
      <w:rPr>
        <w:b/>
        <w:color w:val="AD484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8F60" w14:textId="36D3B362" w:rsidR="00C82F1D" w:rsidRPr="00AE2311" w:rsidRDefault="00AE2311" w:rsidP="00AE2311">
    <w:pPr>
      <w:jc w:val="right"/>
    </w:pPr>
    <w:r w:rsidRPr="003E64BA">
      <w:rPr>
        <w:sz w:val="16"/>
      </w:rPr>
      <w:t xml:space="preserve">Autorisation-type mise à disposition sous licence </w:t>
    </w:r>
    <w:proofErr w:type="spellStart"/>
    <w:r w:rsidRPr="003E64BA">
      <w:rPr>
        <w:sz w:val="16"/>
      </w:rPr>
      <w:t>Creative</w:t>
    </w:r>
    <w:proofErr w:type="spellEnd"/>
    <w:r w:rsidRPr="003E64BA">
      <w:rPr>
        <w:sz w:val="16"/>
      </w:rPr>
      <w:t xml:space="preserve"> Commons BY-SA</w:t>
    </w:r>
    <w:r>
      <w:rPr>
        <w:sz w:val="16"/>
      </w:rPr>
      <w:tab/>
    </w:r>
    <w:r w:rsidRPr="00724D68">
      <w:t xml:space="preserve">Page </w:t>
    </w:r>
    <w:r w:rsidRPr="00724D68">
      <w:rPr>
        <w:b/>
        <w:color w:val="AD4847"/>
      </w:rPr>
      <w:fldChar w:fldCharType="begin"/>
    </w:r>
    <w:r w:rsidRPr="00724D68">
      <w:rPr>
        <w:b/>
        <w:color w:val="AD4847"/>
      </w:rPr>
      <w:instrText>PAGE  \* Arabic  \* MERGEFORMAT</w:instrText>
    </w:r>
    <w:r w:rsidRPr="00724D68">
      <w:rPr>
        <w:b/>
        <w:color w:val="AD4847"/>
      </w:rPr>
      <w:fldChar w:fldCharType="separate"/>
    </w:r>
    <w:r w:rsidR="004C2A04">
      <w:rPr>
        <w:b/>
        <w:noProof/>
        <w:color w:val="AD4847"/>
      </w:rPr>
      <w:t>1</w:t>
    </w:r>
    <w:r w:rsidRPr="00724D68">
      <w:rPr>
        <w:b/>
        <w:color w:val="AD4847"/>
      </w:rPr>
      <w:fldChar w:fldCharType="end"/>
    </w:r>
    <w:r w:rsidRPr="00724D68">
      <w:t xml:space="preserve"> sur </w:t>
    </w:r>
    <w:r w:rsidRPr="00724D68">
      <w:rPr>
        <w:b/>
        <w:color w:val="AD4847"/>
      </w:rPr>
      <w:fldChar w:fldCharType="begin"/>
    </w:r>
    <w:r w:rsidRPr="00724D68">
      <w:rPr>
        <w:b/>
        <w:color w:val="AD4847"/>
      </w:rPr>
      <w:instrText>NUMPAGES  \* Arabic  \* MERGEFORMAT</w:instrText>
    </w:r>
    <w:r w:rsidRPr="00724D68">
      <w:rPr>
        <w:b/>
        <w:color w:val="AD4847"/>
      </w:rPr>
      <w:fldChar w:fldCharType="separate"/>
    </w:r>
    <w:r w:rsidR="004C2A04">
      <w:rPr>
        <w:b/>
        <w:noProof/>
        <w:color w:val="AD4847"/>
      </w:rPr>
      <w:t>2</w:t>
    </w:r>
    <w:r w:rsidRPr="00724D68">
      <w:rPr>
        <w:b/>
        <w:color w:val="AD484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25905" w14:textId="77777777" w:rsidR="00914022" w:rsidRDefault="00914022" w:rsidP="00905448">
      <w:pPr>
        <w:spacing w:before="0" w:beforeAutospacing="0" w:after="0" w:afterAutospacing="0"/>
      </w:pPr>
      <w:r>
        <w:separator/>
      </w:r>
    </w:p>
  </w:footnote>
  <w:footnote w:type="continuationSeparator" w:id="0">
    <w:p w14:paraId="11636A3F" w14:textId="77777777" w:rsidR="00914022" w:rsidRDefault="00914022">
      <w:pPr>
        <w:spacing w:after="0"/>
      </w:pPr>
      <w:r>
        <w:continuationSeparator/>
      </w:r>
    </w:p>
  </w:footnote>
  <w:footnote w:id="1">
    <w:p w14:paraId="1E9A307C" w14:textId="429E2119" w:rsidR="00566721" w:rsidRDefault="00566721" w:rsidP="00E11052">
      <w:pPr>
        <w:pStyle w:val="notedebasdepage0"/>
        <w:spacing w:before="100" w:after="100"/>
      </w:pPr>
      <w:r>
        <w:rPr>
          <w:rStyle w:val="Appelnotedebasdep"/>
        </w:rPr>
        <w:footnoteRef/>
      </w:r>
      <w:r>
        <w:t xml:space="preserve"> </w:t>
      </w:r>
      <w:r w:rsidRPr="00566721">
        <w:t>Le cas échéant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B827" w14:textId="1F10AB32" w:rsidR="00C82F1D" w:rsidRDefault="00C82F1D">
    <w:pPr>
      <w:pStyle w:val="En-tte"/>
      <w:rPr>
        <w:sz w:val="16"/>
        <w:szCs w:val="16"/>
      </w:rPr>
    </w:pPr>
  </w:p>
  <w:p w14:paraId="3B0B8A15" w14:textId="77777777" w:rsidR="004E25FE" w:rsidRDefault="004E25FE" w:rsidP="00AE2311">
    <w:pPr>
      <w:pStyle w:val="En-tte"/>
      <w:jc w:val="both"/>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3C4" w14:textId="12780AAE" w:rsidR="00C82F1D" w:rsidRPr="00AE2311" w:rsidRDefault="00BF51F9" w:rsidP="00AE2311">
    <w:pPr>
      <w:pStyle w:val="En-tte"/>
      <w:rPr>
        <w:sz w:val="10"/>
      </w:rPr>
    </w:pPr>
    <w:r>
      <w:rPr>
        <w:sz w:val="10"/>
        <w:lang w:eastAsia="fr-FR"/>
      </w:rPr>
      <w:drawing>
        <wp:anchor distT="0" distB="0" distL="114300" distR="114300" simplePos="0" relativeHeight="251659264" behindDoc="0" locked="0" layoutInCell="1" allowOverlap="1" wp14:anchorId="223E7ECB" wp14:editId="469E3EAF">
          <wp:simplePos x="0" y="0"/>
          <wp:positionH relativeFrom="margin">
            <wp:posOffset>-591820</wp:posOffset>
          </wp:positionH>
          <wp:positionV relativeFrom="paragraph">
            <wp:posOffset>-48260</wp:posOffset>
          </wp:positionV>
          <wp:extent cx="7534800" cy="2250000"/>
          <wp:effectExtent l="0" t="0" r="0" b="0"/>
          <wp:wrapTight wrapText="bothSides">
            <wp:wrapPolygon edited="0">
              <wp:start x="0" y="0"/>
              <wp:lineTo x="0" y="21399"/>
              <wp:lineTo x="21518" y="21399"/>
              <wp:lineTo x="21518"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deau-entete_M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4800" cy="225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1390D3B4"/>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54678B5"/>
    <w:multiLevelType w:val="hybridMultilevel"/>
    <w:tmpl w:val="439E8268"/>
    <w:lvl w:ilvl="0" w:tplc="685ABAFE">
      <w:start w:val="1"/>
      <w:numFmt w:val="bullet"/>
      <w:pStyle w:val="Paragraphedeliste"/>
      <w:lvlText w:val=""/>
      <w:lvlJc w:val="left"/>
      <w:pPr>
        <w:ind w:left="720" w:hanging="360"/>
      </w:pPr>
      <w:rPr>
        <w:rFonts w:ascii="Symbol" w:hAnsi="Symbol" w:hint="default"/>
        <w:color w:val="3558A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5"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2C65D45"/>
    <w:multiLevelType w:val="multilevel"/>
    <w:tmpl w:val="2FCE71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7" w15:restartNumberingAfterBreak="0">
    <w:nsid w:val="4F791141"/>
    <w:multiLevelType w:val="hybridMultilevel"/>
    <w:tmpl w:val="BFA6C5C2"/>
    <w:lvl w:ilvl="0" w:tplc="172EC844">
      <w:start w:val="1"/>
      <w:numFmt w:val="bullet"/>
      <w:lvlText w:val=""/>
      <w:lvlJc w:val="left"/>
      <w:pPr>
        <w:ind w:left="720" w:hanging="360"/>
      </w:pPr>
      <w:rPr>
        <w:rFonts w:ascii="Symbol" w:hAnsi="Symbol" w:hint="default"/>
        <w:color w:val="3558A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9"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21" w15:restartNumberingAfterBreak="0">
    <w:nsid w:val="621E75C0"/>
    <w:multiLevelType w:val="hybridMultilevel"/>
    <w:tmpl w:val="2624B972"/>
    <w:lvl w:ilvl="0" w:tplc="172EC844">
      <w:start w:val="1"/>
      <w:numFmt w:val="bullet"/>
      <w:lvlText w:val=""/>
      <w:lvlJc w:val="left"/>
      <w:pPr>
        <w:ind w:left="720" w:hanging="360"/>
      </w:pPr>
      <w:rPr>
        <w:rFonts w:ascii="Symbol" w:hAnsi="Symbol" w:hint="default"/>
        <w:color w:val="3558A2"/>
      </w:rPr>
    </w:lvl>
    <w:lvl w:ilvl="1" w:tplc="C41869C0">
      <w:start w:val="1"/>
      <w:numFmt w:val="bullet"/>
      <w:pStyle w:val="Paragraphe2"/>
      <w:lvlText w:val="-"/>
      <w:lvlJc w:val="left"/>
      <w:pPr>
        <w:ind w:left="1440" w:hanging="360"/>
      </w:pPr>
      <w:rPr>
        <w:rFonts w:ascii="Courier New" w:hAnsi="Courier New" w:hint="default"/>
        <w:color w:val="AD4847"/>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27781F"/>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23"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4"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5"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6"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7"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8"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6"/>
  </w:num>
  <w:num w:numId="2">
    <w:abstractNumId w:val="2"/>
  </w:num>
  <w:num w:numId="3">
    <w:abstractNumId w:val="23"/>
  </w:num>
  <w:num w:numId="4">
    <w:abstractNumId w:val="10"/>
  </w:num>
  <w:num w:numId="5">
    <w:abstractNumId w:val="29"/>
  </w:num>
  <w:num w:numId="6">
    <w:abstractNumId w:val="25"/>
  </w:num>
  <w:num w:numId="7">
    <w:abstractNumId w:val="18"/>
  </w:num>
  <w:num w:numId="8">
    <w:abstractNumId w:val="5"/>
  </w:num>
  <w:num w:numId="9">
    <w:abstractNumId w:val="14"/>
  </w:num>
  <w:num w:numId="10">
    <w:abstractNumId w:val="27"/>
  </w:num>
  <w:num w:numId="11">
    <w:abstractNumId w:val="20"/>
  </w:num>
  <w:num w:numId="12">
    <w:abstractNumId w:val="11"/>
  </w:num>
  <w:num w:numId="13">
    <w:abstractNumId w:val="1"/>
  </w:num>
  <w:num w:numId="14">
    <w:abstractNumId w:val="15"/>
  </w:num>
  <w:num w:numId="15">
    <w:abstractNumId w:val="13"/>
  </w:num>
  <w:num w:numId="16">
    <w:abstractNumId w:val="3"/>
  </w:num>
  <w:num w:numId="17">
    <w:abstractNumId w:val="28"/>
  </w:num>
  <w:num w:numId="18">
    <w:abstractNumId w:val="8"/>
  </w:num>
  <w:num w:numId="19">
    <w:abstractNumId w:val="19"/>
  </w:num>
  <w:num w:numId="20">
    <w:abstractNumId w:val="4"/>
  </w:num>
  <w:num w:numId="21">
    <w:abstractNumId w:val="0"/>
  </w:num>
  <w:num w:numId="22">
    <w:abstractNumId w:val="26"/>
  </w:num>
  <w:num w:numId="23">
    <w:abstractNumId w:val="7"/>
  </w:num>
  <w:num w:numId="24">
    <w:abstractNumId w:val="16"/>
  </w:num>
  <w:num w:numId="25">
    <w:abstractNumId w:val="16"/>
  </w:num>
  <w:num w:numId="26">
    <w:abstractNumId w:val="16"/>
  </w:num>
  <w:num w:numId="27">
    <w:abstractNumId w:val="16"/>
  </w:num>
  <w:num w:numId="28">
    <w:abstractNumId w:val="24"/>
  </w:num>
  <w:num w:numId="29">
    <w:abstractNumId w:val="9"/>
  </w:num>
  <w:num w:numId="30">
    <w:abstractNumId w:val="6"/>
  </w:num>
  <w:num w:numId="31">
    <w:abstractNumId w:val="22"/>
  </w:num>
  <w:num w:numId="32">
    <w:abstractNumId w:val="17"/>
  </w:num>
  <w:num w:numId="33">
    <w:abstractNumId w:val="12"/>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1D"/>
    <w:rsid w:val="00013249"/>
    <w:rsid w:val="000206BF"/>
    <w:rsid w:val="00031BE7"/>
    <w:rsid w:val="000D5AE4"/>
    <w:rsid w:val="000F1400"/>
    <w:rsid w:val="0012182B"/>
    <w:rsid w:val="00165FB1"/>
    <w:rsid w:val="001757AC"/>
    <w:rsid w:val="00181091"/>
    <w:rsid w:val="00193CFC"/>
    <w:rsid w:val="001B2AA4"/>
    <w:rsid w:val="001B7FF8"/>
    <w:rsid w:val="001E4B48"/>
    <w:rsid w:val="001F366A"/>
    <w:rsid w:val="00207FE7"/>
    <w:rsid w:val="00252827"/>
    <w:rsid w:val="0029139E"/>
    <w:rsid w:val="002A0CAF"/>
    <w:rsid w:val="002B7ACD"/>
    <w:rsid w:val="003A75F2"/>
    <w:rsid w:val="003E4FE5"/>
    <w:rsid w:val="004139C0"/>
    <w:rsid w:val="004A6F44"/>
    <w:rsid w:val="004C2A04"/>
    <w:rsid w:val="004E25FE"/>
    <w:rsid w:val="00522971"/>
    <w:rsid w:val="0054338A"/>
    <w:rsid w:val="00545A0D"/>
    <w:rsid w:val="00566721"/>
    <w:rsid w:val="005D36DE"/>
    <w:rsid w:val="005E48BB"/>
    <w:rsid w:val="00652E81"/>
    <w:rsid w:val="00692409"/>
    <w:rsid w:val="0070221B"/>
    <w:rsid w:val="00727E68"/>
    <w:rsid w:val="00733BDE"/>
    <w:rsid w:val="00770A48"/>
    <w:rsid w:val="007A5BE2"/>
    <w:rsid w:val="00837E88"/>
    <w:rsid w:val="00861334"/>
    <w:rsid w:val="008A5CD1"/>
    <w:rsid w:val="00905448"/>
    <w:rsid w:val="00914022"/>
    <w:rsid w:val="00970C8F"/>
    <w:rsid w:val="009C7B07"/>
    <w:rsid w:val="009E35D4"/>
    <w:rsid w:val="009E36C5"/>
    <w:rsid w:val="00A11EAF"/>
    <w:rsid w:val="00AA1896"/>
    <w:rsid w:val="00AA3CE2"/>
    <w:rsid w:val="00AA56A2"/>
    <w:rsid w:val="00AE2311"/>
    <w:rsid w:val="00AE4A11"/>
    <w:rsid w:val="00B04D4F"/>
    <w:rsid w:val="00B6106B"/>
    <w:rsid w:val="00B94081"/>
    <w:rsid w:val="00BA73A3"/>
    <w:rsid w:val="00BB5FAB"/>
    <w:rsid w:val="00BF51F9"/>
    <w:rsid w:val="00C82F1D"/>
    <w:rsid w:val="00CD36B4"/>
    <w:rsid w:val="00CD5A40"/>
    <w:rsid w:val="00CE3478"/>
    <w:rsid w:val="00D0611C"/>
    <w:rsid w:val="00D22792"/>
    <w:rsid w:val="00D23A9F"/>
    <w:rsid w:val="00D927A0"/>
    <w:rsid w:val="00E11052"/>
    <w:rsid w:val="00E17D5E"/>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A0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60" w:lineRule="atLeast"/>
    </w:pPr>
    <w:rPr>
      <w:rFonts w:ascii="Arial" w:eastAsiaTheme="minorHAnsi" w:hAnsi="Arial" w:cstheme="minorBidi"/>
      <w:lang w:val="fr-FR" w:bidi="ar-SA"/>
    </w:rPr>
  </w:style>
  <w:style w:type="paragraph" w:styleId="Titre1">
    <w:name w:val="heading 1"/>
    <w:next w:val="Normal"/>
    <w:link w:val="Titre1Car"/>
    <w:uiPriority w:val="9"/>
    <w:qFormat/>
    <w:rsid w:val="004C2A04"/>
    <w:pPr>
      <w:keepNext/>
      <w:suppressAutoHyphens/>
      <w:spacing w:before="240" w:after="120"/>
      <w:outlineLvl w:val="0"/>
    </w:pPr>
    <w:rPr>
      <w:rFonts w:ascii="Arial" w:eastAsiaTheme="minorHAnsi" w:hAnsi="Arial" w:cstheme="minorBidi"/>
      <w:color w:val="AD4847"/>
      <w:szCs w:val="36"/>
      <w:lang w:val="fr-FR" w:bidi="ar-SA"/>
    </w:rPr>
  </w:style>
  <w:style w:type="paragraph" w:styleId="Titre2">
    <w:name w:val="heading 2"/>
    <w:next w:val="Normal"/>
    <w:link w:val="Titre2Car"/>
    <w:uiPriority w:val="9"/>
    <w:unhideWhenUsed/>
    <w:qFormat/>
    <w:rsid w:val="004C2A04"/>
    <w:pPr>
      <w:spacing w:before="120" w:after="120"/>
      <w:ind w:left="-284"/>
      <w:outlineLvl w:val="1"/>
    </w:pPr>
    <w:rPr>
      <w:rFonts w:ascii="Arial" w:eastAsiaTheme="minorHAnsi" w:hAnsi="Arial" w:cstheme="minorBidi"/>
      <w:b/>
      <w:color w:val="000091"/>
      <w:lang w:val="fr-FR" w:bidi="ar-SA"/>
    </w:rPr>
  </w:style>
  <w:style w:type="paragraph" w:styleId="Titre3">
    <w:name w:val="heading 3"/>
    <w:basedOn w:val="Normal"/>
    <w:next w:val="Normal"/>
    <w:link w:val="Titre3Car"/>
    <w:uiPriority w:val="9"/>
    <w:unhideWhenUsed/>
    <w:qFormat/>
    <w:rsid w:val="004C2A04"/>
    <w:pPr>
      <w:keepNext/>
      <w:suppressAutoHyphens/>
      <w:spacing w:before="240"/>
      <w:outlineLvl w:val="2"/>
    </w:pPr>
    <w:rPr>
      <w:rFonts w:ascii="Marianne" w:hAnsi="Marianne"/>
      <w:bCs/>
      <w:color w:val="AD4847"/>
      <w:sz w:val="28"/>
    </w:rPr>
  </w:style>
  <w:style w:type="paragraph" w:styleId="Titre4">
    <w:name w:val="heading 4"/>
    <w:basedOn w:val="Normal"/>
    <w:next w:val="Normal"/>
    <w:link w:val="Titre4Car"/>
    <w:uiPriority w:val="9"/>
    <w:unhideWhenUsed/>
    <w:qFormat/>
    <w:rsid w:val="004C2A04"/>
    <w:pPr>
      <w:keepNext/>
      <w:spacing w:before="240" w:after="60"/>
      <w:outlineLvl w:val="3"/>
    </w:pPr>
    <w:rPr>
      <w:rFonts w:ascii="Marianne" w:hAnsi="Marianne"/>
      <w:bCs/>
      <w:color w:val="3558A2"/>
      <w:sz w:val="28"/>
      <w:szCs w:val="28"/>
    </w:rPr>
  </w:style>
  <w:style w:type="paragraph" w:styleId="Titre5">
    <w:name w:val="heading 5"/>
    <w:basedOn w:val="Normal"/>
    <w:next w:val="Normal"/>
    <w:link w:val="Titre5Car"/>
    <w:rsid w:val="004C2A04"/>
    <w:pPr>
      <w:numPr>
        <w:ilvl w:val="4"/>
        <w:numId w:val="1"/>
      </w:numPr>
      <w:spacing w:before="240" w:after="60"/>
      <w:outlineLvl w:val="4"/>
    </w:pPr>
    <w:rPr>
      <w:sz w:val="22"/>
    </w:rPr>
  </w:style>
  <w:style w:type="paragraph" w:styleId="Titre6">
    <w:name w:val="heading 6"/>
    <w:basedOn w:val="Normal"/>
    <w:next w:val="Normal"/>
    <w:link w:val="Titre6Car"/>
    <w:rsid w:val="004C2A04"/>
    <w:pPr>
      <w:numPr>
        <w:ilvl w:val="5"/>
        <w:numId w:val="1"/>
      </w:numPr>
      <w:spacing w:before="240" w:after="60"/>
      <w:outlineLvl w:val="5"/>
    </w:pPr>
    <w:rPr>
      <w:i/>
      <w:sz w:val="22"/>
    </w:rPr>
  </w:style>
  <w:style w:type="paragraph" w:styleId="Titre7">
    <w:name w:val="heading 7"/>
    <w:basedOn w:val="Normal"/>
    <w:next w:val="Normal"/>
    <w:link w:val="Titre7Car"/>
    <w:rsid w:val="004C2A04"/>
    <w:pPr>
      <w:numPr>
        <w:ilvl w:val="6"/>
        <w:numId w:val="1"/>
      </w:numPr>
      <w:spacing w:before="240" w:after="60"/>
      <w:outlineLvl w:val="6"/>
    </w:pPr>
  </w:style>
  <w:style w:type="paragraph" w:styleId="Titre8">
    <w:name w:val="heading 8"/>
    <w:basedOn w:val="Normal"/>
    <w:next w:val="Normal"/>
    <w:link w:val="Titre8Car"/>
    <w:rsid w:val="004C2A04"/>
    <w:pPr>
      <w:numPr>
        <w:ilvl w:val="7"/>
        <w:numId w:val="1"/>
      </w:numPr>
      <w:spacing w:before="240" w:after="60"/>
      <w:outlineLvl w:val="7"/>
    </w:pPr>
    <w:rPr>
      <w:i/>
    </w:rPr>
  </w:style>
  <w:style w:type="paragraph" w:styleId="Titre9">
    <w:name w:val="heading 9"/>
    <w:basedOn w:val="Normal"/>
    <w:next w:val="Normal"/>
    <w:link w:val="Titre9Car"/>
    <w:rsid w:val="004C2A04"/>
    <w:pPr>
      <w:numPr>
        <w:ilvl w:val="8"/>
        <w:numId w:val="1"/>
      </w:numPr>
      <w:spacing w:before="240" w:after="60"/>
      <w:outlineLvl w:val="8"/>
    </w:pPr>
    <w:rPr>
      <w:b/>
      <w:i/>
    </w:rPr>
  </w:style>
  <w:style w:type="character" w:default="1" w:styleId="Policepardfaut">
    <w:name w:val="Default Paragraph Font"/>
    <w:uiPriority w:val="1"/>
    <w:semiHidden/>
    <w:unhideWhenUsed/>
    <w:rsid w:val="004C2A0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C2A04"/>
  </w:style>
  <w:style w:type="character" w:customStyle="1" w:styleId="Titre1Car">
    <w:name w:val="Titre 1 Car"/>
    <w:link w:val="Titre1"/>
    <w:uiPriority w:val="9"/>
    <w:rsid w:val="004C2A04"/>
    <w:rPr>
      <w:rFonts w:ascii="Arial" w:eastAsiaTheme="minorHAnsi" w:hAnsi="Arial" w:cstheme="minorBidi"/>
      <w:color w:val="AD4847"/>
      <w:szCs w:val="36"/>
      <w:lang w:val="fr-FR" w:bidi="ar-SA"/>
    </w:rPr>
  </w:style>
  <w:style w:type="character" w:customStyle="1" w:styleId="Titre2Car">
    <w:name w:val="Titre 2 Car"/>
    <w:link w:val="Titre2"/>
    <w:uiPriority w:val="9"/>
    <w:rsid w:val="004C2A04"/>
    <w:rPr>
      <w:rFonts w:ascii="Arial" w:eastAsiaTheme="minorHAnsi" w:hAnsi="Arial" w:cstheme="minorBidi"/>
      <w:b/>
      <w:color w:val="000091"/>
      <w:lang w:val="fr-FR" w:bidi="ar-SA"/>
    </w:rPr>
  </w:style>
  <w:style w:type="character" w:customStyle="1" w:styleId="Titre3Car">
    <w:name w:val="Titre 3 Car"/>
    <w:link w:val="Titre3"/>
    <w:uiPriority w:val="9"/>
    <w:rsid w:val="004C2A04"/>
    <w:rPr>
      <w:rFonts w:ascii="Marianne" w:eastAsiaTheme="minorHAnsi" w:hAnsi="Marianne" w:cstheme="minorBidi"/>
      <w:bCs/>
      <w:color w:val="AD4847"/>
      <w:sz w:val="28"/>
      <w:lang w:val="fr-FR" w:bidi="ar-SA"/>
    </w:rPr>
  </w:style>
  <w:style w:type="character" w:customStyle="1" w:styleId="Titre4Car">
    <w:name w:val="Titre 4 Car"/>
    <w:link w:val="Titre4"/>
    <w:uiPriority w:val="9"/>
    <w:rsid w:val="004C2A04"/>
    <w:rPr>
      <w:rFonts w:ascii="Marianne" w:eastAsiaTheme="minorHAnsi" w:hAnsi="Marianne" w:cstheme="minorBidi"/>
      <w:bCs/>
      <w:color w:val="3558A2"/>
      <w:sz w:val="28"/>
      <w:szCs w:val="28"/>
      <w:lang w:val="fr-FR" w:bidi="ar-SA"/>
    </w:rPr>
  </w:style>
  <w:style w:type="character" w:customStyle="1" w:styleId="Titre5Car">
    <w:name w:val="Titre 5 Car"/>
    <w:link w:val="Titre5"/>
    <w:rsid w:val="004C2A04"/>
    <w:rPr>
      <w:rFonts w:ascii="Arial" w:eastAsiaTheme="minorHAnsi" w:hAnsi="Arial" w:cstheme="minorBidi"/>
      <w:sz w:val="22"/>
      <w:lang w:val="fr-FR" w:bidi="ar-SA"/>
    </w:rPr>
  </w:style>
  <w:style w:type="character" w:customStyle="1" w:styleId="Titre6Car">
    <w:name w:val="Titre 6 Car"/>
    <w:link w:val="Titre6"/>
    <w:rsid w:val="004C2A04"/>
    <w:rPr>
      <w:rFonts w:ascii="Arial" w:eastAsiaTheme="minorHAnsi" w:hAnsi="Arial" w:cstheme="minorBidi"/>
      <w:i/>
      <w:sz w:val="22"/>
      <w:lang w:val="fr-FR" w:bidi="ar-SA"/>
    </w:rPr>
  </w:style>
  <w:style w:type="character" w:customStyle="1" w:styleId="Titre7Car">
    <w:name w:val="Titre 7 Car"/>
    <w:link w:val="Titre7"/>
    <w:rsid w:val="004C2A04"/>
    <w:rPr>
      <w:rFonts w:ascii="Arial" w:eastAsiaTheme="minorHAnsi" w:hAnsi="Arial" w:cstheme="minorBidi"/>
      <w:lang w:val="fr-FR" w:bidi="ar-SA"/>
    </w:rPr>
  </w:style>
  <w:style w:type="character" w:customStyle="1" w:styleId="Titre8Car">
    <w:name w:val="Titre 8 Car"/>
    <w:link w:val="Titre8"/>
    <w:rsid w:val="004C2A04"/>
    <w:rPr>
      <w:rFonts w:ascii="Arial" w:eastAsiaTheme="minorHAnsi" w:hAnsi="Arial" w:cstheme="minorBidi"/>
      <w:i/>
      <w:lang w:val="fr-FR" w:bidi="ar-SA"/>
    </w:rPr>
  </w:style>
  <w:style w:type="character" w:customStyle="1" w:styleId="Titre9Car">
    <w:name w:val="Titre 9 Car"/>
    <w:link w:val="Titre9"/>
    <w:rsid w:val="004C2A04"/>
    <w:rPr>
      <w:rFonts w:ascii="Arial" w:eastAsiaTheme="minorHAnsi" w:hAnsi="Arial" w:cstheme="minorBidi"/>
      <w:b/>
      <w:i/>
      <w:lang w:val="fr-FR" w:bidi="ar-SA"/>
    </w:rPr>
  </w:style>
  <w:style w:type="paragraph" w:styleId="Paragraphedeliste">
    <w:name w:val="List Paragraph"/>
    <w:basedOn w:val="Normal"/>
    <w:uiPriority w:val="34"/>
    <w:rsid w:val="004C2A04"/>
    <w:pPr>
      <w:numPr>
        <w:numId w:val="33"/>
      </w:numPr>
      <w:contextualSpacing/>
    </w:pPr>
  </w:style>
  <w:style w:type="paragraph" w:styleId="Sansinterligne">
    <w:name w:val="No Spacing"/>
    <w:uiPriority w:val="1"/>
    <w:qFormat/>
    <w:rsid w:val="004C2A04"/>
    <w:rPr>
      <w:szCs w:val="20"/>
    </w:rPr>
  </w:style>
  <w:style w:type="paragraph" w:styleId="Titre">
    <w:name w:val="Title"/>
    <w:basedOn w:val="Normal"/>
    <w:next w:val="Normal"/>
    <w:link w:val="TitreCar"/>
    <w:uiPriority w:val="10"/>
    <w:qFormat/>
    <w:rsid w:val="004C2A04"/>
    <w:pPr>
      <w:spacing w:before="300" w:after="200"/>
      <w:contextualSpacing/>
    </w:pPr>
    <w:rPr>
      <w:sz w:val="48"/>
      <w:szCs w:val="48"/>
    </w:rPr>
  </w:style>
  <w:style w:type="character" w:customStyle="1" w:styleId="TitreCar">
    <w:name w:val="Titre Car"/>
    <w:link w:val="Titre"/>
    <w:uiPriority w:val="10"/>
    <w:rsid w:val="004C2A04"/>
    <w:rPr>
      <w:rFonts w:ascii="Arial" w:eastAsiaTheme="minorHAnsi" w:hAnsi="Arial" w:cstheme="minorBidi"/>
      <w:sz w:val="48"/>
      <w:szCs w:val="48"/>
      <w:lang w:val="fr-FR" w:bidi="ar-SA"/>
    </w:rPr>
  </w:style>
  <w:style w:type="paragraph" w:styleId="Sous-titre">
    <w:name w:val="Subtitle"/>
    <w:basedOn w:val="Normal"/>
    <w:next w:val="Normal"/>
    <w:link w:val="Sous-titreCar"/>
    <w:uiPriority w:val="11"/>
    <w:qFormat/>
    <w:rsid w:val="004C2A04"/>
    <w:pPr>
      <w:spacing w:before="200" w:after="200"/>
    </w:pPr>
    <w:rPr>
      <w:sz w:val="24"/>
      <w:szCs w:val="24"/>
    </w:rPr>
  </w:style>
  <w:style w:type="character" w:customStyle="1" w:styleId="Sous-titreCar">
    <w:name w:val="Sous-titre Car"/>
    <w:link w:val="Sous-titre"/>
    <w:uiPriority w:val="11"/>
    <w:rsid w:val="004C2A04"/>
    <w:rPr>
      <w:rFonts w:ascii="Arial" w:eastAsiaTheme="minorHAnsi" w:hAnsi="Arial" w:cstheme="minorBidi"/>
      <w:sz w:val="24"/>
      <w:szCs w:val="24"/>
      <w:lang w:val="fr-FR" w:bidi="ar-SA"/>
    </w:rPr>
  </w:style>
  <w:style w:type="paragraph" w:styleId="Citation">
    <w:name w:val="Quote"/>
    <w:basedOn w:val="Normal"/>
    <w:next w:val="Normal"/>
    <w:link w:val="CitationCar"/>
    <w:uiPriority w:val="29"/>
    <w:qFormat/>
    <w:rsid w:val="004C2A04"/>
    <w:pPr>
      <w:ind w:left="720" w:right="720"/>
    </w:pPr>
    <w:rPr>
      <w:i/>
    </w:rPr>
  </w:style>
  <w:style w:type="character" w:customStyle="1" w:styleId="CitationCar">
    <w:name w:val="Citation Car"/>
    <w:link w:val="Citation"/>
    <w:uiPriority w:val="29"/>
    <w:rsid w:val="004C2A04"/>
    <w:rPr>
      <w:rFonts w:ascii="Arial" w:eastAsiaTheme="minorHAnsi" w:hAnsi="Arial" w:cstheme="minorBidi"/>
      <w:i/>
      <w:lang w:val="fr-FR" w:bidi="ar-SA"/>
    </w:rPr>
  </w:style>
  <w:style w:type="paragraph" w:styleId="Citationintense">
    <w:name w:val="Intense Quote"/>
    <w:basedOn w:val="Normal"/>
    <w:next w:val="Normal"/>
    <w:link w:val="CitationintenseCar"/>
    <w:uiPriority w:val="30"/>
    <w:qFormat/>
    <w:rsid w:val="004C2A0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4C2A04"/>
    <w:rPr>
      <w:rFonts w:ascii="Arial" w:eastAsiaTheme="minorHAnsi" w:hAnsi="Arial" w:cstheme="minorBidi"/>
      <w:i/>
      <w:shd w:val="clear" w:color="auto" w:fill="F2F2F2"/>
      <w:lang w:val="fr-FR" w:bidi="ar-SA"/>
    </w:rPr>
  </w:style>
  <w:style w:type="paragraph" w:styleId="En-tte">
    <w:name w:val="header"/>
    <w:basedOn w:val="Normal"/>
    <w:link w:val="En-tteCar"/>
    <w:rsid w:val="004C2A04"/>
    <w:pPr>
      <w:tabs>
        <w:tab w:val="center" w:pos="4536"/>
        <w:tab w:val="right" w:pos="9072"/>
      </w:tabs>
      <w:spacing w:before="0" w:after="0"/>
      <w:jc w:val="right"/>
    </w:pPr>
    <w:rPr>
      <w:noProof/>
      <w:sz w:val="6"/>
    </w:rPr>
  </w:style>
  <w:style w:type="character" w:customStyle="1" w:styleId="En-tteCar">
    <w:name w:val="En-tête Car"/>
    <w:link w:val="En-tte"/>
    <w:rsid w:val="004C2A04"/>
    <w:rPr>
      <w:rFonts w:ascii="Arial" w:eastAsiaTheme="minorHAnsi" w:hAnsi="Arial" w:cstheme="minorBidi"/>
      <w:noProof/>
      <w:sz w:val="6"/>
      <w:lang w:val="fr-FR" w:bidi="ar-SA"/>
    </w:rPr>
  </w:style>
  <w:style w:type="paragraph" w:styleId="Pieddepage">
    <w:name w:val="footer"/>
    <w:basedOn w:val="Normal"/>
    <w:link w:val="PieddepageCar"/>
    <w:uiPriority w:val="99"/>
    <w:unhideWhenUsed/>
    <w:rsid w:val="004C2A04"/>
    <w:pPr>
      <w:tabs>
        <w:tab w:val="center" w:pos="4536"/>
        <w:tab w:val="right" w:pos="9072"/>
      </w:tabs>
      <w:jc w:val="right"/>
    </w:pPr>
    <w:rPr>
      <w:sz w:val="16"/>
    </w:rPr>
  </w:style>
  <w:style w:type="character" w:customStyle="1" w:styleId="FooterChar">
    <w:name w:val="Footer Char"/>
    <w:uiPriority w:val="99"/>
    <w:rsid w:val="004C2A04"/>
  </w:style>
  <w:style w:type="paragraph" w:styleId="Lgende">
    <w:name w:val="caption"/>
    <w:basedOn w:val="Normal"/>
    <w:next w:val="Normal"/>
    <w:uiPriority w:val="35"/>
    <w:semiHidden/>
    <w:unhideWhenUsed/>
    <w:qFormat/>
    <w:rsid w:val="004C2A04"/>
    <w:pPr>
      <w:spacing w:line="276" w:lineRule="auto"/>
    </w:pPr>
    <w:rPr>
      <w:b/>
      <w:bCs/>
      <w:color w:val="4F81BD" w:themeColor="accent1"/>
      <w:szCs w:val="18"/>
    </w:rPr>
  </w:style>
  <w:style w:type="character" w:customStyle="1" w:styleId="CaptionChar">
    <w:name w:val="Caption Char"/>
    <w:uiPriority w:val="99"/>
    <w:rsid w:val="004C2A04"/>
  </w:style>
  <w:style w:type="table" w:styleId="Grilledutableau">
    <w:name w:val="Table Grid"/>
    <w:basedOn w:val="TableauNormal"/>
    <w:uiPriority w:val="59"/>
    <w:rsid w:val="004C2A04"/>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Cs w:val="20"/>
      <w:lang w:val="fr-FR"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
    <w:name w:val="Table Grid Light"/>
    <w:uiPriority w:val="59"/>
    <w:rsid w:val="004C2A04"/>
    <w:rPr>
      <w:szCs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rsid w:val="004C2A04"/>
    <w:rPr>
      <w:szCs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rsid w:val="004C2A04"/>
    <w:rPr>
      <w:szCs w:val="20"/>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rsid w:val="004C2A04"/>
    <w:rPr>
      <w:szCs w:val="20"/>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C2A04"/>
    <w:rPr>
      <w:szCs w:val="20"/>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4C2A04"/>
    <w:rPr>
      <w:szCs w:val="20"/>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4C2A04"/>
    <w:rPr>
      <w:szCs w:val="20"/>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4C2A04"/>
    <w:rPr>
      <w:szCs w:val="20"/>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4C2A04"/>
    <w:rPr>
      <w:szCs w:val="20"/>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4C2A04"/>
    <w:rPr>
      <w:szCs w:val="20"/>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rsid w:val="004C2A04"/>
    <w:rPr>
      <w:szCs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4C2A04"/>
    <w:rPr>
      <w:szCs w:val="20"/>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4C2A04"/>
    <w:rPr>
      <w:szCs w:val="20"/>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4C2A04"/>
    <w:rPr>
      <w:szCs w:val="20"/>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4C2A04"/>
    <w:rPr>
      <w:szCs w:val="20"/>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4C2A04"/>
    <w:rPr>
      <w:szCs w:val="20"/>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4C2A04"/>
    <w:rPr>
      <w:szCs w:val="20"/>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rsid w:val="004C2A04"/>
    <w:rPr>
      <w:szCs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4C2A04"/>
    <w:rPr>
      <w:szCs w:val="20"/>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4C2A04"/>
    <w:rPr>
      <w:szCs w:val="20"/>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4C2A04"/>
    <w:rPr>
      <w:szCs w:val="20"/>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4C2A04"/>
    <w:rPr>
      <w:szCs w:val="20"/>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4C2A04"/>
    <w:rPr>
      <w:szCs w:val="20"/>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4C2A04"/>
    <w:rPr>
      <w:szCs w:val="20"/>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rsid w:val="004C2A04"/>
    <w:rPr>
      <w:szCs w:val="20"/>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4C2A04"/>
    <w:rPr>
      <w:szCs w:val="20"/>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4C2A04"/>
    <w:rPr>
      <w:szCs w:val="20"/>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4C2A04"/>
    <w:rPr>
      <w:szCs w:val="20"/>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4C2A04"/>
    <w:rPr>
      <w:szCs w:val="20"/>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4C2A04"/>
    <w:rPr>
      <w:szCs w:val="20"/>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4C2A04"/>
    <w:rPr>
      <w:szCs w:val="20"/>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4C2A04"/>
    <w:rPr>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rsid w:val="004C2A04"/>
    <w:rPr>
      <w:szCs w:val="20"/>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C2A04"/>
    <w:rPr>
      <w:szCs w:val="20"/>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4C2A04"/>
    <w:rPr>
      <w:szCs w:val="20"/>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4C2A04"/>
    <w:rPr>
      <w:szCs w:val="20"/>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4C2A04"/>
    <w:rPr>
      <w:szCs w:val="20"/>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4C2A04"/>
    <w:rPr>
      <w:szCs w:val="20"/>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4C2A04"/>
    <w:rPr>
      <w:szCs w:val="20"/>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rsid w:val="004C2A04"/>
    <w:rPr>
      <w:szCs w:val="20"/>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C2A04"/>
    <w:rPr>
      <w:szCs w:val="20"/>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4C2A04"/>
    <w:rPr>
      <w:szCs w:val="20"/>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4C2A04"/>
    <w:rPr>
      <w:szCs w:val="20"/>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4C2A04"/>
    <w:rPr>
      <w:szCs w:val="20"/>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4C2A04"/>
    <w:rPr>
      <w:szCs w:val="20"/>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4C2A04"/>
    <w:rPr>
      <w:szCs w:val="20"/>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4C2A04"/>
    <w:rPr>
      <w:szCs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rsid w:val="004C2A04"/>
    <w:rPr>
      <w:szCs w:val="20"/>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4C2A04"/>
    <w:rPr>
      <w:szCs w:val="20"/>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4C2A04"/>
    <w:rPr>
      <w:szCs w:val="20"/>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4C2A04"/>
    <w:rPr>
      <w:szCs w:val="20"/>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4C2A04"/>
    <w:rPr>
      <w:szCs w:val="20"/>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4C2A04"/>
    <w:rPr>
      <w:szCs w:val="20"/>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4C2A04"/>
    <w:rPr>
      <w:szCs w:val="20"/>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rsid w:val="004C2A04"/>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C2A04"/>
    <w:rPr>
      <w:szCs w:val="20"/>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4C2A04"/>
    <w:rPr>
      <w:szCs w:val="20"/>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4C2A04"/>
    <w:rPr>
      <w:szCs w:val="20"/>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4C2A04"/>
    <w:rPr>
      <w:szCs w:val="20"/>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4C2A04"/>
    <w:rPr>
      <w:szCs w:val="20"/>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4C2A04"/>
    <w:rPr>
      <w:szCs w:val="20"/>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rsid w:val="004C2A04"/>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4C2A04"/>
    <w:rPr>
      <w:szCs w:val="20"/>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4C2A04"/>
    <w:rPr>
      <w:szCs w:val="20"/>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4C2A04"/>
    <w:rPr>
      <w:szCs w:val="20"/>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4C2A04"/>
    <w:rPr>
      <w:szCs w:val="20"/>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4C2A04"/>
    <w:rPr>
      <w:szCs w:val="20"/>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4C2A04"/>
    <w:rPr>
      <w:szCs w:val="20"/>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rsid w:val="004C2A04"/>
    <w:rPr>
      <w:szCs w:val="20"/>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4C2A04"/>
    <w:rPr>
      <w:szCs w:val="20"/>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4C2A04"/>
    <w:rPr>
      <w:szCs w:val="20"/>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4C2A04"/>
    <w:rPr>
      <w:szCs w:val="20"/>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4C2A04"/>
    <w:rPr>
      <w:szCs w:val="20"/>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4C2A04"/>
    <w:rPr>
      <w:szCs w:val="20"/>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4C2A04"/>
    <w:rPr>
      <w:szCs w:val="20"/>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rsid w:val="004C2A04"/>
    <w:rPr>
      <w:szCs w:val="2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C2A04"/>
    <w:rPr>
      <w:szCs w:val="20"/>
    </w:r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4C2A04"/>
    <w:rPr>
      <w:szCs w:val="20"/>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4C2A04"/>
    <w:rPr>
      <w:szCs w:val="20"/>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4C2A04"/>
    <w:rPr>
      <w:szCs w:val="20"/>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4C2A04"/>
    <w:rPr>
      <w:szCs w:val="20"/>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4C2A04"/>
    <w:rPr>
      <w:szCs w:val="20"/>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rsid w:val="004C2A04"/>
    <w:rPr>
      <w:szCs w:val="20"/>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C2A04"/>
    <w:rPr>
      <w:szCs w:val="20"/>
    </w:r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4C2A04"/>
    <w:rPr>
      <w:szCs w:val="20"/>
    </w:r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4C2A04"/>
    <w:rPr>
      <w:szCs w:val="20"/>
    </w:r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4C2A04"/>
    <w:rPr>
      <w:szCs w:val="20"/>
    </w:r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4C2A04"/>
    <w:rPr>
      <w:szCs w:val="20"/>
    </w:r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4C2A04"/>
    <w:rPr>
      <w:szCs w:val="20"/>
    </w:r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4C2A04"/>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4C2A04"/>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4C2A04"/>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4C2A04"/>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4C2A04"/>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4C2A04"/>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4C2A04"/>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4C2A04"/>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4C2A04"/>
    <w:rPr>
      <w:szCs w:val="20"/>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C2A04"/>
    <w:rPr>
      <w:szCs w:val="20"/>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4C2A04"/>
    <w:rPr>
      <w:szCs w:val="20"/>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4C2A04"/>
    <w:rPr>
      <w:szCs w:val="20"/>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4C2A04"/>
    <w:rPr>
      <w:szCs w:val="20"/>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4C2A04"/>
    <w:rPr>
      <w:szCs w:val="20"/>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4C2A04"/>
    <w:rPr>
      <w:szCs w:val="20"/>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sid w:val="004C2A04"/>
    <w:rPr>
      <w:rFonts w:ascii="Arial" w:hAnsi="Arial"/>
      <w:color w:val="0000FF"/>
      <w:sz w:val="20"/>
      <w:u w:val="single"/>
    </w:rPr>
  </w:style>
  <w:style w:type="paragraph" w:styleId="Notedebasdepage">
    <w:name w:val="footnote text"/>
    <w:basedOn w:val="Normal"/>
    <w:link w:val="NotedebasdepageCar"/>
    <w:uiPriority w:val="99"/>
    <w:semiHidden/>
    <w:unhideWhenUsed/>
    <w:rsid w:val="004C2A04"/>
    <w:pPr>
      <w:spacing w:after="40"/>
    </w:pPr>
  </w:style>
  <w:style w:type="character" w:customStyle="1" w:styleId="NotedebasdepageCar">
    <w:name w:val="Note de bas de page Car"/>
    <w:link w:val="Notedebasdepage"/>
    <w:uiPriority w:val="99"/>
    <w:semiHidden/>
    <w:rsid w:val="004C2A04"/>
    <w:rPr>
      <w:rFonts w:ascii="Arial" w:eastAsiaTheme="minorHAnsi" w:hAnsi="Arial" w:cstheme="minorBidi"/>
      <w:lang w:val="fr-FR" w:bidi="ar-SA"/>
    </w:rPr>
  </w:style>
  <w:style w:type="character" w:styleId="Appelnotedebasdep">
    <w:name w:val="footnote reference"/>
    <w:uiPriority w:val="99"/>
    <w:unhideWhenUsed/>
    <w:rsid w:val="004C2A04"/>
    <w:rPr>
      <w:rFonts w:ascii="Arial" w:hAnsi="Arial"/>
      <w:sz w:val="16"/>
      <w:vertAlign w:val="superscript"/>
    </w:rPr>
  </w:style>
  <w:style w:type="paragraph" w:styleId="TM1">
    <w:name w:val="toc 1"/>
    <w:basedOn w:val="Normal"/>
    <w:next w:val="Normal"/>
    <w:uiPriority w:val="39"/>
    <w:unhideWhenUsed/>
    <w:rsid w:val="004C2A04"/>
    <w:pPr>
      <w:spacing w:after="57"/>
    </w:pPr>
  </w:style>
  <w:style w:type="paragraph" w:styleId="TM2">
    <w:name w:val="toc 2"/>
    <w:basedOn w:val="Normal"/>
    <w:next w:val="Normal"/>
    <w:uiPriority w:val="39"/>
    <w:unhideWhenUsed/>
    <w:rsid w:val="004C2A04"/>
    <w:pPr>
      <w:spacing w:after="57"/>
      <w:ind w:left="283"/>
    </w:pPr>
  </w:style>
  <w:style w:type="paragraph" w:styleId="TM3">
    <w:name w:val="toc 3"/>
    <w:basedOn w:val="Normal"/>
    <w:next w:val="Normal"/>
    <w:uiPriority w:val="39"/>
    <w:unhideWhenUsed/>
    <w:rsid w:val="004C2A04"/>
    <w:pPr>
      <w:spacing w:after="57"/>
      <w:ind w:left="567"/>
    </w:pPr>
  </w:style>
  <w:style w:type="paragraph" w:styleId="TM4">
    <w:name w:val="toc 4"/>
    <w:basedOn w:val="Normal"/>
    <w:next w:val="Normal"/>
    <w:uiPriority w:val="39"/>
    <w:unhideWhenUsed/>
    <w:rsid w:val="004C2A04"/>
    <w:pPr>
      <w:spacing w:after="57"/>
      <w:ind w:left="850"/>
    </w:pPr>
  </w:style>
  <w:style w:type="paragraph" w:styleId="TM5">
    <w:name w:val="toc 5"/>
    <w:basedOn w:val="Normal"/>
    <w:next w:val="Normal"/>
    <w:uiPriority w:val="39"/>
    <w:unhideWhenUsed/>
    <w:rsid w:val="004C2A04"/>
    <w:pPr>
      <w:spacing w:after="57"/>
      <w:ind w:left="1134"/>
    </w:pPr>
  </w:style>
  <w:style w:type="paragraph" w:styleId="TM6">
    <w:name w:val="toc 6"/>
    <w:basedOn w:val="Normal"/>
    <w:next w:val="Normal"/>
    <w:uiPriority w:val="39"/>
    <w:unhideWhenUsed/>
    <w:rsid w:val="004C2A04"/>
    <w:pPr>
      <w:spacing w:after="57"/>
      <w:ind w:left="1417"/>
    </w:pPr>
  </w:style>
  <w:style w:type="paragraph" w:styleId="TM7">
    <w:name w:val="toc 7"/>
    <w:basedOn w:val="Normal"/>
    <w:next w:val="Normal"/>
    <w:uiPriority w:val="39"/>
    <w:unhideWhenUsed/>
    <w:rsid w:val="004C2A04"/>
    <w:pPr>
      <w:spacing w:after="57"/>
      <w:ind w:left="1701"/>
    </w:pPr>
  </w:style>
  <w:style w:type="paragraph" w:styleId="TM8">
    <w:name w:val="toc 8"/>
    <w:basedOn w:val="Normal"/>
    <w:next w:val="Normal"/>
    <w:uiPriority w:val="39"/>
    <w:unhideWhenUsed/>
    <w:rsid w:val="004C2A04"/>
    <w:pPr>
      <w:spacing w:after="57"/>
      <w:ind w:left="1984"/>
    </w:pPr>
  </w:style>
  <w:style w:type="paragraph" w:styleId="TM9">
    <w:name w:val="toc 9"/>
    <w:basedOn w:val="Normal"/>
    <w:next w:val="Normal"/>
    <w:uiPriority w:val="39"/>
    <w:unhideWhenUsed/>
    <w:rsid w:val="004C2A04"/>
    <w:pPr>
      <w:spacing w:after="57"/>
      <w:ind w:left="2268"/>
    </w:pPr>
  </w:style>
  <w:style w:type="paragraph" w:styleId="En-ttedetabledesmatires">
    <w:name w:val="TOC Heading"/>
    <w:basedOn w:val="Titre1"/>
    <w:next w:val="Normal"/>
    <w:uiPriority w:val="39"/>
    <w:unhideWhenUsed/>
    <w:qFormat/>
    <w:rsid w:val="004C2A04"/>
    <w:pPr>
      <w:keepLines/>
      <w:suppressAutoHyphens w:val="0"/>
      <w:spacing w:before="480" w:after="0" w:line="276" w:lineRule="auto"/>
      <w:outlineLvl w:val="9"/>
    </w:pPr>
    <w:rPr>
      <w:rFonts w:ascii="Cambria" w:hAnsi="Cambria"/>
      <w:b/>
      <w:bCs/>
      <w:iCs/>
      <w:color w:val="365F91"/>
      <w:sz w:val="28"/>
      <w:szCs w:val="28"/>
    </w:rPr>
  </w:style>
  <w:style w:type="paragraph" w:customStyle="1" w:styleId="Titre1H1">
    <w:name w:val="Titre 1;H1"/>
    <w:next w:val="Normal"/>
    <w:rsid w:val="00BF51F9"/>
    <w:pPr>
      <w:tabs>
        <w:tab w:val="num" w:pos="432"/>
      </w:tabs>
      <w:spacing w:before="240" w:after="120"/>
      <w:ind w:left="432" w:hanging="432"/>
      <w:outlineLvl w:val="0"/>
    </w:pPr>
    <w:rPr>
      <w:rFonts w:ascii="Helvetica" w:hAnsi="Helvetica"/>
      <w:b/>
      <w:sz w:val="24"/>
      <w:lang w:val="fr-FR" w:eastAsia="fr-FR" w:bidi="ar-SA"/>
    </w:rPr>
  </w:style>
  <w:style w:type="paragraph" w:customStyle="1" w:styleId="Titre3H3">
    <w:name w:val="Titre 3;H3"/>
    <w:next w:val="Normal"/>
    <w:rsid w:val="00BF51F9"/>
    <w:pPr>
      <w:tabs>
        <w:tab w:val="num" w:pos="720"/>
      </w:tabs>
      <w:spacing w:before="120" w:after="120"/>
      <w:ind w:left="720" w:hanging="720"/>
      <w:outlineLvl w:val="2"/>
    </w:pPr>
    <w:rPr>
      <w:rFonts w:ascii="Helvetica" w:hAnsi="Helvetica"/>
      <w:b/>
      <w:i/>
      <w:lang w:val="fr-FR" w:eastAsia="fr-FR" w:bidi="ar-SA"/>
    </w:rPr>
  </w:style>
  <w:style w:type="character" w:styleId="lev">
    <w:name w:val="Strong"/>
    <w:uiPriority w:val="22"/>
    <w:qFormat/>
    <w:rsid w:val="004C2A04"/>
  </w:style>
  <w:style w:type="paragraph" w:styleId="Explorateurdedocuments">
    <w:name w:val="Document Map"/>
    <w:basedOn w:val="Normal"/>
    <w:semiHidden/>
    <w:rsid w:val="004C2A04"/>
    <w:pPr>
      <w:shd w:val="clear" w:color="auto" w:fill="000080"/>
    </w:pPr>
    <w:rPr>
      <w:rFonts w:ascii="Tahoma" w:hAnsi="Tahoma"/>
    </w:rPr>
  </w:style>
  <w:style w:type="character" w:customStyle="1" w:styleId="PieddepageCar">
    <w:name w:val="Pied de page Car"/>
    <w:link w:val="Pieddepage"/>
    <w:uiPriority w:val="99"/>
    <w:rsid w:val="004C2A04"/>
    <w:rPr>
      <w:rFonts w:ascii="Arial" w:eastAsiaTheme="minorHAnsi" w:hAnsi="Arial" w:cstheme="minorBidi"/>
      <w:sz w:val="16"/>
      <w:lang w:val="fr-FR" w:bidi="ar-SA"/>
    </w:rPr>
  </w:style>
  <w:style w:type="paragraph" w:styleId="Listepuces">
    <w:name w:val="List Bullet"/>
    <w:basedOn w:val="Normal"/>
    <w:rsid w:val="004C2A04"/>
    <w:pPr>
      <w:numPr>
        <w:numId w:val="5"/>
      </w:numPr>
    </w:pPr>
  </w:style>
  <w:style w:type="character" w:styleId="Marquedecommentaire">
    <w:name w:val="annotation reference"/>
    <w:uiPriority w:val="99"/>
    <w:semiHidden/>
    <w:rsid w:val="004C2A04"/>
    <w:rPr>
      <w:sz w:val="16"/>
      <w:szCs w:val="16"/>
    </w:rPr>
  </w:style>
  <w:style w:type="paragraph" w:styleId="Commentaire">
    <w:name w:val="annotation text"/>
    <w:basedOn w:val="Normal"/>
    <w:link w:val="CommentaireCar"/>
    <w:uiPriority w:val="99"/>
    <w:semiHidden/>
    <w:rsid w:val="004C2A04"/>
  </w:style>
  <w:style w:type="paragraph" w:styleId="Objetducommentaire">
    <w:name w:val="annotation subject"/>
    <w:basedOn w:val="Commentaire"/>
    <w:next w:val="Commentaire"/>
    <w:semiHidden/>
    <w:rsid w:val="004C2A04"/>
    <w:rPr>
      <w:b/>
      <w:bCs/>
    </w:rPr>
  </w:style>
  <w:style w:type="paragraph" w:styleId="Textedebulles">
    <w:name w:val="Balloon Text"/>
    <w:basedOn w:val="Normal"/>
    <w:semiHidden/>
    <w:rsid w:val="004C2A04"/>
    <w:rPr>
      <w:rFonts w:ascii="Tahoma" w:hAnsi="Tahoma"/>
      <w:sz w:val="16"/>
      <w:szCs w:val="16"/>
    </w:rPr>
  </w:style>
  <w:style w:type="paragraph" w:customStyle="1" w:styleId="Titretableau">
    <w:name w:val="Titre tableau"/>
    <w:basedOn w:val="Normal"/>
    <w:rsid w:val="004C2A04"/>
    <w:pPr>
      <w:jc w:val="center"/>
    </w:pPr>
    <w:rPr>
      <w:b/>
    </w:rPr>
  </w:style>
  <w:style w:type="paragraph" w:customStyle="1" w:styleId="TITRE0">
    <w:name w:val="TITRE"/>
    <w:basedOn w:val="Normal"/>
    <w:rsid w:val="004C2A04"/>
    <w:pPr>
      <w:ind w:left="3261" w:hanging="709"/>
      <w:jc w:val="center"/>
    </w:pPr>
    <w:rPr>
      <w:b/>
      <w:bCs/>
      <w:sz w:val="28"/>
    </w:rPr>
  </w:style>
  <w:style w:type="paragraph" w:customStyle="1" w:styleId="Encadrcentral">
    <w:name w:val="Encadré central"/>
    <w:basedOn w:val="Normal"/>
    <w:rsid w:val="00BF51F9"/>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rsid w:val="00BF51F9"/>
    <w:pPr>
      <w:ind w:left="4536"/>
    </w:pPr>
  </w:style>
  <w:style w:type="character" w:styleId="Numrodepage">
    <w:name w:val="page number"/>
    <w:rsid w:val="004C2A04"/>
    <w:rPr>
      <w:rFonts w:ascii="Arial" w:hAnsi="Arial"/>
      <w:sz w:val="16"/>
    </w:rPr>
  </w:style>
  <w:style w:type="paragraph" w:customStyle="1" w:styleId="IRTitredoc">
    <w:name w:val="IR Titre doc"/>
    <w:basedOn w:val="Normal"/>
    <w:link w:val="IRTitredocCar"/>
    <w:rsid w:val="004C2A04"/>
    <w:pPr>
      <w:tabs>
        <w:tab w:val="left" w:pos="6804"/>
      </w:tabs>
      <w:spacing w:after="0" w:line="288" w:lineRule="auto"/>
      <w:jc w:val="center"/>
    </w:pPr>
    <w:rPr>
      <w:rFonts w:eastAsia="Calibri"/>
      <w:b/>
      <w:color w:val="365F91"/>
      <w:sz w:val="28"/>
      <w:szCs w:val="32"/>
    </w:rPr>
  </w:style>
  <w:style w:type="character" w:customStyle="1" w:styleId="IRTitredocCar">
    <w:name w:val="IR Titre doc Car"/>
    <w:link w:val="IRTitredoc"/>
    <w:rsid w:val="004C2A04"/>
    <w:rPr>
      <w:rFonts w:ascii="Arial" w:eastAsia="Calibri" w:hAnsi="Arial" w:cstheme="minorBidi"/>
      <w:b/>
      <w:color w:val="365F91"/>
      <w:sz w:val="28"/>
      <w:szCs w:val="32"/>
      <w:lang w:val="fr-FR" w:bidi="ar-SA"/>
    </w:rPr>
  </w:style>
  <w:style w:type="paragraph" w:customStyle="1" w:styleId="StyleEncadrcentralGauche0cm">
    <w:name w:val="Style Encadré central + Gauche :  0 cm"/>
    <w:basedOn w:val="Encadrcentral"/>
    <w:rsid w:val="00BF51F9"/>
    <w:pPr>
      <w:spacing w:before="120"/>
      <w:ind w:left="0"/>
    </w:pPr>
  </w:style>
  <w:style w:type="character" w:styleId="Accentuation">
    <w:name w:val="Emphasis"/>
    <w:uiPriority w:val="20"/>
    <w:qFormat/>
    <w:rsid w:val="004C2A04"/>
    <w:rPr>
      <w:i/>
      <w:iCs/>
    </w:rPr>
  </w:style>
  <w:style w:type="paragraph" w:customStyle="1" w:styleId="Default">
    <w:name w:val="Default"/>
    <w:rsid w:val="004C2A04"/>
    <w:pPr>
      <w:spacing w:before="120" w:after="120"/>
    </w:pPr>
    <w:rPr>
      <w:rFonts w:ascii="Marianne Light" w:eastAsia="Calibri" w:hAnsi="Marianne Light"/>
      <w:color w:val="000000"/>
      <w:sz w:val="18"/>
      <w:szCs w:val="24"/>
      <w:lang w:val="fr-FR" w:bidi="ar-SA"/>
    </w:rPr>
  </w:style>
  <w:style w:type="character" w:customStyle="1" w:styleId="CommentaireCar">
    <w:name w:val="Commentaire Car"/>
    <w:link w:val="Commentaire"/>
    <w:uiPriority w:val="99"/>
    <w:semiHidden/>
    <w:rsid w:val="004C2A04"/>
    <w:rPr>
      <w:rFonts w:ascii="Arial" w:eastAsiaTheme="minorHAnsi" w:hAnsi="Arial" w:cstheme="minorBidi"/>
      <w:lang w:val="fr-FR" w:bidi="ar-SA"/>
    </w:rPr>
  </w:style>
  <w:style w:type="paragraph" w:customStyle="1" w:styleId="Standard">
    <w:name w:val="Standard"/>
    <w:basedOn w:val="Normal"/>
    <w:qFormat/>
    <w:rsid w:val="004C2A04"/>
    <w:pPr>
      <w:tabs>
        <w:tab w:val="right" w:leader="underscore" w:pos="9639"/>
      </w:tabs>
      <w:spacing w:before="120" w:beforeAutospacing="0" w:after="120" w:afterAutospacing="0"/>
      <w:ind w:left="-284"/>
    </w:pPr>
    <w:rPr>
      <w:sz w:val="18"/>
    </w:rPr>
  </w:style>
  <w:style w:type="paragraph" w:styleId="NormalWeb">
    <w:name w:val="Normal (Web)"/>
    <w:basedOn w:val="Normal"/>
    <w:uiPriority w:val="99"/>
    <w:unhideWhenUsed/>
    <w:rsid w:val="004C2A04"/>
    <w:rPr>
      <w:rFonts w:ascii="Times New Roman" w:hAnsi="Times New Roman"/>
      <w:sz w:val="24"/>
      <w:szCs w:val="24"/>
    </w:rPr>
  </w:style>
  <w:style w:type="paragraph" w:customStyle="1" w:styleId="Titredecollection">
    <w:name w:val="Titre de collection"/>
    <w:qFormat/>
    <w:rsid w:val="004C2A04"/>
    <w:pPr>
      <w:pBdr>
        <w:top w:val="single" w:sz="24" w:space="1" w:color="AD4847"/>
        <w:left w:val="single" w:sz="24" w:space="4" w:color="AD4847"/>
        <w:bottom w:val="single" w:sz="24" w:space="1" w:color="AD4847"/>
        <w:right w:val="single" w:sz="24" w:space="4" w:color="AD4847"/>
      </w:pBdr>
      <w:shd w:val="clear" w:color="auto" w:fill="AD4847"/>
      <w:ind w:right="-1"/>
      <w:jc w:val="both"/>
    </w:pPr>
    <w:rPr>
      <w:rFonts w:ascii="Marianne Medium" w:hAnsi="Marianne Medium" w:cs="Arial"/>
      <w:b/>
      <w:iCs/>
      <w:color w:val="FFFFFF" w:themeColor="background1"/>
      <w:sz w:val="22"/>
      <w:szCs w:val="56"/>
      <w:lang w:val="fr-FR" w:eastAsia="fr-FR" w:bidi="ar-SA"/>
    </w:rPr>
  </w:style>
  <w:style w:type="paragraph" w:customStyle="1" w:styleId="Titredudocument">
    <w:name w:val="Titre du document"/>
    <w:basedOn w:val="Normal"/>
    <w:qFormat/>
    <w:rsid w:val="004C2A04"/>
    <w:pPr>
      <w:suppressAutoHyphens/>
    </w:pPr>
    <w:rPr>
      <w:rFonts w:ascii="Arial Black" w:hAnsi="Arial Black"/>
      <w:color w:val="3558A2"/>
      <w:sz w:val="40"/>
      <w:szCs w:val="56"/>
    </w:rPr>
  </w:style>
  <w:style w:type="table" w:customStyle="1" w:styleId="TableauEn-tte">
    <w:name w:val="Tableau En-tête"/>
    <w:basedOn w:val="TableauNormal"/>
    <w:uiPriority w:val="99"/>
    <w:rsid w:val="004C2A0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Marianne" w:eastAsia="Calibri" w:hAnsi="Marianne"/>
      <w:sz w:val="22"/>
      <w:szCs w:val="20"/>
      <w:lang w:val="fr-FR" w:eastAsia="fr-FR"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left"/>
      </w:pPr>
      <w:rPr>
        <w:rFonts w:ascii="Marianne" w:hAnsi="Marianne"/>
        <w:b/>
        <w:sz w:val="22"/>
      </w:rPr>
      <w:tblPr/>
      <w:trPr>
        <w:tblHeader/>
      </w:trPr>
      <w:tcPr>
        <w:shd w:val="clear" w:color="auto" w:fill="D78F8E"/>
      </w:tcPr>
    </w:tblStylePr>
    <w:tblStylePr w:type="band2Horz">
      <w:tblPr/>
      <w:tcPr>
        <w:shd w:val="clear" w:color="auto" w:fill="EBC7C7"/>
      </w:tcPr>
    </w:tblStylePr>
  </w:style>
  <w:style w:type="paragraph" w:customStyle="1" w:styleId="Encadr">
    <w:name w:val="Encadré"/>
    <w:basedOn w:val="Normal"/>
    <w:qFormat/>
    <w:rsid w:val="004C2A04"/>
    <w:pPr>
      <w:pBdr>
        <w:top w:val="dotted" w:sz="4" w:space="1" w:color="AD4847"/>
        <w:left w:val="dotted" w:sz="4" w:space="4" w:color="AD4847"/>
        <w:bottom w:val="dotted" w:sz="4" w:space="1" w:color="AD4847"/>
        <w:right w:val="dotted" w:sz="4" w:space="4" w:color="AD4847"/>
      </w:pBdr>
      <w:ind w:left="284" w:right="284"/>
    </w:pPr>
  </w:style>
  <w:style w:type="table" w:styleId="Ombrageclair">
    <w:name w:val="Light Shading"/>
    <w:basedOn w:val="TableauNormal"/>
    <w:uiPriority w:val="60"/>
    <w:rsid w:val="004C2A04"/>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000000"/>
      <w:szCs w:val="20"/>
      <w:lang w:val="fr-FR" w:eastAsia="fr-FR"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crois">
    <w:name w:val="Tableau croisé"/>
    <w:basedOn w:val="TableauNormal"/>
    <w:uiPriority w:val="99"/>
    <w:rsid w:val="004C2A04"/>
    <w:pPr>
      <w:pBdr>
        <w:top w:val="none" w:sz="0" w:space="0" w:color="auto"/>
        <w:left w:val="none" w:sz="0" w:space="0" w:color="auto"/>
        <w:bottom w:val="none" w:sz="0" w:space="0" w:color="auto"/>
        <w:right w:val="none" w:sz="0" w:space="0" w:color="auto"/>
        <w:between w:val="none" w:sz="0" w:space="0" w:color="auto"/>
      </w:pBdr>
      <w:spacing w:before="120" w:after="120"/>
    </w:pPr>
    <w:rPr>
      <w:rFonts w:ascii="Calibri" w:eastAsia="Calibri" w:hAnsi="Calibri"/>
      <w:sz w:val="22"/>
      <w:szCs w:val="20"/>
      <w:lang w:val="fr-FR" w:eastAsia="fr-FR"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pPr>
      <w:rPr>
        <w:rFonts w:ascii="Marianne" w:hAnsi="Marianne"/>
        <w:b/>
        <w:sz w:val="22"/>
      </w:rPr>
      <w:tblPr/>
      <w:trPr>
        <w:tblHeader/>
      </w:trPr>
      <w:tcPr>
        <w:shd w:val="clear" w:color="auto" w:fill="D78F8E"/>
      </w:tcPr>
    </w:tblStylePr>
    <w:tblStylePr w:type="firstCol">
      <w:rPr>
        <w:rFonts w:ascii="Marianne" w:hAnsi="Marianne"/>
        <w:b/>
        <w:sz w:val="22"/>
      </w:rPr>
      <w:tblPr/>
      <w:tcPr>
        <w:shd w:val="clear" w:color="auto" w:fill="D78F8E"/>
      </w:tcPr>
    </w:tblStylePr>
    <w:tblStylePr w:type="band2Horz">
      <w:tblPr/>
      <w:tcPr>
        <w:shd w:val="clear" w:color="auto" w:fill="EBC7C7"/>
      </w:tcPr>
    </w:tblStylePr>
    <w:tblStylePr w:type="nwCell">
      <w:rPr>
        <w:rFonts w:ascii="Marianne" w:hAnsi="Marianne"/>
        <w:b/>
        <w:sz w:val="22"/>
      </w:rPr>
      <w:tblPr/>
      <w:tcPr>
        <w:shd w:val="clear" w:color="auto" w:fill="D78F8E"/>
      </w:tcPr>
    </w:tblStylePr>
  </w:style>
  <w:style w:type="paragraph" w:customStyle="1" w:styleId="Encartgras">
    <w:name w:val="Encart gras"/>
    <w:basedOn w:val="Normal"/>
    <w:qFormat/>
    <w:rsid w:val="004C2A04"/>
    <w:pPr>
      <w:pBdr>
        <w:left w:val="single" w:sz="24" w:space="4" w:color="AD4847"/>
      </w:pBdr>
    </w:pPr>
    <w:rPr>
      <w:b/>
    </w:rPr>
  </w:style>
  <w:style w:type="paragraph" w:customStyle="1" w:styleId="Encartsimple">
    <w:name w:val="Encart simple"/>
    <w:basedOn w:val="Encartgras"/>
    <w:qFormat/>
    <w:rsid w:val="004C2A04"/>
    <w:rPr>
      <w:b w:val="0"/>
      <w:lang w:val="la-Latn"/>
    </w:rPr>
  </w:style>
  <w:style w:type="paragraph" w:customStyle="1" w:styleId="entetecolonnetableau">
    <w:name w:val="entete colonne tableau"/>
    <w:basedOn w:val="Normal"/>
    <w:qFormat/>
    <w:rsid w:val="004C2A04"/>
    <w:pPr>
      <w:spacing w:before="0" w:after="0"/>
    </w:pPr>
    <w:rPr>
      <w:b/>
      <w:color w:val="FFFFFF" w:themeColor="background1"/>
      <w:sz w:val="16"/>
      <w:szCs w:val="18"/>
      <w:lang w:eastAsia="zh-CN"/>
    </w:rPr>
  </w:style>
  <w:style w:type="paragraph" w:customStyle="1" w:styleId="entetelignetableau">
    <w:name w:val="entete ligne tableau"/>
    <w:basedOn w:val="Normal"/>
    <w:qFormat/>
    <w:rsid w:val="004C2A04"/>
    <w:rPr>
      <w:b/>
      <w:sz w:val="16"/>
    </w:rPr>
  </w:style>
  <w:style w:type="paragraph" w:customStyle="1" w:styleId="Fond">
    <w:name w:val="Fond"/>
    <w:basedOn w:val="Normal"/>
    <w:qFormat/>
    <w:rsid w:val="004C2A04"/>
    <w:pPr>
      <w:shd w:val="clear" w:color="auto" w:fill="F7E8E8"/>
    </w:pPr>
  </w:style>
  <w:style w:type="paragraph" w:customStyle="1" w:styleId="Fondbleu">
    <w:name w:val="Fond bleu"/>
    <w:basedOn w:val="Normal"/>
    <w:qFormat/>
    <w:rsid w:val="004C2A04"/>
    <w:pPr>
      <w:shd w:val="clear" w:color="auto" w:fill="E8EBF4"/>
    </w:pPr>
  </w:style>
  <w:style w:type="paragraph" w:customStyle="1" w:styleId="Paragraphe2">
    <w:name w:val="Paragraphe 2"/>
    <w:basedOn w:val="Paragraphedeliste"/>
    <w:qFormat/>
    <w:rsid w:val="004C2A04"/>
    <w:pPr>
      <w:numPr>
        <w:ilvl w:val="1"/>
        <w:numId w:val="34"/>
      </w:numPr>
    </w:pPr>
  </w:style>
  <w:style w:type="paragraph" w:customStyle="1" w:styleId="Encadrbleu">
    <w:name w:val="Encadré bleu"/>
    <w:qFormat/>
    <w:rsid w:val="004C2A04"/>
    <w:pPr>
      <w:pBdr>
        <w:top w:val="dotted" w:sz="4" w:space="1" w:color="3558A2"/>
        <w:left w:val="dotted" w:sz="4" w:space="4" w:color="3558A2"/>
        <w:bottom w:val="dotted" w:sz="4" w:space="1" w:color="3558A2"/>
        <w:right w:val="dotted" w:sz="4" w:space="4" w:color="3558A2"/>
      </w:pBdr>
      <w:spacing w:before="240" w:after="240"/>
      <w:ind w:left="284" w:right="452"/>
    </w:pPr>
    <w:rPr>
      <w:rFonts w:ascii="Arial" w:hAnsi="Arial" w:cs="Arial"/>
      <w:iCs/>
      <w:color w:val="252525"/>
      <w:sz w:val="18"/>
      <w:szCs w:val="20"/>
      <w:lang w:val="fr-FR" w:eastAsia="fr-FR" w:bidi="ar-SA"/>
    </w:rPr>
  </w:style>
  <w:style w:type="table" w:customStyle="1" w:styleId="Bleu">
    <w:name w:val="Bleu"/>
    <w:basedOn w:val="TableauNormal"/>
    <w:uiPriority w:val="99"/>
    <w:rsid w:val="004C2A04"/>
    <w:pPr>
      <w:pBdr>
        <w:top w:val="none" w:sz="0" w:space="0" w:color="auto"/>
        <w:left w:val="none" w:sz="0" w:space="0" w:color="auto"/>
        <w:bottom w:val="none" w:sz="0" w:space="0" w:color="auto"/>
        <w:right w:val="none" w:sz="0" w:space="0" w:color="auto"/>
        <w:between w:val="none" w:sz="0" w:space="0" w:color="auto"/>
      </w:pBdr>
    </w:pPr>
    <w:rPr>
      <w:rFonts w:ascii="Marianne Light" w:eastAsia="Calibri" w:hAnsi="Marianne Light"/>
      <w:szCs w:val="20"/>
      <w:lang w:val="fr-FR" w:eastAsia="fr-FR" w:bidi="ar-SA"/>
    </w:rPr>
    <w:tblPr>
      <w:tblStyleRowBandSize w:val="1"/>
      <w:tblBorders>
        <w:top w:val="single" w:sz="4" w:space="0" w:color="3558A2"/>
        <w:left w:val="single" w:sz="4" w:space="0" w:color="3558A2"/>
        <w:bottom w:val="single" w:sz="4" w:space="0" w:color="3558A2"/>
        <w:right w:val="single" w:sz="4" w:space="0" w:color="3558A2"/>
        <w:insideH w:val="single" w:sz="4" w:space="0" w:color="3558A2"/>
        <w:insideV w:val="single" w:sz="4" w:space="0" w:color="3558A2"/>
      </w:tblBorders>
    </w:tblPr>
    <w:tblStylePr w:type="firstRow">
      <w:rPr>
        <w:rFonts w:ascii="Marianne Light" w:hAnsi="Marianne Light"/>
        <w:color w:val="FFFFFF" w:themeColor="background1"/>
        <w:sz w:val="20"/>
      </w:rPr>
      <w:tblPr/>
      <w:tcPr>
        <w:tcBorders>
          <w:top w:val="nil"/>
          <w:left w:val="nil"/>
          <w:bottom w:val="nil"/>
          <w:right w:val="nil"/>
          <w:insideH w:val="nil"/>
          <w:insideV w:val="nil"/>
        </w:tcBorders>
        <w:shd w:val="clear" w:color="auto" w:fill="3558A2"/>
      </w:tcPr>
    </w:tblStylePr>
    <w:tblStylePr w:type="band1Horz">
      <w:tblPr/>
      <w:tcPr>
        <w:shd w:val="clear" w:color="auto" w:fill="FFFFFF" w:themeFill="background1"/>
      </w:tcPr>
    </w:tblStylePr>
    <w:tblStylePr w:type="band2Horz">
      <w:tblPr/>
      <w:tcPr>
        <w:shd w:val="clear" w:color="auto" w:fill="E8EBF4"/>
      </w:tcPr>
    </w:tblStylePr>
  </w:style>
  <w:style w:type="table" w:customStyle="1" w:styleId="Style1">
    <w:name w:val="Style1"/>
    <w:basedOn w:val="TableauNormal"/>
    <w:uiPriority w:val="99"/>
    <w:rsid w:val="004C2A04"/>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Cs w:val="20"/>
      <w:lang w:val="fr-FR" w:eastAsia="fr-FR" w:bidi="ar-SA"/>
    </w:rPr>
    <w:tblPr>
      <w:tblStyleRowBandSize w:val="1"/>
      <w:tblBorders>
        <w:top w:val="single" w:sz="4" w:space="0" w:color="3558A2"/>
        <w:left w:val="single" w:sz="4" w:space="0" w:color="3558A2"/>
        <w:bottom w:val="single" w:sz="4" w:space="0" w:color="3558A2"/>
        <w:right w:val="single" w:sz="4" w:space="0" w:color="3558A2"/>
        <w:insideH w:val="single" w:sz="4" w:space="0" w:color="3558A2"/>
        <w:insideV w:val="single" w:sz="4" w:space="0" w:color="3558A2"/>
      </w:tblBorders>
    </w:tblPr>
    <w:tblStylePr w:type="firstRow">
      <w:tblPr/>
      <w:tcPr>
        <w:shd w:val="clear" w:color="auto" w:fill="3558A2"/>
      </w:tcPr>
    </w:tblStylePr>
    <w:tblStylePr w:type="firstCol">
      <w:tblPr/>
      <w:tcPr>
        <w:shd w:val="clear" w:color="auto" w:fill="3558A2"/>
      </w:tcPr>
    </w:tblStylePr>
    <w:tblStylePr w:type="band2Horz">
      <w:tblPr/>
      <w:tcPr>
        <w:shd w:val="clear" w:color="auto" w:fill="E8EBF4"/>
      </w:tcPr>
    </w:tblStylePr>
  </w:style>
  <w:style w:type="paragraph" w:customStyle="1" w:styleId="Soustitrecollection">
    <w:name w:val="Sous titre collection"/>
    <w:qFormat/>
    <w:rsid w:val="004C2A04"/>
    <w:pPr>
      <w:pBdr>
        <w:top w:val="single" w:sz="24" w:space="1" w:color="000091"/>
        <w:left w:val="single" w:sz="24" w:space="4" w:color="000091"/>
        <w:bottom w:val="single" w:sz="24" w:space="1" w:color="000091"/>
        <w:right w:val="single" w:sz="24" w:space="4" w:color="000091"/>
      </w:pBdr>
      <w:shd w:val="clear" w:color="auto" w:fill="000091"/>
      <w:spacing w:after="100"/>
      <w:jc w:val="right"/>
      <w:outlineLvl w:val="0"/>
    </w:pPr>
    <w:rPr>
      <w:rFonts w:ascii="Marianne Medium" w:eastAsia="Calibri" w:hAnsi="Marianne Medium" w:cs="Arial"/>
      <w:b/>
      <w:iCs/>
      <w:sz w:val="22"/>
      <w:szCs w:val="26"/>
      <w:lang w:val="fr-FR" w:bidi="ar-SA"/>
    </w:rPr>
  </w:style>
  <w:style w:type="character" w:styleId="Textedelespacerserv">
    <w:name w:val="Placeholder Text"/>
    <w:basedOn w:val="Policepardfaut"/>
    <w:uiPriority w:val="99"/>
    <w:semiHidden/>
    <w:rsid w:val="004C2A04"/>
    <w:rPr>
      <w:color w:val="808080"/>
    </w:rPr>
  </w:style>
  <w:style w:type="paragraph" w:customStyle="1" w:styleId="notedebasdepage0">
    <w:name w:val="note de bas de page"/>
    <w:basedOn w:val="Notedebasdepage"/>
    <w:qFormat/>
    <w:rsid w:val="004C2A04"/>
    <w:pPr>
      <w:spacing w:before="0" w:after="0"/>
    </w:pPr>
    <w:rPr>
      <w:sz w:val="16"/>
    </w:rPr>
  </w:style>
  <w:style w:type="table" w:customStyle="1" w:styleId="Tableauautorisation">
    <w:name w:val="Tableau autorisation"/>
    <w:basedOn w:val="TableauNormal"/>
    <w:uiPriority w:val="99"/>
    <w:rsid w:val="004C2A04"/>
    <w:pPr>
      <w:pBdr>
        <w:top w:val="none" w:sz="0" w:space="0" w:color="auto"/>
        <w:left w:val="none" w:sz="0" w:space="0" w:color="auto"/>
        <w:bottom w:val="none" w:sz="0" w:space="0" w:color="auto"/>
        <w:right w:val="none" w:sz="0" w:space="0" w:color="auto"/>
        <w:between w:val="none" w:sz="0" w:space="0" w:color="auto"/>
      </w:pBdr>
    </w:pPr>
    <w:rPr>
      <w:rFonts w:ascii="Marianne Light" w:hAnsi="Marianne Light"/>
      <w:sz w:val="18"/>
      <w:szCs w:val="20"/>
    </w:rPr>
    <w:tblPr/>
    <w:tblStylePr w:type="firstRow">
      <w:rPr>
        <w:rFonts w:ascii="Marianne Light" w:hAnsi="Marianne Light"/>
        <w:sz w:val="18"/>
      </w:rPr>
      <w:tblPr/>
      <w:tcPr>
        <w:shd w:val="clear" w:color="auto" w:fill="000091"/>
      </w:tcPr>
    </w:tblStylePr>
  </w:style>
  <w:style w:type="table" w:styleId="TableauListe6Couleur-Accentuation5">
    <w:name w:val="List Table 6 Colorful Accent 5"/>
    <w:basedOn w:val="TableauNormal"/>
    <w:uiPriority w:val="51"/>
    <w:rsid w:val="004C2A04"/>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31849B" w:themeColor="accent5" w:themeShade="BF"/>
      <w:sz w:val="22"/>
      <w:lang w:val="fr-FR" w:bidi="ar-SA"/>
    </w:rPr>
    <w:tblPr>
      <w:tblStyleRowBandSize w:val="1"/>
      <w:tblStyleColBandSize w:val="1"/>
      <w:tblBorders>
        <w:top w:val="single" w:sz="4" w:space="0" w:color="4BACC6" w:themeColor="accent5"/>
        <w:bottom w:val="single" w:sz="4" w:space="0" w:color="4BACC6" w:themeColor="accent5"/>
      </w:tblBorders>
    </w:tblPr>
    <w:tblStylePr w:type="firstRow">
      <w:rPr>
        <w:rFonts w:ascii="Marianne Light" w:hAnsi="Marianne Light"/>
        <w:b/>
        <w:bCs/>
        <w:color w:val="375F91"/>
        <w:sz w:val="22"/>
      </w:rPr>
      <w:tblPr/>
      <w:tcPr>
        <w:tcBorders>
          <w:top w:val="single" w:sz="2" w:space="0" w:color="FFC000"/>
          <w:left w:val="single" w:sz="2" w:space="0" w:color="FFC000"/>
          <w:bottom w:val="single" w:sz="4" w:space="0" w:color="FFC000"/>
          <w:right w:val="single" w:sz="4" w:space="0" w:color="FFC000"/>
          <w:insideV w:val="single" w:sz="4" w:space="0" w:color="FFC000"/>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rappelloi">
    <w:name w:val="rappel loi"/>
    <w:qFormat/>
    <w:rsid w:val="004C2A04"/>
    <w:rPr>
      <w:rFonts w:ascii="Arial" w:eastAsiaTheme="minorHAnsi" w:hAnsi="Arial" w:cstheme="minorBidi"/>
      <w:color w:val="AD4847"/>
      <w:sz w:val="16"/>
      <w:szCs w:val="20"/>
      <w:lang w:val="fr-FR" w:bidi="ar-SA"/>
    </w:rPr>
  </w:style>
  <w:style w:type="paragraph" w:customStyle="1" w:styleId="consignes">
    <w:name w:val="consignes"/>
    <w:qFormat/>
    <w:rsid w:val="004C2A04"/>
    <w:pPr>
      <w:widowControl w:val="0"/>
      <w:spacing w:before="120" w:after="120"/>
      <w:ind w:right="-306"/>
    </w:pPr>
    <w:rPr>
      <w:rFonts w:ascii="Arial" w:eastAsiaTheme="minorHAnsi" w:hAnsi="Arial" w:cstheme="minorBidi"/>
      <w:i/>
      <w:color w:val="000091"/>
      <w:sz w:val="18"/>
      <w:szCs w:val="16"/>
      <w:lang w:val="fr-FR" w:bidi="ar-SA"/>
    </w:rPr>
  </w:style>
  <w:style w:type="paragraph" w:customStyle="1" w:styleId="rponses">
    <w:name w:val="réponses"/>
    <w:qFormat/>
    <w:rsid w:val="004C2A04"/>
    <w:pPr>
      <w:widowControl w:val="0"/>
      <w:spacing w:before="160" w:after="160" w:line="312" w:lineRule="auto"/>
      <w:ind w:right="-306"/>
    </w:pPr>
    <w:rPr>
      <w:rFonts w:ascii="Arial" w:eastAsiaTheme="minorHAnsi" w:hAnsi="Arial" w:cstheme="minorBidi"/>
      <w:color w:val="A6A6A6"/>
      <w:sz w:val="18"/>
      <w:szCs w:val="16"/>
      <w:lang w:val="fr-FR" w:bidi="ar-SA"/>
    </w:rPr>
  </w:style>
  <w:style w:type="paragraph" w:customStyle="1" w:styleId="contenutableau">
    <w:name w:val="contenu tableau"/>
    <w:qFormat/>
    <w:rsid w:val="004C2A04"/>
    <w:pPr>
      <w:ind w:left="173"/>
    </w:pPr>
    <w:rPr>
      <w:rFonts w:ascii="Arial" w:eastAsiaTheme="minorHAnsi" w:hAnsi="Arial" w:cstheme="minorBidi"/>
      <w:sz w:val="16"/>
      <w:szCs w:val="16"/>
      <w:lang w:val="fr-FR" w:bidi="ar-SA"/>
    </w:rPr>
  </w:style>
  <w:style w:type="paragraph" w:customStyle="1" w:styleId="rponsecocher">
    <w:name w:val="réponse à cocher"/>
    <w:qFormat/>
    <w:rsid w:val="004C2A04"/>
    <w:pPr>
      <w:spacing w:before="60" w:after="60"/>
      <w:ind w:hanging="284"/>
    </w:pPr>
    <w:rPr>
      <w:rFonts w:ascii="Arial" w:eastAsiaTheme="minorHAnsi" w:hAnsi="Arial" w:cstheme="minorBidi"/>
      <w:spacing w:val="-10"/>
      <w:sz w:val="18"/>
      <w:szCs w:val="20"/>
      <w:lang w:val="fr-FR" w:bidi="ar-SA"/>
    </w:rPr>
  </w:style>
  <w:style w:type="paragraph" w:customStyle="1" w:styleId="vosdroits">
    <w:name w:val="vos droits"/>
    <w:qFormat/>
    <w:rsid w:val="004C2A04"/>
    <w:pPr>
      <w:spacing w:before="60" w:after="60"/>
      <w:ind w:right="-1"/>
    </w:pPr>
    <w:rPr>
      <w:rFonts w:ascii="Arial" w:eastAsiaTheme="minorHAnsi" w:hAnsi="Arial" w:cstheme="minorBidi"/>
      <w:sz w:val="18"/>
      <w:szCs w:val="16"/>
      <w:lang w:val="fr-FR" w:bidi="ar-SA"/>
    </w:rPr>
  </w:style>
  <w:style w:type="paragraph" w:customStyle="1" w:styleId="exemplaires">
    <w:name w:val="exemplaires"/>
    <w:qFormat/>
    <w:rsid w:val="004C2A04"/>
    <w:pPr>
      <w:spacing w:before="360"/>
    </w:pPr>
    <w:rPr>
      <w:rFonts w:ascii="Arial" w:eastAsiaTheme="minorHAnsi" w:hAnsi="Arial" w:cstheme="minorBidi"/>
      <w:b/>
      <w:sz w:val="18"/>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fer.in.adc.education.fr\HomeDirectories\ekerdelh\SG_RGPD\ACADEMIES\DROIT%20IMAGE\www.cnil.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str-dgesco-c1-4\01-Pole%20infographie-ressources\Eduscol\autorisation%20captation\MODELE_Autorisation-captation-utilisation-image-voix-majeur\FDS-2025_Autorisation-captation-utilisation-image-voix-majeu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8C089C3D8249739FEA49F2EE8DD143"/>
        <w:category>
          <w:name w:val="Général"/>
          <w:gallery w:val="placeholder"/>
        </w:category>
        <w:types>
          <w:type w:val="bbPlcHdr"/>
        </w:types>
        <w:behaviors>
          <w:behavior w:val="content"/>
        </w:behaviors>
        <w:guid w:val="{220067FC-57E8-4061-97F6-008B83887ACD}"/>
      </w:docPartPr>
      <w:docPartBody>
        <w:p w:rsidR="00383988" w:rsidRDefault="005914B2" w:rsidP="005914B2">
          <w:pPr>
            <w:pStyle w:val="FC8C089C3D8249739FEA49F2EE8DD143"/>
          </w:pPr>
          <w:r w:rsidRPr="00737271">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CFB0C625-C252-4287-A160-20C86190C599}"/>
      </w:docPartPr>
      <w:docPartBody>
        <w:p w:rsidR="00383988" w:rsidRDefault="005914B2">
          <w:r w:rsidRPr="007D2D50">
            <w:rPr>
              <w:rStyle w:val="Textedelespacerserv"/>
            </w:rPr>
            <w:t>Cliquez ou appuyez ici pour entrer du texte.</w:t>
          </w:r>
        </w:p>
      </w:docPartBody>
    </w:docPart>
    <w:docPart>
      <w:docPartPr>
        <w:name w:val="BEFE780DE79D4701A0D8A76602FB9D44"/>
        <w:category>
          <w:name w:val="Général"/>
          <w:gallery w:val="placeholder"/>
        </w:category>
        <w:types>
          <w:type w:val="bbPlcHdr"/>
        </w:types>
        <w:behaviors>
          <w:behavior w:val="content"/>
        </w:behaviors>
        <w:guid w:val="{14B41D82-D6FC-4648-BF79-6CD18A608125}"/>
      </w:docPartPr>
      <w:docPartBody>
        <w:p w:rsidR="00383988" w:rsidRDefault="005914B2" w:rsidP="005914B2">
          <w:pPr>
            <w:pStyle w:val="BEFE780DE79D4701A0D8A76602FB9D44"/>
          </w:pPr>
          <w:r w:rsidRPr="007D2D50">
            <w:rPr>
              <w:rStyle w:val="Textedelespacerserv"/>
            </w:rPr>
            <w:t>Cliquez ou appuyez ici pour entrer du texte.</w:t>
          </w:r>
        </w:p>
      </w:docPartBody>
    </w:docPart>
    <w:docPart>
      <w:docPartPr>
        <w:name w:val="0BBB06A9D99348F8AD23F20998EE64E1"/>
        <w:category>
          <w:name w:val="Général"/>
          <w:gallery w:val="placeholder"/>
        </w:category>
        <w:types>
          <w:type w:val="bbPlcHdr"/>
        </w:types>
        <w:behaviors>
          <w:behavior w:val="content"/>
        </w:behaviors>
        <w:guid w:val="{FCFC5FDE-FD9B-4B00-9E74-04CAA36FAACC}"/>
      </w:docPartPr>
      <w:docPartBody>
        <w:p w:rsidR="00383988" w:rsidRDefault="005914B2" w:rsidP="005914B2">
          <w:pPr>
            <w:pStyle w:val="0BBB06A9D99348F8AD23F20998EE64E1"/>
          </w:pPr>
          <w:r w:rsidRPr="007D2D50">
            <w:rPr>
              <w:rStyle w:val="Textedelespacerserv"/>
            </w:rPr>
            <w:t>Cliquez ou appuyez ici pour entrer du texte.</w:t>
          </w:r>
        </w:p>
      </w:docPartBody>
    </w:docPart>
    <w:docPart>
      <w:docPartPr>
        <w:name w:val="0A15285AA47A4ADCB242A4305BFA3D7F"/>
        <w:category>
          <w:name w:val="Général"/>
          <w:gallery w:val="placeholder"/>
        </w:category>
        <w:types>
          <w:type w:val="bbPlcHdr"/>
        </w:types>
        <w:behaviors>
          <w:behavior w:val="content"/>
        </w:behaviors>
        <w:guid w:val="{41C5B9EA-4D1D-49EF-8D66-2A14C83D3219}"/>
      </w:docPartPr>
      <w:docPartBody>
        <w:p w:rsidR="00383988" w:rsidRDefault="005914B2" w:rsidP="005914B2">
          <w:pPr>
            <w:pStyle w:val="0A15285AA47A4ADCB242A4305BFA3D7F"/>
          </w:pPr>
          <w:r w:rsidRPr="00737271">
            <w:rPr>
              <w:rStyle w:val="Textedelespacerserv"/>
            </w:rPr>
            <w:t>Cliquez ou appuyez ici pour entrer du texte.</w:t>
          </w:r>
        </w:p>
      </w:docPartBody>
    </w:docPart>
    <w:docPart>
      <w:docPartPr>
        <w:name w:val="AEA5BFA51A2D4F40826E223CD2CBE2DB"/>
        <w:category>
          <w:name w:val="Général"/>
          <w:gallery w:val="placeholder"/>
        </w:category>
        <w:types>
          <w:type w:val="bbPlcHdr"/>
        </w:types>
        <w:behaviors>
          <w:behavior w:val="content"/>
        </w:behaviors>
        <w:guid w:val="{E4A3C92D-FD12-45D2-9582-0B6FA8EC891A}"/>
      </w:docPartPr>
      <w:docPartBody>
        <w:p w:rsidR="00383988" w:rsidRDefault="005914B2" w:rsidP="005914B2">
          <w:pPr>
            <w:pStyle w:val="AEA5BFA51A2D4F40826E223CD2CBE2DB"/>
          </w:pPr>
          <w:r w:rsidRPr="00737271">
            <w:rPr>
              <w:rStyle w:val="Textedelespacerserv"/>
            </w:rPr>
            <w:t>Cliquez ou appuyez ici pour entrer du texte.</w:t>
          </w:r>
        </w:p>
      </w:docPartBody>
    </w:docPart>
    <w:docPart>
      <w:docPartPr>
        <w:name w:val="F5DD1CF328C04671906AB8E8BDD2D6CA"/>
        <w:category>
          <w:name w:val="Général"/>
          <w:gallery w:val="placeholder"/>
        </w:category>
        <w:types>
          <w:type w:val="bbPlcHdr"/>
        </w:types>
        <w:behaviors>
          <w:behavior w:val="content"/>
        </w:behaviors>
        <w:guid w:val="{822FF91E-2302-41B4-83C0-D7150D2DC7BD}"/>
      </w:docPartPr>
      <w:docPartBody>
        <w:p w:rsidR="00383988" w:rsidRDefault="005914B2" w:rsidP="005914B2">
          <w:pPr>
            <w:pStyle w:val="F5DD1CF328C04671906AB8E8BDD2D6CA"/>
          </w:pPr>
          <w:r w:rsidRPr="00631743">
            <w:rPr>
              <w:rStyle w:val="Textedelespacerserv"/>
            </w:rPr>
            <w:t>Cliquez ou appuyez ici pour entrer une date.</w:t>
          </w:r>
        </w:p>
      </w:docPartBody>
    </w:docPart>
    <w:docPart>
      <w:docPartPr>
        <w:name w:val="828A24DF065144F89919393CD9D0C031"/>
        <w:category>
          <w:name w:val="Général"/>
          <w:gallery w:val="placeholder"/>
        </w:category>
        <w:types>
          <w:type w:val="bbPlcHdr"/>
        </w:types>
        <w:behaviors>
          <w:behavior w:val="content"/>
        </w:behaviors>
        <w:guid w:val="{F1A18BAB-5762-4880-9EFB-7DBFAEE79EFB}"/>
      </w:docPartPr>
      <w:docPartBody>
        <w:p w:rsidR="00383988" w:rsidRDefault="005914B2" w:rsidP="005914B2">
          <w:pPr>
            <w:pStyle w:val="828A24DF065144F89919393CD9D0C031"/>
          </w:pPr>
          <w:r w:rsidRPr="00737271">
            <w:rPr>
              <w:rStyle w:val="Textedelespacerserv"/>
            </w:rPr>
            <w:t>Cliquez ou appuyez ici pour entrer du texte.</w:t>
          </w:r>
        </w:p>
      </w:docPartBody>
    </w:docPart>
    <w:docPart>
      <w:docPartPr>
        <w:name w:val="F4A6300660EC4DE2875CADC6D370823E"/>
        <w:category>
          <w:name w:val="Général"/>
          <w:gallery w:val="placeholder"/>
        </w:category>
        <w:types>
          <w:type w:val="bbPlcHdr"/>
        </w:types>
        <w:behaviors>
          <w:behavior w:val="content"/>
        </w:behaviors>
        <w:guid w:val="{B3C65E08-3B9B-46CD-AF68-CC4E3244D25F}"/>
      </w:docPartPr>
      <w:docPartBody>
        <w:p w:rsidR="00383988" w:rsidRDefault="005914B2" w:rsidP="005914B2">
          <w:pPr>
            <w:pStyle w:val="F4A6300660EC4DE2875CADC6D370823E"/>
          </w:pPr>
          <w:r w:rsidRPr="00737271">
            <w:rPr>
              <w:rStyle w:val="Textedelespacerserv"/>
            </w:rPr>
            <w:t>Cliquez ou appuyez ici pour entrer du texte.</w:t>
          </w:r>
        </w:p>
      </w:docPartBody>
    </w:docPart>
    <w:docPart>
      <w:docPartPr>
        <w:name w:val="07522C9A7FD842E69FFFA6B6972B353A"/>
        <w:category>
          <w:name w:val="Général"/>
          <w:gallery w:val="placeholder"/>
        </w:category>
        <w:types>
          <w:type w:val="bbPlcHdr"/>
        </w:types>
        <w:behaviors>
          <w:behavior w:val="content"/>
        </w:behaviors>
        <w:guid w:val="{BCDE760D-07AA-4F3F-AEF0-7835323A680C}"/>
      </w:docPartPr>
      <w:docPartBody>
        <w:p w:rsidR="00383988" w:rsidRDefault="005914B2" w:rsidP="005914B2">
          <w:pPr>
            <w:pStyle w:val="07522C9A7FD842E69FFFA6B6972B353A"/>
          </w:pPr>
          <w:r w:rsidRPr="00737271">
            <w:rPr>
              <w:rStyle w:val="Textedelespacerserv"/>
            </w:rPr>
            <w:t>Cliquez ou appuyez ici pour entrer du texte.</w:t>
          </w:r>
        </w:p>
      </w:docPartBody>
    </w:docPart>
    <w:docPart>
      <w:docPartPr>
        <w:name w:val="492B7E2A8F264F899D6443BBC787DD97"/>
        <w:category>
          <w:name w:val="Général"/>
          <w:gallery w:val="placeholder"/>
        </w:category>
        <w:types>
          <w:type w:val="bbPlcHdr"/>
        </w:types>
        <w:behaviors>
          <w:behavior w:val="content"/>
        </w:behaviors>
        <w:guid w:val="{9F18DD9E-EBD6-4671-8ED9-E656CE827331}"/>
      </w:docPartPr>
      <w:docPartBody>
        <w:p w:rsidR="00383988" w:rsidRDefault="005914B2" w:rsidP="005914B2">
          <w:pPr>
            <w:pStyle w:val="492B7E2A8F264F899D6443BBC787DD97"/>
          </w:pPr>
          <w:r w:rsidRPr="00737271">
            <w:rPr>
              <w:rStyle w:val="Textedelespacerserv"/>
            </w:rPr>
            <w:t>Cliquez ou appuyez ici pour entrer du texte.</w:t>
          </w:r>
        </w:p>
      </w:docPartBody>
    </w:docPart>
    <w:docPart>
      <w:docPartPr>
        <w:name w:val="8C0ED32A51D347A0A137FE8BB322D0F0"/>
        <w:category>
          <w:name w:val="Général"/>
          <w:gallery w:val="placeholder"/>
        </w:category>
        <w:types>
          <w:type w:val="bbPlcHdr"/>
        </w:types>
        <w:behaviors>
          <w:behavior w:val="content"/>
        </w:behaviors>
        <w:guid w:val="{BCEFBC05-2932-4352-AD79-B012D49EB900}"/>
      </w:docPartPr>
      <w:docPartBody>
        <w:p w:rsidR="00383988" w:rsidRDefault="005914B2" w:rsidP="005914B2">
          <w:pPr>
            <w:pStyle w:val="8C0ED32A51D347A0A137FE8BB322D0F0"/>
          </w:pPr>
          <w:r w:rsidRPr="00737271">
            <w:rPr>
              <w:rStyle w:val="Textedelespacerserv"/>
            </w:rPr>
            <w:t>Cliquez ou appuyez ici pour entrer du texte.</w:t>
          </w:r>
        </w:p>
      </w:docPartBody>
    </w:docPart>
    <w:docPart>
      <w:docPartPr>
        <w:name w:val="9BDD5693A4434D4B89D31B39BC129F64"/>
        <w:category>
          <w:name w:val="Général"/>
          <w:gallery w:val="placeholder"/>
        </w:category>
        <w:types>
          <w:type w:val="bbPlcHdr"/>
        </w:types>
        <w:behaviors>
          <w:behavior w:val="content"/>
        </w:behaviors>
        <w:guid w:val="{124E96B3-D874-4147-8E06-8D2A9BB09B1D}"/>
      </w:docPartPr>
      <w:docPartBody>
        <w:p w:rsidR="00383988" w:rsidRDefault="005914B2" w:rsidP="005914B2">
          <w:pPr>
            <w:pStyle w:val="9BDD5693A4434D4B89D31B39BC129F64"/>
          </w:pPr>
          <w:r w:rsidRPr="00737271">
            <w:rPr>
              <w:rStyle w:val="Textedelespacerserv"/>
            </w:rPr>
            <w:t>Cliquez ou appuyez ici pour entrer du texte.</w:t>
          </w:r>
        </w:p>
      </w:docPartBody>
    </w:docPart>
    <w:docPart>
      <w:docPartPr>
        <w:name w:val="B80E41A644E94531979E8DC5A6D1B238"/>
        <w:category>
          <w:name w:val="Général"/>
          <w:gallery w:val="placeholder"/>
        </w:category>
        <w:types>
          <w:type w:val="bbPlcHdr"/>
        </w:types>
        <w:behaviors>
          <w:behavior w:val="content"/>
        </w:behaviors>
        <w:guid w:val="{9E2DA0FB-26EC-4F7C-961F-A6A62A4AD650}"/>
      </w:docPartPr>
      <w:docPartBody>
        <w:p w:rsidR="00383988" w:rsidRDefault="005914B2" w:rsidP="005914B2">
          <w:pPr>
            <w:pStyle w:val="B80E41A644E94531979E8DC5A6D1B238"/>
          </w:pPr>
          <w:r w:rsidRPr="00631743">
            <w:rPr>
              <w:rStyle w:val="Textedelespacerserv"/>
            </w:rPr>
            <w:t>Cliquez ou appuyez ici pour entrer une date.</w:t>
          </w:r>
        </w:p>
      </w:docPartBody>
    </w:docPart>
    <w:docPart>
      <w:docPartPr>
        <w:name w:val="5ECA0D6A25B54B80A503F24221222C2B"/>
        <w:category>
          <w:name w:val="Général"/>
          <w:gallery w:val="placeholder"/>
        </w:category>
        <w:types>
          <w:type w:val="bbPlcHdr"/>
        </w:types>
        <w:behaviors>
          <w:behavior w:val="content"/>
        </w:behaviors>
        <w:guid w:val="{BAE974FD-C75F-456A-91C3-1B8DBA18989C}"/>
      </w:docPartPr>
      <w:docPartBody>
        <w:p w:rsidR="00383988" w:rsidRDefault="005914B2" w:rsidP="005914B2">
          <w:pPr>
            <w:pStyle w:val="5ECA0D6A25B54B80A503F24221222C2B"/>
          </w:pPr>
          <w:r w:rsidRPr="007D2D50">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B2"/>
    <w:rsid w:val="00383988"/>
    <w:rsid w:val="005914B2"/>
    <w:rsid w:val="00E06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14B2"/>
    <w:rPr>
      <w:color w:val="808080"/>
    </w:rPr>
  </w:style>
  <w:style w:type="paragraph" w:customStyle="1" w:styleId="FC8C089C3D8249739FEA49F2EE8DD143">
    <w:name w:val="FC8C089C3D8249739FEA49F2EE8DD143"/>
    <w:rsid w:val="005914B2"/>
  </w:style>
  <w:style w:type="paragraph" w:customStyle="1" w:styleId="BEFE780DE79D4701A0D8A76602FB9D44">
    <w:name w:val="BEFE780DE79D4701A0D8A76602FB9D44"/>
    <w:rsid w:val="005914B2"/>
  </w:style>
  <w:style w:type="paragraph" w:customStyle="1" w:styleId="0BBB06A9D99348F8AD23F20998EE64E1">
    <w:name w:val="0BBB06A9D99348F8AD23F20998EE64E1"/>
    <w:rsid w:val="005914B2"/>
  </w:style>
  <w:style w:type="paragraph" w:customStyle="1" w:styleId="0A15285AA47A4ADCB242A4305BFA3D7F">
    <w:name w:val="0A15285AA47A4ADCB242A4305BFA3D7F"/>
    <w:rsid w:val="005914B2"/>
  </w:style>
  <w:style w:type="paragraph" w:customStyle="1" w:styleId="AEA5BFA51A2D4F40826E223CD2CBE2DB">
    <w:name w:val="AEA5BFA51A2D4F40826E223CD2CBE2DB"/>
    <w:rsid w:val="005914B2"/>
  </w:style>
  <w:style w:type="paragraph" w:customStyle="1" w:styleId="F5DD1CF328C04671906AB8E8BDD2D6CA">
    <w:name w:val="F5DD1CF328C04671906AB8E8BDD2D6CA"/>
    <w:rsid w:val="005914B2"/>
  </w:style>
  <w:style w:type="paragraph" w:customStyle="1" w:styleId="828A24DF065144F89919393CD9D0C031">
    <w:name w:val="828A24DF065144F89919393CD9D0C031"/>
    <w:rsid w:val="005914B2"/>
  </w:style>
  <w:style w:type="paragraph" w:customStyle="1" w:styleId="F4A6300660EC4DE2875CADC6D370823E">
    <w:name w:val="F4A6300660EC4DE2875CADC6D370823E"/>
    <w:rsid w:val="005914B2"/>
  </w:style>
  <w:style w:type="paragraph" w:customStyle="1" w:styleId="07522C9A7FD842E69FFFA6B6972B353A">
    <w:name w:val="07522C9A7FD842E69FFFA6B6972B353A"/>
    <w:rsid w:val="005914B2"/>
  </w:style>
  <w:style w:type="paragraph" w:customStyle="1" w:styleId="492B7E2A8F264F899D6443BBC787DD97">
    <w:name w:val="492B7E2A8F264F899D6443BBC787DD97"/>
    <w:rsid w:val="005914B2"/>
  </w:style>
  <w:style w:type="paragraph" w:customStyle="1" w:styleId="8C0ED32A51D347A0A137FE8BB322D0F0">
    <w:name w:val="8C0ED32A51D347A0A137FE8BB322D0F0"/>
    <w:rsid w:val="005914B2"/>
  </w:style>
  <w:style w:type="paragraph" w:customStyle="1" w:styleId="9BDD5693A4434D4B89D31B39BC129F64">
    <w:name w:val="9BDD5693A4434D4B89D31B39BC129F64"/>
    <w:rsid w:val="005914B2"/>
  </w:style>
  <w:style w:type="paragraph" w:customStyle="1" w:styleId="B80E41A644E94531979E8DC5A6D1B238">
    <w:name w:val="B80E41A644E94531979E8DC5A6D1B238"/>
    <w:rsid w:val="005914B2"/>
  </w:style>
  <w:style w:type="paragraph" w:customStyle="1" w:styleId="5ECA0D6A25B54B80A503F24221222C2B">
    <w:name w:val="5ECA0D6A25B54B80A503F24221222C2B"/>
    <w:rsid w:val="005914B2"/>
  </w:style>
  <w:style w:type="paragraph" w:customStyle="1" w:styleId="7B03248D17014F07A46E77760A2658D7">
    <w:name w:val="7B03248D17014F07A46E77760A2658D7"/>
    <w:rsid w:val="00591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99383-F307-46AA-A9BF-929AD62B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FDS-2025_Autorisation-captation-utilisation-image-voix-majeur.dotx</Template>
  <TotalTime>1</TotalTime>
  <Pages>2</Pages>
  <Words>1061</Words>
  <Characters>5841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ISABELLE JULE</cp:lastModifiedBy>
  <cp:revision>2</cp:revision>
  <dcterms:created xsi:type="dcterms:W3CDTF">2025-10-15T12:59:00Z</dcterms:created>
  <dcterms:modified xsi:type="dcterms:W3CDTF">2025-10-15T12:59:00Z</dcterms:modified>
</cp:coreProperties>
</file>