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12CE7" w14:textId="79E7C396" w:rsidR="00046742" w:rsidRPr="00FE6E7E" w:rsidRDefault="00046742" w:rsidP="00795D61">
      <w:pPr>
        <w:pStyle w:val="Titredudocument"/>
      </w:pPr>
      <w:r w:rsidRPr="00FE6E7E">
        <w:t>Fiche élève : «</w:t>
      </w:r>
      <w:r w:rsidR="004E76CE">
        <w:t> </w:t>
      </w:r>
      <w:r w:rsidRPr="00FE6E7E">
        <w:t>Je comprends</w:t>
      </w:r>
      <w:r w:rsidR="004E76CE">
        <w:t> </w:t>
      </w:r>
      <w:r w:rsidRPr="00FE6E7E">
        <w:t>» (C</w:t>
      </w:r>
      <w:r w:rsidR="00D54C8A" w:rsidRPr="00FE6E7E">
        <w:t>5</w:t>
      </w:r>
      <w:r w:rsidR="00795D61">
        <w:t> : r</w:t>
      </w:r>
      <w:r w:rsidR="009A16DC" w:rsidRPr="00FE6E7E">
        <w:t>ecto</w:t>
      </w:r>
      <w:r w:rsidRPr="00FE6E7E">
        <w:t>)</w:t>
      </w:r>
    </w:p>
    <w:p w14:paraId="79FEEA42" w14:textId="4248B4BD" w:rsidR="00046742" w:rsidRPr="00795D61" w:rsidRDefault="00046742" w:rsidP="00795D61">
      <w:pPr>
        <w:pStyle w:val="Encartgras"/>
        <w:rPr>
          <w:rFonts w:eastAsiaTheme="minorHAnsi"/>
        </w:rPr>
      </w:pPr>
      <w:r w:rsidRPr="00795D61">
        <w:t>Domaine</w:t>
      </w:r>
      <w:r w:rsidR="004E76CE">
        <w:t> </w:t>
      </w:r>
      <w:r w:rsidRPr="00795D61">
        <w:t xml:space="preserve">: </w:t>
      </w:r>
      <w:r w:rsidRPr="00795D61">
        <w:rPr>
          <w:rFonts w:eastAsiaTheme="minorHAnsi"/>
        </w:rPr>
        <w:t>Organisation et gestion de données, fonction</w:t>
      </w:r>
    </w:p>
    <w:p w14:paraId="436DCF8D" w14:textId="33112458" w:rsidR="00046742" w:rsidRPr="00795D61" w:rsidRDefault="00046742" w:rsidP="00795D61">
      <w:pPr>
        <w:pStyle w:val="Encartgras"/>
        <w:rPr>
          <w:rFonts w:eastAsiaTheme="minorHAnsi"/>
        </w:rPr>
      </w:pPr>
      <w:r w:rsidRPr="00795D61">
        <w:t xml:space="preserve">Sous thème : </w:t>
      </w:r>
      <w:r w:rsidRPr="00795D61">
        <w:rPr>
          <w:rFonts w:eastAsiaTheme="minorHAnsi"/>
        </w:rPr>
        <w:t>Résoudre des problèmes simples en lien avec la proportionnalité (linéarité)</w:t>
      </w:r>
    </w:p>
    <w:p w14:paraId="1BC692C8" w14:textId="77777777" w:rsidR="00795D61" w:rsidRDefault="00795D61" w:rsidP="00795D61">
      <w:pPr>
        <w:pStyle w:val="Titre1"/>
      </w:pPr>
      <w:r>
        <w:t>Je m’exerce</w:t>
      </w:r>
    </w:p>
    <w:p w14:paraId="33AC0E13" w14:textId="420CF804" w:rsidR="00795D61" w:rsidRPr="00856626" w:rsidRDefault="00795D61" w:rsidP="00795D61">
      <w:pPr>
        <w:pStyle w:val="Titre2"/>
      </w:pPr>
      <w:r w:rsidRPr="000D0A4C">
        <w:t>Exercice</w:t>
      </w:r>
      <w:r w:rsidR="004E76CE">
        <w:t> </w:t>
      </w:r>
      <w:r>
        <w:t>1</w:t>
      </w:r>
    </w:p>
    <w:p w14:paraId="6AA4BB07" w14:textId="77777777" w:rsidR="00795D61" w:rsidRPr="00795D61" w:rsidRDefault="00795D61" w:rsidP="00795D61">
      <w:pPr>
        <w:pStyle w:val="Paragraphedeliste"/>
        <w:numPr>
          <w:ilvl w:val="0"/>
          <w:numId w:val="2"/>
        </w:numPr>
        <w:spacing w:after="200" w:line="276" w:lineRule="auto"/>
        <w:rPr>
          <w:i/>
          <w:iCs w:val="0"/>
          <w:szCs w:val="26"/>
        </w:rPr>
      </w:pPr>
      <w:r w:rsidRPr="00795D61">
        <w:rPr>
          <w:szCs w:val="26"/>
        </w:rPr>
        <w:t>On donne la situation problème suivante :</w:t>
      </w:r>
      <w:r w:rsidRPr="00795D61">
        <w:rPr>
          <w:b/>
          <w:bCs/>
          <w:szCs w:val="26"/>
        </w:rPr>
        <w:t xml:space="preserve"> </w:t>
      </w:r>
    </w:p>
    <w:p w14:paraId="4CA7EA5D" w14:textId="40B0E0DE" w:rsidR="00795D61" w:rsidRPr="00795D61" w:rsidRDefault="00795D61" w:rsidP="00795D61">
      <w:pPr>
        <w:pStyle w:val="Paragraphedeliste"/>
        <w:spacing w:after="200" w:line="276" w:lineRule="auto"/>
        <w:rPr>
          <w:i/>
          <w:iCs w:val="0"/>
          <w:szCs w:val="26"/>
        </w:rPr>
      </w:pPr>
      <w:r w:rsidRPr="00795D61">
        <w:rPr>
          <w:szCs w:val="26"/>
        </w:rPr>
        <w:t>«</w:t>
      </w:r>
      <w:r w:rsidR="004E76CE">
        <w:rPr>
          <w:szCs w:val="26"/>
        </w:rPr>
        <w:t> </w:t>
      </w:r>
      <w:r w:rsidRPr="00795D61">
        <w:rPr>
          <w:i/>
          <w:szCs w:val="26"/>
        </w:rPr>
        <w:t>Un tuyau d’arrosage est percé. Il laisse échapper de façon continue trois litres d’eau en deux heures. Dans ces conditions</w:t>
      </w:r>
      <w:r w:rsidRPr="00795D61">
        <w:rPr>
          <w:szCs w:val="26"/>
        </w:rPr>
        <w:t xml:space="preserve"> </w:t>
      </w:r>
      <w:r w:rsidRPr="00795D61">
        <w:rPr>
          <w:i/>
          <w:szCs w:val="26"/>
        </w:rPr>
        <w:t>quelle quantité d’eau se sera écoulée au bout d’une demi-journée</w:t>
      </w:r>
      <w:r w:rsidR="004E76CE">
        <w:rPr>
          <w:i/>
          <w:szCs w:val="26"/>
        </w:rPr>
        <w:t> </w:t>
      </w:r>
      <w:r w:rsidRPr="00795D61">
        <w:rPr>
          <w:i/>
          <w:szCs w:val="26"/>
        </w:rPr>
        <w:t>?</w:t>
      </w:r>
      <w:r w:rsidR="004E76CE">
        <w:rPr>
          <w:i/>
          <w:szCs w:val="26"/>
        </w:rPr>
        <w:t> </w:t>
      </w:r>
      <w:r w:rsidRPr="00795D61">
        <w:rPr>
          <w:i/>
          <w:szCs w:val="26"/>
        </w:rPr>
        <w:t>»</w:t>
      </w:r>
      <w:r w:rsidRPr="00795D61">
        <w:rPr>
          <w:szCs w:val="26"/>
        </w:rPr>
        <w:t xml:space="preserve"> </w:t>
      </w:r>
      <w:r w:rsidRPr="00795D61">
        <w:rPr>
          <w:i/>
          <w:szCs w:val="26"/>
        </w:rPr>
        <w:t xml:space="preserve"> </w:t>
      </w:r>
    </w:p>
    <w:p w14:paraId="60D6BE0F" w14:textId="77777777" w:rsidR="00795D61" w:rsidRPr="00795D61" w:rsidRDefault="00795D61" w:rsidP="00795D61">
      <w:pPr>
        <w:spacing w:after="200" w:line="276" w:lineRule="auto"/>
        <w:ind w:left="708" w:firstLine="12"/>
        <w:rPr>
          <w:szCs w:val="26"/>
        </w:rPr>
      </w:pPr>
      <w:r w:rsidRPr="00795D61">
        <w:rPr>
          <w:szCs w:val="26"/>
        </w:rPr>
        <w:t>Traduire cette situation avec les outils à votre disposition (Modèle en barres, tableaux, matériels mis à ta disposition …) puis répondre à la question en faisant apparaître les calculs effectués.</w:t>
      </w:r>
    </w:p>
    <w:p w14:paraId="29464235" w14:textId="5523E11B" w:rsidR="00795D61" w:rsidRPr="00795D61" w:rsidRDefault="00795D61" w:rsidP="00795D61">
      <w:pPr>
        <w:pStyle w:val="Paragraphedeliste"/>
        <w:numPr>
          <w:ilvl w:val="0"/>
          <w:numId w:val="2"/>
        </w:numPr>
        <w:rPr>
          <w:szCs w:val="26"/>
        </w:rPr>
      </w:pPr>
      <w:r w:rsidRPr="00795D61">
        <w:rPr>
          <w:szCs w:val="26"/>
        </w:rPr>
        <w:t>Quel temps s’est écoulé pour laisser s’échapper 27 litres</w:t>
      </w:r>
      <w:r w:rsidR="004E76CE">
        <w:rPr>
          <w:szCs w:val="26"/>
        </w:rPr>
        <w:t> </w:t>
      </w:r>
      <w:r w:rsidRPr="00795D61">
        <w:rPr>
          <w:szCs w:val="26"/>
        </w:rPr>
        <w:t>? Justifier la démarche en détaillant les calculs effectués.</w:t>
      </w:r>
    </w:p>
    <w:p w14:paraId="0766AF4B" w14:textId="77777777" w:rsidR="00795D61" w:rsidRPr="00795D61" w:rsidRDefault="00795D61" w:rsidP="00795D61">
      <w:pPr>
        <w:jc w:val="both"/>
        <w:rPr>
          <w:b/>
          <w:bCs/>
          <w:szCs w:val="26"/>
        </w:rPr>
      </w:pPr>
      <w:r w:rsidRPr="00795D61">
        <w:rPr>
          <w:noProof/>
          <w:sz w:val="18"/>
        </w:rPr>
        <w:drawing>
          <wp:inline distT="0" distB="0" distL="0" distR="0" wp14:anchorId="095F8107" wp14:editId="2FE5A689">
            <wp:extent cx="1579880" cy="1371600"/>
            <wp:effectExtent l="0" t="0" r="1270" b="0"/>
            <wp:docPr id="2" name="Image 1" descr="Résultat d’images pour réglettes cuisinair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Résultat d’images pour réglettes cuisinaires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D61">
        <w:rPr>
          <w:szCs w:val="26"/>
        </w:rPr>
        <w:t>(Retourner la carte pour vérifier vos propositions)</w:t>
      </w:r>
    </w:p>
    <w:p w14:paraId="6A0A9D8A" w14:textId="6730B873" w:rsidR="00795D61" w:rsidRPr="00856626" w:rsidRDefault="00795D61" w:rsidP="00795D61">
      <w:pPr>
        <w:pStyle w:val="Titre2"/>
      </w:pPr>
      <w:r w:rsidRPr="000D0A4C">
        <w:t>Exercice</w:t>
      </w:r>
      <w:r w:rsidR="004E76CE">
        <w:t> </w:t>
      </w:r>
      <w:r>
        <w:t>2</w:t>
      </w:r>
    </w:p>
    <w:p w14:paraId="344AB9A9" w14:textId="77777777" w:rsidR="00795D61" w:rsidRPr="00795D61" w:rsidRDefault="00795D61" w:rsidP="00795D61">
      <w:pPr>
        <w:spacing w:after="200" w:line="276" w:lineRule="auto"/>
        <w:rPr>
          <w:b/>
          <w:bCs/>
          <w:szCs w:val="26"/>
        </w:rPr>
      </w:pPr>
      <w:r w:rsidRPr="00795D61">
        <w:rPr>
          <w:szCs w:val="26"/>
        </w:rPr>
        <w:t>On donne la situation problème suivante :</w:t>
      </w:r>
      <w:r w:rsidRPr="00795D61">
        <w:rPr>
          <w:b/>
          <w:bCs/>
          <w:szCs w:val="26"/>
        </w:rPr>
        <w:t xml:space="preserve"> </w:t>
      </w:r>
    </w:p>
    <w:p w14:paraId="31C14BE8" w14:textId="12342EBA" w:rsidR="00795D61" w:rsidRPr="00795D61" w:rsidRDefault="00795D61" w:rsidP="00795D61">
      <w:pPr>
        <w:spacing w:after="200" w:line="276" w:lineRule="auto"/>
        <w:rPr>
          <w:b/>
          <w:bCs/>
          <w:i/>
          <w:iCs w:val="0"/>
          <w:szCs w:val="26"/>
        </w:rPr>
      </w:pPr>
      <w:r w:rsidRPr="00795D61">
        <w:rPr>
          <w:szCs w:val="26"/>
        </w:rPr>
        <w:t>«</w:t>
      </w:r>
      <w:r w:rsidR="004E76CE">
        <w:rPr>
          <w:szCs w:val="26"/>
        </w:rPr>
        <w:t> </w:t>
      </w:r>
      <w:r w:rsidRPr="00795D61">
        <w:rPr>
          <w:i/>
          <w:szCs w:val="26"/>
        </w:rPr>
        <w:t>Charles a acheté 12 bouteilles de boisson gazeuse pour 18</w:t>
      </w:r>
      <w:r w:rsidR="004E76CE">
        <w:rPr>
          <w:i/>
          <w:szCs w:val="26"/>
        </w:rPr>
        <w:t> </w:t>
      </w:r>
      <w:r w:rsidRPr="00795D61">
        <w:rPr>
          <w:i/>
          <w:szCs w:val="26"/>
        </w:rPr>
        <w:t>€. Dans ces conditions combien aurait-il payé s’il en avait acheté 18</w:t>
      </w:r>
      <w:r w:rsidR="004E76CE">
        <w:rPr>
          <w:i/>
          <w:szCs w:val="26"/>
        </w:rPr>
        <w:t> </w:t>
      </w:r>
      <w:r w:rsidRPr="00795D61">
        <w:rPr>
          <w:i/>
          <w:szCs w:val="26"/>
        </w:rPr>
        <w:t>?</w:t>
      </w:r>
      <w:r w:rsidR="004E76CE">
        <w:rPr>
          <w:i/>
          <w:szCs w:val="26"/>
        </w:rPr>
        <w:t> </w:t>
      </w:r>
      <w:r w:rsidRPr="00795D61">
        <w:rPr>
          <w:i/>
          <w:szCs w:val="26"/>
        </w:rPr>
        <w:t>»</w:t>
      </w:r>
    </w:p>
    <w:p w14:paraId="44FDB691" w14:textId="77777777" w:rsidR="00795D61" w:rsidRPr="00795D61" w:rsidRDefault="00795D61" w:rsidP="00795D61">
      <w:pPr>
        <w:spacing w:after="200" w:line="276" w:lineRule="auto"/>
        <w:rPr>
          <w:szCs w:val="26"/>
        </w:rPr>
      </w:pPr>
      <w:r w:rsidRPr="00795D61">
        <w:rPr>
          <w:szCs w:val="26"/>
        </w:rPr>
        <w:t>Traduire cette situation avec l’un des outils à votre disposition (Modèle en barres, tableaux, matériels mis à votre disposition …) puis répondre à la question en faisant apparaître les calculs effectués.</w:t>
      </w:r>
    </w:p>
    <w:p w14:paraId="4F786A4B" w14:textId="3A8AB214" w:rsidR="00795D61" w:rsidRPr="00795D61" w:rsidRDefault="00795D61" w:rsidP="00795D61">
      <w:pPr>
        <w:rPr>
          <w:rFonts w:eastAsiaTheme="minorHAnsi"/>
          <w:sz w:val="18"/>
        </w:rPr>
      </w:pPr>
      <w:r w:rsidRPr="00795D61">
        <w:rPr>
          <w:szCs w:val="26"/>
        </w:rPr>
        <w:t>(Retourner la carte pour vérifier vos propositions)</w:t>
      </w:r>
    </w:p>
    <w:p w14:paraId="6FB4240D" w14:textId="0330794A" w:rsidR="00674C37" w:rsidRPr="00795D61" w:rsidRDefault="00211984" w:rsidP="00795D61">
      <w:pPr>
        <w:jc w:val="center"/>
        <w:rPr>
          <w:b/>
        </w:rPr>
      </w:pPr>
      <w:r w:rsidRPr="00795D61">
        <w:rPr>
          <w:b/>
        </w:rPr>
        <w:t xml:space="preserve">Verso : </w:t>
      </w:r>
      <w:r w:rsidR="00795D61">
        <w:rPr>
          <w:b/>
        </w:rPr>
        <w:t>m</w:t>
      </w:r>
      <w:r w:rsidRPr="00795D61">
        <w:rPr>
          <w:b/>
        </w:rPr>
        <w:t>anipulation proposée</w:t>
      </w:r>
    </w:p>
    <w:p w14:paraId="7EAADB3C" w14:textId="77777777" w:rsidR="00795D61" w:rsidRDefault="00795D61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3E02DC4C" w14:textId="137B0F31" w:rsidR="00D56490" w:rsidRPr="00FE6E7E" w:rsidRDefault="00D56490" w:rsidP="00795D61">
      <w:pPr>
        <w:pStyle w:val="Titredudocument"/>
      </w:pPr>
      <w:r w:rsidRPr="00FE6E7E">
        <w:lastRenderedPageBreak/>
        <w:t>Fiche élève : «</w:t>
      </w:r>
      <w:r w:rsidR="004E76CE">
        <w:t> </w:t>
      </w:r>
      <w:r w:rsidRPr="00FE6E7E">
        <w:t>Je comprends</w:t>
      </w:r>
      <w:r w:rsidR="004E76CE">
        <w:t> </w:t>
      </w:r>
      <w:r w:rsidRPr="00FE6E7E">
        <w:t>» (C5</w:t>
      </w:r>
      <w:r w:rsidR="009A16DC" w:rsidRPr="00FE6E7E">
        <w:t xml:space="preserve"> : </w:t>
      </w:r>
      <w:r w:rsidR="00795D61">
        <w:t>v</w:t>
      </w:r>
      <w:r w:rsidR="009A16DC" w:rsidRPr="00FE6E7E">
        <w:t>erso</w:t>
      </w:r>
      <w:r w:rsidRPr="00FE6E7E">
        <w:t>)</w:t>
      </w:r>
    </w:p>
    <w:p w14:paraId="79B3D454" w14:textId="1BEC3546" w:rsidR="00D56490" w:rsidRPr="00FE6E7E" w:rsidRDefault="00D56490" w:rsidP="00795D61">
      <w:pPr>
        <w:pStyle w:val="Encartgras"/>
        <w:rPr>
          <w:rFonts w:eastAsiaTheme="minorHAnsi"/>
        </w:rPr>
      </w:pPr>
      <w:r w:rsidRPr="00FE6E7E">
        <w:rPr>
          <w:bCs/>
        </w:rPr>
        <w:t>Domaine</w:t>
      </w:r>
      <w:r w:rsidR="004E76CE">
        <w:rPr>
          <w:bCs/>
        </w:rPr>
        <w:t> </w:t>
      </w:r>
      <w:r w:rsidRPr="00FE6E7E">
        <w:rPr>
          <w:bCs/>
        </w:rPr>
        <w:t xml:space="preserve">: </w:t>
      </w:r>
      <w:r w:rsidRPr="00FE6E7E">
        <w:rPr>
          <w:rFonts w:eastAsiaTheme="minorHAnsi"/>
        </w:rPr>
        <w:t>Organisation et gestion de données, fonction</w:t>
      </w:r>
    </w:p>
    <w:p w14:paraId="02E59FD1" w14:textId="17FBCAC8" w:rsidR="00D56490" w:rsidRDefault="00D56490" w:rsidP="00795D61">
      <w:pPr>
        <w:pStyle w:val="Encartgras"/>
        <w:rPr>
          <w:rFonts w:eastAsiaTheme="minorHAnsi"/>
        </w:rPr>
      </w:pPr>
      <w:r w:rsidRPr="00FE6E7E">
        <w:t xml:space="preserve">Sous thème : </w:t>
      </w:r>
      <w:r w:rsidRPr="00FE6E7E">
        <w:rPr>
          <w:rFonts w:eastAsiaTheme="minorHAnsi"/>
        </w:rPr>
        <w:t>Résoudre des problèmes simples en lien avec la proportionnalité (linéarité)</w:t>
      </w:r>
    </w:p>
    <w:p w14:paraId="1F867635" w14:textId="322E8DBA" w:rsidR="00795D61" w:rsidRDefault="00795D61" w:rsidP="00795D61">
      <w:pPr>
        <w:pStyle w:val="Titre1"/>
      </w:pPr>
      <w:r>
        <w:t xml:space="preserve">Correction - </w:t>
      </w:r>
      <w:r w:rsidRPr="00406091">
        <w:t>Exercice</w:t>
      </w:r>
      <w:r w:rsidR="004E76CE">
        <w:t> </w:t>
      </w:r>
      <w:r>
        <w:t>1</w:t>
      </w:r>
    </w:p>
    <w:p w14:paraId="2D304D4B" w14:textId="1C450967" w:rsidR="00795D61" w:rsidRPr="00795D61" w:rsidRDefault="00795D61" w:rsidP="00795D61">
      <w:r w:rsidRPr="00795D61">
        <w:t xml:space="preserve"> Il y a différentes méthodes possibles. En voici deux :</w:t>
      </w:r>
    </w:p>
    <w:p w14:paraId="3111F0D7" w14:textId="22088F03" w:rsidR="00795D61" w:rsidRPr="00795D61" w:rsidRDefault="00795D61" w:rsidP="00795D61">
      <w:r w:rsidRPr="00795D61">
        <w:rPr>
          <w:b/>
          <w:bCs/>
        </w:rPr>
        <w:t>Avec les réglettes cuisinaire</w:t>
      </w:r>
      <w:r w:rsidRPr="00795D61">
        <w:t xml:space="preserve"> : On peut considérer que 1 cube blanc correspond à un litre d’eau, et la réglette rouge correspond à 2 heures. On peut alors représenter la situation </w:t>
      </w:r>
    </w:p>
    <w:p w14:paraId="18514398" w14:textId="48677E31" w:rsidR="00795D61" w:rsidRPr="00795D61" w:rsidRDefault="0067296B" w:rsidP="00795D61">
      <w:r w:rsidRPr="00795D61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76FC07" wp14:editId="5CEFAA93">
                <wp:simplePos x="0" y="0"/>
                <wp:positionH relativeFrom="column">
                  <wp:posOffset>4523105</wp:posOffset>
                </wp:positionH>
                <wp:positionV relativeFrom="paragraph">
                  <wp:posOffset>1086485</wp:posOffset>
                </wp:positionV>
                <wp:extent cx="342900" cy="285750"/>
                <wp:effectExtent l="0" t="0" r="0" b="0"/>
                <wp:wrapNone/>
                <wp:docPr id="971100978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BD308" w14:textId="77777777" w:rsidR="00674C37" w:rsidRDefault="00674C37" w:rsidP="00674C37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×9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76FC07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356.15pt;margin-top:85.55pt;width:27pt;height:2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" fillcolor="white [3201]" stroked="f" strokeweight=".5pt">
                <v:textbox>
                  <w:txbxContent>
                    <w:p w14:paraId="724BD308" w14:textId="77777777" w:rsidR="00674C37" w:rsidRDefault="00674C37" w:rsidP="00674C37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×9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795D6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951" behindDoc="0" locked="0" layoutInCell="1" allowOverlap="1" wp14:anchorId="7C55EB81" wp14:editId="73492E2F">
                <wp:simplePos x="0" y="0"/>
                <wp:positionH relativeFrom="column">
                  <wp:posOffset>4157345</wp:posOffset>
                </wp:positionH>
                <wp:positionV relativeFrom="paragraph">
                  <wp:posOffset>1261745</wp:posOffset>
                </wp:positionV>
                <wp:extent cx="362585" cy="260985"/>
                <wp:effectExtent l="0" t="0" r="0" b="5715"/>
                <wp:wrapNone/>
                <wp:docPr id="1124874001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" cy="260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9DE910" w14:textId="77777777" w:rsidR="00F86D3A" w:rsidRDefault="00F86D3A" w:rsidP="00F86D3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×6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5EB81" id="Zone de texte 6" o:spid="_x0000_s1027" type="#_x0000_t202" style="position:absolute;margin-left:327.35pt;margin-top:99.35pt;width:28.55pt;height:20.55pt;z-index:2517099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" fillcolor="white [3201]" stroked="f" strokeweight=".5pt">
                <v:textbox>
                  <w:txbxContent>
                    <w:p w14:paraId="449DE910" w14:textId="77777777" w:rsidR="00F86D3A" w:rsidRDefault="00F86D3A" w:rsidP="00F86D3A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×6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795D61" w:rsidRPr="00795D61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5EF53EA" wp14:editId="52FF8A96">
                <wp:simplePos x="0" y="0"/>
                <wp:positionH relativeFrom="column">
                  <wp:posOffset>3562350</wp:posOffset>
                </wp:positionH>
                <wp:positionV relativeFrom="paragraph">
                  <wp:posOffset>64770</wp:posOffset>
                </wp:positionV>
                <wp:extent cx="3030855" cy="2278380"/>
                <wp:effectExtent l="0" t="0" r="17145" b="2667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0855" cy="2278380"/>
                          <a:chOff x="3562350" y="876300"/>
                          <a:chExt cx="3030855" cy="2278380"/>
                        </a:xfrm>
                      </wpg:grpSpPr>
                      <wps:wsp>
                        <wps:cNvPr id="2027654186" name="Zone de texte 3"/>
                        <wps:cNvSpPr txBox="1"/>
                        <wps:spPr>
                          <a:xfrm>
                            <a:off x="4200525" y="876300"/>
                            <a:ext cx="2392680" cy="7620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520FDA" w14:textId="77777777" w:rsidR="00795D61" w:rsidRPr="00982CB5" w:rsidRDefault="00795D61" w:rsidP="00795D61">
                              <w:pPr>
                                <w:jc w:val="center"/>
                              </w:pPr>
                              <w:r w:rsidRPr="009A16DC">
                                <w:t>On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982CB5">
                                <w:t>a 12 heures</w:t>
                              </w:r>
                              <w:r>
                                <w:t xml:space="preserve"> </w:t>
                              </w:r>
                              <w:r w:rsidRPr="009A16DC">
                                <w:t xml:space="preserve">=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6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×2</m:t>
                                </m:r>
                              </m:oMath>
                              <w:r>
                                <w:t xml:space="preserve"> heures</w:t>
                              </w:r>
                              <w:r w:rsidRPr="00982CB5">
                                <w:t xml:space="preserve">.                                                            </w:t>
                              </w:r>
                              <w:r>
                                <w:t xml:space="preserve"> </w:t>
                              </w:r>
                              <w:r w:rsidRPr="00982CB5">
                                <w:t xml:space="preserve">                                                             </w:t>
                              </w:r>
                              <w:r>
                                <w:t xml:space="preserve">             </w:t>
                              </w:r>
                              <w:r w:rsidRPr="00982CB5">
                                <w:t xml:space="preserve"> 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6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×3=18</m:t>
                                </m:r>
                              </m:oMath>
                            </w:p>
                            <w:p w14:paraId="6336E42D" w14:textId="77777777" w:rsidR="00795D61" w:rsidRDefault="00795D61" w:rsidP="00795D61">
                              <w:pPr>
                                <w:jc w:val="center"/>
                              </w:pPr>
                              <w:r w:rsidRPr="00982CB5">
                                <w:rPr>
                                  <w:rFonts w:eastAsiaTheme="minorEastAsia"/>
                                </w:rPr>
                                <w:t>Il s’écoule 18 litres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493739" name="Flèche : courbe vers le bas 9"/>
                        <wps:cNvSpPr/>
                        <wps:spPr>
                          <a:xfrm>
                            <a:off x="3638550" y="2038350"/>
                            <a:ext cx="1318895" cy="405765"/>
                          </a:xfrm>
                          <a:prstGeom prst="curved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6767522" name="Flèche : courbe vers le haut 1"/>
                        <wps:cNvSpPr/>
                        <wps:spPr>
                          <a:xfrm>
                            <a:off x="3619500" y="2790825"/>
                            <a:ext cx="853440" cy="247650"/>
                          </a:xfrm>
                          <a:prstGeom prst="curved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620773" name="Flèche : courbe vers le bas 2"/>
                        <wps:cNvSpPr/>
                        <wps:spPr>
                          <a:xfrm>
                            <a:off x="3676650" y="2257425"/>
                            <a:ext cx="731520" cy="182880"/>
                          </a:xfrm>
                          <a:prstGeom prst="curved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702675" name="Flèche : courbe vers le haut 4"/>
                        <wps:cNvSpPr/>
                        <wps:spPr>
                          <a:xfrm>
                            <a:off x="3562350" y="2819400"/>
                            <a:ext cx="1318260" cy="335280"/>
                          </a:xfrm>
                          <a:prstGeom prst="curved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EF53EA" id="Groupe 1" o:spid="_x0000_s1028" style="position:absolute;margin-left:280.5pt;margin-top:5.1pt;width:238.65pt;height:179.4pt;z-index:251719680;mso-width-relative:margin;mso-height-relative:margin" coordorigin="35623,8763" coordsize="30308,22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">
                <v:shape id="Zone de texte 3" o:spid="_x0000_s1029" type="#_x0000_t202" style="position:absolute;left:42005;top:8763;width:23927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" fillcolor="white [3201]" strokecolor="#4472c4 [3204]" strokeweight="1pt">
                  <v:textbox>
                    <w:txbxContent>
                      <w:p w14:paraId="2C520FDA" w14:textId="77777777" w:rsidR="00795D61" w:rsidRPr="00982CB5" w:rsidRDefault="00795D61" w:rsidP="00795D61">
                        <w:pPr>
                          <w:jc w:val="center"/>
                        </w:pPr>
                        <w:r w:rsidRPr="009A16DC">
                          <w:t>On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982CB5">
                          <w:t>a 12 heures</w:t>
                        </w:r>
                        <w:r>
                          <w:t xml:space="preserve"> </w:t>
                        </w:r>
                        <w:r w:rsidRPr="009A16DC">
                          <w:t xml:space="preserve">= </w:t>
                        </w:r>
                        <m:oMath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6</m:t>
                          </m:r>
                          <m:r>
                            <w:rPr>
                              <w:rFonts w:ascii="Cambria Math" w:hAnsi="Cambria Math"/>
                            </w:rPr>
                            <m:t>×2</m:t>
                          </m:r>
                        </m:oMath>
                        <w:r>
                          <w:t xml:space="preserve"> heures</w:t>
                        </w:r>
                        <w:r w:rsidRPr="00982CB5">
                          <w:t xml:space="preserve">.                                                            </w:t>
                        </w:r>
                        <w:r>
                          <w:t xml:space="preserve"> </w:t>
                        </w:r>
                        <w:r w:rsidRPr="00982CB5">
                          <w:t xml:space="preserve">                                                             </w:t>
                        </w:r>
                        <w:r>
                          <w:t xml:space="preserve">             </w:t>
                        </w:r>
                        <w:r w:rsidRPr="00982CB5">
                          <w:t xml:space="preserve">  </w:t>
                        </w:r>
                        <m:oMath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6</m:t>
                          </m:r>
                          <m:r>
                            <w:rPr>
                              <w:rFonts w:ascii="Cambria Math" w:hAnsi="Cambria Math"/>
                            </w:rPr>
                            <m:t>×3=18</m:t>
                          </m:r>
                        </m:oMath>
                      </w:p>
                      <w:p w14:paraId="6336E42D" w14:textId="77777777" w:rsidR="00795D61" w:rsidRDefault="00795D61" w:rsidP="00795D61">
                        <w:pPr>
                          <w:jc w:val="center"/>
                        </w:pPr>
                        <w:r w:rsidRPr="00982CB5">
                          <w:rPr>
                            <w:rFonts w:eastAsiaTheme="minorEastAsia"/>
                          </w:rPr>
                          <w:t>Il s’écoule 18 litres</w:t>
                        </w:r>
                      </w:p>
                    </w:txbxContent>
                  </v:textbox>
                </v:shape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Flèche : courbe vers le bas 9" o:spid="_x0000_s1030" type="#_x0000_t105" style="position:absolute;left:36385;top:20383;width:13189;height:4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" adj="18277,20769,16200" fillcolor="#4472c4 [3204]" strokecolor="#1f3763 [1604]" strokeweight="1pt"/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Flèche : courbe vers le haut 1" o:spid="_x0000_s1031" type="#_x0000_t104" style="position:absolute;left:36195;top:27908;width:8534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" adj="18466,20816,5400" fillcolor="#4472c4 [3204]" strokecolor="#1f3763 [1604]" strokeweight="1pt"/>
                <v:shape id="Flèche : courbe vers le bas 2" o:spid="_x0000_s1032" type="#_x0000_t105" style="position:absolute;left:36766;top:22574;width:7315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" adj="18900,20925,16200" fillcolor="#4472c4 [3204]" strokecolor="#1f3763 [1604]" strokeweight="1pt"/>
                <v:shape id="Flèche : courbe vers le haut 4" o:spid="_x0000_s1033" type="#_x0000_t104" style="position:absolute;left:35623;top:28194;width:13183;height:3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" adj="18853,20913,5400" fillcolor="#4472c4 [3204]" strokecolor="#1f3763 [1604]" strokeweight="1pt"/>
              </v:group>
            </w:pict>
          </mc:Fallback>
        </mc:AlternateContent>
      </w:r>
      <w:r w:rsidR="00795D61" w:rsidRPr="00795D61">
        <w:t xml:space="preserve">       </w:t>
      </w:r>
      <w:r w:rsidR="00795D61" w:rsidRPr="00795D61">
        <w:rPr>
          <w:noProof/>
        </w:rPr>
        <w:drawing>
          <wp:inline distT="0" distB="0" distL="0" distR="0" wp14:anchorId="2787DF50" wp14:editId="228ED3D6">
            <wp:extent cx="913130" cy="1069975"/>
            <wp:effectExtent l="0" t="0" r="1270" b="0"/>
            <wp:docPr id="361754634" name="Image 361754634" descr="Une image contenant Propriété matérielle, rouge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678153" name="Image 8" descr="Une image contenant Propriété matérielle, rouge, intérieur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5D61" w:rsidRPr="00795D61">
        <w:t xml:space="preserve">                  </w:t>
      </w:r>
      <w:r w:rsidR="00795D61" w:rsidRPr="00795D61">
        <w:rPr>
          <w:noProof/>
        </w:rPr>
        <w:drawing>
          <wp:inline distT="0" distB="0" distL="0" distR="0" wp14:anchorId="5C616F10" wp14:editId="20EEAD1A">
            <wp:extent cx="1153160" cy="1992630"/>
            <wp:effectExtent l="0" t="0" r="0" b="0"/>
            <wp:docPr id="481437965" name="Image 481437965" descr="Une image contenant texte, conception, 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437965" name="Image 481437965" descr="Une image contenant texte, conception, art&#10;&#10;Description générée automatiquemen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53160" cy="199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5D61" w:rsidRPr="00795D6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9AEFBF" w14:textId="156C465B" w:rsidR="00795D61" w:rsidRPr="00795D61" w:rsidRDefault="00795D61" w:rsidP="00795D61">
      <w:r w:rsidRPr="00795D61">
        <w:rPr>
          <w:b/>
          <w:bCs/>
        </w:rPr>
        <w:t>Ou avec un tableau de proportionnalité</w:t>
      </w:r>
      <w:r w:rsidRPr="00795D61"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14"/>
        <w:gridCol w:w="1067"/>
        <w:gridCol w:w="992"/>
        <w:gridCol w:w="709"/>
      </w:tblGrid>
      <w:tr w:rsidR="00795D61" w:rsidRPr="00795D61" w14:paraId="27EEE58D" w14:textId="77777777" w:rsidTr="00423D62">
        <w:trPr>
          <w:jc w:val="center"/>
        </w:trPr>
        <w:tc>
          <w:tcPr>
            <w:tcW w:w="2614" w:type="dxa"/>
          </w:tcPr>
          <w:p w14:paraId="52EC177A" w14:textId="77777777" w:rsidR="00795D61" w:rsidRPr="00795D61" w:rsidRDefault="00795D61" w:rsidP="00423D62">
            <w:pPr>
              <w:rPr>
                <w:sz w:val="22"/>
                <w:szCs w:val="22"/>
              </w:rPr>
            </w:pPr>
            <w:r w:rsidRPr="00795D61">
              <w:rPr>
                <w:sz w:val="22"/>
                <w:szCs w:val="22"/>
              </w:rPr>
              <w:t>Eau (en L)</w:t>
            </w:r>
          </w:p>
        </w:tc>
        <w:tc>
          <w:tcPr>
            <w:tcW w:w="1067" w:type="dxa"/>
          </w:tcPr>
          <w:p w14:paraId="464D79CA" w14:textId="77777777" w:rsidR="00795D61" w:rsidRPr="00795D61" w:rsidRDefault="00795D61" w:rsidP="00423D62">
            <w:pPr>
              <w:jc w:val="center"/>
              <w:rPr>
                <w:sz w:val="22"/>
                <w:szCs w:val="22"/>
              </w:rPr>
            </w:pPr>
            <w:r w:rsidRPr="00795D61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254610DA" w14:textId="0B877508" w:rsidR="00795D61" w:rsidRPr="00795D61" w:rsidRDefault="00795D61" w:rsidP="00423D62">
            <w:pPr>
              <w:jc w:val="center"/>
              <w:rPr>
                <w:sz w:val="22"/>
                <w:szCs w:val="22"/>
              </w:rPr>
            </w:pPr>
            <w:r w:rsidRPr="00795D61">
              <w:rPr>
                <w:color w:val="FF0000"/>
                <w:sz w:val="22"/>
                <w:szCs w:val="22"/>
              </w:rPr>
              <w:t>18</w:t>
            </w:r>
          </w:p>
        </w:tc>
        <w:tc>
          <w:tcPr>
            <w:tcW w:w="709" w:type="dxa"/>
          </w:tcPr>
          <w:p w14:paraId="0C014634" w14:textId="75AEF368" w:rsidR="00795D61" w:rsidRPr="00795D61" w:rsidRDefault="00795D61" w:rsidP="00423D62">
            <w:pPr>
              <w:jc w:val="center"/>
              <w:rPr>
                <w:sz w:val="22"/>
                <w:szCs w:val="22"/>
              </w:rPr>
            </w:pPr>
            <w:r w:rsidRPr="00795D61">
              <w:rPr>
                <w:sz w:val="22"/>
                <w:szCs w:val="22"/>
              </w:rPr>
              <w:t>27</w:t>
            </w:r>
          </w:p>
        </w:tc>
      </w:tr>
      <w:tr w:rsidR="00795D61" w:rsidRPr="00795D61" w14:paraId="14AC078C" w14:textId="77777777" w:rsidTr="00423D62">
        <w:trPr>
          <w:jc w:val="center"/>
        </w:trPr>
        <w:tc>
          <w:tcPr>
            <w:tcW w:w="2614" w:type="dxa"/>
          </w:tcPr>
          <w:p w14:paraId="12E90F98" w14:textId="77777777" w:rsidR="00795D61" w:rsidRPr="00795D61" w:rsidRDefault="00795D61" w:rsidP="00423D62">
            <w:pPr>
              <w:rPr>
                <w:sz w:val="22"/>
                <w:szCs w:val="22"/>
              </w:rPr>
            </w:pPr>
            <w:r w:rsidRPr="00795D61">
              <w:rPr>
                <w:sz w:val="22"/>
                <w:szCs w:val="22"/>
              </w:rPr>
              <w:t>Temps (en h)</w:t>
            </w:r>
          </w:p>
        </w:tc>
        <w:tc>
          <w:tcPr>
            <w:tcW w:w="1067" w:type="dxa"/>
          </w:tcPr>
          <w:p w14:paraId="1207E4A2" w14:textId="77777777" w:rsidR="00795D61" w:rsidRPr="00795D61" w:rsidRDefault="00795D61" w:rsidP="00423D62">
            <w:pPr>
              <w:jc w:val="center"/>
              <w:rPr>
                <w:sz w:val="22"/>
                <w:szCs w:val="22"/>
              </w:rPr>
            </w:pPr>
            <w:r w:rsidRPr="00795D6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53DAC6FC" w14:textId="0A68022B" w:rsidR="00795D61" w:rsidRPr="00795D61" w:rsidRDefault="00795D61" w:rsidP="00423D62">
            <w:pPr>
              <w:jc w:val="center"/>
              <w:rPr>
                <w:sz w:val="22"/>
                <w:szCs w:val="22"/>
              </w:rPr>
            </w:pPr>
            <w:r w:rsidRPr="00795D61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0B108ADD" w14:textId="1AA00B98" w:rsidR="00795D61" w:rsidRPr="00795D61" w:rsidRDefault="00795D61" w:rsidP="00423D62">
            <w:pPr>
              <w:jc w:val="center"/>
              <w:rPr>
                <w:sz w:val="22"/>
                <w:szCs w:val="22"/>
              </w:rPr>
            </w:pPr>
            <w:r w:rsidRPr="00795D61">
              <w:rPr>
                <w:color w:val="FF0000"/>
                <w:sz w:val="22"/>
                <w:szCs w:val="22"/>
              </w:rPr>
              <w:t>18</w:t>
            </w:r>
          </w:p>
        </w:tc>
      </w:tr>
    </w:tbl>
    <w:p w14:paraId="08650BF1" w14:textId="677DFFF0" w:rsidR="00795D61" w:rsidRPr="00795D61" w:rsidRDefault="00795D61" w:rsidP="0067296B">
      <w:pPr>
        <w:spacing w:before="720" w:beforeAutospacing="0" w:after="100"/>
        <w:jc w:val="center"/>
      </w:pPr>
      <w:r w:rsidRPr="00795D61">
        <w:rPr>
          <w:color w:val="FF0000"/>
        </w:rPr>
        <w:t xml:space="preserve">On multiplie ou divise une colonne par un </w:t>
      </w:r>
      <w:r w:rsidRPr="0067296B">
        <w:rPr>
          <w:b/>
          <w:bCs/>
          <w:color w:val="FF0000"/>
        </w:rPr>
        <w:t>même nombre</w:t>
      </w:r>
      <w:r w:rsidRPr="00795D61">
        <w:rPr>
          <w:color w:val="FF0000"/>
        </w:rPr>
        <w:t xml:space="preserve"> pour obtenir la deuxième colonne.</w:t>
      </w:r>
    </w:p>
    <w:p w14:paraId="10E78639" w14:textId="78885FE7" w:rsidR="00795D61" w:rsidRPr="0067296B" w:rsidRDefault="00795D61" w:rsidP="0067296B">
      <w:pPr>
        <w:pStyle w:val="Titre1"/>
      </w:pPr>
      <w:r>
        <w:t xml:space="preserve">Correction - </w:t>
      </w:r>
      <w:r w:rsidR="0067296B">
        <w:t>Exercice</w:t>
      </w:r>
      <w:r w:rsidR="004E76CE">
        <w:t> </w:t>
      </w:r>
      <w:r w:rsidR="0067296B">
        <w:t>2</w:t>
      </w:r>
    </w:p>
    <w:p w14:paraId="1D14FB52" w14:textId="17FD65B6" w:rsidR="00795D61" w:rsidRPr="0067296B" w:rsidRDefault="0067296B" w:rsidP="00795D61">
      <w:pPr>
        <w:jc w:val="both"/>
        <w:rPr>
          <w:i/>
          <w:iCs w:val="0"/>
        </w:rPr>
      </w:pPr>
      <w:r w:rsidRPr="0067296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A90D9E2" wp14:editId="1769DAE7">
                <wp:simplePos x="0" y="0"/>
                <wp:positionH relativeFrom="margin">
                  <wp:posOffset>2254250</wp:posOffset>
                </wp:positionH>
                <wp:positionV relativeFrom="paragraph">
                  <wp:posOffset>106045</wp:posOffset>
                </wp:positionV>
                <wp:extent cx="4751070" cy="2253615"/>
                <wp:effectExtent l="0" t="0" r="11430" b="1333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070" cy="2253615"/>
                          <a:chOff x="0" y="0"/>
                          <a:chExt cx="4751070" cy="2253615"/>
                        </a:xfrm>
                      </wpg:grpSpPr>
                      <wps:wsp>
                        <wps:cNvPr id="197825967" name="Flèche : courbe vers le haut 15"/>
                        <wps:cNvSpPr/>
                        <wps:spPr>
                          <a:xfrm>
                            <a:off x="0" y="1628775"/>
                            <a:ext cx="942975" cy="257175"/>
                          </a:xfrm>
                          <a:prstGeom prst="curved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2299581" name="Zone de texte 27"/>
                        <wps:cNvSpPr txBox="1"/>
                        <wps:spPr>
                          <a:xfrm>
                            <a:off x="247650" y="1905000"/>
                            <a:ext cx="428625" cy="2362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6713F7" w14:textId="77777777" w:rsidR="00795D61" w:rsidRDefault="00795D61" w:rsidP="0067296B">
                              <w:pPr>
                                <w:spacing w:before="100" w:after="100"/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÷2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e 4"/>
                        <wpg:cNvGrpSpPr/>
                        <wpg:grpSpPr>
                          <a:xfrm>
                            <a:off x="47625" y="0"/>
                            <a:ext cx="4703445" cy="2253615"/>
                            <a:chOff x="0" y="0"/>
                            <a:chExt cx="4703445" cy="2253615"/>
                          </a:xfrm>
                        </wpg:grpSpPr>
                        <wps:wsp>
                          <wps:cNvPr id="858857770" name="Flèche : courbe vers le bas 14"/>
                          <wps:cNvSpPr/>
                          <wps:spPr>
                            <a:xfrm>
                              <a:off x="0" y="609600"/>
                              <a:ext cx="857250" cy="180975"/>
                            </a:xfrm>
                            <a:prstGeom prst="curvedDown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" name="Groupe 3"/>
                          <wpg:cNvGrpSpPr/>
                          <wpg:grpSpPr>
                            <a:xfrm>
                              <a:off x="2247900" y="0"/>
                              <a:ext cx="2455545" cy="2253615"/>
                              <a:chOff x="0" y="0"/>
                              <a:chExt cx="2455545" cy="2253615"/>
                            </a:xfrm>
                          </wpg:grpSpPr>
                          <wps:wsp>
                            <wps:cNvPr id="1810286463" name="Zone de texte 24"/>
                            <wps:cNvSpPr txBox="1"/>
                            <wps:spPr>
                              <a:xfrm>
                                <a:off x="847725" y="0"/>
                                <a:ext cx="1607820" cy="8667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75C445" w14:textId="77777777" w:rsidR="00795D61" w:rsidRDefault="00795D61" w:rsidP="0067296B">
                                  <w:pPr>
                                    <w:spacing w:beforeAutospacing="0" w:afterAutospacing="0"/>
                                    <w:jc w:val="center"/>
                                  </w:pPr>
                                  <w:r>
                                    <w:t>On additionne les deux premières colonnes</w:t>
                                  </w:r>
                                </w:p>
                                <w:p w14:paraId="18F7673B" w14:textId="77777777" w:rsidR="00795D61" w:rsidRDefault="00795D61" w:rsidP="0067296B">
                                  <w:pPr>
                                    <w:spacing w:beforeAutospacing="0" w:afterAutospacing="0"/>
                                    <w:jc w:val="center"/>
                                  </w:pPr>
                                  <w:r>
                                    <w:t>12 + 6 = 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5788140" name="Connecteur droit avec flèche 25"/>
                            <wps:cNvCnPr/>
                            <wps:spPr>
                              <a:xfrm flipH="1">
                                <a:off x="38101" y="561975"/>
                                <a:ext cx="800099" cy="32004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1442767" name="Zone de texte 26"/>
                            <wps:cNvSpPr txBox="1"/>
                            <wps:spPr>
                              <a:xfrm>
                                <a:off x="514350" y="1514475"/>
                                <a:ext cx="1600200" cy="73914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4005F1" w14:textId="77777777" w:rsidR="00795D61" w:rsidRDefault="00795D61" w:rsidP="0067296B">
                                  <w:pPr>
                                    <w:spacing w:before="100" w:after="100"/>
                                    <w:jc w:val="center"/>
                                  </w:pPr>
                                  <w:r>
                                    <w:t>On additionne les deux premières colonnes</w:t>
                                  </w:r>
                                </w:p>
                                <w:p w14:paraId="4130E1A4" w14:textId="23B71BC4" w:rsidR="00795D61" w:rsidRDefault="00795D61" w:rsidP="0067296B">
                                  <w:pPr>
                                    <w:spacing w:before="100" w:after="100"/>
                                    <w:jc w:val="center"/>
                                  </w:pPr>
                                  <w:r>
                                    <w:t>18 + 9 = 27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7954100" name="Connecteur droit avec flèche 29"/>
                            <wps:cNvCnPr/>
                            <wps:spPr>
                              <a:xfrm flipH="1" flipV="1">
                                <a:off x="0" y="1590675"/>
                                <a:ext cx="523875" cy="3905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accent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53616959" name="Zone de texte 28"/>
                          <wps:cNvSpPr txBox="1"/>
                          <wps:spPr>
                            <a:xfrm>
                              <a:off x="238125" y="352425"/>
                              <a:ext cx="371475" cy="2362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4D2A6C" w14:textId="77777777" w:rsidR="00795D61" w:rsidRDefault="00795D61" w:rsidP="0067296B">
                                <w:pPr>
                                  <w:spacing w:before="100" w:after="100"/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÷2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90D9E2" id="Groupe 5" o:spid="_x0000_s1034" style="position:absolute;left:0;text-align:left;margin-left:177.5pt;margin-top:8.35pt;width:374.1pt;height:177.45pt;z-index:251721728;mso-position-horizontal-relative:margin;mso-width-relative:margin;mso-height-relative:margin" coordsize="47510,2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">
                <v:shape id="Flèche : courbe vers le haut 15" o:spid="_x0000_s1035" type="#_x0000_t104" style="position:absolute;top:16287;width:9429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" adj="18655,20864,5400" fillcolor="#4472c4 [3204]" strokecolor="#1f3763 [1604]" strokeweight="1pt"/>
                <v:shape id="Zone de texte 27" o:spid="_x0000_s1036" type="#_x0000_t202" style="position:absolute;left:2476;top:19050;width:4286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" fillcolor="white [3201]" stroked="f" strokeweight=".5pt">
                  <v:textbox>
                    <w:txbxContent>
                      <w:p w14:paraId="276713F7" w14:textId="77777777" w:rsidR="00795D61" w:rsidRDefault="00795D61" w:rsidP="0067296B">
                        <w:pPr>
                          <w:spacing w:before="100" w:after="100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÷2</m:t>
                            </m:r>
                          </m:oMath>
                        </m:oMathPara>
                      </w:p>
                    </w:txbxContent>
                  </v:textbox>
                </v:shape>
                <v:group id="Groupe 4" o:spid="_x0000_s1037" style="position:absolute;left:476;width:47034;height:22536" coordsize="47034,2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lèche : courbe vers le bas 14" o:spid="_x0000_s1038" type="#_x0000_t105" style="position:absolute;top:6096;width:8572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" adj="19320,21030,16200" fillcolor="#4472c4 [3204]" strokecolor="#1f3763 [1604]" strokeweight="1pt"/>
                  <v:group id="Groupe 3" o:spid="_x0000_s1039" style="position:absolute;left:22479;width:24555;height:22536" coordsize="24555,2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Zone de texte 24" o:spid="_x0000_s1040" type="#_x0000_t202" style="position:absolute;left:8477;width:16078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" fillcolor="white [3201]" strokecolor="#4472c4 [3204]" strokeweight="1pt">
                      <v:textbox>
                        <w:txbxContent>
                          <w:p w14:paraId="3875C445" w14:textId="77777777" w:rsidR="00795D61" w:rsidRDefault="00795D61" w:rsidP="0067296B">
                            <w:pPr>
                              <w:spacing w:beforeAutospacing="0" w:afterAutospacing="0"/>
                              <w:jc w:val="center"/>
                            </w:pPr>
                            <w:r>
                              <w:t>On additionne les deux premières colonnes</w:t>
                            </w:r>
                          </w:p>
                          <w:p w14:paraId="18F7673B" w14:textId="77777777" w:rsidR="00795D61" w:rsidRDefault="00795D61" w:rsidP="0067296B">
                            <w:pPr>
                              <w:spacing w:beforeAutospacing="0" w:afterAutospacing="0"/>
                              <w:jc w:val="center"/>
                            </w:pPr>
                            <w:r>
                              <w:t>12 + 6 = 18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5" o:spid="_x0000_s1041" type="#_x0000_t32" style="position:absolute;left:381;top:5619;width:8001;height:32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" strokecolor="#4472c4 [3204]" strokeweight="3pt">
                      <v:stroke endarrow="block" joinstyle="miter"/>
                    </v:shape>
                    <v:shape id="Zone de texte 26" o:spid="_x0000_s1042" type="#_x0000_t202" style="position:absolute;left:5143;top:15144;width:16002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" fillcolor="white [3201]" strokecolor="#4472c4 [3204]" strokeweight="1pt">
                      <v:textbox>
                        <w:txbxContent>
                          <w:p w14:paraId="664005F1" w14:textId="77777777" w:rsidR="00795D61" w:rsidRDefault="00795D61" w:rsidP="0067296B">
                            <w:pPr>
                              <w:spacing w:before="100" w:after="100"/>
                              <w:jc w:val="center"/>
                            </w:pPr>
                            <w:r>
                              <w:t>On additionne les deux premières colonnes</w:t>
                            </w:r>
                          </w:p>
                          <w:p w14:paraId="4130E1A4" w14:textId="23B71BC4" w:rsidR="00795D61" w:rsidRDefault="00795D61" w:rsidP="0067296B">
                            <w:pPr>
                              <w:spacing w:before="100" w:after="100"/>
                              <w:jc w:val="center"/>
                            </w:pPr>
                            <w:r>
                              <w:t>18 + 9 = 27</w:t>
                            </w:r>
                          </w:p>
                        </w:txbxContent>
                      </v:textbox>
                    </v:shape>
                    <v:shape id="Connecteur droit avec flèche 29" o:spid="_x0000_s1043" type="#_x0000_t32" style="position:absolute;top:15906;width:5238;height:390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" strokecolor="#4472c4 [3204]" strokeweight="3pt">
                      <v:stroke endarrow="block" joinstyle="miter"/>
                    </v:shape>
                  </v:group>
                  <v:shape id="Zone de texte 28" o:spid="_x0000_s1044" type="#_x0000_t202" style="position:absolute;left:2381;top:3524;width:3715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" fillcolor="white [3201]" stroked="f" strokeweight=".5pt">
                    <v:textbox>
                      <w:txbxContent>
                        <w:p w14:paraId="0B4D2A6C" w14:textId="77777777" w:rsidR="00795D61" w:rsidRDefault="00795D61" w:rsidP="0067296B">
                          <w:pPr>
                            <w:spacing w:before="100" w:after="100"/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÷2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795D61" w:rsidRPr="0067296B">
        <w:rPr>
          <w:i/>
        </w:rPr>
        <w:t>On peut utiliser le modèle tableau pour représenter la situation :</w:t>
      </w:r>
    </w:p>
    <w:p w14:paraId="48FA3E9F" w14:textId="3DABC3E0" w:rsidR="00795D61" w:rsidRPr="0067296B" w:rsidRDefault="00795D61" w:rsidP="0067296B">
      <w:pPr>
        <w:spacing w:before="100" w:after="480" w:afterAutospacing="0"/>
        <w:jc w:val="both"/>
        <w:rPr>
          <w:b/>
          <w:bCs/>
        </w:rPr>
      </w:pPr>
      <w:r w:rsidRPr="0067296B">
        <w:rPr>
          <w:b/>
          <w:bCs/>
        </w:rPr>
        <w:t>Pour répondre au problème, il est plus simple de chercher le prix de 6 bouteilles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6"/>
        <w:gridCol w:w="1583"/>
        <w:gridCol w:w="1583"/>
        <w:gridCol w:w="1584"/>
      </w:tblGrid>
      <w:tr w:rsidR="00795D61" w:rsidRPr="0067296B" w14:paraId="661F4924" w14:textId="77777777" w:rsidTr="0067296B">
        <w:trPr>
          <w:trHeight w:val="755"/>
        </w:trPr>
        <w:tc>
          <w:tcPr>
            <w:tcW w:w="2616" w:type="dxa"/>
          </w:tcPr>
          <w:p w14:paraId="09B9FA9C" w14:textId="77777777" w:rsidR="00795D61" w:rsidRPr="0067296B" w:rsidRDefault="00795D61" w:rsidP="00423D62">
            <w:pPr>
              <w:jc w:val="center"/>
              <w:rPr>
                <w:b/>
                <w:bCs/>
                <w:sz w:val="22"/>
                <w:szCs w:val="22"/>
              </w:rPr>
            </w:pPr>
            <w:r w:rsidRPr="0067296B">
              <w:rPr>
                <w:b/>
                <w:bCs/>
                <w:sz w:val="22"/>
                <w:szCs w:val="22"/>
              </w:rPr>
              <w:t>Nombre de bouteilles</w:t>
            </w:r>
          </w:p>
        </w:tc>
        <w:tc>
          <w:tcPr>
            <w:tcW w:w="1583" w:type="dxa"/>
            <w:vAlign w:val="center"/>
          </w:tcPr>
          <w:p w14:paraId="3ECFEB9E" w14:textId="77777777" w:rsidR="00795D61" w:rsidRPr="0067296B" w:rsidRDefault="00795D61" w:rsidP="0067296B">
            <w:pPr>
              <w:jc w:val="center"/>
              <w:rPr>
                <w:b/>
                <w:bCs/>
                <w:sz w:val="22"/>
                <w:szCs w:val="22"/>
              </w:rPr>
            </w:pPr>
            <w:r w:rsidRPr="0067296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83" w:type="dxa"/>
            <w:vAlign w:val="center"/>
          </w:tcPr>
          <w:p w14:paraId="498EE809" w14:textId="77777777" w:rsidR="00795D61" w:rsidRPr="0067296B" w:rsidRDefault="00795D61" w:rsidP="0067296B">
            <w:pPr>
              <w:jc w:val="center"/>
              <w:rPr>
                <w:b/>
                <w:bCs/>
                <w:sz w:val="22"/>
                <w:szCs w:val="22"/>
              </w:rPr>
            </w:pPr>
            <w:r w:rsidRPr="0067296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84" w:type="dxa"/>
            <w:vAlign w:val="center"/>
          </w:tcPr>
          <w:p w14:paraId="0A6880BB" w14:textId="77777777" w:rsidR="00795D61" w:rsidRPr="0067296B" w:rsidRDefault="00795D61" w:rsidP="0067296B">
            <w:pPr>
              <w:jc w:val="center"/>
              <w:rPr>
                <w:b/>
                <w:bCs/>
                <w:sz w:val="22"/>
                <w:szCs w:val="22"/>
              </w:rPr>
            </w:pPr>
            <w:r w:rsidRPr="0067296B">
              <w:rPr>
                <w:b/>
                <w:bCs/>
                <w:sz w:val="22"/>
                <w:szCs w:val="22"/>
              </w:rPr>
              <w:t>18</w:t>
            </w:r>
          </w:p>
        </w:tc>
      </w:tr>
      <w:tr w:rsidR="00795D61" w:rsidRPr="0067296B" w14:paraId="68AE1990" w14:textId="77777777" w:rsidTr="0067296B">
        <w:trPr>
          <w:trHeight w:val="755"/>
        </w:trPr>
        <w:tc>
          <w:tcPr>
            <w:tcW w:w="2616" w:type="dxa"/>
          </w:tcPr>
          <w:p w14:paraId="5945E7A8" w14:textId="77777777" w:rsidR="00795D61" w:rsidRPr="0067296B" w:rsidRDefault="00795D61" w:rsidP="00423D62">
            <w:pPr>
              <w:jc w:val="center"/>
              <w:rPr>
                <w:b/>
                <w:bCs/>
                <w:sz w:val="22"/>
                <w:szCs w:val="22"/>
              </w:rPr>
            </w:pPr>
            <w:r w:rsidRPr="0067296B">
              <w:rPr>
                <w:b/>
                <w:bCs/>
                <w:sz w:val="22"/>
                <w:szCs w:val="22"/>
              </w:rPr>
              <w:t>Prix (en €)</w:t>
            </w:r>
          </w:p>
        </w:tc>
        <w:tc>
          <w:tcPr>
            <w:tcW w:w="1583" w:type="dxa"/>
            <w:vAlign w:val="center"/>
          </w:tcPr>
          <w:p w14:paraId="69D5025A" w14:textId="77777777" w:rsidR="00795D61" w:rsidRPr="0067296B" w:rsidRDefault="00795D61" w:rsidP="0067296B">
            <w:pPr>
              <w:jc w:val="center"/>
              <w:rPr>
                <w:b/>
                <w:bCs/>
                <w:sz w:val="22"/>
                <w:szCs w:val="22"/>
              </w:rPr>
            </w:pPr>
            <w:r w:rsidRPr="0067296B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583" w:type="dxa"/>
            <w:vAlign w:val="center"/>
          </w:tcPr>
          <w:p w14:paraId="2BC82D3C" w14:textId="77777777" w:rsidR="00795D61" w:rsidRPr="0067296B" w:rsidRDefault="00795D61" w:rsidP="0067296B">
            <w:pPr>
              <w:jc w:val="center"/>
              <w:rPr>
                <w:b/>
                <w:bCs/>
                <w:sz w:val="22"/>
                <w:szCs w:val="22"/>
              </w:rPr>
            </w:pPr>
            <w:r w:rsidRPr="0067296B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84" w:type="dxa"/>
            <w:vAlign w:val="center"/>
          </w:tcPr>
          <w:p w14:paraId="397C17E9" w14:textId="77777777" w:rsidR="00795D61" w:rsidRPr="0067296B" w:rsidRDefault="00795D61" w:rsidP="0067296B">
            <w:pPr>
              <w:jc w:val="center"/>
              <w:rPr>
                <w:b/>
                <w:bCs/>
                <w:sz w:val="22"/>
                <w:szCs w:val="22"/>
              </w:rPr>
            </w:pPr>
            <w:r w:rsidRPr="0067296B">
              <w:rPr>
                <w:b/>
                <w:bCs/>
                <w:sz w:val="22"/>
                <w:szCs w:val="22"/>
              </w:rPr>
              <w:t>27</w:t>
            </w:r>
          </w:p>
        </w:tc>
      </w:tr>
    </w:tbl>
    <w:p w14:paraId="28D3F928" w14:textId="216104F9" w:rsidR="00795D61" w:rsidRPr="0067296B" w:rsidRDefault="00795D61" w:rsidP="00795D61">
      <w:r w:rsidRPr="0067296B">
        <w:t>18 bouteilles co</w:t>
      </w:r>
      <w:r w:rsidR="004E76CE">
        <w:t>û</w:t>
      </w:r>
      <w:r w:rsidRPr="0067296B">
        <w:t>tent 27</w:t>
      </w:r>
      <w:r w:rsidR="004E76CE">
        <w:t> </w:t>
      </w:r>
      <w:r w:rsidRPr="0067296B">
        <w:t>€.</w:t>
      </w:r>
    </w:p>
    <w:p w14:paraId="670A3099" w14:textId="77777777" w:rsidR="00795D61" w:rsidRPr="0067296B" w:rsidRDefault="00795D61" w:rsidP="0067296B">
      <w:pPr>
        <w:spacing w:before="480" w:beforeAutospacing="0" w:after="100"/>
        <w:jc w:val="center"/>
      </w:pPr>
      <w:r w:rsidRPr="0067296B">
        <w:rPr>
          <w:color w:val="FF0000"/>
        </w:rPr>
        <w:t>On additionne ou soustrait deux colonnes pour trouver la troisième colonne.</w:t>
      </w:r>
    </w:p>
    <w:p w14:paraId="72698C50" w14:textId="70C18D4F" w:rsidR="00D56490" w:rsidRPr="00FE6E7E" w:rsidRDefault="00795D61" w:rsidP="0067296B">
      <w:pPr>
        <w:pStyle w:val="Titre1"/>
      </w:pPr>
      <w:r>
        <w:t>Je m’auto</w:t>
      </w:r>
      <w:r w:rsidR="00D56490" w:rsidRPr="00FE6E7E">
        <w:t>évalu</w:t>
      </w:r>
      <w:r>
        <w:t>e</w:t>
      </w:r>
    </w:p>
    <w:p w14:paraId="5638DD76" w14:textId="220E90DA" w:rsidR="00D56490" w:rsidRPr="00FE6E7E" w:rsidRDefault="00D56490" w:rsidP="0067296B">
      <w:pPr>
        <w:pStyle w:val="Paragraphedeliste"/>
        <w:numPr>
          <w:ilvl w:val="0"/>
          <w:numId w:val="24"/>
        </w:numPr>
      </w:pPr>
      <w:r w:rsidRPr="00FE6E7E">
        <w:t>Si j’ai tout compris</w:t>
      </w:r>
      <w:r w:rsidR="007D69A3" w:rsidRPr="00FE6E7E">
        <w:t>,</w:t>
      </w:r>
      <w:r w:rsidRPr="00FE6E7E">
        <w:t xml:space="preserve"> je passe à la </w:t>
      </w:r>
      <w:bookmarkStart w:id="0" w:name="_GoBack"/>
      <w:r w:rsidRPr="00FE6E7E">
        <w:t>fiche</w:t>
      </w:r>
      <w:bookmarkEnd w:id="0"/>
      <w:r w:rsidR="004E76CE">
        <w:t> </w:t>
      </w:r>
      <w:r w:rsidRPr="00FE6E7E">
        <w:t>E5.</w:t>
      </w:r>
    </w:p>
    <w:p w14:paraId="370C6ACA" w14:textId="28627F79" w:rsidR="00D56490" w:rsidRPr="00FE6E7E" w:rsidRDefault="00D56490" w:rsidP="0067296B">
      <w:pPr>
        <w:pStyle w:val="Paragraphedeliste"/>
        <w:numPr>
          <w:ilvl w:val="0"/>
          <w:numId w:val="24"/>
        </w:numPr>
      </w:pPr>
      <w:r w:rsidRPr="00FE6E7E">
        <w:t>Si je n’ai pas compris</w:t>
      </w:r>
      <w:r w:rsidR="008A57CE" w:rsidRPr="00FE6E7E">
        <w:t>,</w:t>
      </w:r>
      <w:r w:rsidRPr="00FE6E7E">
        <w:t xml:space="preserve"> je demande des explications à un camarade ou à mon enseignant avant de passer la fiche</w:t>
      </w:r>
      <w:r w:rsidR="004E76CE">
        <w:t> </w:t>
      </w:r>
      <w:r w:rsidRPr="00FE6E7E">
        <w:t>E5</w:t>
      </w:r>
      <w:r w:rsidR="008A57CE" w:rsidRPr="00FE6E7E">
        <w:t>.</w:t>
      </w:r>
    </w:p>
    <w:sectPr w:rsidR="00D56490" w:rsidRPr="00FE6E7E" w:rsidSect="00795D61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546D6" w14:textId="77777777" w:rsidR="006D14A3" w:rsidRDefault="006D14A3" w:rsidP="0073090A">
      <w:pPr>
        <w:spacing w:after="0"/>
      </w:pPr>
      <w:r>
        <w:separator/>
      </w:r>
    </w:p>
  </w:endnote>
  <w:endnote w:type="continuationSeparator" w:id="0">
    <w:p w14:paraId="3DEBDD34" w14:textId="77777777" w:rsidR="006D14A3" w:rsidRDefault="006D14A3" w:rsidP="007309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28B5A" w14:textId="77777777" w:rsidR="006D14A3" w:rsidRDefault="006D14A3" w:rsidP="0073090A">
      <w:pPr>
        <w:spacing w:after="0"/>
      </w:pPr>
      <w:r>
        <w:separator/>
      </w:r>
    </w:p>
  </w:footnote>
  <w:footnote w:type="continuationSeparator" w:id="0">
    <w:p w14:paraId="43085702" w14:textId="77777777" w:rsidR="006D14A3" w:rsidRDefault="006D14A3" w:rsidP="007309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6D50"/>
    <w:multiLevelType w:val="hybridMultilevel"/>
    <w:tmpl w:val="6674FE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6F1"/>
    <w:multiLevelType w:val="hybridMultilevel"/>
    <w:tmpl w:val="E90E84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A4B97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116FA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37A97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95393"/>
    <w:multiLevelType w:val="hybridMultilevel"/>
    <w:tmpl w:val="FD30CE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F5667"/>
    <w:multiLevelType w:val="hybridMultilevel"/>
    <w:tmpl w:val="16F045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F716A"/>
    <w:multiLevelType w:val="hybridMultilevel"/>
    <w:tmpl w:val="FABCAF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C1BBA"/>
    <w:multiLevelType w:val="hybridMultilevel"/>
    <w:tmpl w:val="E90E8482"/>
    <w:lvl w:ilvl="0" w:tplc="0BFAE4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9049D0"/>
    <w:multiLevelType w:val="hybridMultilevel"/>
    <w:tmpl w:val="DCF67702"/>
    <w:lvl w:ilvl="0" w:tplc="12D24B54">
      <w:start w:val="1"/>
      <w:numFmt w:val="lowerLetter"/>
      <w:lvlText w:val="%1)"/>
      <w:lvlJc w:val="left"/>
      <w:pPr>
        <w:ind w:left="555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275" w:hanging="360"/>
      </w:pPr>
    </w:lvl>
    <w:lvl w:ilvl="2" w:tplc="040C001B" w:tentative="1">
      <w:start w:val="1"/>
      <w:numFmt w:val="lowerRoman"/>
      <w:lvlText w:val="%3."/>
      <w:lvlJc w:val="right"/>
      <w:pPr>
        <w:ind w:left="1995" w:hanging="180"/>
      </w:pPr>
    </w:lvl>
    <w:lvl w:ilvl="3" w:tplc="040C000F" w:tentative="1">
      <w:start w:val="1"/>
      <w:numFmt w:val="decimal"/>
      <w:lvlText w:val="%4."/>
      <w:lvlJc w:val="left"/>
      <w:pPr>
        <w:ind w:left="2715" w:hanging="360"/>
      </w:pPr>
    </w:lvl>
    <w:lvl w:ilvl="4" w:tplc="040C0019" w:tentative="1">
      <w:start w:val="1"/>
      <w:numFmt w:val="lowerLetter"/>
      <w:lvlText w:val="%5."/>
      <w:lvlJc w:val="left"/>
      <w:pPr>
        <w:ind w:left="3435" w:hanging="360"/>
      </w:pPr>
    </w:lvl>
    <w:lvl w:ilvl="5" w:tplc="040C001B" w:tentative="1">
      <w:start w:val="1"/>
      <w:numFmt w:val="lowerRoman"/>
      <w:lvlText w:val="%6."/>
      <w:lvlJc w:val="right"/>
      <w:pPr>
        <w:ind w:left="4155" w:hanging="180"/>
      </w:pPr>
    </w:lvl>
    <w:lvl w:ilvl="6" w:tplc="040C000F" w:tentative="1">
      <w:start w:val="1"/>
      <w:numFmt w:val="decimal"/>
      <w:lvlText w:val="%7."/>
      <w:lvlJc w:val="left"/>
      <w:pPr>
        <w:ind w:left="4875" w:hanging="360"/>
      </w:pPr>
    </w:lvl>
    <w:lvl w:ilvl="7" w:tplc="040C0019" w:tentative="1">
      <w:start w:val="1"/>
      <w:numFmt w:val="lowerLetter"/>
      <w:lvlText w:val="%8."/>
      <w:lvlJc w:val="left"/>
      <w:pPr>
        <w:ind w:left="5595" w:hanging="360"/>
      </w:pPr>
    </w:lvl>
    <w:lvl w:ilvl="8" w:tplc="040C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0" w15:restartNumberingAfterBreak="0">
    <w:nsid w:val="73C403D8"/>
    <w:multiLevelType w:val="hybridMultilevel"/>
    <w:tmpl w:val="62DAC9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F6673"/>
    <w:multiLevelType w:val="hybridMultilevel"/>
    <w:tmpl w:val="C1BA96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"/>
  </w:num>
  <w:num w:numId="4">
    <w:abstractNumId w:val="11"/>
  </w:num>
  <w:num w:numId="5">
    <w:abstractNumId w:val="0"/>
  </w:num>
  <w:num w:numId="6">
    <w:abstractNumId w:val="16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  <w:num w:numId="11">
    <w:abstractNumId w:val="19"/>
  </w:num>
  <w:num w:numId="12">
    <w:abstractNumId w:val="20"/>
  </w:num>
  <w:num w:numId="13">
    <w:abstractNumId w:val="17"/>
  </w:num>
  <w:num w:numId="14">
    <w:abstractNumId w:val="3"/>
  </w:num>
  <w:num w:numId="15">
    <w:abstractNumId w:val="5"/>
  </w:num>
  <w:num w:numId="16">
    <w:abstractNumId w:val="14"/>
  </w:num>
  <w:num w:numId="17">
    <w:abstractNumId w:val="6"/>
  </w:num>
  <w:num w:numId="18">
    <w:abstractNumId w:val="21"/>
  </w:num>
  <w:num w:numId="19">
    <w:abstractNumId w:val="12"/>
  </w:num>
  <w:num w:numId="20">
    <w:abstractNumId w:val="13"/>
  </w:num>
  <w:num w:numId="21">
    <w:abstractNumId w:val="23"/>
  </w:num>
  <w:num w:numId="22">
    <w:abstractNumId w:val="15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84"/>
    <w:rsid w:val="00004C1C"/>
    <w:rsid w:val="00046742"/>
    <w:rsid w:val="00076843"/>
    <w:rsid w:val="001237E5"/>
    <w:rsid w:val="0019411B"/>
    <w:rsid w:val="001A6174"/>
    <w:rsid w:val="00211984"/>
    <w:rsid w:val="00217F85"/>
    <w:rsid w:val="002432F4"/>
    <w:rsid w:val="002C1ACF"/>
    <w:rsid w:val="002D397C"/>
    <w:rsid w:val="003575DE"/>
    <w:rsid w:val="003C1E64"/>
    <w:rsid w:val="004715BE"/>
    <w:rsid w:val="004E76CE"/>
    <w:rsid w:val="00504418"/>
    <w:rsid w:val="00587459"/>
    <w:rsid w:val="005A4704"/>
    <w:rsid w:val="005B0D10"/>
    <w:rsid w:val="006055E1"/>
    <w:rsid w:val="00654AF1"/>
    <w:rsid w:val="0067296B"/>
    <w:rsid w:val="00674C37"/>
    <w:rsid w:val="006C37E7"/>
    <w:rsid w:val="006D14A3"/>
    <w:rsid w:val="006D24DA"/>
    <w:rsid w:val="0070557F"/>
    <w:rsid w:val="0073090A"/>
    <w:rsid w:val="007672AC"/>
    <w:rsid w:val="00795D61"/>
    <w:rsid w:val="007D69A3"/>
    <w:rsid w:val="00826895"/>
    <w:rsid w:val="008A57CE"/>
    <w:rsid w:val="008F40BD"/>
    <w:rsid w:val="009A16DC"/>
    <w:rsid w:val="00AF0A11"/>
    <w:rsid w:val="00B071CF"/>
    <w:rsid w:val="00B07A9E"/>
    <w:rsid w:val="00B11CBB"/>
    <w:rsid w:val="00B25FDA"/>
    <w:rsid w:val="00B331AD"/>
    <w:rsid w:val="00C22CF3"/>
    <w:rsid w:val="00C33F69"/>
    <w:rsid w:val="00C47385"/>
    <w:rsid w:val="00C93AD9"/>
    <w:rsid w:val="00D134B8"/>
    <w:rsid w:val="00D24A50"/>
    <w:rsid w:val="00D54C8A"/>
    <w:rsid w:val="00D56490"/>
    <w:rsid w:val="00DB5A27"/>
    <w:rsid w:val="00DC7C74"/>
    <w:rsid w:val="00DD7DDC"/>
    <w:rsid w:val="00DF388D"/>
    <w:rsid w:val="00DF71F2"/>
    <w:rsid w:val="00E11477"/>
    <w:rsid w:val="00E13A60"/>
    <w:rsid w:val="00EB2AE4"/>
    <w:rsid w:val="00EC33F7"/>
    <w:rsid w:val="00F00579"/>
    <w:rsid w:val="00F27C79"/>
    <w:rsid w:val="00F754A4"/>
    <w:rsid w:val="00F86D3A"/>
    <w:rsid w:val="00FE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1E562"/>
  <w15:chartTrackingRefBased/>
  <w15:docId w15:val="{8DBD51F2-9147-45B4-8B51-E47F095C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6CE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4E76CE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76CE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E76CE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76CE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4E76C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4E76CE"/>
  </w:style>
  <w:style w:type="paragraph" w:styleId="Paragraphedeliste">
    <w:name w:val="List Paragraph"/>
    <w:basedOn w:val="Normal"/>
    <w:uiPriority w:val="34"/>
    <w:rsid w:val="004E76CE"/>
    <w:pPr>
      <w:ind w:left="720"/>
      <w:contextualSpacing/>
    </w:pPr>
  </w:style>
  <w:style w:type="table" w:styleId="Grilledutableau">
    <w:name w:val="Table Grid"/>
    <w:basedOn w:val="TableauNormal"/>
    <w:uiPriority w:val="59"/>
    <w:rsid w:val="004E76C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4E76CE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4E76CE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4E76CE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3090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3090A"/>
  </w:style>
  <w:style w:type="paragraph" w:styleId="Pieddepage">
    <w:name w:val="footer"/>
    <w:basedOn w:val="Normal"/>
    <w:link w:val="PieddepageCar"/>
    <w:uiPriority w:val="99"/>
    <w:unhideWhenUsed/>
    <w:rsid w:val="004E76C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4E76CE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4E76CE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4E76CE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4E76CE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4E76CE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4E76CE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4E76CE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4E76CE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4E76CE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4E76CE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E76CE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4E76CE"/>
    <w:rPr>
      <w:color w:val="0000FF"/>
      <w:u w:val="single"/>
    </w:rPr>
  </w:style>
  <w:style w:type="paragraph" w:customStyle="1" w:styleId="Encartgras">
    <w:name w:val="Encart gras"/>
    <w:basedOn w:val="Normal"/>
    <w:qFormat/>
    <w:rsid w:val="004E76CE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4E76CE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4E76CE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4E76CE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4E76CE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21</TotalTime>
  <Pages>2</Pages>
  <Words>512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JEROME SAVIDAN</cp:lastModifiedBy>
  <cp:revision>10</cp:revision>
  <dcterms:created xsi:type="dcterms:W3CDTF">2023-06-21T14:26:00Z</dcterms:created>
  <dcterms:modified xsi:type="dcterms:W3CDTF">2023-08-08T13:22:00Z</dcterms:modified>
</cp:coreProperties>
</file>