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1FC59" w14:textId="7F04E73E" w:rsidR="00FE4AED" w:rsidRPr="00906175" w:rsidRDefault="00FE4AED" w:rsidP="00566E0F">
      <w:pPr>
        <w:pStyle w:val="Titredudocument"/>
      </w:pPr>
      <w:r w:rsidRPr="00906175">
        <w:t>Fiche élève : «</w:t>
      </w:r>
      <w:r w:rsidR="00DF10DF">
        <w:t> </w:t>
      </w:r>
      <w:r w:rsidRPr="00906175">
        <w:t>Je m’exerce</w:t>
      </w:r>
      <w:r w:rsidR="00DF10DF">
        <w:t> </w:t>
      </w:r>
      <w:r w:rsidRPr="00906175">
        <w:t>» (E4)</w:t>
      </w:r>
    </w:p>
    <w:p w14:paraId="1F5F327C" w14:textId="728DFEBB" w:rsidR="00FE4AED" w:rsidRPr="00566E0F" w:rsidRDefault="00FE4AED" w:rsidP="00566E0F">
      <w:pPr>
        <w:pStyle w:val="Encartgras"/>
        <w:rPr>
          <w:rFonts w:eastAsiaTheme="minorHAnsi"/>
        </w:rPr>
      </w:pPr>
      <w:r w:rsidRPr="00566E0F">
        <w:t>Domaine</w:t>
      </w:r>
      <w:r w:rsidR="00DF10DF">
        <w:t> </w:t>
      </w:r>
      <w:r w:rsidRPr="00566E0F">
        <w:t xml:space="preserve">: </w:t>
      </w:r>
      <w:r w:rsidRPr="00566E0F">
        <w:rPr>
          <w:rFonts w:eastAsiaTheme="minorHAnsi"/>
        </w:rPr>
        <w:t>Organisation et gestion de données, fonction</w:t>
      </w:r>
    </w:p>
    <w:p w14:paraId="54461449" w14:textId="6A141051" w:rsidR="00FE4AED" w:rsidRPr="00566E0F" w:rsidRDefault="00FE4AED" w:rsidP="00566E0F">
      <w:pPr>
        <w:pStyle w:val="Encartgras"/>
      </w:pPr>
      <w:r w:rsidRPr="00566E0F">
        <w:t>Sous thème : Résoudre des problèmes simples en lien avec la proportionnalité (coefficient de proportionnalité)</w:t>
      </w:r>
    </w:p>
    <w:p w14:paraId="206545D4" w14:textId="77777777" w:rsidR="00D67910" w:rsidRPr="00906175" w:rsidRDefault="00D67910" w:rsidP="00566E0F">
      <w:pPr>
        <w:pStyle w:val="Encadr"/>
      </w:pPr>
      <w:r w:rsidRPr="00906175">
        <w:t>On considère que les situations problèmes suivantes mettent en relation, à chaque fois, deux grandeurs proportionnelles.</w:t>
      </w:r>
    </w:p>
    <w:p w14:paraId="5A50D7B4" w14:textId="77777777" w:rsidR="00566E0F" w:rsidRDefault="00566E0F" w:rsidP="00566E0F">
      <w:pPr>
        <w:pStyle w:val="Titre1"/>
      </w:pPr>
      <w:r>
        <w:t>Je m’exerce</w:t>
      </w:r>
    </w:p>
    <w:p w14:paraId="5AEDAACF" w14:textId="0C50C4A6" w:rsidR="003B495E" w:rsidRPr="00906175" w:rsidRDefault="003B495E" w:rsidP="00566E0F">
      <w:pPr>
        <w:pStyle w:val="Titre2"/>
      </w:pPr>
      <w:r w:rsidRPr="00906175">
        <w:t>Exercice</w:t>
      </w:r>
      <w:r w:rsidR="00DF10DF">
        <w:t> </w:t>
      </w:r>
      <w:r w:rsidRPr="00906175">
        <w:t xml:space="preserve">1 – </w:t>
      </w:r>
      <w:r w:rsidR="00987B7C" w:rsidRPr="00906175">
        <w:t>É</w:t>
      </w:r>
      <w:r w:rsidRPr="00906175">
        <w:t>lève</w:t>
      </w:r>
      <w:r w:rsidR="00DF10DF">
        <w:t> </w:t>
      </w:r>
      <w:r w:rsidRPr="00906175">
        <w:t>1</w:t>
      </w:r>
    </w:p>
    <w:p w14:paraId="6ABEAD06" w14:textId="5AC71137" w:rsidR="003B495E" w:rsidRPr="00566E0F" w:rsidRDefault="003B495E" w:rsidP="003B495E">
      <w:pPr>
        <w:pStyle w:val="Paragraphedeliste"/>
        <w:numPr>
          <w:ilvl w:val="0"/>
          <w:numId w:val="31"/>
        </w:numPr>
      </w:pPr>
      <w:r w:rsidRPr="00566E0F">
        <w:t>Rédige</w:t>
      </w:r>
      <w:r w:rsidR="002D4C11" w:rsidRPr="00566E0F">
        <w:t>r</w:t>
      </w:r>
      <w:r w:rsidRPr="00566E0F">
        <w:t xml:space="preserve"> un énoncé de problème associé à ce tableau </w:t>
      </w:r>
      <w:r w:rsidR="00D96136" w:rsidRPr="00566E0F">
        <w:t>(informations</w:t>
      </w:r>
      <w:r w:rsidRPr="00566E0F">
        <w:t xml:space="preserve"> et question) :</w:t>
      </w:r>
    </w:p>
    <w:tbl>
      <w:tblPr>
        <w:tblStyle w:val="Grilledutableau"/>
        <w:tblW w:w="0" w:type="auto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817"/>
        <w:gridCol w:w="1989"/>
        <w:gridCol w:w="1990"/>
      </w:tblGrid>
      <w:tr w:rsidR="003B495E" w:rsidRPr="00566E0F" w14:paraId="6CD0344A" w14:textId="77777777" w:rsidTr="00DF10DF">
        <w:trPr>
          <w:trHeight w:val="525"/>
        </w:trPr>
        <w:tc>
          <w:tcPr>
            <w:tcW w:w="3817" w:type="dxa"/>
            <w:vAlign w:val="center"/>
          </w:tcPr>
          <w:p w14:paraId="26DD8E3C" w14:textId="7A73DEBF" w:rsidR="003B495E" w:rsidRPr="00566E0F" w:rsidRDefault="004825DA" w:rsidP="004E2DA2">
            <w:pPr>
              <w:ind w:left="360"/>
              <w:jc w:val="center"/>
              <w:rPr>
                <w:sz w:val="22"/>
                <w:szCs w:val="22"/>
              </w:rPr>
            </w:pPr>
            <w:r w:rsidRPr="00566E0F">
              <w:rPr>
                <w:sz w:val="22"/>
                <w:szCs w:val="22"/>
              </w:rPr>
              <w:t>Pulls en maille (en nombre)</w:t>
            </w:r>
          </w:p>
        </w:tc>
        <w:tc>
          <w:tcPr>
            <w:tcW w:w="1989" w:type="dxa"/>
            <w:vAlign w:val="center"/>
          </w:tcPr>
          <w:p w14:paraId="1CA6513E" w14:textId="783842CF" w:rsidR="003B495E" w:rsidRPr="00566E0F" w:rsidRDefault="004825DA" w:rsidP="004E2DA2">
            <w:pPr>
              <w:jc w:val="center"/>
              <w:rPr>
                <w:sz w:val="22"/>
                <w:szCs w:val="22"/>
              </w:rPr>
            </w:pPr>
            <w:r w:rsidRPr="00566E0F">
              <w:rPr>
                <w:sz w:val="22"/>
                <w:szCs w:val="22"/>
              </w:rPr>
              <w:t>3</w:t>
            </w:r>
          </w:p>
        </w:tc>
        <w:tc>
          <w:tcPr>
            <w:tcW w:w="1990" w:type="dxa"/>
            <w:vAlign w:val="center"/>
          </w:tcPr>
          <w:p w14:paraId="338768E7" w14:textId="611A05F6" w:rsidR="003B495E" w:rsidRPr="00566E0F" w:rsidRDefault="004825DA" w:rsidP="004E2DA2">
            <w:pPr>
              <w:jc w:val="center"/>
              <w:rPr>
                <w:sz w:val="22"/>
                <w:szCs w:val="22"/>
              </w:rPr>
            </w:pPr>
            <w:r w:rsidRPr="00566E0F">
              <w:rPr>
                <w:sz w:val="22"/>
                <w:szCs w:val="22"/>
              </w:rPr>
              <w:t>7</w:t>
            </w:r>
          </w:p>
        </w:tc>
      </w:tr>
      <w:tr w:rsidR="003B495E" w:rsidRPr="00566E0F" w14:paraId="5F03C71F" w14:textId="77777777" w:rsidTr="00DF10DF">
        <w:trPr>
          <w:trHeight w:val="525"/>
        </w:trPr>
        <w:tc>
          <w:tcPr>
            <w:tcW w:w="3817" w:type="dxa"/>
            <w:vAlign w:val="center"/>
          </w:tcPr>
          <w:p w14:paraId="78118CFF" w14:textId="58D89254" w:rsidR="003B495E" w:rsidRPr="00566E0F" w:rsidRDefault="004825DA" w:rsidP="004E2DA2">
            <w:pPr>
              <w:jc w:val="center"/>
              <w:rPr>
                <w:sz w:val="22"/>
                <w:szCs w:val="22"/>
              </w:rPr>
            </w:pPr>
            <w:r w:rsidRPr="00566E0F">
              <w:rPr>
                <w:sz w:val="22"/>
                <w:szCs w:val="22"/>
              </w:rPr>
              <w:t>Bouteilles plastiques (en nombre)</w:t>
            </w:r>
          </w:p>
        </w:tc>
        <w:tc>
          <w:tcPr>
            <w:tcW w:w="1989" w:type="dxa"/>
            <w:vAlign w:val="center"/>
          </w:tcPr>
          <w:p w14:paraId="545AFB3C" w14:textId="1FF7C624" w:rsidR="003B495E" w:rsidRPr="00566E0F" w:rsidRDefault="004825DA" w:rsidP="004E2DA2">
            <w:pPr>
              <w:jc w:val="center"/>
              <w:rPr>
                <w:sz w:val="22"/>
                <w:szCs w:val="22"/>
              </w:rPr>
            </w:pPr>
            <w:r w:rsidRPr="00566E0F">
              <w:rPr>
                <w:sz w:val="22"/>
                <w:szCs w:val="22"/>
              </w:rPr>
              <w:t>75</w:t>
            </w:r>
          </w:p>
        </w:tc>
        <w:tc>
          <w:tcPr>
            <w:tcW w:w="1990" w:type="dxa"/>
            <w:vAlign w:val="center"/>
          </w:tcPr>
          <w:p w14:paraId="41651C84" w14:textId="77777777" w:rsidR="003B495E" w:rsidRPr="00566E0F" w:rsidRDefault="003B495E" w:rsidP="004E2DA2">
            <w:pPr>
              <w:jc w:val="center"/>
              <w:rPr>
                <w:sz w:val="22"/>
                <w:szCs w:val="22"/>
              </w:rPr>
            </w:pPr>
            <w:r w:rsidRPr="00566E0F">
              <w:rPr>
                <w:sz w:val="22"/>
                <w:szCs w:val="22"/>
              </w:rPr>
              <w:t>?</w:t>
            </w:r>
          </w:p>
        </w:tc>
      </w:tr>
    </w:tbl>
    <w:p w14:paraId="0ECE3452" w14:textId="060788CD" w:rsidR="004825DA" w:rsidRPr="00566E0F" w:rsidRDefault="004825DA" w:rsidP="004825DA">
      <w:pPr>
        <w:pStyle w:val="Paragraphedeliste"/>
        <w:numPr>
          <w:ilvl w:val="0"/>
          <w:numId w:val="31"/>
        </w:numPr>
      </w:pPr>
      <w:r w:rsidRPr="00566E0F">
        <w:t>Propose</w:t>
      </w:r>
      <w:r w:rsidR="002D4C11" w:rsidRPr="00566E0F">
        <w:t>r</w:t>
      </w:r>
      <w:r w:rsidRPr="00566E0F">
        <w:t xml:space="preserve"> </w:t>
      </w:r>
      <w:r w:rsidR="002D4C11" w:rsidRPr="00566E0F">
        <w:t>votre</w:t>
      </w:r>
      <w:r w:rsidRPr="00566E0F">
        <w:t xml:space="preserve"> situation problème à un camarade en lui demandant de la résoudre de la manière la plus simple possible et sans utiliser la calculatrice</w:t>
      </w:r>
      <w:r w:rsidR="002D4C11" w:rsidRPr="00566E0F">
        <w:t xml:space="preserve"> (</w:t>
      </w:r>
      <w:r w:rsidR="00097DC4" w:rsidRPr="00566E0F">
        <w:rPr>
          <w:i/>
        </w:rPr>
        <w:t>c</w:t>
      </w:r>
      <w:r w:rsidR="002D4C11" w:rsidRPr="00566E0F">
        <w:rPr>
          <w:i/>
        </w:rPr>
        <w:t>onfronter ensuite l’énoncé du camarade avec le vôtre pour vérification)</w:t>
      </w:r>
      <w:r w:rsidR="00097DC4" w:rsidRPr="00566E0F">
        <w:rPr>
          <w:i/>
        </w:rPr>
        <w:t>.</w:t>
      </w:r>
    </w:p>
    <w:p w14:paraId="52E18B91" w14:textId="130C1479" w:rsidR="00976615" w:rsidRPr="00906175" w:rsidRDefault="003B495E" w:rsidP="00566E0F">
      <w:pPr>
        <w:pStyle w:val="Titre2"/>
      </w:pPr>
      <w:r w:rsidRPr="00906175">
        <w:t xml:space="preserve">Exercice 1 – </w:t>
      </w:r>
      <w:r w:rsidR="00987B7C" w:rsidRPr="00906175">
        <w:t>É</w:t>
      </w:r>
      <w:r w:rsidRPr="00906175">
        <w:t>lève</w:t>
      </w:r>
      <w:r w:rsidR="00DF10DF">
        <w:t> </w:t>
      </w:r>
      <w:r w:rsidRPr="00906175">
        <w:t>2</w:t>
      </w:r>
    </w:p>
    <w:p w14:paraId="01B563AA" w14:textId="0E1D14C5" w:rsidR="00976615" w:rsidRPr="00566E0F" w:rsidRDefault="00976615" w:rsidP="00976615">
      <w:pPr>
        <w:pStyle w:val="Paragraphedeliste"/>
        <w:numPr>
          <w:ilvl w:val="0"/>
          <w:numId w:val="32"/>
        </w:numPr>
      </w:pPr>
      <w:r w:rsidRPr="00566E0F">
        <w:t>Rédige</w:t>
      </w:r>
      <w:r w:rsidR="002D4C11" w:rsidRPr="00566E0F">
        <w:t>r</w:t>
      </w:r>
      <w:r w:rsidRPr="00566E0F">
        <w:t xml:space="preserve"> un énoncé de problème associé à ce tableau </w:t>
      </w:r>
      <w:r w:rsidR="00D96136" w:rsidRPr="00566E0F">
        <w:t>(informations</w:t>
      </w:r>
      <w:r w:rsidRPr="00566E0F">
        <w:t xml:space="preserve"> et question)</w:t>
      </w:r>
      <w:r w:rsidR="00097DC4" w:rsidRPr="00566E0F">
        <w:t> :</w:t>
      </w:r>
    </w:p>
    <w:tbl>
      <w:tblPr>
        <w:tblStyle w:val="Grilledutableau"/>
        <w:tblW w:w="0" w:type="auto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817"/>
        <w:gridCol w:w="1989"/>
        <w:gridCol w:w="1990"/>
      </w:tblGrid>
      <w:tr w:rsidR="003B495E" w:rsidRPr="00566E0F" w14:paraId="0D59952A" w14:textId="77777777" w:rsidTr="00DF10DF">
        <w:trPr>
          <w:trHeight w:val="465"/>
        </w:trPr>
        <w:tc>
          <w:tcPr>
            <w:tcW w:w="3817" w:type="dxa"/>
            <w:vAlign w:val="center"/>
          </w:tcPr>
          <w:p w14:paraId="5E6F4B43" w14:textId="3878EFC6" w:rsidR="003B495E" w:rsidRPr="00566E0F" w:rsidRDefault="004825DA" w:rsidP="004E2DA2">
            <w:pPr>
              <w:jc w:val="center"/>
              <w:rPr>
                <w:sz w:val="22"/>
                <w:szCs w:val="22"/>
              </w:rPr>
            </w:pPr>
            <w:r w:rsidRPr="00566E0F">
              <w:rPr>
                <w:sz w:val="22"/>
                <w:szCs w:val="22"/>
              </w:rPr>
              <w:t>Jonquilles</w:t>
            </w:r>
            <w:r w:rsidR="00976615" w:rsidRPr="00566E0F">
              <w:rPr>
                <w:sz w:val="22"/>
                <w:szCs w:val="22"/>
              </w:rPr>
              <w:t xml:space="preserve"> (en </w:t>
            </w:r>
            <w:r w:rsidRPr="00566E0F">
              <w:rPr>
                <w:sz w:val="22"/>
                <w:szCs w:val="22"/>
              </w:rPr>
              <w:t>nombre</w:t>
            </w:r>
            <w:r w:rsidR="00976615" w:rsidRPr="00566E0F">
              <w:rPr>
                <w:sz w:val="22"/>
                <w:szCs w:val="22"/>
              </w:rPr>
              <w:t>)</w:t>
            </w:r>
          </w:p>
        </w:tc>
        <w:tc>
          <w:tcPr>
            <w:tcW w:w="1989" w:type="dxa"/>
            <w:vAlign w:val="center"/>
          </w:tcPr>
          <w:p w14:paraId="6EA74352" w14:textId="57B77C83" w:rsidR="003B495E" w:rsidRPr="00566E0F" w:rsidRDefault="004825DA" w:rsidP="004E2DA2">
            <w:pPr>
              <w:jc w:val="center"/>
              <w:rPr>
                <w:sz w:val="22"/>
                <w:szCs w:val="22"/>
              </w:rPr>
            </w:pPr>
            <w:r w:rsidRPr="00566E0F">
              <w:rPr>
                <w:sz w:val="22"/>
                <w:szCs w:val="22"/>
              </w:rPr>
              <w:t>5</w:t>
            </w:r>
          </w:p>
        </w:tc>
        <w:tc>
          <w:tcPr>
            <w:tcW w:w="1990" w:type="dxa"/>
            <w:vAlign w:val="center"/>
          </w:tcPr>
          <w:p w14:paraId="21CE95E7" w14:textId="50BA261A" w:rsidR="003B495E" w:rsidRPr="00566E0F" w:rsidRDefault="004825DA" w:rsidP="004E2DA2">
            <w:pPr>
              <w:jc w:val="center"/>
              <w:rPr>
                <w:sz w:val="22"/>
                <w:szCs w:val="22"/>
              </w:rPr>
            </w:pPr>
            <w:r w:rsidRPr="00566E0F">
              <w:rPr>
                <w:sz w:val="22"/>
                <w:szCs w:val="22"/>
              </w:rPr>
              <w:t>9</w:t>
            </w:r>
          </w:p>
        </w:tc>
      </w:tr>
      <w:tr w:rsidR="003B495E" w:rsidRPr="00566E0F" w14:paraId="082C4D2D" w14:textId="77777777" w:rsidTr="00DF10DF">
        <w:trPr>
          <w:trHeight w:val="465"/>
        </w:trPr>
        <w:tc>
          <w:tcPr>
            <w:tcW w:w="3817" w:type="dxa"/>
            <w:vAlign w:val="center"/>
          </w:tcPr>
          <w:p w14:paraId="0C7EDC72" w14:textId="30BA8B5B" w:rsidR="003B495E" w:rsidRPr="00566E0F" w:rsidRDefault="004825DA" w:rsidP="004E2DA2">
            <w:pPr>
              <w:jc w:val="center"/>
              <w:rPr>
                <w:sz w:val="22"/>
                <w:szCs w:val="22"/>
              </w:rPr>
            </w:pPr>
            <w:r w:rsidRPr="00566E0F">
              <w:rPr>
                <w:sz w:val="22"/>
                <w:szCs w:val="22"/>
              </w:rPr>
              <w:t>Prix</w:t>
            </w:r>
            <w:r w:rsidR="00976615" w:rsidRPr="00566E0F">
              <w:rPr>
                <w:sz w:val="22"/>
                <w:szCs w:val="22"/>
              </w:rPr>
              <w:t xml:space="preserve"> (en </w:t>
            </w:r>
            <w:r w:rsidRPr="00566E0F">
              <w:rPr>
                <w:sz w:val="22"/>
                <w:szCs w:val="22"/>
              </w:rPr>
              <w:t>€</w:t>
            </w:r>
            <w:r w:rsidR="00976615" w:rsidRPr="00566E0F">
              <w:rPr>
                <w:sz w:val="22"/>
                <w:szCs w:val="22"/>
              </w:rPr>
              <w:t>)</w:t>
            </w:r>
          </w:p>
        </w:tc>
        <w:tc>
          <w:tcPr>
            <w:tcW w:w="1989" w:type="dxa"/>
            <w:vAlign w:val="center"/>
          </w:tcPr>
          <w:p w14:paraId="79DBBDA7" w14:textId="23483F7A" w:rsidR="003B495E" w:rsidRPr="00566E0F" w:rsidRDefault="004825DA" w:rsidP="004E2DA2">
            <w:pPr>
              <w:jc w:val="center"/>
              <w:rPr>
                <w:sz w:val="22"/>
                <w:szCs w:val="22"/>
              </w:rPr>
            </w:pPr>
            <w:r w:rsidRPr="00566E0F">
              <w:rPr>
                <w:sz w:val="22"/>
                <w:szCs w:val="22"/>
              </w:rPr>
              <w:t>4,50</w:t>
            </w:r>
          </w:p>
        </w:tc>
        <w:tc>
          <w:tcPr>
            <w:tcW w:w="1990" w:type="dxa"/>
            <w:vAlign w:val="center"/>
          </w:tcPr>
          <w:p w14:paraId="7E07B15E" w14:textId="5187A315" w:rsidR="003B495E" w:rsidRPr="00566E0F" w:rsidRDefault="00976615" w:rsidP="004E2DA2">
            <w:pPr>
              <w:jc w:val="center"/>
              <w:rPr>
                <w:sz w:val="22"/>
                <w:szCs w:val="22"/>
              </w:rPr>
            </w:pPr>
            <w:r w:rsidRPr="00566E0F">
              <w:rPr>
                <w:sz w:val="22"/>
                <w:szCs w:val="22"/>
              </w:rPr>
              <w:t>?</w:t>
            </w:r>
          </w:p>
        </w:tc>
      </w:tr>
    </w:tbl>
    <w:p w14:paraId="19635CAC" w14:textId="0CB2745B" w:rsidR="004825DA" w:rsidRPr="00566E0F" w:rsidRDefault="004825DA" w:rsidP="00566E0F">
      <w:pPr>
        <w:pStyle w:val="Paragraphedeliste"/>
        <w:numPr>
          <w:ilvl w:val="0"/>
          <w:numId w:val="32"/>
        </w:numPr>
        <w:spacing w:before="100" w:after="100"/>
      </w:pPr>
      <w:r w:rsidRPr="00566E0F">
        <w:t>Propose</w:t>
      </w:r>
      <w:r w:rsidR="002D4C11" w:rsidRPr="00566E0F">
        <w:t>r</w:t>
      </w:r>
      <w:r w:rsidRPr="00566E0F">
        <w:t xml:space="preserve"> </w:t>
      </w:r>
      <w:r w:rsidR="002D4C11" w:rsidRPr="00566E0F">
        <w:t xml:space="preserve">votre </w:t>
      </w:r>
      <w:r w:rsidRPr="00566E0F">
        <w:t>situation problème à un camarade en lui demandant de la résoudre de la manière la plus simple possible et sans utiliser la calculatrice</w:t>
      </w:r>
      <w:r w:rsidR="002D4C11" w:rsidRPr="00566E0F">
        <w:t xml:space="preserve"> (</w:t>
      </w:r>
      <w:r w:rsidR="00097DC4" w:rsidRPr="00566E0F">
        <w:rPr>
          <w:i/>
        </w:rPr>
        <w:t>c</w:t>
      </w:r>
      <w:r w:rsidR="002D4C11" w:rsidRPr="00566E0F">
        <w:rPr>
          <w:i/>
        </w:rPr>
        <w:t>onfronter ensuite l’énoncé du camarade avec le vôtre pour vérification)</w:t>
      </w:r>
      <w:r w:rsidR="00097DC4" w:rsidRPr="00566E0F">
        <w:rPr>
          <w:i/>
        </w:rPr>
        <w:t>.</w:t>
      </w:r>
    </w:p>
    <w:p w14:paraId="47260059" w14:textId="0A0E7761" w:rsidR="003B495E" w:rsidRPr="00906175" w:rsidRDefault="003B495E" w:rsidP="00566E0F">
      <w:pPr>
        <w:pStyle w:val="Titre2"/>
      </w:pPr>
      <w:r w:rsidRPr="00906175">
        <w:t>Exercice</w:t>
      </w:r>
      <w:r w:rsidR="00DF10DF">
        <w:t> </w:t>
      </w:r>
      <w:r w:rsidR="00F8475F" w:rsidRPr="00906175">
        <w:t>2</w:t>
      </w:r>
      <w:r w:rsidRPr="00906175">
        <w:t xml:space="preserve"> – </w:t>
      </w:r>
      <w:r w:rsidR="00987B7C" w:rsidRPr="00906175">
        <w:t>É</w:t>
      </w:r>
      <w:r w:rsidRPr="00906175">
        <w:t>lève</w:t>
      </w:r>
      <w:r w:rsidR="00DF10DF">
        <w:t> </w:t>
      </w:r>
      <w:r w:rsidRPr="00906175">
        <w:t xml:space="preserve">1 </w:t>
      </w:r>
      <w:r w:rsidR="00F32375" w:rsidRPr="00906175">
        <w:t>et</w:t>
      </w:r>
      <w:r w:rsidR="00566E0F">
        <w:t xml:space="preserve"> 2</w:t>
      </w:r>
    </w:p>
    <w:p w14:paraId="17C9D1B5" w14:textId="4D1B3427" w:rsidR="004825DA" w:rsidRPr="00566E0F" w:rsidRDefault="004825DA" w:rsidP="00566E0F">
      <w:pPr>
        <w:pStyle w:val="Paragraphedeliste"/>
        <w:numPr>
          <w:ilvl w:val="0"/>
          <w:numId w:val="29"/>
        </w:numPr>
        <w:spacing w:before="240" w:beforeAutospacing="0" w:after="240" w:afterAutospacing="0" w:line="276" w:lineRule="auto"/>
        <w:ind w:left="714" w:hanging="357"/>
        <w:contextualSpacing w:val="0"/>
      </w:pPr>
      <w:r w:rsidRPr="00566E0F">
        <w:t>Invente</w:t>
      </w:r>
      <w:r w:rsidR="002D4C11" w:rsidRPr="00566E0F">
        <w:t>r</w:t>
      </w:r>
      <w:r w:rsidRPr="00566E0F">
        <w:t xml:space="preserve"> une situation problème (informations + questions) de </w:t>
      </w:r>
      <w:r w:rsidR="002D4C11" w:rsidRPr="00566E0F">
        <w:t>votre</w:t>
      </w:r>
      <w:r w:rsidRPr="00566E0F">
        <w:t xml:space="preserve"> choix qui associe deux grandeurs proportionnelles et dont la mise en œuvre implique l’usage du coefficient de proportionnalité sans utiliser la calculatrice.</w:t>
      </w:r>
    </w:p>
    <w:p w14:paraId="347EBCEF" w14:textId="1CDAE937" w:rsidR="004825DA" w:rsidRPr="00566E0F" w:rsidRDefault="004825DA" w:rsidP="00566E0F">
      <w:pPr>
        <w:pStyle w:val="Paragraphedeliste"/>
        <w:numPr>
          <w:ilvl w:val="0"/>
          <w:numId w:val="29"/>
        </w:numPr>
        <w:spacing w:before="240" w:beforeAutospacing="0" w:after="240" w:afterAutospacing="0" w:line="276" w:lineRule="auto"/>
        <w:ind w:left="714" w:hanging="357"/>
        <w:contextualSpacing w:val="0"/>
      </w:pPr>
      <w:r w:rsidRPr="00566E0F">
        <w:t>Réalise</w:t>
      </w:r>
      <w:r w:rsidR="002D4C11" w:rsidRPr="00566E0F">
        <w:t>r</w:t>
      </w:r>
      <w:r w:rsidRPr="00566E0F">
        <w:t xml:space="preserve"> le tableau correspondant à </w:t>
      </w:r>
      <w:r w:rsidR="002D4C11" w:rsidRPr="00566E0F">
        <w:t>votre</w:t>
      </w:r>
      <w:r w:rsidRPr="00566E0F">
        <w:t xml:space="preserve"> situation (informations + questions)</w:t>
      </w:r>
      <w:r w:rsidR="00CE0BCB" w:rsidRPr="00566E0F">
        <w:t>.</w:t>
      </w:r>
    </w:p>
    <w:p w14:paraId="213E3C57" w14:textId="361FA12A" w:rsidR="00DF0348" w:rsidRPr="00566E0F" w:rsidRDefault="004825DA" w:rsidP="00566E0F">
      <w:pPr>
        <w:pStyle w:val="Paragraphedeliste"/>
        <w:numPr>
          <w:ilvl w:val="0"/>
          <w:numId w:val="29"/>
        </w:numPr>
        <w:tabs>
          <w:tab w:val="left" w:pos="1140"/>
        </w:tabs>
        <w:spacing w:before="240" w:beforeAutospacing="0" w:after="240" w:afterAutospacing="0" w:line="276" w:lineRule="auto"/>
        <w:ind w:left="714" w:hanging="357"/>
        <w:contextualSpacing w:val="0"/>
      </w:pPr>
      <w:r w:rsidRPr="00566E0F">
        <w:t>Propose</w:t>
      </w:r>
      <w:r w:rsidR="002D4C11" w:rsidRPr="00566E0F">
        <w:t>r</w:t>
      </w:r>
      <w:r w:rsidRPr="00566E0F">
        <w:t xml:space="preserve"> à un camarade le tableau réalisé </w:t>
      </w:r>
      <w:r w:rsidR="002D4C11" w:rsidRPr="00566E0F">
        <w:t>puis lui</w:t>
      </w:r>
      <w:r w:rsidRPr="00566E0F">
        <w:t xml:space="preserve"> </w:t>
      </w:r>
      <w:r w:rsidR="0003613E" w:rsidRPr="00566E0F">
        <w:t>demand</w:t>
      </w:r>
      <w:r w:rsidR="002D4C11" w:rsidRPr="00566E0F">
        <w:t>er</w:t>
      </w:r>
      <w:r w:rsidRPr="00566E0F">
        <w:t xml:space="preserve"> d’y associer un</w:t>
      </w:r>
      <w:r w:rsidR="002D4C11" w:rsidRPr="00566E0F">
        <w:t xml:space="preserve"> énoncé de</w:t>
      </w:r>
      <w:r w:rsidRPr="00566E0F">
        <w:t xml:space="preserve"> problème </w:t>
      </w:r>
      <w:r w:rsidR="002D4C11" w:rsidRPr="00566E0F">
        <w:t xml:space="preserve">et </w:t>
      </w:r>
      <w:r w:rsidRPr="00566E0F">
        <w:t>de</w:t>
      </w:r>
      <w:r w:rsidR="002D4C11" w:rsidRPr="00566E0F">
        <w:t xml:space="preserve"> le</w:t>
      </w:r>
      <w:r w:rsidRPr="00566E0F">
        <w:t xml:space="preserve"> résoudre </w:t>
      </w:r>
      <w:r w:rsidR="002D4C11" w:rsidRPr="00566E0F">
        <w:t>(</w:t>
      </w:r>
      <w:r w:rsidR="00CE0BCB" w:rsidRPr="00566E0F">
        <w:rPr>
          <w:i/>
        </w:rPr>
        <w:t>c</w:t>
      </w:r>
      <w:r w:rsidR="002D4C11" w:rsidRPr="00566E0F">
        <w:rPr>
          <w:i/>
        </w:rPr>
        <w:t>onfronter ensuite l’énoncé du camarade avec le vôtre pour vérification)</w:t>
      </w:r>
      <w:r w:rsidR="00CE0BCB" w:rsidRPr="00566E0F">
        <w:rPr>
          <w:i/>
        </w:rPr>
        <w:t>.</w:t>
      </w:r>
    </w:p>
    <w:p w14:paraId="000EAEBB" w14:textId="1C7E7143" w:rsidR="00192830" w:rsidRPr="00906175" w:rsidRDefault="00566E0F" w:rsidP="00566E0F">
      <w:pPr>
        <w:pStyle w:val="Titre1"/>
        <w:spacing w:before="100" w:after="100"/>
      </w:pPr>
      <w:r>
        <w:t>Je m’autoévalue</w:t>
      </w:r>
    </w:p>
    <w:p w14:paraId="2123F83C" w14:textId="5D228285" w:rsidR="002D4C11" w:rsidRPr="00906175" w:rsidRDefault="002D4C11" w:rsidP="00566E0F">
      <w:pPr>
        <w:pStyle w:val="Paragraphedeliste"/>
        <w:numPr>
          <w:ilvl w:val="0"/>
          <w:numId w:val="49"/>
        </w:numPr>
      </w:pPr>
      <w:bookmarkStart w:id="0" w:name="_Hlk137909748"/>
      <w:r w:rsidRPr="00906175">
        <w:t xml:space="preserve">Si j’ai tout compris, je fais les exercices de la </w:t>
      </w:r>
      <w:bookmarkStart w:id="1" w:name="_GoBack"/>
      <w:r w:rsidRPr="00906175">
        <w:t>fiche</w:t>
      </w:r>
      <w:bookmarkEnd w:id="1"/>
      <w:r w:rsidR="00DF10DF">
        <w:t> </w:t>
      </w:r>
      <w:r w:rsidRPr="00906175">
        <w:t>A4.</w:t>
      </w:r>
    </w:p>
    <w:p w14:paraId="27030A2D" w14:textId="15CBA264" w:rsidR="00DF0348" w:rsidRPr="00906175" w:rsidRDefault="002D4C11" w:rsidP="00C74518">
      <w:pPr>
        <w:pStyle w:val="Paragraphedeliste"/>
        <w:numPr>
          <w:ilvl w:val="0"/>
          <w:numId w:val="49"/>
        </w:numPr>
      </w:pPr>
      <w:r w:rsidRPr="00906175">
        <w:t>Si j’ai fait des erreurs ou que je n’ai pas compris, je demande au professeur</w:t>
      </w:r>
      <w:r w:rsidR="001C2533" w:rsidRPr="00906175">
        <w:t xml:space="preserve"> avant de passer à la fiche A4</w:t>
      </w:r>
      <w:r w:rsidRPr="00906175">
        <w:t>.</w:t>
      </w:r>
      <w:bookmarkEnd w:id="0"/>
    </w:p>
    <w:sectPr w:rsidR="00DF0348" w:rsidRPr="00906175" w:rsidSect="00566E0F">
      <w:pgSz w:w="11906" w:h="16838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E69EE" w14:textId="77777777" w:rsidR="0001382D" w:rsidRDefault="0001382D" w:rsidP="00987B7C">
      <w:pPr>
        <w:spacing w:after="0"/>
      </w:pPr>
      <w:r>
        <w:separator/>
      </w:r>
    </w:p>
  </w:endnote>
  <w:endnote w:type="continuationSeparator" w:id="0">
    <w:p w14:paraId="43F86583" w14:textId="77777777" w:rsidR="0001382D" w:rsidRDefault="0001382D" w:rsidP="00987B7C">
      <w:pPr>
        <w:spacing w:after="0"/>
      </w:pPr>
      <w:r>
        <w:continuationSeparator/>
      </w:r>
    </w:p>
  </w:endnote>
  <w:endnote w:type="continuationNotice" w:id="1">
    <w:p w14:paraId="657EF5B7" w14:textId="77777777" w:rsidR="0001382D" w:rsidRDefault="0001382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72D8A" w14:textId="77777777" w:rsidR="0001382D" w:rsidRDefault="0001382D" w:rsidP="00987B7C">
      <w:pPr>
        <w:spacing w:after="0"/>
      </w:pPr>
      <w:r>
        <w:separator/>
      </w:r>
    </w:p>
  </w:footnote>
  <w:footnote w:type="continuationSeparator" w:id="0">
    <w:p w14:paraId="6D7B77C8" w14:textId="77777777" w:rsidR="0001382D" w:rsidRDefault="0001382D" w:rsidP="00987B7C">
      <w:pPr>
        <w:spacing w:after="0"/>
      </w:pPr>
      <w:r>
        <w:continuationSeparator/>
      </w:r>
    </w:p>
  </w:footnote>
  <w:footnote w:type="continuationNotice" w:id="1">
    <w:p w14:paraId="3CEA38C3" w14:textId="77777777" w:rsidR="0001382D" w:rsidRDefault="0001382D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2123D"/>
    <w:multiLevelType w:val="hybridMultilevel"/>
    <w:tmpl w:val="D4B23F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64232"/>
    <w:multiLevelType w:val="hybridMultilevel"/>
    <w:tmpl w:val="0936AA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C67D9"/>
    <w:multiLevelType w:val="hybridMultilevel"/>
    <w:tmpl w:val="597A266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B30F0"/>
    <w:multiLevelType w:val="hybridMultilevel"/>
    <w:tmpl w:val="99CA43E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77220"/>
    <w:multiLevelType w:val="hybridMultilevel"/>
    <w:tmpl w:val="AC66655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164BA"/>
    <w:multiLevelType w:val="hybridMultilevel"/>
    <w:tmpl w:val="D4B23F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94655"/>
    <w:multiLevelType w:val="hybridMultilevel"/>
    <w:tmpl w:val="D4B23F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E326D0"/>
    <w:multiLevelType w:val="hybridMultilevel"/>
    <w:tmpl w:val="E44CDF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43C53"/>
    <w:multiLevelType w:val="hybridMultilevel"/>
    <w:tmpl w:val="16F0454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871B45"/>
    <w:multiLevelType w:val="hybridMultilevel"/>
    <w:tmpl w:val="70C26382"/>
    <w:lvl w:ilvl="0" w:tplc="05DE820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3CF3FFF"/>
    <w:multiLevelType w:val="hybridMultilevel"/>
    <w:tmpl w:val="79D6A254"/>
    <w:lvl w:ilvl="0" w:tplc="60F063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F6202"/>
    <w:multiLevelType w:val="hybridMultilevel"/>
    <w:tmpl w:val="0C48A6EE"/>
    <w:lvl w:ilvl="0" w:tplc="D506DFF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39CB5E23"/>
    <w:multiLevelType w:val="hybridMultilevel"/>
    <w:tmpl w:val="66A659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8F4B43"/>
    <w:multiLevelType w:val="hybridMultilevel"/>
    <w:tmpl w:val="D1CE79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631779"/>
    <w:multiLevelType w:val="hybridMultilevel"/>
    <w:tmpl w:val="16F0454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F7E1B"/>
    <w:multiLevelType w:val="hybridMultilevel"/>
    <w:tmpl w:val="633A27C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2A3766"/>
    <w:multiLevelType w:val="hybridMultilevel"/>
    <w:tmpl w:val="DD7C94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42187A"/>
    <w:multiLevelType w:val="hybridMultilevel"/>
    <w:tmpl w:val="D8D066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A01F05"/>
    <w:multiLevelType w:val="hybridMultilevel"/>
    <w:tmpl w:val="E90E84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CC25EC"/>
    <w:multiLevelType w:val="hybridMultilevel"/>
    <w:tmpl w:val="0D76A76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612753E"/>
    <w:multiLevelType w:val="hybridMultilevel"/>
    <w:tmpl w:val="D4B23F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A7446B"/>
    <w:multiLevelType w:val="hybridMultilevel"/>
    <w:tmpl w:val="7A3CDA3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1E41A5"/>
    <w:multiLevelType w:val="hybridMultilevel"/>
    <w:tmpl w:val="38A6BAE4"/>
    <w:lvl w:ilvl="0" w:tplc="49269B3E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044A73"/>
    <w:multiLevelType w:val="hybridMultilevel"/>
    <w:tmpl w:val="1D0C9CC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5F5667"/>
    <w:multiLevelType w:val="hybridMultilevel"/>
    <w:tmpl w:val="16F0454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B41A80"/>
    <w:multiLevelType w:val="hybridMultilevel"/>
    <w:tmpl w:val="87203E2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1E5513"/>
    <w:multiLevelType w:val="hybridMultilevel"/>
    <w:tmpl w:val="79D6A2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6460DF"/>
    <w:multiLevelType w:val="hybridMultilevel"/>
    <w:tmpl w:val="EC0E75F4"/>
    <w:lvl w:ilvl="0" w:tplc="74E02A4C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6F665A"/>
    <w:multiLevelType w:val="hybridMultilevel"/>
    <w:tmpl w:val="D3C6D3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331D46"/>
    <w:multiLevelType w:val="hybridMultilevel"/>
    <w:tmpl w:val="FA4600F2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F686342"/>
    <w:multiLevelType w:val="hybridMultilevel"/>
    <w:tmpl w:val="FACCEE96"/>
    <w:lvl w:ilvl="0" w:tplc="8610A17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0502BC6"/>
    <w:multiLevelType w:val="hybridMultilevel"/>
    <w:tmpl w:val="03DEC418"/>
    <w:lvl w:ilvl="0" w:tplc="723494AE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0768B4"/>
    <w:multiLevelType w:val="hybridMultilevel"/>
    <w:tmpl w:val="D742BAA0"/>
    <w:lvl w:ilvl="0" w:tplc="0BE2256A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6E1818"/>
    <w:multiLevelType w:val="hybridMultilevel"/>
    <w:tmpl w:val="A658EE5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EC1BBA"/>
    <w:multiLevelType w:val="hybridMultilevel"/>
    <w:tmpl w:val="E90E8482"/>
    <w:lvl w:ilvl="0" w:tplc="0BFAE4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8A3F1B"/>
    <w:multiLevelType w:val="hybridMultilevel"/>
    <w:tmpl w:val="79D6A2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5A403A"/>
    <w:multiLevelType w:val="hybridMultilevel"/>
    <w:tmpl w:val="0D76A76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A45F3A"/>
    <w:multiLevelType w:val="hybridMultilevel"/>
    <w:tmpl w:val="16F0454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4574F9"/>
    <w:multiLevelType w:val="hybridMultilevel"/>
    <w:tmpl w:val="E13685C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7"/>
  </w:num>
  <w:num w:numId="3">
    <w:abstractNumId w:val="12"/>
  </w:num>
  <w:num w:numId="4">
    <w:abstractNumId w:val="41"/>
  </w:num>
  <w:num w:numId="5">
    <w:abstractNumId w:val="20"/>
  </w:num>
  <w:num w:numId="6">
    <w:abstractNumId w:val="0"/>
  </w:num>
  <w:num w:numId="7">
    <w:abstractNumId w:val="19"/>
  </w:num>
  <w:num w:numId="8">
    <w:abstractNumId w:val="5"/>
  </w:num>
  <w:num w:numId="9">
    <w:abstractNumId w:val="13"/>
  </w:num>
  <w:num w:numId="10">
    <w:abstractNumId w:val="34"/>
  </w:num>
  <w:num w:numId="11">
    <w:abstractNumId w:val="43"/>
  </w:num>
  <w:num w:numId="12">
    <w:abstractNumId w:val="25"/>
  </w:num>
  <w:num w:numId="13">
    <w:abstractNumId w:val="38"/>
  </w:num>
  <w:num w:numId="14">
    <w:abstractNumId w:val="6"/>
  </w:num>
  <w:num w:numId="15">
    <w:abstractNumId w:val="4"/>
  </w:num>
  <w:num w:numId="16">
    <w:abstractNumId w:val="24"/>
  </w:num>
  <w:num w:numId="17">
    <w:abstractNumId w:val="37"/>
  </w:num>
  <w:num w:numId="18">
    <w:abstractNumId w:val="44"/>
  </w:num>
  <w:num w:numId="19">
    <w:abstractNumId w:val="42"/>
  </w:num>
  <w:num w:numId="20">
    <w:abstractNumId w:val="23"/>
  </w:num>
  <w:num w:numId="21">
    <w:abstractNumId w:val="22"/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6"/>
  </w:num>
  <w:num w:numId="26">
    <w:abstractNumId w:val="47"/>
  </w:num>
  <w:num w:numId="27">
    <w:abstractNumId w:val="3"/>
  </w:num>
  <w:num w:numId="28">
    <w:abstractNumId w:val="17"/>
  </w:num>
  <w:num w:numId="29">
    <w:abstractNumId w:val="10"/>
  </w:num>
  <w:num w:numId="30">
    <w:abstractNumId w:val="36"/>
  </w:num>
  <w:num w:numId="31">
    <w:abstractNumId w:val="32"/>
  </w:num>
  <w:num w:numId="32">
    <w:abstractNumId w:val="2"/>
  </w:num>
  <w:num w:numId="33">
    <w:abstractNumId w:val="33"/>
  </w:num>
  <w:num w:numId="34">
    <w:abstractNumId w:val="1"/>
  </w:num>
  <w:num w:numId="35">
    <w:abstractNumId w:val="35"/>
  </w:num>
  <w:num w:numId="36">
    <w:abstractNumId w:val="46"/>
  </w:num>
  <w:num w:numId="37">
    <w:abstractNumId w:val="18"/>
  </w:num>
  <w:num w:numId="38">
    <w:abstractNumId w:val="11"/>
  </w:num>
  <w:num w:numId="39">
    <w:abstractNumId w:val="7"/>
  </w:num>
  <w:num w:numId="40">
    <w:abstractNumId w:val="8"/>
  </w:num>
  <w:num w:numId="41">
    <w:abstractNumId w:val="30"/>
  </w:num>
  <w:num w:numId="42">
    <w:abstractNumId w:val="9"/>
  </w:num>
  <w:num w:numId="43">
    <w:abstractNumId w:val="45"/>
  </w:num>
  <w:num w:numId="44">
    <w:abstractNumId w:val="21"/>
  </w:num>
  <w:num w:numId="45">
    <w:abstractNumId w:val="28"/>
  </w:num>
  <w:num w:numId="46">
    <w:abstractNumId w:val="48"/>
  </w:num>
  <w:num w:numId="47">
    <w:abstractNumId w:val="31"/>
  </w:num>
  <w:num w:numId="48">
    <w:abstractNumId w:val="14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86E"/>
    <w:rsid w:val="0001382D"/>
    <w:rsid w:val="0003613E"/>
    <w:rsid w:val="00080ABA"/>
    <w:rsid w:val="00097DC4"/>
    <w:rsid w:val="000A64D3"/>
    <w:rsid w:val="000D7FAB"/>
    <w:rsid w:val="000E2E4D"/>
    <w:rsid w:val="000F5547"/>
    <w:rsid w:val="001014A0"/>
    <w:rsid w:val="0016068C"/>
    <w:rsid w:val="00166CA4"/>
    <w:rsid w:val="00192830"/>
    <w:rsid w:val="001C2533"/>
    <w:rsid w:val="001D3070"/>
    <w:rsid w:val="001E120E"/>
    <w:rsid w:val="001F67F1"/>
    <w:rsid w:val="00252861"/>
    <w:rsid w:val="00270BBC"/>
    <w:rsid w:val="00276649"/>
    <w:rsid w:val="002777F8"/>
    <w:rsid w:val="002C486E"/>
    <w:rsid w:val="002C6ABE"/>
    <w:rsid w:val="002D4C11"/>
    <w:rsid w:val="00304ADA"/>
    <w:rsid w:val="003A7629"/>
    <w:rsid w:val="003B495E"/>
    <w:rsid w:val="00406091"/>
    <w:rsid w:val="0041616C"/>
    <w:rsid w:val="0043656A"/>
    <w:rsid w:val="00455B64"/>
    <w:rsid w:val="004674D8"/>
    <w:rsid w:val="004825DA"/>
    <w:rsid w:val="00487945"/>
    <w:rsid w:val="004E2DA2"/>
    <w:rsid w:val="004E3CD5"/>
    <w:rsid w:val="0050578C"/>
    <w:rsid w:val="0051693A"/>
    <w:rsid w:val="00522123"/>
    <w:rsid w:val="0055056A"/>
    <w:rsid w:val="00566E0F"/>
    <w:rsid w:val="006163FF"/>
    <w:rsid w:val="00664FCF"/>
    <w:rsid w:val="006A31B3"/>
    <w:rsid w:val="006E05BC"/>
    <w:rsid w:val="007167E3"/>
    <w:rsid w:val="007A2F62"/>
    <w:rsid w:val="007A41EF"/>
    <w:rsid w:val="007B1F4C"/>
    <w:rsid w:val="007B374B"/>
    <w:rsid w:val="007E0E4C"/>
    <w:rsid w:val="00856626"/>
    <w:rsid w:val="008569BD"/>
    <w:rsid w:val="00866DC4"/>
    <w:rsid w:val="00866FF2"/>
    <w:rsid w:val="00883772"/>
    <w:rsid w:val="00906175"/>
    <w:rsid w:val="00907AF2"/>
    <w:rsid w:val="009562F4"/>
    <w:rsid w:val="00972DB5"/>
    <w:rsid w:val="00976615"/>
    <w:rsid w:val="00982CB5"/>
    <w:rsid w:val="00987B7C"/>
    <w:rsid w:val="009F7CA7"/>
    <w:rsid w:val="00A0562D"/>
    <w:rsid w:val="00A13B3B"/>
    <w:rsid w:val="00A46F15"/>
    <w:rsid w:val="00A81932"/>
    <w:rsid w:val="00A855BD"/>
    <w:rsid w:val="00AA5235"/>
    <w:rsid w:val="00AA787F"/>
    <w:rsid w:val="00AC29ED"/>
    <w:rsid w:val="00AC33A1"/>
    <w:rsid w:val="00AD33EA"/>
    <w:rsid w:val="00BC06E9"/>
    <w:rsid w:val="00BC1029"/>
    <w:rsid w:val="00BF699E"/>
    <w:rsid w:val="00C657F1"/>
    <w:rsid w:val="00C755DC"/>
    <w:rsid w:val="00CE0BCB"/>
    <w:rsid w:val="00CE7318"/>
    <w:rsid w:val="00D34C54"/>
    <w:rsid w:val="00D365F3"/>
    <w:rsid w:val="00D4231C"/>
    <w:rsid w:val="00D665E5"/>
    <w:rsid w:val="00D67910"/>
    <w:rsid w:val="00D9155A"/>
    <w:rsid w:val="00D96136"/>
    <w:rsid w:val="00DB20AB"/>
    <w:rsid w:val="00DE17CB"/>
    <w:rsid w:val="00DF0348"/>
    <w:rsid w:val="00DF10DF"/>
    <w:rsid w:val="00DF15DA"/>
    <w:rsid w:val="00E36E7D"/>
    <w:rsid w:val="00E37C4C"/>
    <w:rsid w:val="00E5268A"/>
    <w:rsid w:val="00E67CA2"/>
    <w:rsid w:val="00ED0C7C"/>
    <w:rsid w:val="00F010F7"/>
    <w:rsid w:val="00F201EB"/>
    <w:rsid w:val="00F32375"/>
    <w:rsid w:val="00F468D6"/>
    <w:rsid w:val="00F56A29"/>
    <w:rsid w:val="00F8475F"/>
    <w:rsid w:val="00F91AF3"/>
    <w:rsid w:val="00FD29EA"/>
    <w:rsid w:val="00FE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73832"/>
  <w15:docId w15:val="{5BB2CACA-E5E1-44FF-954D-DF96E35DD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0DF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DF10DF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F10DF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F10DF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F10DF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  <w:rsid w:val="00DF10DF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DF10DF"/>
  </w:style>
  <w:style w:type="paragraph" w:styleId="Paragraphedeliste">
    <w:name w:val="List Paragraph"/>
    <w:basedOn w:val="Normal"/>
    <w:uiPriority w:val="34"/>
    <w:rsid w:val="00DF10DF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DF10DF"/>
    <w:rPr>
      <w:rFonts w:ascii="Arial" w:eastAsia="Times New Roman" w:hAnsi="Arial" w:cs="Arial"/>
      <w:iCs/>
      <w:color w:val="465F9D"/>
      <w:kern w:val="0"/>
      <w:sz w:val="28"/>
      <w:szCs w:val="36"/>
      <w:shd w:val="clear" w:color="auto" w:fill="FFFFFF"/>
      <w:lang w:eastAsia="fr-FR"/>
      <w14:ligatures w14:val="none"/>
    </w:rPr>
  </w:style>
  <w:style w:type="character" w:customStyle="1" w:styleId="Titre2Car">
    <w:name w:val="Titre 2 Car"/>
    <w:link w:val="Titre2"/>
    <w:uiPriority w:val="9"/>
    <w:rsid w:val="00DF10DF"/>
    <w:rPr>
      <w:rFonts w:ascii="Arial" w:eastAsia="Times New Roman" w:hAnsi="Arial" w:cs="Arial"/>
      <w:b/>
      <w:iCs/>
      <w:color w:val="252525"/>
      <w:kern w:val="0"/>
      <w:sz w:val="24"/>
      <w:szCs w:val="32"/>
      <w:shd w:val="clear" w:color="auto" w:fill="FFFFFF"/>
      <w:lang w:eastAsia="fr-FR"/>
      <w14:ligatures w14:val="none"/>
    </w:rPr>
  </w:style>
  <w:style w:type="character" w:styleId="Textedelespacerserv">
    <w:name w:val="Placeholder Text"/>
    <w:basedOn w:val="Policepardfaut"/>
    <w:uiPriority w:val="99"/>
    <w:semiHidden/>
    <w:rsid w:val="00DF10DF"/>
    <w:rPr>
      <w:color w:val="808080"/>
    </w:rPr>
  </w:style>
  <w:style w:type="table" w:styleId="Grilledutableau">
    <w:name w:val="Table Grid"/>
    <w:basedOn w:val="TableauNormal"/>
    <w:uiPriority w:val="59"/>
    <w:rsid w:val="00DF10D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C29E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9E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87B7C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987B7C"/>
  </w:style>
  <w:style w:type="paragraph" w:styleId="Pieddepage">
    <w:name w:val="footer"/>
    <w:basedOn w:val="Normal"/>
    <w:link w:val="PieddepageCar"/>
    <w:uiPriority w:val="99"/>
    <w:unhideWhenUsed/>
    <w:rsid w:val="00DF10DF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DF10DF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  <w:style w:type="character" w:customStyle="1" w:styleId="Titre3Car">
    <w:name w:val="Titre 3 Car"/>
    <w:link w:val="Titre3"/>
    <w:uiPriority w:val="9"/>
    <w:rsid w:val="00DF10DF"/>
    <w:rPr>
      <w:rFonts w:ascii="Arial" w:eastAsia="Times New Roman" w:hAnsi="Arial" w:cs="Times New Roman"/>
      <w:bCs/>
      <w:iCs/>
      <w:color w:val="465F9D"/>
      <w:kern w:val="0"/>
      <w:sz w:val="28"/>
      <w:shd w:val="clear" w:color="auto" w:fill="FFFFFF"/>
      <w:lang w:eastAsia="fr-FR"/>
      <w14:ligatures w14:val="none"/>
    </w:rPr>
  </w:style>
  <w:style w:type="character" w:customStyle="1" w:styleId="Titre4Car">
    <w:name w:val="Titre 4 Car"/>
    <w:link w:val="Titre4"/>
    <w:uiPriority w:val="9"/>
    <w:semiHidden/>
    <w:rsid w:val="00DF10DF"/>
    <w:rPr>
      <w:rFonts w:ascii="Calibri" w:eastAsia="Times New Roman" w:hAnsi="Calibri" w:cs="Times New Roman"/>
      <w:b/>
      <w:bCs/>
      <w:iCs/>
      <w:color w:val="252525"/>
      <w:kern w:val="0"/>
      <w:sz w:val="28"/>
      <w:szCs w:val="28"/>
      <w:shd w:val="clear" w:color="auto" w:fill="FFFFFF"/>
      <w:lang w:eastAsia="fr-FR"/>
      <w14:ligatures w14:val="none"/>
    </w:rPr>
  </w:style>
  <w:style w:type="paragraph" w:customStyle="1" w:styleId="Default">
    <w:name w:val="Default"/>
    <w:rsid w:val="00DF10DF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  <w:style w:type="paragraph" w:customStyle="1" w:styleId="Titredecollection">
    <w:name w:val="Titre de collection"/>
    <w:basedOn w:val="Normal"/>
    <w:qFormat/>
    <w:rsid w:val="00DF10DF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DF10DF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DF10DF"/>
    <w:pPr>
      <w:spacing w:before="100" w:beforeAutospacing="1" w:after="100" w:afterAutospacing="1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customStyle="1" w:styleId="Encadr">
    <w:name w:val="Encadré"/>
    <w:basedOn w:val="Normal"/>
    <w:qFormat/>
    <w:rsid w:val="00DF10DF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DF10DF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DF10DF"/>
    <w:pPr>
      <w:spacing w:before="120" w:after="120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F10DF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character" w:styleId="Lienhypertexte">
    <w:name w:val="Hyperlink"/>
    <w:uiPriority w:val="99"/>
    <w:unhideWhenUsed/>
    <w:rsid w:val="00DF10DF"/>
    <w:rPr>
      <w:color w:val="0000FF"/>
      <w:u w:val="single"/>
    </w:rPr>
  </w:style>
  <w:style w:type="paragraph" w:customStyle="1" w:styleId="Encartgras">
    <w:name w:val="Encart gras"/>
    <w:basedOn w:val="Normal"/>
    <w:qFormat/>
    <w:rsid w:val="00DF10DF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DF10DF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DF10DF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DF10DF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DF10DF"/>
    <w:pPr>
      <w:shd w:val="clear" w:color="auto" w:fill="CFD5E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7</TotalTime>
  <Pages>1</Pages>
  <Words>279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odette</dc:creator>
  <cp:keywords/>
  <cp:lastModifiedBy>JEROME SAVIDAN</cp:lastModifiedBy>
  <cp:revision>12</cp:revision>
  <cp:lastPrinted>2023-06-13T04:53:00Z</cp:lastPrinted>
  <dcterms:created xsi:type="dcterms:W3CDTF">2023-06-21T23:43:00Z</dcterms:created>
  <dcterms:modified xsi:type="dcterms:W3CDTF">2023-08-08T13:19:00Z</dcterms:modified>
</cp:coreProperties>
</file>