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09C71" w14:textId="773A6FFA" w:rsidR="00330C3D" w:rsidRPr="00EC4997" w:rsidRDefault="00330C3D" w:rsidP="00B37D0F">
      <w:pPr>
        <w:pStyle w:val="Titredudocument"/>
      </w:pPr>
      <w:r w:rsidRPr="00EC4997">
        <w:t>Fiche élève : «</w:t>
      </w:r>
      <w:r w:rsidR="005239F9">
        <w:t> </w:t>
      </w:r>
      <w:r w:rsidRPr="00EC4997">
        <w:t xml:space="preserve">Je </w:t>
      </w:r>
      <w:r w:rsidR="007C13BF" w:rsidRPr="00EC4997">
        <w:t>m’exerce</w:t>
      </w:r>
      <w:r w:rsidR="005239F9">
        <w:t> </w:t>
      </w:r>
      <w:r w:rsidRPr="00EC4997">
        <w:t>» (E3)</w:t>
      </w:r>
    </w:p>
    <w:p w14:paraId="2B81CF6D" w14:textId="0B236277" w:rsidR="00330C3D" w:rsidRPr="00B37D0F" w:rsidRDefault="00330C3D" w:rsidP="00B37D0F">
      <w:pPr>
        <w:pStyle w:val="Encartgras"/>
        <w:rPr>
          <w:rFonts w:eastAsiaTheme="minorHAnsi"/>
        </w:rPr>
      </w:pPr>
      <w:r w:rsidRPr="00B37D0F">
        <w:t>Domaine</w:t>
      </w:r>
      <w:r w:rsidR="005239F9">
        <w:t> </w:t>
      </w:r>
      <w:r w:rsidRPr="00B37D0F">
        <w:t xml:space="preserve">: </w:t>
      </w:r>
      <w:r w:rsidRPr="00B37D0F">
        <w:rPr>
          <w:rFonts w:eastAsiaTheme="minorHAnsi"/>
        </w:rPr>
        <w:t>Organisation et gestion de données, fonction</w:t>
      </w:r>
    </w:p>
    <w:p w14:paraId="717D2157" w14:textId="6B11D646" w:rsidR="00330C3D" w:rsidRPr="00B37D0F" w:rsidRDefault="00330C3D" w:rsidP="00B37D0F">
      <w:pPr>
        <w:pStyle w:val="Encartgras"/>
      </w:pPr>
      <w:r w:rsidRPr="00B37D0F">
        <w:t>Sous thème : Comprendre une situation problème en lien avec la proportionnalité - tableau</w:t>
      </w:r>
    </w:p>
    <w:p w14:paraId="1F6F4BF0" w14:textId="77777777" w:rsidR="00B37D0F" w:rsidRDefault="00B37D0F" w:rsidP="00B37D0F">
      <w:pPr>
        <w:pStyle w:val="Titre1"/>
      </w:pPr>
      <w:r>
        <w:t>Je m’exerce</w:t>
      </w:r>
    </w:p>
    <w:p w14:paraId="787AEE48" w14:textId="2CB8FC41" w:rsidR="0060339B" w:rsidRPr="00EC4997" w:rsidRDefault="0025035E" w:rsidP="00B37D0F">
      <w:pPr>
        <w:pStyle w:val="Titre2"/>
      </w:pPr>
      <w:r w:rsidRPr="00EC4997">
        <w:t>Exercice</w:t>
      </w:r>
      <w:r w:rsidR="005239F9">
        <w:t> </w:t>
      </w:r>
      <w:r w:rsidRPr="00EC4997">
        <w:t>1</w:t>
      </w:r>
      <w:r w:rsidR="00F75683" w:rsidRPr="00EC4997">
        <w:t xml:space="preserve"> – </w:t>
      </w:r>
      <w:r w:rsidR="00DE06A6" w:rsidRPr="00EC4997">
        <w:t>É</w:t>
      </w:r>
      <w:r w:rsidR="00F75683" w:rsidRPr="00EC4997">
        <w:t>lève</w:t>
      </w:r>
      <w:r w:rsidR="005239F9">
        <w:t> </w:t>
      </w:r>
      <w:r w:rsidR="00F75683" w:rsidRPr="00EC4997">
        <w:t>1</w:t>
      </w:r>
    </w:p>
    <w:p w14:paraId="5DE04F34" w14:textId="46F8F46A" w:rsidR="00C40821" w:rsidRPr="00EC4997" w:rsidRDefault="00C40821" w:rsidP="0060339B">
      <w:r w:rsidRPr="00EC4997">
        <w:t xml:space="preserve">Simone a représenté le problème </w:t>
      </w:r>
      <w:r w:rsidR="00B923B0" w:rsidRPr="00EC4997">
        <w:t xml:space="preserve">de proportionnalité </w:t>
      </w:r>
      <w:r w:rsidRPr="00EC4997">
        <w:t xml:space="preserve">que lui a donné son professeur en réalisant le tableau suivant : </w:t>
      </w:r>
    </w:p>
    <w:tbl>
      <w:tblPr>
        <w:tblStyle w:val="Grilledutableau"/>
        <w:tblW w:w="0" w:type="auto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817"/>
        <w:gridCol w:w="1989"/>
        <w:gridCol w:w="1990"/>
      </w:tblGrid>
      <w:tr w:rsidR="00C40821" w:rsidRPr="00EC4997" w14:paraId="317C311A" w14:textId="77777777" w:rsidTr="005239F9">
        <w:trPr>
          <w:trHeight w:val="411"/>
        </w:trPr>
        <w:tc>
          <w:tcPr>
            <w:tcW w:w="3817" w:type="dxa"/>
            <w:vAlign w:val="center"/>
          </w:tcPr>
          <w:p w14:paraId="2150F592" w14:textId="15DE1861" w:rsidR="00C40821" w:rsidRPr="00EC4997" w:rsidRDefault="00C40821" w:rsidP="00DE06A6">
            <w:pPr>
              <w:jc w:val="center"/>
            </w:pPr>
            <w:r w:rsidRPr="00EC4997">
              <w:t xml:space="preserve">Fraises </w:t>
            </w:r>
            <w:r w:rsidR="00917607" w:rsidRPr="00EC4997">
              <w:t>(en</w:t>
            </w:r>
            <w:r w:rsidRPr="00EC4997">
              <w:t xml:space="preserve"> kg)</w:t>
            </w:r>
          </w:p>
        </w:tc>
        <w:tc>
          <w:tcPr>
            <w:tcW w:w="1989" w:type="dxa"/>
            <w:vAlign w:val="center"/>
          </w:tcPr>
          <w:p w14:paraId="39E9A4E0" w14:textId="77777777" w:rsidR="00C40821" w:rsidRPr="00EC4997" w:rsidRDefault="00C40821" w:rsidP="00DE06A6">
            <w:pPr>
              <w:jc w:val="center"/>
            </w:pPr>
            <w:r w:rsidRPr="00EC4997">
              <w:t>1</w:t>
            </w:r>
          </w:p>
        </w:tc>
        <w:tc>
          <w:tcPr>
            <w:tcW w:w="1990" w:type="dxa"/>
            <w:vAlign w:val="center"/>
          </w:tcPr>
          <w:p w14:paraId="5367001D" w14:textId="77777777" w:rsidR="00C40821" w:rsidRPr="00EC4997" w:rsidRDefault="00C40821" w:rsidP="00DE06A6">
            <w:pPr>
              <w:jc w:val="center"/>
            </w:pPr>
            <w:r w:rsidRPr="00EC4997">
              <w:t>0,3</w:t>
            </w:r>
          </w:p>
        </w:tc>
      </w:tr>
      <w:tr w:rsidR="00C40821" w:rsidRPr="00EC4997" w14:paraId="30CAA679" w14:textId="77777777" w:rsidTr="005239F9">
        <w:trPr>
          <w:trHeight w:val="411"/>
        </w:trPr>
        <w:tc>
          <w:tcPr>
            <w:tcW w:w="3817" w:type="dxa"/>
            <w:vAlign w:val="center"/>
          </w:tcPr>
          <w:p w14:paraId="047BF21D" w14:textId="7481663D" w:rsidR="00C40821" w:rsidRPr="00EC4997" w:rsidRDefault="00C40821" w:rsidP="00DE06A6">
            <w:pPr>
              <w:jc w:val="center"/>
            </w:pPr>
            <w:r w:rsidRPr="00EC4997">
              <w:t>Prix (en €)</w:t>
            </w:r>
          </w:p>
        </w:tc>
        <w:tc>
          <w:tcPr>
            <w:tcW w:w="1989" w:type="dxa"/>
            <w:vAlign w:val="center"/>
          </w:tcPr>
          <w:p w14:paraId="2203E408" w14:textId="5DE77001" w:rsidR="00C40821" w:rsidRPr="00EC4997" w:rsidRDefault="00C40821" w:rsidP="00DE06A6">
            <w:pPr>
              <w:jc w:val="center"/>
            </w:pPr>
            <w:r w:rsidRPr="00EC4997">
              <w:t>11,30</w:t>
            </w:r>
          </w:p>
        </w:tc>
        <w:tc>
          <w:tcPr>
            <w:tcW w:w="1990" w:type="dxa"/>
            <w:vAlign w:val="center"/>
          </w:tcPr>
          <w:p w14:paraId="0A4FC1CE" w14:textId="77777777" w:rsidR="00C40821" w:rsidRPr="00EC4997" w:rsidRDefault="00C40821" w:rsidP="00DE06A6">
            <w:pPr>
              <w:jc w:val="center"/>
            </w:pPr>
            <w:r w:rsidRPr="00EC4997">
              <w:t>?</w:t>
            </w:r>
          </w:p>
        </w:tc>
      </w:tr>
    </w:tbl>
    <w:p w14:paraId="1F1428E9" w14:textId="00ED0497" w:rsidR="0060339B" w:rsidRPr="00EC4997" w:rsidRDefault="007E35D4" w:rsidP="0060339B">
      <w:r w:rsidRPr="00EC4997">
        <w:t>Rédige</w:t>
      </w:r>
      <w:r w:rsidR="009A77EC" w:rsidRPr="00EC4997">
        <w:t>r</w:t>
      </w:r>
      <w:r w:rsidRPr="00EC4997">
        <w:t xml:space="preserve"> </w:t>
      </w:r>
      <w:r w:rsidR="00887916" w:rsidRPr="00EC4997">
        <w:t>un énoncé de problème</w:t>
      </w:r>
      <w:r w:rsidR="00C40821" w:rsidRPr="00EC4997">
        <w:t xml:space="preserve"> associé à ce tableau </w:t>
      </w:r>
      <w:r w:rsidR="00917607" w:rsidRPr="00EC4997">
        <w:t>(informations</w:t>
      </w:r>
      <w:r w:rsidR="00C40821" w:rsidRPr="00EC4997">
        <w:t xml:space="preserve"> et question) </w:t>
      </w:r>
      <w:r w:rsidR="009A77EC" w:rsidRPr="00EC4997">
        <w:t xml:space="preserve">puis le </w:t>
      </w:r>
      <w:r w:rsidRPr="00EC4997">
        <w:t>propose</w:t>
      </w:r>
      <w:r w:rsidR="009A77EC" w:rsidRPr="00EC4997">
        <w:t>r</w:t>
      </w:r>
      <w:r w:rsidRPr="00EC4997">
        <w:t xml:space="preserve"> à </w:t>
      </w:r>
      <w:r w:rsidR="009A77EC" w:rsidRPr="00EC4997">
        <w:t>un</w:t>
      </w:r>
      <w:r w:rsidRPr="00EC4997">
        <w:t xml:space="preserve"> camarade en lui </w:t>
      </w:r>
      <w:r w:rsidR="00F75683" w:rsidRPr="00EC4997">
        <w:t>demand</w:t>
      </w:r>
      <w:r w:rsidRPr="00EC4997">
        <w:t xml:space="preserve">ant </w:t>
      </w:r>
      <w:r w:rsidR="00F75683" w:rsidRPr="00EC4997">
        <w:t xml:space="preserve">de réaliser le tableau associé </w:t>
      </w:r>
      <w:r w:rsidRPr="00EC4997">
        <w:t xml:space="preserve">à </w:t>
      </w:r>
      <w:r w:rsidR="00917607" w:rsidRPr="00EC4997">
        <w:t>votre</w:t>
      </w:r>
      <w:r w:rsidRPr="00EC4997">
        <w:t xml:space="preserve"> situation problème</w:t>
      </w:r>
      <w:r w:rsidR="009A77EC" w:rsidRPr="00EC4997">
        <w:t xml:space="preserve"> </w:t>
      </w:r>
      <w:r w:rsidR="00394ED5" w:rsidRPr="00EC4997">
        <w:rPr>
          <w:i/>
        </w:rPr>
        <w:t>(</w:t>
      </w:r>
      <w:r w:rsidR="00DA1D03" w:rsidRPr="00EC4997">
        <w:rPr>
          <w:i/>
        </w:rPr>
        <w:t>c</w:t>
      </w:r>
      <w:r w:rsidR="00394ED5" w:rsidRPr="00EC4997">
        <w:rPr>
          <w:i/>
        </w:rPr>
        <w:t>onfronter ensuite la représentation du camarade avec la vôtre pour vérification)</w:t>
      </w:r>
      <w:r w:rsidR="00900177" w:rsidRPr="00EC4997">
        <w:rPr>
          <w:i/>
        </w:rPr>
        <w:t>.</w:t>
      </w:r>
    </w:p>
    <w:p w14:paraId="73ED21B6" w14:textId="7ECD98E8" w:rsidR="0060339B" w:rsidRPr="00EC4997" w:rsidRDefault="0060339B" w:rsidP="00B37D0F">
      <w:pPr>
        <w:pStyle w:val="Titre2"/>
      </w:pPr>
      <w:r w:rsidRPr="00EC4997">
        <w:t>Exe</w:t>
      </w:r>
      <w:r w:rsidR="0025035E" w:rsidRPr="00EC4997">
        <w:t>rcice</w:t>
      </w:r>
      <w:r w:rsidRPr="00EC4997">
        <w:t> </w:t>
      </w:r>
      <w:r w:rsidR="00F75683" w:rsidRPr="00EC4997">
        <w:t xml:space="preserve">1 – </w:t>
      </w:r>
      <w:r w:rsidR="00DE06A6" w:rsidRPr="00EC4997">
        <w:t>É</w:t>
      </w:r>
      <w:r w:rsidR="00F75683" w:rsidRPr="00EC4997">
        <w:t>lève</w:t>
      </w:r>
      <w:r w:rsidR="005239F9">
        <w:t> </w:t>
      </w:r>
      <w:r w:rsidR="00F75683" w:rsidRPr="00EC4997">
        <w:t>2</w:t>
      </w:r>
    </w:p>
    <w:p w14:paraId="1A2EBFFC" w14:textId="338C7031" w:rsidR="00C40821" w:rsidRPr="00EC4997" w:rsidRDefault="00C40821" w:rsidP="00C40821">
      <w:r w:rsidRPr="00EC4997">
        <w:t>Michel a représenté le problème</w:t>
      </w:r>
      <w:r w:rsidR="00B923B0" w:rsidRPr="00EC4997">
        <w:t xml:space="preserve"> de proportionnalité</w:t>
      </w:r>
      <w:r w:rsidRPr="00EC4997">
        <w:t xml:space="preserve"> que lui a donné son professeur en réalisant le tableau </w:t>
      </w:r>
      <w:proofErr w:type="gramStart"/>
      <w:r w:rsidRPr="00EC4997">
        <w:t>suivant</w:t>
      </w:r>
      <w:proofErr w:type="gramEnd"/>
      <w:r w:rsidRPr="00EC4997">
        <w:t xml:space="preserve"> : </w:t>
      </w:r>
    </w:p>
    <w:tbl>
      <w:tblPr>
        <w:tblStyle w:val="Grilledutableau"/>
        <w:tblW w:w="0" w:type="auto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817"/>
        <w:gridCol w:w="1989"/>
        <w:gridCol w:w="1990"/>
      </w:tblGrid>
      <w:tr w:rsidR="00C40821" w:rsidRPr="00EC4997" w14:paraId="34EC7E84" w14:textId="77777777" w:rsidTr="005239F9">
        <w:trPr>
          <w:trHeight w:val="417"/>
        </w:trPr>
        <w:tc>
          <w:tcPr>
            <w:tcW w:w="3817" w:type="dxa"/>
            <w:vAlign w:val="center"/>
          </w:tcPr>
          <w:p w14:paraId="0C371031" w14:textId="35127BD0" w:rsidR="00C40821" w:rsidRPr="00EC4997" w:rsidRDefault="00103BFA" w:rsidP="00A143C8">
            <w:pPr>
              <w:jc w:val="center"/>
            </w:pPr>
            <w:r w:rsidRPr="00EC4997">
              <w:t>Distance</w:t>
            </w:r>
            <w:r w:rsidR="00C40821" w:rsidRPr="00EC4997">
              <w:t xml:space="preserve"> </w:t>
            </w:r>
            <w:r w:rsidR="00917607" w:rsidRPr="00EC4997">
              <w:t>(en</w:t>
            </w:r>
            <w:r w:rsidR="00C40821" w:rsidRPr="00EC4997">
              <w:t xml:space="preserve"> k</w:t>
            </w:r>
            <w:r w:rsidRPr="00EC4997">
              <w:t>m</w:t>
            </w:r>
            <w:r w:rsidR="00C40821" w:rsidRPr="00EC4997">
              <w:t>)</w:t>
            </w:r>
          </w:p>
        </w:tc>
        <w:tc>
          <w:tcPr>
            <w:tcW w:w="1989" w:type="dxa"/>
            <w:vAlign w:val="center"/>
          </w:tcPr>
          <w:p w14:paraId="3774E4F1" w14:textId="0647D87D" w:rsidR="00C40821" w:rsidRPr="00EC4997" w:rsidRDefault="00103BFA" w:rsidP="00A143C8">
            <w:pPr>
              <w:jc w:val="center"/>
            </w:pPr>
            <w:r w:rsidRPr="00EC4997">
              <w:t>6,3</w:t>
            </w:r>
          </w:p>
        </w:tc>
        <w:tc>
          <w:tcPr>
            <w:tcW w:w="1990" w:type="dxa"/>
            <w:vAlign w:val="center"/>
          </w:tcPr>
          <w:p w14:paraId="1A7FD3C9" w14:textId="1E2CF434" w:rsidR="00C40821" w:rsidRPr="00EC4997" w:rsidRDefault="00103BFA" w:rsidP="00A143C8">
            <w:pPr>
              <w:jc w:val="center"/>
            </w:pPr>
            <w:r w:rsidRPr="00EC4997">
              <w:t>?</w:t>
            </w:r>
          </w:p>
        </w:tc>
      </w:tr>
      <w:tr w:rsidR="00C40821" w:rsidRPr="00EC4997" w14:paraId="4B9A162E" w14:textId="77777777" w:rsidTr="005239F9">
        <w:trPr>
          <w:trHeight w:val="417"/>
        </w:trPr>
        <w:tc>
          <w:tcPr>
            <w:tcW w:w="3817" w:type="dxa"/>
            <w:vAlign w:val="center"/>
          </w:tcPr>
          <w:p w14:paraId="76616B43" w14:textId="4E70782F" w:rsidR="00C40821" w:rsidRPr="00EC4997" w:rsidRDefault="00103BFA" w:rsidP="00A143C8">
            <w:pPr>
              <w:jc w:val="center"/>
            </w:pPr>
            <w:r w:rsidRPr="00EC4997">
              <w:t>Temps</w:t>
            </w:r>
            <w:r w:rsidR="00C40821" w:rsidRPr="00EC4997">
              <w:t xml:space="preserve"> (en </w:t>
            </w:r>
            <w:r w:rsidRPr="00EC4997">
              <w:t>min</w:t>
            </w:r>
            <w:r w:rsidR="00C40821" w:rsidRPr="00EC4997">
              <w:t>)</w:t>
            </w:r>
          </w:p>
        </w:tc>
        <w:tc>
          <w:tcPr>
            <w:tcW w:w="1989" w:type="dxa"/>
            <w:vAlign w:val="center"/>
          </w:tcPr>
          <w:p w14:paraId="125CD0AB" w14:textId="4352472B" w:rsidR="00C40821" w:rsidRPr="00EC4997" w:rsidRDefault="00103BFA" w:rsidP="00A143C8">
            <w:pPr>
              <w:jc w:val="center"/>
            </w:pPr>
            <w:r w:rsidRPr="00EC4997">
              <w:t>32</w:t>
            </w:r>
          </w:p>
        </w:tc>
        <w:tc>
          <w:tcPr>
            <w:tcW w:w="1990" w:type="dxa"/>
            <w:vAlign w:val="center"/>
          </w:tcPr>
          <w:p w14:paraId="0DBDF62F" w14:textId="5EE793E6" w:rsidR="00C40821" w:rsidRPr="00EC4997" w:rsidRDefault="00103BFA" w:rsidP="00A143C8">
            <w:pPr>
              <w:jc w:val="center"/>
            </w:pPr>
            <w:r w:rsidRPr="00EC4997">
              <w:t>60</w:t>
            </w:r>
          </w:p>
        </w:tc>
      </w:tr>
    </w:tbl>
    <w:p w14:paraId="3DA006C3" w14:textId="64F23364" w:rsidR="007E35D4" w:rsidRPr="00EC4997" w:rsidRDefault="007E35D4" w:rsidP="00F75683">
      <w:r w:rsidRPr="00EC4997">
        <w:t>Rédige</w:t>
      </w:r>
      <w:r w:rsidR="009A77EC" w:rsidRPr="00EC4997">
        <w:t>r</w:t>
      </w:r>
      <w:r w:rsidRPr="00EC4997">
        <w:t xml:space="preserve"> un énoncé de problème associé à ce tableau </w:t>
      </w:r>
      <w:r w:rsidR="00917607" w:rsidRPr="00EC4997">
        <w:t>(informations</w:t>
      </w:r>
      <w:r w:rsidRPr="00EC4997">
        <w:t xml:space="preserve"> et question) </w:t>
      </w:r>
      <w:r w:rsidR="009A77EC" w:rsidRPr="00EC4997">
        <w:t xml:space="preserve">puis le </w:t>
      </w:r>
      <w:r w:rsidRPr="00EC4997">
        <w:t>propose</w:t>
      </w:r>
      <w:r w:rsidR="009A77EC" w:rsidRPr="00EC4997">
        <w:t>r</w:t>
      </w:r>
      <w:r w:rsidRPr="00EC4997">
        <w:t xml:space="preserve"> à </w:t>
      </w:r>
      <w:r w:rsidR="009A77EC" w:rsidRPr="00EC4997">
        <w:t>un</w:t>
      </w:r>
      <w:r w:rsidRPr="00EC4997">
        <w:t xml:space="preserve"> camarade en lui demandant de réaliser le tableau associé à </w:t>
      </w:r>
      <w:r w:rsidR="00917607" w:rsidRPr="00EC4997">
        <w:t>votre</w:t>
      </w:r>
      <w:r w:rsidRPr="00EC4997">
        <w:t xml:space="preserve"> situation problème</w:t>
      </w:r>
      <w:r w:rsidR="009A77EC" w:rsidRPr="00EC4997">
        <w:t xml:space="preserve"> </w:t>
      </w:r>
      <w:r w:rsidR="00394ED5" w:rsidRPr="00EC4997">
        <w:rPr>
          <w:i/>
        </w:rPr>
        <w:t>(</w:t>
      </w:r>
      <w:r w:rsidR="00480F4F" w:rsidRPr="00EC4997">
        <w:rPr>
          <w:i/>
        </w:rPr>
        <w:t>c</w:t>
      </w:r>
      <w:r w:rsidR="00394ED5" w:rsidRPr="00EC4997">
        <w:rPr>
          <w:i/>
        </w:rPr>
        <w:t>onfronter ensuite la représentation du camarade avec la vôtre pour vérification)</w:t>
      </w:r>
      <w:r w:rsidR="00900177" w:rsidRPr="00EC4997">
        <w:rPr>
          <w:i/>
        </w:rPr>
        <w:t>.</w:t>
      </w:r>
    </w:p>
    <w:p w14:paraId="5203E97B" w14:textId="309D7A98" w:rsidR="00F75683" w:rsidRPr="00EC4997" w:rsidRDefault="00F75683" w:rsidP="00B37D0F">
      <w:pPr>
        <w:pStyle w:val="Titre2"/>
      </w:pPr>
      <w:r w:rsidRPr="00EC4997">
        <w:t>Exercice</w:t>
      </w:r>
      <w:r w:rsidR="005239F9">
        <w:t> </w:t>
      </w:r>
      <w:r w:rsidRPr="00EC4997">
        <w:t xml:space="preserve">2 – </w:t>
      </w:r>
      <w:r w:rsidR="00DE06A6" w:rsidRPr="00EC4997">
        <w:t>É</w:t>
      </w:r>
      <w:r w:rsidRPr="00EC4997">
        <w:t>lève</w:t>
      </w:r>
      <w:r w:rsidR="005239F9">
        <w:t> </w:t>
      </w:r>
      <w:r w:rsidRPr="00EC4997">
        <w:t>1</w:t>
      </w:r>
    </w:p>
    <w:p w14:paraId="5A6064A7" w14:textId="31D50630" w:rsidR="004B1835" w:rsidRPr="00EC4997" w:rsidRDefault="004B1835" w:rsidP="0060339B">
      <w:r w:rsidRPr="00EC4997">
        <w:t xml:space="preserve">Pour réaliser un costume, </w:t>
      </w:r>
      <w:proofErr w:type="spellStart"/>
      <w:r w:rsidRPr="00EC4997">
        <w:t>Nawel</w:t>
      </w:r>
      <w:proofErr w:type="spellEnd"/>
      <w:r w:rsidRPr="00EC4997">
        <w:t xml:space="preserve"> a acheté du tissu</w:t>
      </w:r>
      <w:r w:rsidR="0055073F" w:rsidRPr="00EC4997">
        <w:t xml:space="preserve"> vendu</w:t>
      </w:r>
      <w:r w:rsidRPr="00EC4997">
        <w:t xml:space="preserve"> à 8</w:t>
      </w:r>
      <w:r w:rsidR="005239F9">
        <w:t> </w:t>
      </w:r>
      <w:r w:rsidRPr="00EC4997">
        <w:t>€ le mètre. En passant en caisse, elle a payé 7,36</w:t>
      </w:r>
      <w:r w:rsidR="005239F9">
        <w:t> </w:t>
      </w:r>
      <w:r w:rsidRPr="00EC4997">
        <w:t>€.</w:t>
      </w:r>
    </w:p>
    <w:p w14:paraId="3E5BE357" w14:textId="6F4CB4C9" w:rsidR="009C6818" w:rsidRPr="00EC4997" w:rsidRDefault="00DE06A6" w:rsidP="00B37D0F">
      <w:pPr>
        <w:pStyle w:val="Paragraphedeliste"/>
        <w:numPr>
          <w:ilvl w:val="0"/>
          <w:numId w:val="30"/>
        </w:numPr>
        <w:spacing w:before="240" w:beforeAutospacing="0" w:after="240" w:afterAutospacing="0"/>
        <w:ind w:left="714" w:hanging="357"/>
        <w:contextualSpacing w:val="0"/>
      </w:pPr>
      <w:r w:rsidRPr="00EC4997">
        <w:t>À</w:t>
      </w:r>
      <w:r w:rsidR="004B1835" w:rsidRPr="00EC4997">
        <w:t xml:space="preserve"> quelle question peut-on répondre</w:t>
      </w:r>
      <w:r w:rsidR="005239F9">
        <w:t> </w:t>
      </w:r>
      <w:bookmarkStart w:id="0" w:name="_GoBack"/>
      <w:r w:rsidR="009C6818" w:rsidRPr="00EC4997">
        <w:t>?</w:t>
      </w:r>
      <w:bookmarkEnd w:id="0"/>
    </w:p>
    <w:p w14:paraId="7A5825CF" w14:textId="37E5330E" w:rsidR="009C6818" w:rsidRPr="00EC4997" w:rsidRDefault="009C6818" w:rsidP="00B37D0F">
      <w:pPr>
        <w:pStyle w:val="Paragraphedeliste"/>
        <w:numPr>
          <w:ilvl w:val="0"/>
          <w:numId w:val="30"/>
        </w:numPr>
        <w:spacing w:before="240" w:beforeAutospacing="0" w:after="240" w:afterAutospacing="0"/>
        <w:ind w:left="714" w:hanging="357"/>
        <w:contextualSpacing w:val="0"/>
      </w:pPr>
      <w:r w:rsidRPr="00EC4997">
        <w:t>Compl</w:t>
      </w:r>
      <w:r w:rsidR="009A77EC" w:rsidRPr="00EC4997">
        <w:t>é</w:t>
      </w:r>
      <w:r w:rsidRPr="00EC4997">
        <w:t>te</w:t>
      </w:r>
      <w:r w:rsidR="009A77EC" w:rsidRPr="00EC4997">
        <w:t>r</w:t>
      </w:r>
      <w:r w:rsidRPr="00EC4997">
        <w:t xml:space="preserve"> le tableau suivant en reportant les informations et la question :</w:t>
      </w:r>
    </w:p>
    <w:tbl>
      <w:tblPr>
        <w:tblStyle w:val="Grilledutableau"/>
        <w:tblW w:w="0" w:type="auto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817"/>
        <w:gridCol w:w="1989"/>
        <w:gridCol w:w="1990"/>
      </w:tblGrid>
      <w:tr w:rsidR="009C6818" w:rsidRPr="00EC4997" w14:paraId="3D776AB1" w14:textId="77777777" w:rsidTr="005239F9">
        <w:trPr>
          <w:trHeight w:val="964"/>
        </w:trPr>
        <w:tc>
          <w:tcPr>
            <w:tcW w:w="3817" w:type="dxa"/>
          </w:tcPr>
          <w:p w14:paraId="60A25B00" w14:textId="77777777" w:rsidR="009C6818" w:rsidRPr="00EC4997" w:rsidRDefault="009C6818" w:rsidP="00E903DC"/>
          <w:p w14:paraId="0B09336D" w14:textId="77777777" w:rsidR="009C6818" w:rsidRPr="00EC4997" w:rsidRDefault="009C6818" w:rsidP="00E903DC"/>
        </w:tc>
        <w:tc>
          <w:tcPr>
            <w:tcW w:w="1989" w:type="dxa"/>
          </w:tcPr>
          <w:p w14:paraId="7B06826F" w14:textId="5096609F" w:rsidR="009C6818" w:rsidRPr="00EC4997" w:rsidRDefault="009C6818" w:rsidP="00E903DC">
            <w:pPr>
              <w:jc w:val="center"/>
            </w:pPr>
          </w:p>
        </w:tc>
        <w:tc>
          <w:tcPr>
            <w:tcW w:w="1990" w:type="dxa"/>
          </w:tcPr>
          <w:p w14:paraId="43C6D21D" w14:textId="21ABA2EF" w:rsidR="009C6818" w:rsidRPr="00EC4997" w:rsidRDefault="009C6818" w:rsidP="00E903DC">
            <w:pPr>
              <w:jc w:val="center"/>
            </w:pPr>
          </w:p>
        </w:tc>
      </w:tr>
      <w:tr w:rsidR="009C6818" w:rsidRPr="00EC4997" w14:paraId="2F4AEBF6" w14:textId="77777777" w:rsidTr="005239F9">
        <w:trPr>
          <w:trHeight w:val="964"/>
        </w:trPr>
        <w:tc>
          <w:tcPr>
            <w:tcW w:w="3817" w:type="dxa"/>
          </w:tcPr>
          <w:p w14:paraId="78A5128D" w14:textId="77777777" w:rsidR="009C6818" w:rsidRPr="00EC4997" w:rsidRDefault="009C6818" w:rsidP="00E903DC"/>
          <w:p w14:paraId="522E760D" w14:textId="77777777" w:rsidR="009C6818" w:rsidRPr="00EC4997" w:rsidRDefault="009C6818" w:rsidP="00E903DC"/>
        </w:tc>
        <w:tc>
          <w:tcPr>
            <w:tcW w:w="1989" w:type="dxa"/>
          </w:tcPr>
          <w:p w14:paraId="5B73B99F" w14:textId="567D42F1" w:rsidR="009C6818" w:rsidRPr="00EC4997" w:rsidRDefault="009C6818" w:rsidP="00E903DC">
            <w:pPr>
              <w:jc w:val="center"/>
            </w:pPr>
          </w:p>
        </w:tc>
        <w:tc>
          <w:tcPr>
            <w:tcW w:w="1990" w:type="dxa"/>
          </w:tcPr>
          <w:p w14:paraId="01A4EDFE" w14:textId="34059DA3" w:rsidR="009C6818" w:rsidRPr="00EC4997" w:rsidRDefault="009C6818" w:rsidP="00E903DC">
            <w:pPr>
              <w:jc w:val="center"/>
            </w:pPr>
          </w:p>
        </w:tc>
      </w:tr>
    </w:tbl>
    <w:p w14:paraId="675E232E" w14:textId="362AEC28" w:rsidR="007E35D4" w:rsidRPr="00EC4997" w:rsidRDefault="007E35D4" w:rsidP="00F75683">
      <w:pPr>
        <w:pStyle w:val="Paragraphedeliste"/>
        <w:numPr>
          <w:ilvl w:val="0"/>
          <w:numId w:val="30"/>
        </w:numPr>
        <w:rPr>
          <w:u w:val="single"/>
        </w:rPr>
      </w:pPr>
      <w:r w:rsidRPr="00EC4997">
        <w:t>Propose</w:t>
      </w:r>
      <w:r w:rsidR="009A77EC" w:rsidRPr="00EC4997">
        <w:t>r</w:t>
      </w:r>
      <w:r w:rsidRPr="00EC4997">
        <w:t xml:space="preserve"> à </w:t>
      </w:r>
      <w:r w:rsidR="009A77EC" w:rsidRPr="00EC4997">
        <w:t>un</w:t>
      </w:r>
      <w:r w:rsidRPr="00EC4997">
        <w:t xml:space="preserve"> camarade le tableau que </w:t>
      </w:r>
      <w:r w:rsidR="00917607" w:rsidRPr="00EC4997">
        <w:t>vous avez</w:t>
      </w:r>
      <w:r w:rsidRPr="00EC4997">
        <w:t xml:space="preserve"> réalisé </w:t>
      </w:r>
      <w:r w:rsidR="009A77EC" w:rsidRPr="00EC4997">
        <w:t xml:space="preserve">puis lui </w:t>
      </w:r>
      <w:r w:rsidRPr="00EC4997">
        <w:t>demande</w:t>
      </w:r>
      <w:r w:rsidR="009A77EC" w:rsidRPr="00EC4997">
        <w:t>r</w:t>
      </w:r>
      <w:r w:rsidRPr="00EC4997">
        <w:t xml:space="preserve"> d’inventer un problème correspondant</w:t>
      </w:r>
      <w:r w:rsidR="00394ED5" w:rsidRPr="00EC4997">
        <w:t xml:space="preserve"> (</w:t>
      </w:r>
      <w:r w:rsidR="00836E60" w:rsidRPr="00EC4997">
        <w:rPr>
          <w:i/>
        </w:rPr>
        <w:t>c</w:t>
      </w:r>
      <w:r w:rsidR="00394ED5" w:rsidRPr="00EC4997">
        <w:rPr>
          <w:i/>
        </w:rPr>
        <w:t>onfronter ensuite l’énoncé du camarade avec le vôtre pour vérification)</w:t>
      </w:r>
      <w:r w:rsidR="00900177" w:rsidRPr="00EC4997">
        <w:rPr>
          <w:i/>
        </w:rPr>
        <w:t>.</w:t>
      </w:r>
    </w:p>
    <w:p w14:paraId="2DA8C178" w14:textId="098C7480" w:rsidR="00F75683" w:rsidRPr="00EC4997" w:rsidRDefault="00F75683" w:rsidP="00B37D0F">
      <w:pPr>
        <w:pStyle w:val="Titre2"/>
        <w:spacing w:before="100" w:after="100"/>
      </w:pPr>
      <w:r w:rsidRPr="00EC4997">
        <w:lastRenderedPageBreak/>
        <w:t>Exercice</w:t>
      </w:r>
      <w:r w:rsidR="005239F9">
        <w:t> </w:t>
      </w:r>
      <w:r w:rsidRPr="00EC4997">
        <w:t xml:space="preserve">2 – </w:t>
      </w:r>
      <w:r w:rsidR="00DE06A6" w:rsidRPr="00EC4997">
        <w:t>É</w:t>
      </w:r>
      <w:r w:rsidRPr="00EC4997">
        <w:t>lève</w:t>
      </w:r>
      <w:r w:rsidR="005239F9">
        <w:t> </w:t>
      </w:r>
      <w:r w:rsidRPr="00EC4997">
        <w:t>2</w:t>
      </w:r>
    </w:p>
    <w:p w14:paraId="377EE17F" w14:textId="49133D16" w:rsidR="009C6818" w:rsidRPr="00EC4997" w:rsidRDefault="0055073F" w:rsidP="00C11232">
      <w:pPr>
        <w:spacing w:after="200" w:line="276" w:lineRule="auto"/>
      </w:pPr>
      <w:r w:rsidRPr="00EC4997">
        <w:t>Capucine a acheté 8 objets identiques pour 35</w:t>
      </w:r>
      <w:r w:rsidR="005239F9">
        <w:t> </w:t>
      </w:r>
      <w:r w:rsidRPr="00EC4997">
        <w:t xml:space="preserve">€. </w:t>
      </w:r>
      <w:r w:rsidR="00B923B0" w:rsidRPr="00EC4997">
        <w:t>Le prix étant proportionnel au nombre d’objets acheté</w:t>
      </w:r>
      <w:r w:rsidR="00917607" w:rsidRPr="00EC4997">
        <w:t>s</w:t>
      </w:r>
      <w:r w:rsidR="00B923B0" w:rsidRPr="00EC4997">
        <w:t>, e</w:t>
      </w:r>
      <w:r w:rsidRPr="00EC4997">
        <w:t xml:space="preserve">lle se demande ce qu’elle </w:t>
      </w:r>
      <w:r w:rsidR="00053D62" w:rsidRPr="00EC4997">
        <w:t>aurait payé</w:t>
      </w:r>
      <w:r w:rsidRPr="00EC4997">
        <w:t xml:space="preserve"> si elle </w:t>
      </w:r>
      <w:r w:rsidR="00053D62" w:rsidRPr="00EC4997">
        <w:t>avait acheté 3 objets de plus.</w:t>
      </w:r>
      <w:r w:rsidRPr="00EC4997">
        <w:t xml:space="preserve"> </w:t>
      </w:r>
    </w:p>
    <w:p w14:paraId="43BEA854" w14:textId="7BF4525D" w:rsidR="00053D62" w:rsidRPr="00EC4997" w:rsidRDefault="00053D62" w:rsidP="007E35D4">
      <w:pPr>
        <w:pStyle w:val="Paragraphedeliste"/>
        <w:numPr>
          <w:ilvl w:val="0"/>
          <w:numId w:val="33"/>
        </w:numPr>
      </w:pPr>
      <w:r w:rsidRPr="00EC4997">
        <w:t>Compl</w:t>
      </w:r>
      <w:r w:rsidR="00A71F17" w:rsidRPr="00EC4997">
        <w:t>éter</w:t>
      </w:r>
      <w:r w:rsidRPr="00EC4997">
        <w:t xml:space="preserve"> le tableau suivant en y reportant les informations et la question :</w:t>
      </w:r>
    </w:p>
    <w:tbl>
      <w:tblPr>
        <w:tblStyle w:val="Grilledutableau"/>
        <w:tblW w:w="0" w:type="auto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817"/>
        <w:gridCol w:w="1989"/>
        <w:gridCol w:w="1990"/>
      </w:tblGrid>
      <w:tr w:rsidR="00053D62" w:rsidRPr="00EC4997" w14:paraId="5336A066" w14:textId="77777777" w:rsidTr="005239F9">
        <w:trPr>
          <w:trHeight w:val="964"/>
        </w:trPr>
        <w:tc>
          <w:tcPr>
            <w:tcW w:w="3817" w:type="dxa"/>
          </w:tcPr>
          <w:p w14:paraId="044C846C" w14:textId="77777777" w:rsidR="00053D62" w:rsidRPr="00EC4997" w:rsidRDefault="00053D62" w:rsidP="00E903DC"/>
          <w:p w14:paraId="0680D7EA" w14:textId="77777777" w:rsidR="00053D62" w:rsidRPr="00EC4997" w:rsidRDefault="00053D62" w:rsidP="00E903DC"/>
        </w:tc>
        <w:tc>
          <w:tcPr>
            <w:tcW w:w="1989" w:type="dxa"/>
          </w:tcPr>
          <w:p w14:paraId="17E7D3B9" w14:textId="77777777" w:rsidR="00053D62" w:rsidRPr="00EC4997" w:rsidRDefault="00053D62" w:rsidP="00E903DC">
            <w:pPr>
              <w:jc w:val="center"/>
            </w:pPr>
          </w:p>
        </w:tc>
        <w:tc>
          <w:tcPr>
            <w:tcW w:w="1990" w:type="dxa"/>
          </w:tcPr>
          <w:p w14:paraId="33B21E06" w14:textId="77777777" w:rsidR="00053D62" w:rsidRPr="00EC4997" w:rsidRDefault="00053D62" w:rsidP="00E903DC">
            <w:pPr>
              <w:jc w:val="center"/>
            </w:pPr>
          </w:p>
        </w:tc>
      </w:tr>
      <w:tr w:rsidR="00053D62" w:rsidRPr="00EC4997" w14:paraId="4BDC8D6E" w14:textId="77777777" w:rsidTr="005239F9">
        <w:trPr>
          <w:trHeight w:val="964"/>
        </w:trPr>
        <w:tc>
          <w:tcPr>
            <w:tcW w:w="3817" w:type="dxa"/>
          </w:tcPr>
          <w:p w14:paraId="71B4492F" w14:textId="77777777" w:rsidR="00053D62" w:rsidRPr="00EC4997" w:rsidRDefault="00053D62" w:rsidP="00E903DC"/>
          <w:p w14:paraId="2C689200" w14:textId="77777777" w:rsidR="00053D62" w:rsidRPr="00EC4997" w:rsidRDefault="00053D62" w:rsidP="00E903DC"/>
        </w:tc>
        <w:tc>
          <w:tcPr>
            <w:tcW w:w="1989" w:type="dxa"/>
          </w:tcPr>
          <w:p w14:paraId="42B5E2A4" w14:textId="77777777" w:rsidR="00053D62" w:rsidRPr="00EC4997" w:rsidRDefault="00053D62" w:rsidP="00E903DC">
            <w:pPr>
              <w:jc w:val="center"/>
            </w:pPr>
          </w:p>
        </w:tc>
        <w:tc>
          <w:tcPr>
            <w:tcW w:w="1990" w:type="dxa"/>
          </w:tcPr>
          <w:p w14:paraId="56C482D8" w14:textId="77777777" w:rsidR="00053D62" w:rsidRPr="00EC4997" w:rsidRDefault="00053D62" w:rsidP="00E903DC">
            <w:pPr>
              <w:jc w:val="center"/>
            </w:pPr>
          </w:p>
        </w:tc>
      </w:tr>
    </w:tbl>
    <w:p w14:paraId="03646DD5" w14:textId="7B5B894D" w:rsidR="007D2CD8" w:rsidRPr="00B37D0F" w:rsidRDefault="007E35D4" w:rsidP="00B37D0F">
      <w:pPr>
        <w:pStyle w:val="Paragraphedeliste"/>
        <w:numPr>
          <w:ilvl w:val="0"/>
          <w:numId w:val="33"/>
        </w:numPr>
        <w:rPr>
          <w:u w:val="single"/>
        </w:rPr>
      </w:pPr>
      <w:r w:rsidRPr="00EC4997">
        <w:t>Propose</w:t>
      </w:r>
      <w:r w:rsidR="00917607" w:rsidRPr="00EC4997">
        <w:t>r</w:t>
      </w:r>
      <w:r w:rsidRPr="00EC4997">
        <w:t xml:space="preserve"> à </w:t>
      </w:r>
      <w:r w:rsidR="00917607" w:rsidRPr="00EC4997">
        <w:t>un</w:t>
      </w:r>
      <w:r w:rsidRPr="00EC4997">
        <w:t xml:space="preserve"> camarade le tableau que </w:t>
      </w:r>
      <w:r w:rsidR="00917607" w:rsidRPr="00EC4997">
        <w:t>vous avez</w:t>
      </w:r>
      <w:r w:rsidRPr="00EC4997">
        <w:t xml:space="preserve"> réalisé et demande</w:t>
      </w:r>
      <w:r w:rsidR="00917607" w:rsidRPr="00EC4997">
        <w:t>r</w:t>
      </w:r>
      <w:r w:rsidRPr="00EC4997">
        <w:t xml:space="preserve"> lui d’inventer un problème correspondant</w:t>
      </w:r>
      <w:r w:rsidR="00394ED5" w:rsidRPr="00EC4997">
        <w:t xml:space="preserve"> (</w:t>
      </w:r>
      <w:r w:rsidR="00836E60" w:rsidRPr="00EC4997">
        <w:rPr>
          <w:i/>
        </w:rPr>
        <w:t>c</w:t>
      </w:r>
      <w:r w:rsidR="00394ED5" w:rsidRPr="00EC4997">
        <w:rPr>
          <w:i/>
        </w:rPr>
        <w:t>onfronter ensuite l’énoncé du camarade avec le vôtre pour vérification)</w:t>
      </w:r>
    </w:p>
    <w:p w14:paraId="18269476" w14:textId="0BB3A90C" w:rsidR="00C11232" w:rsidRPr="00EC4997" w:rsidRDefault="00C11232" w:rsidP="00B37D0F">
      <w:pPr>
        <w:pStyle w:val="Titre2"/>
      </w:pPr>
      <w:r w:rsidRPr="00EC4997">
        <w:t>Exercice</w:t>
      </w:r>
      <w:r w:rsidR="005239F9">
        <w:t> </w:t>
      </w:r>
      <w:r w:rsidR="007E35D4" w:rsidRPr="00EC4997">
        <w:t xml:space="preserve">3 – </w:t>
      </w:r>
      <w:r w:rsidR="00DE06A6" w:rsidRPr="00EC4997">
        <w:t>É</w:t>
      </w:r>
      <w:r w:rsidR="00B37D0F">
        <w:t>lève</w:t>
      </w:r>
      <w:r w:rsidR="005239F9">
        <w:t> </w:t>
      </w:r>
      <w:r w:rsidR="00B37D0F">
        <w:t>1 &amp; 2</w:t>
      </w:r>
    </w:p>
    <w:p w14:paraId="23B33427" w14:textId="725BD7C7" w:rsidR="00053D62" w:rsidRPr="00EC4997" w:rsidRDefault="00C11232" w:rsidP="00B37D0F">
      <w:pPr>
        <w:pStyle w:val="Paragraphedeliste"/>
        <w:numPr>
          <w:ilvl w:val="0"/>
          <w:numId w:val="31"/>
        </w:numPr>
        <w:spacing w:before="240" w:beforeAutospacing="0" w:after="240" w:afterAutospacing="0" w:line="276" w:lineRule="auto"/>
        <w:ind w:left="714" w:hanging="357"/>
        <w:contextualSpacing w:val="0"/>
      </w:pPr>
      <w:r w:rsidRPr="00EC4997">
        <w:t>Invente</w:t>
      </w:r>
      <w:r w:rsidR="00E05A40" w:rsidRPr="00EC4997">
        <w:t>r</w:t>
      </w:r>
      <w:r w:rsidRPr="00EC4997">
        <w:t xml:space="preserve"> une situation problème </w:t>
      </w:r>
      <w:r w:rsidR="00053D62" w:rsidRPr="00EC4997">
        <w:t xml:space="preserve">de </w:t>
      </w:r>
      <w:r w:rsidR="00E05A40" w:rsidRPr="00EC4997">
        <w:t>votre</w:t>
      </w:r>
      <w:r w:rsidR="00053D62" w:rsidRPr="00EC4997">
        <w:t xml:space="preserve"> choix qui associe deux grandeurs proportionnelles</w:t>
      </w:r>
      <w:r w:rsidRPr="00EC4997">
        <w:t>.</w:t>
      </w:r>
    </w:p>
    <w:p w14:paraId="2A5A2AC1" w14:textId="7E0983E1" w:rsidR="00053D62" w:rsidRPr="00EC4997" w:rsidRDefault="00053D62" w:rsidP="00B37D0F">
      <w:pPr>
        <w:pStyle w:val="Paragraphedeliste"/>
        <w:numPr>
          <w:ilvl w:val="0"/>
          <w:numId w:val="31"/>
        </w:numPr>
        <w:spacing w:before="240" w:beforeAutospacing="0" w:after="240" w:afterAutospacing="0" w:line="276" w:lineRule="auto"/>
        <w:ind w:left="714" w:hanging="357"/>
        <w:contextualSpacing w:val="0"/>
      </w:pPr>
      <w:r w:rsidRPr="00EC4997">
        <w:t>Réalise</w:t>
      </w:r>
      <w:r w:rsidR="00E05A40" w:rsidRPr="00EC4997">
        <w:t>r</w:t>
      </w:r>
      <w:r w:rsidRPr="00EC4997">
        <w:t xml:space="preserve"> le tableau correspondant à </w:t>
      </w:r>
      <w:r w:rsidR="00917607" w:rsidRPr="00EC4997">
        <w:t>votre</w:t>
      </w:r>
      <w:r w:rsidRPr="00EC4997">
        <w:t xml:space="preserve"> situation (informations + questions)</w:t>
      </w:r>
      <w:r w:rsidR="00917607" w:rsidRPr="00EC4997">
        <w:t>.</w:t>
      </w:r>
    </w:p>
    <w:p w14:paraId="7C83D1C1" w14:textId="2A2DFDA9" w:rsidR="00C0124E" w:rsidRPr="00EC4997" w:rsidRDefault="00053D62" w:rsidP="00B37D0F">
      <w:pPr>
        <w:pStyle w:val="Paragraphedeliste"/>
        <w:numPr>
          <w:ilvl w:val="0"/>
          <w:numId w:val="31"/>
        </w:numPr>
        <w:spacing w:before="240" w:beforeAutospacing="0" w:after="240" w:afterAutospacing="0" w:line="276" w:lineRule="auto"/>
        <w:ind w:left="714" w:hanging="357"/>
        <w:contextualSpacing w:val="0"/>
      </w:pPr>
      <w:r w:rsidRPr="00EC4997">
        <w:t>Propose</w:t>
      </w:r>
      <w:r w:rsidR="00E05A40" w:rsidRPr="00EC4997">
        <w:t>r</w:t>
      </w:r>
      <w:r w:rsidRPr="00EC4997">
        <w:t xml:space="preserve"> à </w:t>
      </w:r>
      <w:r w:rsidR="00E05A40" w:rsidRPr="00EC4997">
        <w:t>un</w:t>
      </w:r>
      <w:r w:rsidRPr="00EC4997">
        <w:t xml:space="preserve"> camarade le tableau réalisé</w:t>
      </w:r>
      <w:r w:rsidR="00660526" w:rsidRPr="00EC4997">
        <w:t xml:space="preserve"> puis</w:t>
      </w:r>
      <w:r w:rsidRPr="00EC4997">
        <w:t xml:space="preserve"> </w:t>
      </w:r>
      <w:r w:rsidR="00E05A40" w:rsidRPr="00EC4997">
        <w:t xml:space="preserve">lui </w:t>
      </w:r>
      <w:r w:rsidRPr="00EC4997">
        <w:t>demande</w:t>
      </w:r>
      <w:r w:rsidR="00E05A40" w:rsidRPr="00EC4997">
        <w:t>r</w:t>
      </w:r>
      <w:r w:rsidRPr="00EC4997">
        <w:t xml:space="preserve"> d’</w:t>
      </w:r>
      <w:r w:rsidR="00E05A40" w:rsidRPr="00EC4997">
        <w:t xml:space="preserve">inventer </w:t>
      </w:r>
      <w:r w:rsidRPr="00EC4997">
        <w:t>un</w:t>
      </w:r>
      <w:r w:rsidR="00E05A40" w:rsidRPr="00EC4997">
        <w:t xml:space="preserve"> problème correspondant (</w:t>
      </w:r>
      <w:r w:rsidR="00836E60" w:rsidRPr="00EC4997">
        <w:rPr>
          <w:i/>
        </w:rPr>
        <w:t>c</w:t>
      </w:r>
      <w:r w:rsidR="00E05A40" w:rsidRPr="00EC4997">
        <w:rPr>
          <w:i/>
        </w:rPr>
        <w:t>onfronter ensuite l’énoncé du camarade avec le vôtre pour vérification)</w:t>
      </w:r>
      <w:r w:rsidR="00917607" w:rsidRPr="00EC4997">
        <w:rPr>
          <w:i/>
        </w:rPr>
        <w:t>.</w:t>
      </w:r>
    </w:p>
    <w:p w14:paraId="6FAE0235" w14:textId="21A7EA7F" w:rsidR="00C0124E" w:rsidRPr="00EC4997" w:rsidRDefault="00B37D0F" w:rsidP="00B37D0F">
      <w:pPr>
        <w:pStyle w:val="Titre1"/>
      </w:pPr>
      <w:r>
        <w:t>Je m’a</w:t>
      </w:r>
      <w:r w:rsidR="00C0124E" w:rsidRPr="00EC4997">
        <w:t>utoévalu</w:t>
      </w:r>
      <w:r>
        <w:t>e</w:t>
      </w:r>
    </w:p>
    <w:p w14:paraId="4D082434" w14:textId="77777777" w:rsidR="007D2CD8" w:rsidRPr="00EC4997" w:rsidRDefault="00C0124E" w:rsidP="00B37D0F">
      <w:pPr>
        <w:pStyle w:val="Paragraphedeliste"/>
        <w:numPr>
          <w:ilvl w:val="0"/>
          <w:numId w:val="45"/>
        </w:numPr>
      </w:pPr>
      <w:bookmarkStart w:id="1" w:name="_Hlk137909748"/>
      <w:r w:rsidRPr="00EC4997">
        <w:t>Si j’ai fait des erreurs ou que je n’ai pas compris, je demande au professeur</w:t>
      </w:r>
      <w:r w:rsidR="004A2270" w:rsidRPr="00EC4997">
        <w:t xml:space="preserve"> avant de continuer</w:t>
      </w:r>
      <w:r w:rsidRPr="00EC4997">
        <w:t>.</w:t>
      </w:r>
    </w:p>
    <w:p w14:paraId="60F9F161" w14:textId="2B3CEE45" w:rsidR="00C0124E" w:rsidRPr="009A77EC" w:rsidRDefault="004A2270" w:rsidP="00B113EB">
      <w:pPr>
        <w:pStyle w:val="Paragraphedeliste"/>
        <w:numPr>
          <w:ilvl w:val="0"/>
          <w:numId w:val="45"/>
        </w:numPr>
        <w:spacing w:after="200" w:line="276" w:lineRule="auto"/>
      </w:pPr>
      <w:r w:rsidRPr="00EC4997">
        <w:t>Pour continuer le parcours,</w:t>
      </w:r>
      <w:bookmarkEnd w:id="1"/>
      <w:r w:rsidRPr="00EC4997">
        <w:t xml:space="preserve"> </w:t>
      </w:r>
      <w:r w:rsidR="00C0124E" w:rsidRPr="00EC4997">
        <w:t xml:space="preserve">je fais </w:t>
      </w:r>
      <w:r w:rsidR="007D2CD8" w:rsidRPr="00EC4997">
        <w:t>l’exercice</w:t>
      </w:r>
      <w:r w:rsidR="005239F9">
        <w:t> </w:t>
      </w:r>
      <w:r w:rsidR="007D2CD8" w:rsidRPr="00EC4997">
        <w:t>4</w:t>
      </w:r>
      <w:r w:rsidR="00E05A40" w:rsidRPr="00EC4997">
        <w:t xml:space="preserve"> de la</w:t>
      </w:r>
      <w:r w:rsidR="00C0124E" w:rsidRPr="00EC4997">
        <w:t xml:space="preserve"> fiche de positionnement</w:t>
      </w:r>
      <w:r w:rsidR="005239F9">
        <w:t> </w:t>
      </w:r>
      <w:r w:rsidR="00C0124E" w:rsidRPr="00EC4997">
        <w:t>2.</w:t>
      </w:r>
    </w:p>
    <w:sectPr w:rsidR="00C0124E" w:rsidRPr="009A77EC" w:rsidSect="00B37D0F">
      <w:type w:val="continuous"/>
      <w:pgSz w:w="11906" w:h="16838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4D97D" w14:textId="77777777" w:rsidR="00F50D83" w:rsidRDefault="00F50D83" w:rsidP="00DE06A6">
      <w:pPr>
        <w:spacing w:after="0"/>
      </w:pPr>
      <w:r>
        <w:separator/>
      </w:r>
    </w:p>
  </w:endnote>
  <w:endnote w:type="continuationSeparator" w:id="0">
    <w:p w14:paraId="74094E78" w14:textId="77777777" w:rsidR="00F50D83" w:rsidRDefault="00F50D83" w:rsidP="00DE06A6">
      <w:pPr>
        <w:spacing w:after="0"/>
      </w:pPr>
      <w:r>
        <w:continuationSeparator/>
      </w:r>
    </w:p>
  </w:endnote>
  <w:endnote w:type="continuationNotice" w:id="1">
    <w:p w14:paraId="36DE3B89" w14:textId="77777777" w:rsidR="00F50D83" w:rsidRDefault="00F50D8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81098" w14:textId="77777777" w:rsidR="00F50D83" w:rsidRDefault="00F50D83" w:rsidP="00DE06A6">
      <w:pPr>
        <w:spacing w:after="0"/>
      </w:pPr>
      <w:r>
        <w:separator/>
      </w:r>
    </w:p>
  </w:footnote>
  <w:footnote w:type="continuationSeparator" w:id="0">
    <w:p w14:paraId="0E3F9A64" w14:textId="77777777" w:rsidR="00F50D83" w:rsidRDefault="00F50D83" w:rsidP="00DE06A6">
      <w:pPr>
        <w:spacing w:after="0"/>
      </w:pPr>
      <w:r>
        <w:continuationSeparator/>
      </w:r>
    </w:p>
  </w:footnote>
  <w:footnote w:type="continuationNotice" w:id="1">
    <w:p w14:paraId="1B1B2A68" w14:textId="77777777" w:rsidR="00F50D83" w:rsidRDefault="00F50D83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D87"/>
    <w:multiLevelType w:val="hybridMultilevel"/>
    <w:tmpl w:val="57B8AFC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2123D"/>
    <w:multiLevelType w:val="hybridMultilevel"/>
    <w:tmpl w:val="7366A4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A2869"/>
    <w:multiLevelType w:val="hybridMultilevel"/>
    <w:tmpl w:val="4BD82A7E"/>
    <w:lvl w:ilvl="0" w:tplc="EE84F83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323B38"/>
    <w:multiLevelType w:val="hybridMultilevel"/>
    <w:tmpl w:val="446EA7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36C8D"/>
    <w:multiLevelType w:val="hybridMultilevel"/>
    <w:tmpl w:val="91981A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C43DE"/>
    <w:multiLevelType w:val="hybridMultilevel"/>
    <w:tmpl w:val="670A6F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D2B63"/>
    <w:multiLevelType w:val="hybridMultilevel"/>
    <w:tmpl w:val="90D4BC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2063F"/>
    <w:multiLevelType w:val="hybridMultilevel"/>
    <w:tmpl w:val="BD363A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100E6"/>
    <w:multiLevelType w:val="hybridMultilevel"/>
    <w:tmpl w:val="790E9BF4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F3735"/>
    <w:multiLevelType w:val="hybridMultilevel"/>
    <w:tmpl w:val="B38440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3F3644"/>
    <w:multiLevelType w:val="hybridMultilevel"/>
    <w:tmpl w:val="79FE7226"/>
    <w:lvl w:ilvl="0" w:tplc="E95022C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E326D0"/>
    <w:multiLevelType w:val="hybridMultilevel"/>
    <w:tmpl w:val="E44CDF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71B45"/>
    <w:multiLevelType w:val="hybridMultilevel"/>
    <w:tmpl w:val="70C26382"/>
    <w:lvl w:ilvl="0" w:tplc="05DE820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4C9407F"/>
    <w:multiLevelType w:val="hybridMultilevel"/>
    <w:tmpl w:val="52084E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8F4B43"/>
    <w:multiLevelType w:val="hybridMultilevel"/>
    <w:tmpl w:val="D1CE79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F7E1B"/>
    <w:multiLevelType w:val="hybridMultilevel"/>
    <w:tmpl w:val="633A27C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2A3766"/>
    <w:multiLevelType w:val="hybridMultilevel"/>
    <w:tmpl w:val="DD7C94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974F50"/>
    <w:multiLevelType w:val="hybridMultilevel"/>
    <w:tmpl w:val="7E54C7BE"/>
    <w:lvl w:ilvl="0" w:tplc="1BFE1EA2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3332BA6"/>
    <w:multiLevelType w:val="hybridMultilevel"/>
    <w:tmpl w:val="BD363A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E6F09"/>
    <w:multiLevelType w:val="hybridMultilevel"/>
    <w:tmpl w:val="90D4BC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E41A5"/>
    <w:multiLevelType w:val="hybridMultilevel"/>
    <w:tmpl w:val="38A6BAE4"/>
    <w:lvl w:ilvl="0" w:tplc="49269B3E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4B6ACD"/>
    <w:multiLevelType w:val="hybridMultilevel"/>
    <w:tmpl w:val="A8C62078"/>
    <w:lvl w:ilvl="0" w:tplc="67CC6F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A740C1"/>
    <w:multiLevelType w:val="hybridMultilevel"/>
    <w:tmpl w:val="0D92070C"/>
    <w:lvl w:ilvl="0" w:tplc="3FCA9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7B87B15"/>
    <w:multiLevelType w:val="hybridMultilevel"/>
    <w:tmpl w:val="D1CE79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2B344E"/>
    <w:multiLevelType w:val="hybridMultilevel"/>
    <w:tmpl w:val="E8B27A9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F665A"/>
    <w:multiLevelType w:val="hybridMultilevel"/>
    <w:tmpl w:val="D3C6D3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EF7D17"/>
    <w:multiLevelType w:val="hybridMultilevel"/>
    <w:tmpl w:val="BABE8F2A"/>
    <w:lvl w:ilvl="0" w:tplc="F1B0731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2E00DD"/>
    <w:multiLevelType w:val="hybridMultilevel"/>
    <w:tmpl w:val="35D6994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D505CA"/>
    <w:multiLevelType w:val="hybridMultilevel"/>
    <w:tmpl w:val="D11E2488"/>
    <w:lvl w:ilvl="0" w:tplc="E536E932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1EE2E6D"/>
    <w:multiLevelType w:val="hybridMultilevel"/>
    <w:tmpl w:val="8CFE5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0768B4"/>
    <w:multiLevelType w:val="hybridMultilevel"/>
    <w:tmpl w:val="D742BAA0"/>
    <w:lvl w:ilvl="0" w:tplc="0BE2256A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6172D1"/>
    <w:multiLevelType w:val="hybridMultilevel"/>
    <w:tmpl w:val="A8E28CAC"/>
    <w:lvl w:ilvl="0" w:tplc="5E6E024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6E1818"/>
    <w:multiLevelType w:val="hybridMultilevel"/>
    <w:tmpl w:val="A658EE5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8C7FF8"/>
    <w:multiLevelType w:val="hybridMultilevel"/>
    <w:tmpl w:val="9EE66014"/>
    <w:lvl w:ilvl="0" w:tplc="6978A6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A0083C"/>
    <w:multiLevelType w:val="hybridMultilevel"/>
    <w:tmpl w:val="35D6994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22"/>
  </w:num>
  <w:num w:numId="4">
    <w:abstractNumId w:val="35"/>
  </w:num>
  <w:num w:numId="5">
    <w:abstractNumId w:val="43"/>
  </w:num>
  <w:num w:numId="6">
    <w:abstractNumId w:val="9"/>
  </w:num>
  <w:num w:numId="7">
    <w:abstractNumId w:val="2"/>
  </w:num>
  <w:num w:numId="8">
    <w:abstractNumId w:val="11"/>
  </w:num>
  <w:num w:numId="9">
    <w:abstractNumId w:val="34"/>
  </w:num>
  <w:num w:numId="10">
    <w:abstractNumId w:val="38"/>
  </w:num>
  <w:num w:numId="11">
    <w:abstractNumId w:val="25"/>
  </w:num>
  <w:num w:numId="12">
    <w:abstractNumId w:val="3"/>
  </w:num>
  <w:num w:numId="13">
    <w:abstractNumId w:val="4"/>
  </w:num>
  <w:num w:numId="14">
    <w:abstractNumId w:val="41"/>
  </w:num>
  <w:num w:numId="15">
    <w:abstractNumId w:val="39"/>
  </w:num>
  <w:num w:numId="16">
    <w:abstractNumId w:val="5"/>
  </w:num>
  <w:num w:numId="17">
    <w:abstractNumId w:val="10"/>
  </w:num>
  <w:num w:numId="18">
    <w:abstractNumId w:val="26"/>
  </w:num>
  <w:num w:numId="19">
    <w:abstractNumId w:val="7"/>
  </w:num>
  <w:num w:numId="20">
    <w:abstractNumId w:val="23"/>
  </w:num>
  <w:num w:numId="21">
    <w:abstractNumId w:val="15"/>
  </w:num>
  <w:num w:numId="22">
    <w:abstractNumId w:val="40"/>
  </w:num>
  <w:num w:numId="23">
    <w:abstractNumId w:val="20"/>
  </w:num>
  <w:num w:numId="24">
    <w:abstractNumId w:val="1"/>
  </w:num>
  <w:num w:numId="25">
    <w:abstractNumId w:val="30"/>
  </w:num>
  <w:num w:numId="26">
    <w:abstractNumId w:val="32"/>
  </w:num>
  <w:num w:numId="27">
    <w:abstractNumId w:val="24"/>
  </w:num>
  <w:num w:numId="28">
    <w:abstractNumId w:val="6"/>
  </w:num>
  <w:num w:numId="29">
    <w:abstractNumId w:val="16"/>
  </w:num>
  <w:num w:numId="30">
    <w:abstractNumId w:val="18"/>
  </w:num>
  <w:num w:numId="31">
    <w:abstractNumId w:val="14"/>
  </w:num>
  <w:num w:numId="32">
    <w:abstractNumId w:val="31"/>
  </w:num>
  <w:num w:numId="33">
    <w:abstractNumId w:val="33"/>
  </w:num>
  <w:num w:numId="34">
    <w:abstractNumId w:val="19"/>
  </w:num>
  <w:num w:numId="35">
    <w:abstractNumId w:val="8"/>
  </w:num>
  <w:num w:numId="36">
    <w:abstractNumId w:val="12"/>
  </w:num>
  <w:num w:numId="37">
    <w:abstractNumId w:val="28"/>
  </w:num>
  <w:num w:numId="38">
    <w:abstractNumId w:val="13"/>
  </w:num>
  <w:num w:numId="39">
    <w:abstractNumId w:val="42"/>
  </w:num>
  <w:num w:numId="40">
    <w:abstractNumId w:val="21"/>
  </w:num>
  <w:num w:numId="41">
    <w:abstractNumId w:val="27"/>
  </w:num>
  <w:num w:numId="42">
    <w:abstractNumId w:val="44"/>
  </w:num>
  <w:num w:numId="43">
    <w:abstractNumId w:val="29"/>
  </w:num>
  <w:num w:numId="44">
    <w:abstractNumId w:val="17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83A"/>
    <w:rsid w:val="00045960"/>
    <w:rsid w:val="00053D62"/>
    <w:rsid w:val="00067112"/>
    <w:rsid w:val="00074676"/>
    <w:rsid w:val="000A24C4"/>
    <w:rsid w:val="000A2C78"/>
    <w:rsid w:val="000C595F"/>
    <w:rsid w:val="000D0A4C"/>
    <w:rsid w:val="000F0CD4"/>
    <w:rsid w:val="00103BFA"/>
    <w:rsid w:val="00116730"/>
    <w:rsid w:val="00143856"/>
    <w:rsid w:val="001B6A69"/>
    <w:rsid w:val="001C7432"/>
    <w:rsid w:val="001D5970"/>
    <w:rsid w:val="002013A2"/>
    <w:rsid w:val="00233655"/>
    <w:rsid w:val="00236278"/>
    <w:rsid w:val="0025035E"/>
    <w:rsid w:val="00266B25"/>
    <w:rsid w:val="002B6533"/>
    <w:rsid w:val="002B6BC9"/>
    <w:rsid w:val="002C6B62"/>
    <w:rsid w:val="002C7CF9"/>
    <w:rsid w:val="002D4E11"/>
    <w:rsid w:val="002E283A"/>
    <w:rsid w:val="003018AC"/>
    <w:rsid w:val="00330C3D"/>
    <w:rsid w:val="00335A58"/>
    <w:rsid w:val="00357A5A"/>
    <w:rsid w:val="00383ABD"/>
    <w:rsid w:val="0039215F"/>
    <w:rsid w:val="00394ED5"/>
    <w:rsid w:val="00395991"/>
    <w:rsid w:val="00397FEF"/>
    <w:rsid w:val="003C25CE"/>
    <w:rsid w:val="003F3FEB"/>
    <w:rsid w:val="003F5ABD"/>
    <w:rsid w:val="00423845"/>
    <w:rsid w:val="00440A5D"/>
    <w:rsid w:val="00454703"/>
    <w:rsid w:val="00480F4F"/>
    <w:rsid w:val="004A2270"/>
    <w:rsid w:val="004A542D"/>
    <w:rsid w:val="004B1835"/>
    <w:rsid w:val="004D2800"/>
    <w:rsid w:val="0052040E"/>
    <w:rsid w:val="005239F9"/>
    <w:rsid w:val="0055073F"/>
    <w:rsid w:val="00551789"/>
    <w:rsid w:val="00574CC1"/>
    <w:rsid w:val="005768B9"/>
    <w:rsid w:val="0060339B"/>
    <w:rsid w:val="00613503"/>
    <w:rsid w:val="0063101C"/>
    <w:rsid w:val="00644C59"/>
    <w:rsid w:val="00660526"/>
    <w:rsid w:val="00664798"/>
    <w:rsid w:val="00667E27"/>
    <w:rsid w:val="0067357D"/>
    <w:rsid w:val="00683B8D"/>
    <w:rsid w:val="006A4F45"/>
    <w:rsid w:val="006B239B"/>
    <w:rsid w:val="006C6566"/>
    <w:rsid w:val="006D4752"/>
    <w:rsid w:val="006D70A1"/>
    <w:rsid w:val="006F278A"/>
    <w:rsid w:val="007041C1"/>
    <w:rsid w:val="007246D9"/>
    <w:rsid w:val="0073597D"/>
    <w:rsid w:val="00751F3F"/>
    <w:rsid w:val="00756CCE"/>
    <w:rsid w:val="007579CA"/>
    <w:rsid w:val="007C13BF"/>
    <w:rsid w:val="007D2CD8"/>
    <w:rsid w:val="007E35D4"/>
    <w:rsid w:val="007F06B3"/>
    <w:rsid w:val="007F1E0C"/>
    <w:rsid w:val="007F3C36"/>
    <w:rsid w:val="00825654"/>
    <w:rsid w:val="00836E60"/>
    <w:rsid w:val="00853B0B"/>
    <w:rsid w:val="00871092"/>
    <w:rsid w:val="00875F73"/>
    <w:rsid w:val="00887916"/>
    <w:rsid w:val="008E6A89"/>
    <w:rsid w:val="008F336A"/>
    <w:rsid w:val="008F798B"/>
    <w:rsid w:val="00900177"/>
    <w:rsid w:val="00907CC3"/>
    <w:rsid w:val="00917607"/>
    <w:rsid w:val="00920512"/>
    <w:rsid w:val="00987BD1"/>
    <w:rsid w:val="009A38CE"/>
    <w:rsid w:val="009A77EC"/>
    <w:rsid w:val="009B73D7"/>
    <w:rsid w:val="009C1B37"/>
    <w:rsid w:val="009C29CF"/>
    <w:rsid w:val="009C6818"/>
    <w:rsid w:val="009D05D7"/>
    <w:rsid w:val="009D0E18"/>
    <w:rsid w:val="009E7E6E"/>
    <w:rsid w:val="009F6422"/>
    <w:rsid w:val="00A143C8"/>
    <w:rsid w:val="00A37D31"/>
    <w:rsid w:val="00A400D3"/>
    <w:rsid w:val="00A63FAA"/>
    <w:rsid w:val="00A71F17"/>
    <w:rsid w:val="00AA0184"/>
    <w:rsid w:val="00AA711C"/>
    <w:rsid w:val="00AF32CA"/>
    <w:rsid w:val="00AF7A18"/>
    <w:rsid w:val="00B0505D"/>
    <w:rsid w:val="00B37D0F"/>
    <w:rsid w:val="00B47340"/>
    <w:rsid w:val="00B47CAF"/>
    <w:rsid w:val="00B519C6"/>
    <w:rsid w:val="00B923B0"/>
    <w:rsid w:val="00BC0E3B"/>
    <w:rsid w:val="00BC5FB1"/>
    <w:rsid w:val="00C0124E"/>
    <w:rsid w:val="00C11232"/>
    <w:rsid w:val="00C40821"/>
    <w:rsid w:val="00C71565"/>
    <w:rsid w:val="00C71B52"/>
    <w:rsid w:val="00C94ACA"/>
    <w:rsid w:val="00CC0DD0"/>
    <w:rsid w:val="00CF4F7C"/>
    <w:rsid w:val="00D10ED3"/>
    <w:rsid w:val="00D16F3D"/>
    <w:rsid w:val="00D341C1"/>
    <w:rsid w:val="00D55F60"/>
    <w:rsid w:val="00D714E6"/>
    <w:rsid w:val="00D9023C"/>
    <w:rsid w:val="00DA1D03"/>
    <w:rsid w:val="00DE06A6"/>
    <w:rsid w:val="00E0239A"/>
    <w:rsid w:val="00E053C6"/>
    <w:rsid w:val="00E05A40"/>
    <w:rsid w:val="00E171C9"/>
    <w:rsid w:val="00E375F0"/>
    <w:rsid w:val="00E903DC"/>
    <w:rsid w:val="00EA665A"/>
    <w:rsid w:val="00EC0897"/>
    <w:rsid w:val="00EC4997"/>
    <w:rsid w:val="00EF0226"/>
    <w:rsid w:val="00EF3CCD"/>
    <w:rsid w:val="00F2643F"/>
    <w:rsid w:val="00F26F31"/>
    <w:rsid w:val="00F50D83"/>
    <w:rsid w:val="00F60E23"/>
    <w:rsid w:val="00F75683"/>
    <w:rsid w:val="00F771D1"/>
    <w:rsid w:val="00F83F6D"/>
    <w:rsid w:val="00F9459D"/>
    <w:rsid w:val="00FA2C0A"/>
    <w:rsid w:val="00FC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3388F"/>
  <w15:chartTrackingRefBased/>
  <w15:docId w15:val="{58AC3AB2-4A8E-4061-99FF-A7E6427C3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39F9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5239F9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239F9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39F9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239F9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5239F9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5239F9"/>
  </w:style>
  <w:style w:type="paragraph" w:styleId="Paragraphedeliste">
    <w:name w:val="List Paragraph"/>
    <w:basedOn w:val="Normal"/>
    <w:uiPriority w:val="34"/>
    <w:rsid w:val="005239F9"/>
    <w:pPr>
      <w:ind w:left="720"/>
      <w:contextualSpacing/>
    </w:pPr>
  </w:style>
  <w:style w:type="table" w:styleId="Grilledutableau">
    <w:name w:val="Table Grid"/>
    <w:basedOn w:val="TableauNormal"/>
    <w:uiPriority w:val="59"/>
    <w:rsid w:val="005239F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uiPriority w:val="9"/>
    <w:rsid w:val="005239F9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5239F9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DE06A6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DE06A6"/>
  </w:style>
  <w:style w:type="paragraph" w:styleId="Pieddepage">
    <w:name w:val="footer"/>
    <w:basedOn w:val="Normal"/>
    <w:link w:val="PieddepageCar"/>
    <w:uiPriority w:val="99"/>
    <w:unhideWhenUsed/>
    <w:rsid w:val="005239F9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5239F9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5239F9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5239F9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5239F9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5239F9"/>
    <w:rPr>
      <w:color w:val="808080"/>
    </w:rPr>
  </w:style>
  <w:style w:type="paragraph" w:customStyle="1" w:styleId="Titredecollection">
    <w:name w:val="Titre de collection"/>
    <w:basedOn w:val="Normal"/>
    <w:qFormat/>
    <w:rsid w:val="005239F9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5239F9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5239F9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5239F9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5239F9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5239F9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239F9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5239F9"/>
    <w:rPr>
      <w:color w:val="0000FF"/>
      <w:u w:val="single"/>
    </w:rPr>
  </w:style>
  <w:style w:type="paragraph" w:customStyle="1" w:styleId="Encartgras">
    <w:name w:val="Encart gras"/>
    <w:basedOn w:val="Normal"/>
    <w:qFormat/>
    <w:rsid w:val="005239F9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5239F9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5239F9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5239F9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5239F9"/>
    <w:pPr>
      <w:shd w:val="clear" w:color="auto" w:fill="CFD5E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9933A-CD93-4742-B15E-7DED2ACCF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7</TotalTime>
  <Pages>2</Pages>
  <Words>397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CHAPIGNAC</dc:creator>
  <cp:keywords/>
  <dc:description/>
  <cp:lastModifiedBy>JEROME SAVIDAN</cp:lastModifiedBy>
  <cp:revision>14</cp:revision>
  <cp:lastPrinted>2023-06-08T18:29:00Z</cp:lastPrinted>
  <dcterms:created xsi:type="dcterms:W3CDTF">2023-06-21T23:28:00Z</dcterms:created>
  <dcterms:modified xsi:type="dcterms:W3CDTF">2023-08-08T13:15:00Z</dcterms:modified>
</cp:coreProperties>
</file>