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4375A" w14:textId="66EF091D" w:rsidR="00EE25C2" w:rsidRPr="002D2599" w:rsidRDefault="002D2599" w:rsidP="00E8448E">
      <w:pPr>
        <w:pStyle w:val="Titredudocument"/>
        <w:spacing w:before="100" w:after="100"/>
        <w:rPr>
          <w:b/>
          <w:bCs/>
        </w:rPr>
      </w:pPr>
      <w:bookmarkStart w:id="0" w:name="_Hlk137581790"/>
      <w:bookmarkEnd w:id="0"/>
      <w:r w:rsidRPr="002D2599">
        <w:rPr>
          <w:rFonts w:eastAsiaTheme="majorEastAsia"/>
        </w:rPr>
        <w:t>Fiche élève</w:t>
      </w:r>
      <w:r w:rsidR="006C15F1">
        <w:rPr>
          <w:rFonts w:eastAsiaTheme="majorEastAsia"/>
        </w:rPr>
        <w:t> </w:t>
      </w:r>
      <w:r w:rsidRPr="002D2599">
        <w:rPr>
          <w:rFonts w:eastAsiaTheme="majorEastAsia"/>
        </w:rPr>
        <w:t xml:space="preserve">: </w:t>
      </w:r>
      <w:r w:rsidR="00B02EB6" w:rsidRPr="002D2599">
        <w:rPr>
          <w:rFonts w:eastAsiaTheme="majorEastAsia"/>
        </w:rPr>
        <w:t>Additionner des nombres relatifs</w:t>
      </w:r>
    </w:p>
    <w:p w14:paraId="69DC5DE5" w14:textId="70FF55EF" w:rsidR="00492DAB" w:rsidRPr="002D2599" w:rsidRDefault="00892F99" w:rsidP="00010136">
      <w:pPr>
        <w:pStyle w:val="Titre1"/>
      </w:pPr>
      <w:r w:rsidRPr="002D2599">
        <w:t>Je comprends</w:t>
      </w:r>
    </w:p>
    <w:p w14:paraId="60964CC9" w14:textId="29E54343" w:rsidR="00D31B28" w:rsidRPr="002D2599" w:rsidRDefault="00D31B28" w:rsidP="00C436AD">
      <w:pPr>
        <w:spacing w:before="100" w:afterAutospacing="0"/>
      </w:pPr>
      <w:r w:rsidRPr="002D2599">
        <w:t>Les nombres relatifs sont associés à des variations (de températures, de points dans un jeu) ou des déplacements sur la droite graduée.</w:t>
      </w:r>
    </w:p>
    <w:p w14:paraId="5B8035A1" w14:textId="28E9650A" w:rsidR="00D31B28" w:rsidRPr="002D2599" w:rsidRDefault="00D31B28" w:rsidP="00C436AD">
      <w:pPr>
        <w:spacing w:beforeAutospacing="0" w:after="100"/>
        <w:rPr>
          <w:b/>
          <w:bCs/>
          <w:u w:val="single"/>
        </w:rPr>
      </w:pPr>
      <w:r w:rsidRPr="002D2599">
        <w:t>Le résultat de l’addition de deux nombres relatifs est alors le bilan de deux variations ou de deux déplacements.</w:t>
      </w:r>
    </w:p>
    <w:p w14:paraId="460B111A" w14:textId="0832CF90" w:rsidR="00492DAB" w:rsidRPr="002D2599" w:rsidRDefault="00010136" w:rsidP="00C436AD">
      <w:pPr>
        <w:spacing w:before="0" w:beforeAutospacing="0" w:after="0" w:afterAutospacing="0"/>
      </w:pPr>
      <w:r>
        <w:rPr>
          <w:noProof/>
          <w14:ligatures w14:val="standardContextual"/>
        </w:rPr>
        <mc:AlternateContent>
          <mc:Choice Requires="wpg">
            <w:drawing>
              <wp:inline distT="0" distB="0" distL="0" distR="0" wp14:anchorId="1CBF3E49" wp14:editId="7FE7B48C">
                <wp:extent cx="6749415" cy="4509135"/>
                <wp:effectExtent l="0" t="0" r="13335" b="62865"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9415" cy="4509135"/>
                          <a:chOff x="57150" y="0"/>
                          <a:chExt cx="6749415" cy="4509135"/>
                        </a:xfrm>
                      </wpg:grpSpPr>
                      <wps:wsp>
                        <wps:cNvPr id="232169590" name="Connecteur droit avec flèche 1"/>
                        <wps:cNvCnPr/>
                        <wps:spPr>
                          <a:xfrm flipH="1">
                            <a:off x="5314950" y="4150995"/>
                            <a:ext cx="258445" cy="3581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3770270" name="Connecteur droit avec flèche 1"/>
                        <wps:cNvCnPr/>
                        <wps:spPr>
                          <a:xfrm>
                            <a:off x="1371600" y="4181475"/>
                            <a:ext cx="358140" cy="32766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" name="Groupe 1"/>
                        <wpg:cNvGrpSpPr/>
                        <wpg:grpSpPr>
                          <a:xfrm>
                            <a:off x="57150" y="0"/>
                            <a:ext cx="6749415" cy="4509135"/>
                            <a:chOff x="57150" y="0"/>
                            <a:chExt cx="6749415" cy="4509135"/>
                          </a:xfrm>
                        </wpg:grpSpPr>
                        <wps:wsp>
                          <wps:cNvPr id="2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62425" y="2047875"/>
                              <a:ext cx="2644140" cy="208597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4FCEEE" w14:textId="77777777" w:rsidR="00844BC8" w:rsidRPr="00010136" w:rsidRDefault="00844BC8" w:rsidP="000652B8">
                                <w:pPr>
                                  <w:spacing w:after="0" w:line="276" w:lineRule="auto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10136">
                                  <w:rPr>
                                    <w:b/>
                                    <w:bCs/>
                                  </w:rPr>
                                  <w:t>GAINS et PERTES</w:t>
                                </w:r>
                              </w:p>
                              <w:p w14:paraId="38C24A44" w14:textId="3CCB4099" w:rsidR="009B0C59" w:rsidRPr="00010136" w:rsidRDefault="009B0C59" w:rsidP="00C436AD">
                                <w:pPr>
                                  <w:spacing w:beforeAutospacing="0" w:afterAutospacing="0" w:line="276" w:lineRule="auto"/>
                                  <w:rPr>
                                    <w:b/>
                                    <w:bCs/>
                                    <w:u w:val="single"/>
                                  </w:rPr>
                                </w:pPr>
                                <w:r w:rsidRPr="00010136">
                                  <w:t xml:space="preserve">Lundi, j’ai </w:t>
                                </w:r>
                                <w:r w:rsidR="00B07376" w:rsidRPr="00010136">
                                  <w:rPr>
                                    <w:b/>
                                    <w:bCs/>
                                    <w:color w:val="00B050"/>
                                  </w:rPr>
                                  <w:t xml:space="preserve">gagné </w:t>
                                </w:r>
                                <w:r w:rsidRPr="00010136">
                                  <w:rPr>
                                    <w:b/>
                                    <w:bCs/>
                                    <w:color w:val="00B050"/>
                                  </w:rPr>
                                  <w:t>2 points</w:t>
                                </w:r>
                                <w:r w:rsidRPr="00010136">
                                  <w:rPr>
                                    <w:color w:val="00B050"/>
                                  </w:rPr>
                                  <w:t xml:space="preserve"> </w:t>
                                </w:r>
                                <w:r w:rsidRPr="00010136">
                                  <w:t>à un jeu</w:t>
                                </w:r>
                                <w:r w:rsidR="00D768A7" w:rsidRPr="00010136">
                                  <w:t xml:space="preserve">, </w:t>
                                </w:r>
                                <w:r w:rsidR="009176A0" w:rsidRPr="00010136">
                                  <w:rPr>
                                    <w:b/>
                                    <w:bCs/>
                                    <w:u w:val="single"/>
                                  </w:rPr>
                                  <w:t>ET</w:t>
                                </w:r>
                                <w:r w:rsidR="00D768A7" w:rsidRPr="00010136">
                                  <w:rPr>
                                    <w:b/>
                                    <w:bCs/>
                                    <w:u w:val="single"/>
                                  </w:rPr>
                                  <w:t xml:space="preserve"> </w:t>
                                </w:r>
                              </w:p>
                              <w:p w14:paraId="10A7E953" w14:textId="609853D5" w:rsidR="009B0C59" w:rsidRPr="00010136" w:rsidRDefault="00D768A7" w:rsidP="00C436AD">
                                <w:pPr>
                                  <w:spacing w:beforeAutospacing="0" w:afterAutospacing="0" w:line="276" w:lineRule="auto"/>
                                </w:pPr>
                                <w:r w:rsidRPr="00010136">
                                  <w:t>m</w:t>
                                </w:r>
                                <w:r w:rsidR="009B0C59" w:rsidRPr="00010136">
                                  <w:t xml:space="preserve">ardi, j’ai </w:t>
                                </w:r>
                                <w:r w:rsidR="00B07376" w:rsidRPr="00010136">
                                  <w:rPr>
                                    <w:b/>
                                    <w:bCs/>
                                    <w:color w:val="FF0000"/>
                                  </w:rPr>
                                  <w:t>perdu</w:t>
                                </w:r>
                                <w:r w:rsidR="009B0C59" w:rsidRPr="00010136">
                                  <w:rPr>
                                    <w:b/>
                                    <w:bCs/>
                                    <w:color w:val="FF0000"/>
                                  </w:rPr>
                                  <w:t xml:space="preserve"> 5 points</w:t>
                                </w:r>
                                <w:r w:rsidR="009B0C59" w:rsidRPr="00010136">
                                  <w:rPr>
                                    <w:color w:val="FF0000"/>
                                  </w:rPr>
                                  <w:t xml:space="preserve"> </w:t>
                                </w:r>
                                <w:r w:rsidR="009B0C59" w:rsidRPr="00010136">
                                  <w:t>à ce jeu.</w:t>
                                </w:r>
                              </w:p>
                              <w:p w14:paraId="14AEC7BB" w14:textId="606DC9AB" w:rsidR="009B0C59" w:rsidRPr="00010136" w:rsidRDefault="002A45D6" w:rsidP="00C436AD">
                                <w:pPr>
                                  <w:spacing w:beforeAutospacing="0" w:afterAutospacing="0" w:line="276" w:lineRule="auto"/>
                                </w:pPr>
                                <w:r w:rsidRPr="00010136">
                                  <w:t xml:space="preserve">En deux jours, j’ai </w:t>
                                </w:r>
                                <w:r w:rsidR="009176A0" w:rsidRPr="00010136">
                                  <w:rPr>
                                    <w:b/>
                                    <w:bCs/>
                                    <w:u w:val="single"/>
                                  </w:rPr>
                                  <w:t>finalement</w:t>
                                </w:r>
                                <w:r w:rsidR="009B0C59" w:rsidRPr="00010136">
                                  <w:t xml:space="preserve"> </w:t>
                                </w:r>
                                <w:r w:rsidR="0067676A" w:rsidRPr="00010136">
                                  <w:rPr>
                                    <w:b/>
                                    <w:bCs/>
                                  </w:rPr>
                                  <w:t xml:space="preserve">perdu </w:t>
                                </w:r>
                                <w:r w:rsidR="009B0C59" w:rsidRPr="00010136">
                                  <w:rPr>
                                    <w:b/>
                                    <w:bCs/>
                                  </w:rPr>
                                  <w:t>3 points</w:t>
                                </w:r>
                                <w:r w:rsidR="009B0C59" w:rsidRPr="00010136">
                                  <w:t xml:space="preserve">. </w:t>
                                </w:r>
                              </w:p>
                              <w:p w14:paraId="24386ACB" w14:textId="07322E05" w:rsidR="00AE7E11" w:rsidRPr="00010136" w:rsidRDefault="00AE7E11" w:rsidP="00C436AD">
                                <w:pPr>
                                  <w:spacing w:beforeAutospacing="0" w:afterAutospacing="0" w:line="276" w:lineRule="auto"/>
                                  <w:rPr>
                                    <w:color w:val="000000" w:themeColor="text1"/>
                                  </w:rPr>
                                </w:pPr>
                                <w:r w:rsidRPr="00010136">
                                  <w:rPr>
                                    <w:color w:val="000000" w:themeColor="text1"/>
                                  </w:rPr>
                                  <w:t xml:space="preserve">Le </w:t>
                                </w:r>
                                <w:r w:rsidRPr="00010136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t xml:space="preserve">bilan </w:t>
                                </w:r>
                                <w:r w:rsidRPr="00010136">
                                  <w:rPr>
                                    <w:color w:val="000000" w:themeColor="text1"/>
                                  </w:rPr>
                                  <w:t xml:space="preserve">de ce </w:t>
                                </w:r>
                                <w:r w:rsidR="00790D0C" w:rsidRPr="00010136">
                                  <w:rPr>
                                    <w:color w:val="000000" w:themeColor="text1"/>
                                  </w:rPr>
                                  <w:t>jeu (</w:t>
                                </w:r>
                                <w:r w:rsidRPr="00010136">
                                  <w:rPr>
                                    <w:color w:val="000000" w:themeColor="text1"/>
                                  </w:rPr>
                                  <w:t>gain</w:t>
                                </w:r>
                                <w:r w:rsidR="00790D0C" w:rsidRPr="00010136">
                                  <w:rPr>
                                    <w:color w:val="000000" w:themeColor="text1"/>
                                  </w:rPr>
                                  <w:t>s</w:t>
                                </w:r>
                                <w:r w:rsidRPr="00010136">
                                  <w:rPr>
                                    <w:color w:val="000000" w:themeColor="text1"/>
                                  </w:rPr>
                                  <w:t>-perte</w:t>
                                </w:r>
                                <w:r w:rsidR="00790D0C" w:rsidRPr="00010136">
                                  <w:rPr>
                                    <w:color w:val="000000" w:themeColor="text1"/>
                                  </w:rPr>
                                  <w:t>s)</w:t>
                                </w:r>
                                <w:r w:rsidRPr="00010136">
                                  <w:rPr>
                                    <w:color w:val="000000" w:themeColor="text1"/>
                                  </w:rPr>
                                  <w:t xml:space="preserve"> se traduit par le calcul :</w:t>
                                </w:r>
                              </w:p>
                              <w:p w14:paraId="2365C2CB" w14:textId="77777777" w:rsidR="00AE7E11" w:rsidRPr="00010136" w:rsidRDefault="00AE7E11" w:rsidP="00C436AD">
                                <w:pPr>
                                  <w:spacing w:beforeAutospacing="0" w:afterAutospacing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+(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-5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)=-3</m:t>
                                    </m:r>
                                  </m:oMath>
                                </m:oMathPara>
                              </w:p>
                              <w:p w14:paraId="10311BB7" w14:textId="77777777" w:rsidR="009B0C59" w:rsidRPr="00010136" w:rsidRDefault="009B0C59" w:rsidP="009B0C59">
                                <w:pPr>
                                  <w:spacing w:after="0" w:line="276" w:lineRule="auto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2566694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2066925"/>
                              <a:ext cx="3185160" cy="209550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742C51" w14:textId="77777777" w:rsidR="00F74F19" w:rsidRPr="00010136" w:rsidRDefault="000652B8" w:rsidP="00B02EB6">
                                <w:pPr>
                                  <w:spacing w:after="0" w:line="276" w:lineRule="auto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10136">
                                  <w:rPr>
                                    <w:b/>
                                    <w:bCs/>
                                  </w:rPr>
                                  <w:t>TEMP</w:t>
                                </w:r>
                                <w:r w:rsidRPr="00010136">
                                  <w:rPr>
                                    <w:rFonts w:cstheme="minorHAnsi"/>
                                    <w:b/>
                                    <w:bCs/>
                                  </w:rPr>
                                  <w:t>É</w:t>
                                </w:r>
                                <w:r w:rsidRPr="00010136">
                                  <w:rPr>
                                    <w:b/>
                                    <w:bCs/>
                                  </w:rPr>
                                  <w:t>RATURES</w:t>
                                </w:r>
                              </w:p>
                              <w:p w14:paraId="7B835303" w14:textId="15E57C7F" w:rsidR="00AF38A2" w:rsidRPr="00010136" w:rsidRDefault="009B0C59" w:rsidP="00C436AD">
                                <w:pPr>
                                  <w:spacing w:beforeAutospacing="0" w:afterAutospacing="0" w:line="276" w:lineRule="auto"/>
                                </w:pPr>
                                <w:r w:rsidRPr="00010136">
                                  <w:t xml:space="preserve">Lundi, la température </w:t>
                                </w:r>
                                <w:r w:rsidRPr="00010136">
                                  <w:rPr>
                                    <w:b/>
                                    <w:bCs/>
                                    <w:color w:val="00B050"/>
                                  </w:rPr>
                                  <w:t xml:space="preserve">a </w:t>
                                </w:r>
                                <w:r w:rsidR="009176A0" w:rsidRPr="00010136">
                                  <w:rPr>
                                    <w:b/>
                                    <w:bCs/>
                                    <w:color w:val="00B050"/>
                                  </w:rPr>
                                  <w:t xml:space="preserve">augmenté </w:t>
                                </w:r>
                                <w:r w:rsidRPr="00010136">
                                  <w:rPr>
                                    <w:b/>
                                    <w:bCs/>
                                    <w:color w:val="00B050"/>
                                  </w:rPr>
                                  <w:t>de 2 degrés</w:t>
                                </w:r>
                                <w:r w:rsidR="00AF38A2" w:rsidRPr="00010136">
                                  <w:t xml:space="preserve">, </w:t>
                                </w:r>
                              </w:p>
                              <w:p w14:paraId="3824CB2E" w14:textId="15EF3C35" w:rsidR="009B0C59" w:rsidRPr="00010136" w:rsidRDefault="009176A0" w:rsidP="00C436AD">
                                <w:pPr>
                                  <w:spacing w:beforeAutospacing="0" w:afterAutospacing="0" w:line="276" w:lineRule="auto"/>
                                </w:pPr>
                                <w:r w:rsidRPr="00010136">
                                  <w:rPr>
                                    <w:b/>
                                    <w:bCs/>
                                    <w:u w:val="single"/>
                                  </w:rPr>
                                  <w:t>ET</w:t>
                                </w:r>
                                <w:r w:rsidRPr="00010136">
                                  <w:t xml:space="preserve"> </w:t>
                                </w:r>
                                <w:r w:rsidR="00AF38A2" w:rsidRPr="00010136">
                                  <w:t>m</w:t>
                                </w:r>
                                <w:r w:rsidR="009B0C59" w:rsidRPr="00010136">
                                  <w:t xml:space="preserve">ardi, la température </w:t>
                                </w:r>
                                <w:r w:rsidR="009B0C59" w:rsidRPr="00010136">
                                  <w:rPr>
                                    <w:b/>
                                    <w:bCs/>
                                    <w:color w:val="FF0000"/>
                                  </w:rPr>
                                  <w:t xml:space="preserve">a </w:t>
                                </w:r>
                                <w:r w:rsidRPr="00010136">
                                  <w:rPr>
                                    <w:b/>
                                    <w:bCs/>
                                    <w:color w:val="FF0000"/>
                                  </w:rPr>
                                  <w:t>baissé</w:t>
                                </w:r>
                                <w:r w:rsidR="009B0C59" w:rsidRPr="00010136">
                                  <w:rPr>
                                    <w:b/>
                                    <w:bCs/>
                                    <w:color w:val="FF0000"/>
                                  </w:rPr>
                                  <w:t xml:space="preserve"> de 5 degrés</w:t>
                                </w:r>
                                <w:r w:rsidR="009B0C59" w:rsidRPr="00010136">
                                  <w:t>.</w:t>
                                </w:r>
                              </w:p>
                              <w:p w14:paraId="76936E1D" w14:textId="4FFCD12D" w:rsidR="009B0C59" w:rsidRPr="00010136" w:rsidRDefault="009B0C59" w:rsidP="00C436AD">
                                <w:pPr>
                                  <w:spacing w:beforeAutospacing="0" w:afterAutospacing="0" w:line="276" w:lineRule="auto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010136">
                                  <w:t xml:space="preserve">En deux jours, la température a </w:t>
                                </w:r>
                                <w:r w:rsidRPr="00010136">
                                  <w:rPr>
                                    <w:b/>
                                    <w:bCs/>
                                    <w:u w:val="single"/>
                                  </w:rPr>
                                  <w:t>finalement</w:t>
                                </w:r>
                                <w:r w:rsidR="00FB78F2" w:rsidRPr="00010136">
                                  <w:t xml:space="preserve"> </w:t>
                                </w:r>
                                <w:r w:rsidR="0067676A" w:rsidRPr="00010136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baissé</w:t>
                                </w:r>
                                <w:r w:rsidR="00FB78F2" w:rsidRPr="00010136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 xml:space="preserve"> de 3 degrés.</w:t>
                                </w:r>
                              </w:p>
                              <w:p w14:paraId="36B80F58" w14:textId="77777777" w:rsidR="0067676A" w:rsidRPr="00010136" w:rsidRDefault="0067676A" w:rsidP="00C436AD">
                                <w:pPr>
                                  <w:spacing w:beforeAutospacing="0" w:afterAutospacing="0" w:line="276" w:lineRule="auto"/>
                                  <w:rPr>
                                    <w:color w:val="000000" w:themeColor="text1"/>
                                  </w:rPr>
                                </w:pPr>
                                <w:r w:rsidRPr="00010136">
                                  <w:rPr>
                                    <w:color w:val="000000" w:themeColor="text1"/>
                                  </w:rPr>
                                  <w:t xml:space="preserve">Le </w:t>
                                </w:r>
                                <w:r w:rsidRPr="00010136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t xml:space="preserve">bilan </w:t>
                                </w:r>
                                <w:r w:rsidRPr="00010136">
                                  <w:rPr>
                                    <w:color w:val="000000" w:themeColor="text1"/>
                                  </w:rPr>
                                  <w:t>de ces deux variations de températures se traduit par le calcul :</w:t>
                                </w:r>
                              </w:p>
                              <w:p w14:paraId="4E318640" w14:textId="63D1FBEC" w:rsidR="0067676A" w:rsidRPr="00010136" w:rsidRDefault="0067676A" w:rsidP="00C436AD">
                                <w:pPr>
                                  <w:spacing w:beforeAutospacing="0" w:afterAutospacing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+(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-5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)=-3</m:t>
                                    </m:r>
                                  </m:oMath>
                                </m:oMathPara>
                              </w:p>
                              <w:p w14:paraId="1B4B0EF0" w14:textId="68EBBCD4" w:rsidR="0067676A" w:rsidRPr="00010136" w:rsidRDefault="0067676A" w:rsidP="009B0C59">
                                <w:pPr>
                                  <w:spacing w:after="0" w:line="276" w:lineRule="auto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010136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 xml:space="preserve">: </w:t>
                                </w:r>
                              </w:p>
                              <w:p w14:paraId="0025B67C" w14:textId="77777777" w:rsidR="0067676A" w:rsidRPr="00010136" w:rsidRDefault="0067676A" w:rsidP="009B0C59">
                                <w:pPr>
                                  <w:spacing w:after="0" w:line="276" w:lineRule="auto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13472142" name="Rectangle : coins arrondis 3"/>
                          <wps:cNvSpPr/>
                          <wps:spPr>
                            <a:xfrm>
                              <a:off x="2533650" y="0"/>
                              <a:ext cx="2286000" cy="571500"/>
                            </a:xfrm>
                            <a:prstGeom prst="round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EAB6268" w14:textId="77777777" w:rsidR="00161F17" w:rsidRPr="00010136" w:rsidRDefault="00844BC8" w:rsidP="00C436AD">
                                <w:pPr>
                                  <w:spacing w:before="100" w:afterAutospacing="0"/>
                                  <w:jc w:val="center"/>
                                  <w:rPr>
                                    <w:color w:val="000000" w:themeColor="text1"/>
                                    <w:szCs w:val="28"/>
                                  </w:rPr>
                                </w:pPr>
                                <w:r w:rsidRPr="00010136">
                                  <w:rPr>
                                    <w:color w:val="000000" w:themeColor="text1"/>
                                    <w:szCs w:val="28"/>
                                  </w:rPr>
                                  <w:t xml:space="preserve">Calculer la </w:t>
                                </w:r>
                                <w:r w:rsidRPr="00010136">
                                  <w:rPr>
                                    <w:b/>
                                    <w:bCs/>
                                    <w:color w:val="000000" w:themeColor="text1"/>
                                    <w:szCs w:val="28"/>
                                  </w:rPr>
                                  <w:t>SOMME</w:t>
                                </w:r>
                                <w:r w:rsidRPr="00010136">
                                  <w:rPr>
                                    <w:color w:val="000000" w:themeColor="text1"/>
                                    <w:szCs w:val="28"/>
                                  </w:rPr>
                                  <w:t xml:space="preserve"> de </w:t>
                                </w:r>
                              </w:p>
                              <w:p w14:paraId="3FEB160F" w14:textId="7FF6F971" w:rsidR="00844BC8" w:rsidRPr="00010136" w:rsidRDefault="00AF38A2" w:rsidP="00C436AD">
                                <w:pPr>
                                  <w:spacing w:beforeAutospacing="0" w:afterAutospacing="0"/>
                                  <w:jc w:val="center"/>
                                  <w:rPr>
                                    <w:color w:val="000000" w:themeColor="text1"/>
                                    <w:szCs w:val="28"/>
                                  </w:rPr>
                                </w:pPr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B050"/>
                                      <w:szCs w:val="28"/>
                                    </w:rPr>
                                    <m:t>2</m:t>
                                  </m:r>
                                </m:oMath>
                                <w:r w:rsidR="00844BC8" w:rsidRPr="00010136">
                                  <w:rPr>
                                    <w:color w:val="FF0000"/>
                                    <w:szCs w:val="28"/>
                                  </w:rPr>
                                  <w:t xml:space="preserve"> </w:t>
                                </w:r>
                                <w:r w:rsidR="00844BC8" w:rsidRPr="00010136">
                                  <w:rPr>
                                    <w:color w:val="000000" w:themeColor="text1"/>
                                    <w:szCs w:val="28"/>
                                  </w:rPr>
                                  <w:t xml:space="preserve">et </w:t>
                                </w:r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  <w:szCs w:val="28"/>
                                    </w:rPr>
                                    <m:t>-5</m:t>
                                  </m:r>
                                </m:oMath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9115546" name="Rectangle : coins arrondis 3"/>
                          <wps:cNvSpPr/>
                          <wps:spPr>
                            <a:xfrm>
                              <a:off x="2800350" y="1076325"/>
                              <a:ext cx="1706880" cy="685800"/>
                            </a:xfrm>
                            <a:prstGeom prst="round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37D0CE" w14:textId="50F6F8ED" w:rsidR="000652B8" w:rsidRPr="00010136" w:rsidRDefault="00010136" w:rsidP="00C436AD">
                                <w:pPr>
                                  <w:spacing w:before="100" w:afterAutospacing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Marianne" w:hAnsi="Marianne"/>
                                    <w:b/>
                                    <w:bCs/>
                                    <w:color w:val="000000" w:themeColor="text1"/>
                                    <w:szCs w:val="28"/>
                                  </w:rPr>
                                  <w:t>É</w:t>
                                </w:r>
                                <w:r w:rsidR="000652B8" w:rsidRPr="00010136">
                                  <w:rPr>
                                    <w:b/>
                                    <w:bCs/>
                                    <w:color w:val="000000" w:themeColor="text1"/>
                                    <w:szCs w:val="28"/>
                                  </w:rPr>
                                  <w:t>criture du calcul</w:t>
                                </w:r>
                              </w:p>
                              <w:p w14:paraId="358FE9C1" w14:textId="2A193288" w:rsidR="00AF38A2" w:rsidRPr="00010136" w:rsidRDefault="00AF38A2" w:rsidP="00C436AD">
                                <w:pPr>
                                  <w:spacing w:beforeAutospacing="0" w:after="100"/>
                                  <w:jc w:val="center"/>
                                  <w:rPr>
                                    <w:color w:val="000000" w:themeColor="text1"/>
                                    <w:szCs w:val="28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B050"/>
                                        <w:szCs w:val="28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Cs w:val="28"/>
                                      </w:rPr>
                                      <m:t>+(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  <w:szCs w:val="28"/>
                                      </w:rPr>
                                      <m:t>-5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Cs w:val="28"/>
                                      </w:rPr>
                                      <m:t>)</m:t>
                                    </m:r>
                                  </m:oMath>
                                </m:oMathPara>
                              </w:p>
                              <w:p w14:paraId="38524408" w14:textId="7683B3A6" w:rsidR="000652B8" w:rsidRPr="00010136" w:rsidRDefault="000652B8" w:rsidP="00C436AD">
                                <w:pPr>
                                  <w:spacing w:before="100" w:after="100"/>
                                  <w:jc w:val="center"/>
                                  <w:rPr>
                                    <w:color w:val="000000" w:themeColor="text1"/>
                                    <w:szCs w:val="28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Cs w:val="28"/>
                                      </w:rPr>
                                      <m:t>= 3</m:t>
                                    </m:r>
                                  </m:oMath>
                                </m:oMathPara>
                              </w:p>
                              <w:p w14:paraId="4708AE8A" w14:textId="77777777" w:rsidR="000652B8" w:rsidRPr="00010136" w:rsidRDefault="000652B8" w:rsidP="00C436AD">
                                <w:pPr>
                                  <w:spacing w:before="100" w:after="100"/>
                                  <w:jc w:val="center"/>
                                  <w:rPr>
                                    <w:color w:val="000000" w:themeColor="text1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3066657" name="Connecteur droit avec flèche 5"/>
                          <wps:cNvCnPr/>
                          <wps:spPr>
                            <a:xfrm>
                              <a:off x="3657600" y="600075"/>
                              <a:ext cx="0" cy="4320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rgbClr val="0070C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7746985" name="Connecteur droit avec flèche 1"/>
                          <wps:cNvCnPr/>
                          <wps:spPr>
                            <a:xfrm flipH="1">
                              <a:off x="1276350" y="1419225"/>
                              <a:ext cx="1493520" cy="5181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7073793" name="Connecteur droit avec flèche 1"/>
                          <wps:cNvCnPr/>
                          <wps:spPr>
                            <a:xfrm>
                              <a:off x="4543425" y="1381125"/>
                              <a:ext cx="1173480" cy="5181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43079362" name="Connecteur droit avec flèche 2"/>
                          <wps:cNvCnPr/>
                          <wps:spPr>
                            <a:xfrm flipH="1">
                              <a:off x="3705225" y="2038350"/>
                              <a:ext cx="9525" cy="2470785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70C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BF3E49" id="Groupe 2" o:spid="_x0000_s1026" style="width:531.45pt;height:355.05pt;mso-position-horizontal-relative:char;mso-position-vertical-relative:line" coordorigin="571" coordsize="67494,4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" o:spid="_x0000_s1027" type="#_x0000_t32" style="position:absolute;left:53149;top:41509;width:2584;height:35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" strokecolor="black [3213]" strokeweight="1pt">
                  <v:stroke endarrow="block" joinstyle="miter"/>
                </v:shape>
                <v:shape id="Connecteur droit avec flèche 1" o:spid="_x0000_s1028" type="#_x0000_t32" style="position:absolute;left:13716;top:41814;width:3581;height:32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" strokecolor="black [3213]" strokeweight="1pt">
                  <v:stroke endarrow="block" joinstyle="miter"/>
                </v:shape>
                <v:group id="Groupe 1" o:spid="_x0000_s1029" style="position:absolute;left:571;width:67494;height:45091" coordorigin="571" coordsize="67494,45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41624;top:20478;width:26441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" fillcolor="white [3201]" strokecolor="#4472c4 [3204]" strokeweight="1pt">
                    <v:textbox>
                      <w:txbxContent>
                        <w:p w14:paraId="484FCEEE" w14:textId="77777777" w:rsidR="00844BC8" w:rsidRPr="00010136" w:rsidRDefault="00844BC8" w:rsidP="000652B8">
                          <w:pPr>
                            <w:spacing w:after="0" w:line="276" w:lineRule="auto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010136">
                            <w:rPr>
                              <w:b/>
                              <w:bCs/>
                            </w:rPr>
                            <w:t>GAINS et PERTES</w:t>
                          </w:r>
                        </w:p>
                        <w:p w14:paraId="38C24A44" w14:textId="3CCB4099" w:rsidR="009B0C59" w:rsidRPr="00010136" w:rsidRDefault="009B0C59" w:rsidP="00C436AD">
                          <w:pPr>
                            <w:spacing w:beforeAutospacing="0" w:afterAutospacing="0" w:line="276" w:lineRule="auto"/>
                            <w:rPr>
                              <w:b/>
                              <w:bCs/>
                              <w:u w:val="single"/>
                            </w:rPr>
                          </w:pPr>
                          <w:r w:rsidRPr="00010136">
                            <w:t xml:space="preserve">Lundi, j’ai </w:t>
                          </w:r>
                          <w:r w:rsidR="00B07376" w:rsidRPr="00010136">
                            <w:rPr>
                              <w:b/>
                              <w:bCs/>
                              <w:color w:val="00B050"/>
                            </w:rPr>
                            <w:t xml:space="preserve">gagné </w:t>
                          </w:r>
                          <w:r w:rsidRPr="00010136">
                            <w:rPr>
                              <w:b/>
                              <w:bCs/>
                              <w:color w:val="00B050"/>
                            </w:rPr>
                            <w:t>2 points</w:t>
                          </w:r>
                          <w:r w:rsidRPr="00010136">
                            <w:rPr>
                              <w:color w:val="00B050"/>
                            </w:rPr>
                            <w:t xml:space="preserve"> </w:t>
                          </w:r>
                          <w:r w:rsidRPr="00010136">
                            <w:t>à un jeu</w:t>
                          </w:r>
                          <w:r w:rsidR="00D768A7" w:rsidRPr="00010136">
                            <w:t xml:space="preserve">, </w:t>
                          </w:r>
                          <w:r w:rsidR="009176A0" w:rsidRPr="00010136">
                            <w:rPr>
                              <w:b/>
                              <w:bCs/>
                              <w:u w:val="single"/>
                            </w:rPr>
                            <w:t>ET</w:t>
                          </w:r>
                          <w:r w:rsidR="00D768A7" w:rsidRPr="00010136">
                            <w:rPr>
                              <w:b/>
                              <w:bCs/>
                              <w:u w:val="single"/>
                            </w:rPr>
                            <w:t xml:space="preserve"> </w:t>
                          </w:r>
                        </w:p>
                        <w:p w14:paraId="10A7E953" w14:textId="609853D5" w:rsidR="009B0C59" w:rsidRPr="00010136" w:rsidRDefault="00D768A7" w:rsidP="00C436AD">
                          <w:pPr>
                            <w:spacing w:beforeAutospacing="0" w:afterAutospacing="0" w:line="276" w:lineRule="auto"/>
                          </w:pPr>
                          <w:r w:rsidRPr="00010136">
                            <w:t>m</w:t>
                          </w:r>
                          <w:r w:rsidR="009B0C59" w:rsidRPr="00010136">
                            <w:t xml:space="preserve">ardi, j’ai </w:t>
                          </w:r>
                          <w:r w:rsidR="00B07376" w:rsidRPr="00010136">
                            <w:rPr>
                              <w:b/>
                              <w:bCs/>
                              <w:color w:val="FF0000"/>
                            </w:rPr>
                            <w:t>perdu</w:t>
                          </w:r>
                          <w:r w:rsidR="009B0C59" w:rsidRPr="00010136">
                            <w:rPr>
                              <w:b/>
                              <w:bCs/>
                              <w:color w:val="FF0000"/>
                            </w:rPr>
                            <w:t xml:space="preserve"> 5 points</w:t>
                          </w:r>
                          <w:r w:rsidR="009B0C59" w:rsidRPr="00010136">
                            <w:rPr>
                              <w:color w:val="FF0000"/>
                            </w:rPr>
                            <w:t xml:space="preserve"> </w:t>
                          </w:r>
                          <w:r w:rsidR="009B0C59" w:rsidRPr="00010136">
                            <w:t>à ce jeu.</w:t>
                          </w:r>
                        </w:p>
                        <w:p w14:paraId="14AEC7BB" w14:textId="606DC9AB" w:rsidR="009B0C59" w:rsidRPr="00010136" w:rsidRDefault="002A45D6" w:rsidP="00C436AD">
                          <w:pPr>
                            <w:spacing w:beforeAutospacing="0" w:afterAutospacing="0" w:line="276" w:lineRule="auto"/>
                          </w:pPr>
                          <w:r w:rsidRPr="00010136">
                            <w:t xml:space="preserve">En deux jours, j’ai </w:t>
                          </w:r>
                          <w:r w:rsidR="009176A0" w:rsidRPr="00010136">
                            <w:rPr>
                              <w:b/>
                              <w:bCs/>
                              <w:u w:val="single"/>
                            </w:rPr>
                            <w:t>finalement</w:t>
                          </w:r>
                          <w:r w:rsidR="009B0C59" w:rsidRPr="00010136">
                            <w:t xml:space="preserve"> </w:t>
                          </w:r>
                          <w:r w:rsidR="0067676A" w:rsidRPr="00010136">
                            <w:rPr>
                              <w:b/>
                              <w:bCs/>
                            </w:rPr>
                            <w:t xml:space="preserve">perdu </w:t>
                          </w:r>
                          <w:r w:rsidR="009B0C59" w:rsidRPr="00010136">
                            <w:rPr>
                              <w:b/>
                              <w:bCs/>
                            </w:rPr>
                            <w:t>3 points</w:t>
                          </w:r>
                          <w:r w:rsidR="009B0C59" w:rsidRPr="00010136">
                            <w:t xml:space="preserve">. </w:t>
                          </w:r>
                        </w:p>
                        <w:p w14:paraId="24386ACB" w14:textId="07322E05" w:rsidR="00AE7E11" w:rsidRPr="00010136" w:rsidRDefault="00AE7E11" w:rsidP="00C436AD">
                          <w:pPr>
                            <w:spacing w:beforeAutospacing="0" w:afterAutospacing="0" w:line="276" w:lineRule="auto"/>
                            <w:rPr>
                              <w:color w:val="000000" w:themeColor="text1"/>
                            </w:rPr>
                          </w:pPr>
                          <w:r w:rsidRPr="00010136">
                            <w:rPr>
                              <w:color w:val="000000" w:themeColor="text1"/>
                            </w:rPr>
                            <w:t xml:space="preserve">Le </w:t>
                          </w:r>
                          <w:r w:rsidRPr="00010136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t xml:space="preserve">bilan </w:t>
                          </w:r>
                          <w:r w:rsidRPr="00010136">
                            <w:rPr>
                              <w:color w:val="000000" w:themeColor="text1"/>
                            </w:rPr>
                            <w:t xml:space="preserve">de ce </w:t>
                          </w:r>
                          <w:r w:rsidR="00790D0C" w:rsidRPr="00010136">
                            <w:rPr>
                              <w:color w:val="000000" w:themeColor="text1"/>
                            </w:rPr>
                            <w:t>jeu (</w:t>
                          </w:r>
                          <w:r w:rsidRPr="00010136">
                            <w:rPr>
                              <w:color w:val="000000" w:themeColor="text1"/>
                            </w:rPr>
                            <w:t>gain</w:t>
                          </w:r>
                          <w:r w:rsidR="00790D0C" w:rsidRPr="00010136">
                            <w:rPr>
                              <w:color w:val="000000" w:themeColor="text1"/>
                            </w:rPr>
                            <w:t>s</w:t>
                          </w:r>
                          <w:r w:rsidRPr="00010136">
                            <w:rPr>
                              <w:color w:val="000000" w:themeColor="text1"/>
                            </w:rPr>
                            <w:t>-perte</w:t>
                          </w:r>
                          <w:r w:rsidR="00790D0C" w:rsidRPr="00010136">
                            <w:rPr>
                              <w:color w:val="000000" w:themeColor="text1"/>
                            </w:rPr>
                            <w:t>s)</w:t>
                          </w:r>
                          <w:r w:rsidRPr="00010136">
                            <w:rPr>
                              <w:color w:val="000000" w:themeColor="text1"/>
                            </w:rPr>
                            <w:t xml:space="preserve"> se traduit par le calcul :</w:t>
                          </w:r>
                        </w:p>
                        <w:p w14:paraId="2365C2CB" w14:textId="77777777" w:rsidR="00AE7E11" w:rsidRPr="00010136" w:rsidRDefault="00AE7E11" w:rsidP="00C436AD">
                          <w:pPr>
                            <w:spacing w:beforeAutospacing="0" w:afterAutospacing="0"/>
                            <w:jc w:val="center"/>
                            <w:rPr>
                              <w:color w:val="000000" w:themeColor="text1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B050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+(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</w:rPr>
                                <m:t>-5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)=-3</m:t>
                              </m:r>
                            </m:oMath>
                          </m:oMathPara>
                        </w:p>
                        <w:p w14:paraId="10311BB7" w14:textId="77777777" w:rsidR="009B0C59" w:rsidRPr="00010136" w:rsidRDefault="009B0C59" w:rsidP="009B0C59">
                          <w:pPr>
                            <w:spacing w:after="0" w:line="276" w:lineRule="auto"/>
                          </w:pPr>
                        </w:p>
                      </w:txbxContent>
                    </v:textbox>
                  </v:shape>
                  <v:shape id="_x0000_s1031" type="#_x0000_t202" style="position:absolute;left:571;top:20669;width:31852;height:20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" fillcolor="white [3201]" strokecolor="#4472c4 [3204]" strokeweight="1pt">
                    <v:textbox>
                      <w:txbxContent>
                        <w:p w14:paraId="0B742C51" w14:textId="77777777" w:rsidR="00F74F19" w:rsidRPr="00010136" w:rsidRDefault="000652B8" w:rsidP="00B02EB6">
                          <w:pPr>
                            <w:spacing w:after="0" w:line="276" w:lineRule="auto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010136">
                            <w:rPr>
                              <w:b/>
                              <w:bCs/>
                            </w:rPr>
                            <w:t>TEMP</w:t>
                          </w:r>
                          <w:r w:rsidRPr="00010136">
                            <w:rPr>
                              <w:rFonts w:cstheme="minorHAnsi"/>
                              <w:b/>
                              <w:bCs/>
                            </w:rPr>
                            <w:t>É</w:t>
                          </w:r>
                          <w:r w:rsidRPr="00010136">
                            <w:rPr>
                              <w:b/>
                              <w:bCs/>
                            </w:rPr>
                            <w:t>RATURES</w:t>
                          </w:r>
                        </w:p>
                        <w:p w14:paraId="7B835303" w14:textId="15E57C7F" w:rsidR="00AF38A2" w:rsidRPr="00010136" w:rsidRDefault="009B0C59" w:rsidP="00C436AD">
                          <w:pPr>
                            <w:spacing w:beforeAutospacing="0" w:afterAutospacing="0" w:line="276" w:lineRule="auto"/>
                          </w:pPr>
                          <w:r w:rsidRPr="00010136">
                            <w:t xml:space="preserve">Lundi, la température </w:t>
                          </w:r>
                          <w:r w:rsidRPr="00010136">
                            <w:rPr>
                              <w:b/>
                              <w:bCs/>
                              <w:color w:val="00B050"/>
                            </w:rPr>
                            <w:t xml:space="preserve">a </w:t>
                          </w:r>
                          <w:r w:rsidR="009176A0" w:rsidRPr="00010136">
                            <w:rPr>
                              <w:b/>
                              <w:bCs/>
                              <w:color w:val="00B050"/>
                            </w:rPr>
                            <w:t xml:space="preserve">augmenté </w:t>
                          </w:r>
                          <w:r w:rsidRPr="00010136">
                            <w:rPr>
                              <w:b/>
                              <w:bCs/>
                              <w:color w:val="00B050"/>
                            </w:rPr>
                            <w:t>de 2 degrés</w:t>
                          </w:r>
                          <w:r w:rsidR="00AF38A2" w:rsidRPr="00010136">
                            <w:t xml:space="preserve">, </w:t>
                          </w:r>
                        </w:p>
                        <w:p w14:paraId="3824CB2E" w14:textId="15EF3C35" w:rsidR="009B0C59" w:rsidRPr="00010136" w:rsidRDefault="009176A0" w:rsidP="00C436AD">
                          <w:pPr>
                            <w:spacing w:beforeAutospacing="0" w:afterAutospacing="0" w:line="276" w:lineRule="auto"/>
                          </w:pPr>
                          <w:r w:rsidRPr="00010136">
                            <w:rPr>
                              <w:b/>
                              <w:bCs/>
                              <w:u w:val="single"/>
                            </w:rPr>
                            <w:t>ET</w:t>
                          </w:r>
                          <w:r w:rsidRPr="00010136">
                            <w:t xml:space="preserve"> </w:t>
                          </w:r>
                          <w:r w:rsidR="00AF38A2" w:rsidRPr="00010136">
                            <w:t>m</w:t>
                          </w:r>
                          <w:r w:rsidR="009B0C59" w:rsidRPr="00010136">
                            <w:t xml:space="preserve">ardi, la température </w:t>
                          </w:r>
                          <w:r w:rsidR="009B0C59" w:rsidRPr="00010136">
                            <w:rPr>
                              <w:b/>
                              <w:bCs/>
                              <w:color w:val="FF0000"/>
                            </w:rPr>
                            <w:t xml:space="preserve">a </w:t>
                          </w:r>
                          <w:r w:rsidRPr="00010136">
                            <w:rPr>
                              <w:b/>
                              <w:bCs/>
                              <w:color w:val="FF0000"/>
                            </w:rPr>
                            <w:t>baissé</w:t>
                          </w:r>
                          <w:r w:rsidR="009B0C59" w:rsidRPr="00010136">
                            <w:rPr>
                              <w:b/>
                              <w:bCs/>
                              <w:color w:val="FF0000"/>
                            </w:rPr>
                            <w:t xml:space="preserve"> de 5 degrés</w:t>
                          </w:r>
                          <w:r w:rsidR="009B0C59" w:rsidRPr="00010136">
                            <w:t>.</w:t>
                          </w:r>
                        </w:p>
                        <w:p w14:paraId="76936E1D" w14:textId="4FFCD12D" w:rsidR="009B0C59" w:rsidRPr="00010136" w:rsidRDefault="009B0C59" w:rsidP="00C436AD">
                          <w:pPr>
                            <w:spacing w:beforeAutospacing="0" w:afterAutospacing="0" w:line="276" w:lineRule="auto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010136">
                            <w:t xml:space="preserve">En deux jours, la température a </w:t>
                          </w:r>
                          <w:r w:rsidRPr="00010136">
                            <w:rPr>
                              <w:b/>
                              <w:bCs/>
                              <w:u w:val="single"/>
                            </w:rPr>
                            <w:t>finalement</w:t>
                          </w:r>
                          <w:r w:rsidR="00FB78F2" w:rsidRPr="00010136">
                            <w:t xml:space="preserve"> </w:t>
                          </w:r>
                          <w:r w:rsidR="0067676A" w:rsidRPr="00010136">
                            <w:rPr>
                              <w:b/>
                              <w:bCs/>
                              <w:color w:val="000000" w:themeColor="text1"/>
                            </w:rPr>
                            <w:t>baissé</w:t>
                          </w:r>
                          <w:r w:rsidR="00FB78F2" w:rsidRPr="00010136">
                            <w:rPr>
                              <w:b/>
                              <w:bCs/>
                              <w:color w:val="000000" w:themeColor="text1"/>
                            </w:rPr>
                            <w:t xml:space="preserve"> de 3 degrés.</w:t>
                          </w:r>
                        </w:p>
                        <w:p w14:paraId="36B80F58" w14:textId="77777777" w:rsidR="0067676A" w:rsidRPr="00010136" w:rsidRDefault="0067676A" w:rsidP="00C436AD">
                          <w:pPr>
                            <w:spacing w:beforeAutospacing="0" w:afterAutospacing="0" w:line="276" w:lineRule="auto"/>
                            <w:rPr>
                              <w:color w:val="000000" w:themeColor="text1"/>
                            </w:rPr>
                          </w:pPr>
                          <w:r w:rsidRPr="00010136">
                            <w:rPr>
                              <w:color w:val="000000" w:themeColor="text1"/>
                            </w:rPr>
                            <w:t xml:space="preserve">Le </w:t>
                          </w:r>
                          <w:r w:rsidRPr="00010136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t xml:space="preserve">bilan </w:t>
                          </w:r>
                          <w:r w:rsidRPr="00010136">
                            <w:rPr>
                              <w:color w:val="000000" w:themeColor="text1"/>
                            </w:rPr>
                            <w:t>de ces deux variations de températures se traduit par le calcul :</w:t>
                          </w:r>
                        </w:p>
                        <w:p w14:paraId="4E318640" w14:textId="63D1FBEC" w:rsidR="0067676A" w:rsidRPr="00010136" w:rsidRDefault="0067676A" w:rsidP="00C436AD">
                          <w:pPr>
                            <w:spacing w:beforeAutospacing="0" w:afterAutospacing="0"/>
                            <w:jc w:val="center"/>
                            <w:rPr>
                              <w:color w:val="000000" w:themeColor="text1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B050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+(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</w:rPr>
                                <m:t>-5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)=-3</m:t>
                              </m:r>
                            </m:oMath>
                          </m:oMathPara>
                        </w:p>
                        <w:p w14:paraId="1B4B0EF0" w14:textId="68EBBCD4" w:rsidR="0067676A" w:rsidRPr="00010136" w:rsidRDefault="0067676A" w:rsidP="009B0C59">
                          <w:pPr>
                            <w:spacing w:after="0" w:line="276" w:lineRule="auto"/>
                            <w:rPr>
                              <w:b/>
                              <w:bCs/>
                              <w:color w:val="000000" w:themeColor="text1"/>
                            </w:rPr>
                          </w:pPr>
                          <w:r w:rsidRPr="00010136">
                            <w:rPr>
                              <w:b/>
                              <w:bCs/>
                              <w:color w:val="000000" w:themeColor="text1"/>
                            </w:rPr>
                            <w:t xml:space="preserve">: </w:t>
                          </w:r>
                        </w:p>
                        <w:p w14:paraId="0025B67C" w14:textId="77777777" w:rsidR="0067676A" w:rsidRPr="00010136" w:rsidRDefault="0067676A" w:rsidP="009B0C59">
                          <w:pPr>
                            <w:spacing w:after="0" w:line="276" w:lineRule="auto"/>
                          </w:pPr>
                        </w:p>
                      </w:txbxContent>
                    </v:textbox>
                  </v:shape>
                  <v:roundrect id="Rectangle : coins arrondis 3" o:spid="_x0000_s1032" style="position:absolute;left:25336;width:22860;height:5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" fillcolor="white [3201]" strokecolor="#4472c4 [3204]" strokeweight="1pt">
                    <v:stroke joinstyle="miter"/>
                    <v:textbox>
                      <w:txbxContent>
                        <w:p w14:paraId="6EAB6268" w14:textId="77777777" w:rsidR="00161F17" w:rsidRPr="00010136" w:rsidRDefault="00844BC8" w:rsidP="00C436AD">
                          <w:pPr>
                            <w:spacing w:before="100" w:afterAutospacing="0"/>
                            <w:jc w:val="center"/>
                            <w:rPr>
                              <w:color w:val="000000" w:themeColor="text1"/>
                              <w:szCs w:val="28"/>
                            </w:rPr>
                          </w:pPr>
                          <w:r w:rsidRPr="00010136">
                            <w:rPr>
                              <w:color w:val="000000" w:themeColor="text1"/>
                              <w:szCs w:val="28"/>
                            </w:rPr>
                            <w:t xml:space="preserve">Calculer la </w:t>
                          </w:r>
                          <w:r w:rsidRPr="00010136">
                            <w:rPr>
                              <w:b/>
                              <w:bCs/>
                              <w:color w:val="000000" w:themeColor="text1"/>
                              <w:szCs w:val="28"/>
                            </w:rPr>
                            <w:t>SOMME</w:t>
                          </w:r>
                          <w:r w:rsidRPr="00010136">
                            <w:rPr>
                              <w:color w:val="000000" w:themeColor="text1"/>
                              <w:szCs w:val="28"/>
                            </w:rPr>
                            <w:t xml:space="preserve"> de </w:t>
                          </w:r>
                        </w:p>
                        <w:p w14:paraId="3FEB160F" w14:textId="7FF6F971" w:rsidR="00844BC8" w:rsidRPr="00010136" w:rsidRDefault="00AF38A2" w:rsidP="00C436AD">
                          <w:pPr>
                            <w:spacing w:beforeAutospacing="0" w:afterAutospacing="0"/>
                            <w:jc w:val="center"/>
                            <w:rPr>
                              <w:color w:val="000000" w:themeColor="text1"/>
                              <w:szCs w:val="28"/>
                            </w:rPr>
                          </w:pP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B050"/>
                                <w:szCs w:val="28"/>
                              </w:rPr>
                              <m:t>2</m:t>
                            </m:r>
                          </m:oMath>
                          <w:r w:rsidR="00844BC8" w:rsidRPr="00010136">
                            <w:rPr>
                              <w:color w:val="FF0000"/>
                              <w:szCs w:val="28"/>
                            </w:rPr>
                            <w:t xml:space="preserve"> </w:t>
                          </w:r>
                          <w:r w:rsidR="00844BC8" w:rsidRPr="00010136">
                            <w:rPr>
                              <w:color w:val="000000" w:themeColor="text1"/>
                              <w:szCs w:val="28"/>
                            </w:rPr>
                            <w:t xml:space="preserve">et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  <w:szCs w:val="28"/>
                              </w:rPr>
                              <m:t>-5</m:t>
                            </m:r>
                          </m:oMath>
                        </w:p>
                      </w:txbxContent>
                    </v:textbox>
                  </v:roundrect>
                  <v:roundrect id="Rectangle : coins arrondis 3" o:spid="_x0000_s1033" style="position:absolute;left:28003;top:10763;width:17069;height:68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" fillcolor="white [3201]" strokecolor="#4472c4 [3204]" strokeweight="1pt">
                    <v:stroke joinstyle="miter"/>
                    <v:textbox>
                      <w:txbxContent>
                        <w:p w14:paraId="4037D0CE" w14:textId="50F6F8ED" w:rsidR="000652B8" w:rsidRPr="00010136" w:rsidRDefault="00010136" w:rsidP="00C436AD">
                          <w:pPr>
                            <w:spacing w:before="100" w:afterAutospacing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szCs w:val="28"/>
                            </w:rPr>
                          </w:pPr>
                          <w:r>
                            <w:rPr>
                              <w:rFonts w:ascii="Marianne" w:hAnsi="Marianne"/>
                              <w:b/>
                              <w:bCs/>
                              <w:color w:val="000000" w:themeColor="text1"/>
                              <w:szCs w:val="28"/>
                            </w:rPr>
                            <w:t>É</w:t>
                          </w:r>
                          <w:r w:rsidR="000652B8" w:rsidRPr="00010136">
                            <w:rPr>
                              <w:b/>
                              <w:bCs/>
                              <w:color w:val="000000" w:themeColor="text1"/>
                              <w:szCs w:val="28"/>
                            </w:rPr>
                            <w:t>criture du calcul</w:t>
                          </w:r>
                        </w:p>
                        <w:p w14:paraId="358FE9C1" w14:textId="2A193288" w:rsidR="00AF38A2" w:rsidRPr="00010136" w:rsidRDefault="00AF38A2" w:rsidP="00C436AD">
                          <w:pPr>
                            <w:spacing w:beforeAutospacing="0" w:after="100"/>
                            <w:jc w:val="center"/>
                            <w:rPr>
                              <w:color w:val="000000" w:themeColor="text1"/>
                              <w:szCs w:val="28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B050"/>
                                  <w:szCs w:val="28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Cs w:val="28"/>
                                </w:rPr>
                                <m:t>+(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  <w:szCs w:val="28"/>
                                </w:rPr>
                                <m:t>-5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Cs w:val="28"/>
                                </w:rPr>
                                <m:t>)</m:t>
                              </m:r>
                            </m:oMath>
                          </m:oMathPara>
                        </w:p>
                        <w:p w14:paraId="38524408" w14:textId="7683B3A6" w:rsidR="000652B8" w:rsidRPr="00010136" w:rsidRDefault="000652B8" w:rsidP="00C436AD">
                          <w:pPr>
                            <w:spacing w:before="100" w:after="100"/>
                            <w:jc w:val="center"/>
                            <w:rPr>
                              <w:color w:val="000000" w:themeColor="text1"/>
                              <w:szCs w:val="28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Cs w:val="28"/>
                                </w:rPr>
                                <m:t>= 3</m:t>
                              </m:r>
                            </m:oMath>
                          </m:oMathPara>
                        </w:p>
                        <w:p w14:paraId="4708AE8A" w14:textId="77777777" w:rsidR="000652B8" w:rsidRPr="00010136" w:rsidRDefault="000652B8" w:rsidP="00C436AD">
                          <w:pPr>
                            <w:spacing w:before="100" w:after="100"/>
                            <w:jc w:val="center"/>
                            <w:rPr>
                              <w:color w:val="000000" w:themeColor="text1"/>
                              <w:szCs w:val="28"/>
                            </w:rPr>
                          </w:pPr>
                        </w:p>
                      </w:txbxContent>
                    </v:textbox>
                  </v:roundrect>
                  <v:shape id="Connecteur droit avec flèche 5" o:spid="_x0000_s1034" type="#_x0000_t32" style="position:absolute;left:36576;top:6000;width:0;height:4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" strokecolor="#0070c0" strokeweight="2.25pt">
                    <v:stroke startarrow="block" endarrow="block" joinstyle="miter"/>
                  </v:shape>
                  <v:shape id="Connecteur droit avec flèche 1" o:spid="_x0000_s1035" type="#_x0000_t32" style="position:absolute;left:12763;top:14192;width:14935;height:51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" strokecolor="#4472c4 [3204]" strokeweight=".5pt">
                    <v:stroke endarrow="block" joinstyle="miter"/>
                  </v:shape>
                  <v:shape id="Connecteur droit avec flèche 1" o:spid="_x0000_s1036" type="#_x0000_t32" style="position:absolute;left:45434;top:13811;width:11735;height:51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" strokecolor="#4472c4 [3204]" strokeweight=".5pt">
                    <v:stroke endarrow="block" joinstyle="miter"/>
                  </v:shape>
                  <v:shape id="Connecteur droit avec flèche 2" o:spid="_x0000_s1037" type="#_x0000_t32" style="position:absolute;left:37052;top:20383;width:95;height:2470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" strokecolor="#0070c0" strokeweight="4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14:paraId="7DC405D2" w14:textId="0D0BC0D9" w:rsidR="0067676A" w:rsidRPr="002D2599" w:rsidRDefault="00D42825" w:rsidP="00C436AD">
      <w:pPr>
        <w:spacing w:before="0" w:beforeAutospacing="0" w:after="0" w:afterAutospacing="0"/>
        <w:jc w:val="center"/>
      </w:pPr>
      <w:r w:rsidRPr="002D2599">
        <w:rPr>
          <w:noProof/>
        </w:rPr>
        <mc:AlternateContent>
          <mc:Choice Requires="wps">
            <w:drawing>
              <wp:inline distT="0" distB="0" distL="0" distR="0" wp14:anchorId="76E18213" wp14:editId="014DF716">
                <wp:extent cx="6762750" cy="3486150"/>
                <wp:effectExtent l="0" t="0" r="19050" b="19050"/>
                <wp:docPr id="18344476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3486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F7C7B" w14:textId="0FA0466C" w:rsidR="00F74F19" w:rsidRPr="00010136" w:rsidRDefault="00C436AD" w:rsidP="00C436AD">
                            <w:pPr>
                              <w:spacing w:before="0" w:beforeAutospacing="0" w:afterAutospacing="0" w:line="276" w:lineRule="auto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 w:rsidR="000652B8" w:rsidRPr="00010136">
                              <w:rPr>
                                <w:b/>
                                <w:bCs/>
                                <w:u w:val="single"/>
                              </w:rPr>
                              <w:t>DROITE GRADU</w:t>
                            </w:r>
                            <w:r w:rsidR="000652B8" w:rsidRPr="00010136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É</w:t>
                            </w:r>
                            <w:r w:rsidR="000652B8" w:rsidRPr="00010136">
                              <w:rPr>
                                <w:b/>
                                <w:bCs/>
                                <w:u w:val="single"/>
                              </w:rPr>
                              <w:t>E</w:t>
                            </w:r>
                          </w:p>
                          <w:p w14:paraId="0F6729E4" w14:textId="41D88840" w:rsidR="001F2101" w:rsidRPr="00010136" w:rsidRDefault="001F2101" w:rsidP="00C436AD">
                            <w:pPr>
                              <w:spacing w:before="0" w:beforeAutospacing="0" w:afterAutospacing="0" w:line="276" w:lineRule="auto"/>
                            </w:pPr>
                            <w:r w:rsidRPr="00010136">
                              <w:t xml:space="preserve">Sur la droite graduée, </w:t>
                            </w:r>
                          </w:p>
                          <w:p w14:paraId="44E5DCB1" w14:textId="0DAAF89F" w:rsidR="006C6539" w:rsidRPr="00010136" w:rsidRDefault="00010136" w:rsidP="00C436AD">
                            <w:pPr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73109FC2" wp14:editId="229D056D">
                                  <wp:extent cx="3200400" cy="1555750"/>
                                  <wp:effectExtent l="0" t="0" r="0" b="635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2272" cy="15615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F38923" w14:textId="615DF833" w:rsidR="001F2101" w:rsidRDefault="00010136" w:rsidP="00C436AD">
                            <w:pPr>
                              <w:spacing w:before="0" w:beforeAutospacing="0" w:afterAutospacing="0"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arianne Light" w:hAnsi="Marianne Light"/>
                              </w:rPr>
                              <w:t>À</w:t>
                            </w:r>
                            <w:r w:rsidR="00AE7E11" w:rsidRPr="00010136">
                              <w:t xml:space="preserve"> partir du point D, j</w:t>
                            </w:r>
                            <w:r w:rsidR="001F2101" w:rsidRPr="00010136">
                              <w:t xml:space="preserve">e me déplace de </w:t>
                            </w:r>
                            <w:r w:rsidR="0067676A" w:rsidRPr="00010136">
                              <w:rPr>
                                <w:b/>
                                <w:bCs/>
                                <w:color w:val="00B050"/>
                              </w:rPr>
                              <w:t>2 unités vers la droite</w:t>
                            </w:r>
                            <w:r w:rsidR="0067676A" w:rsidRPr="00010136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67676A" w:rsidRPr="00010136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ET</w:t>
                            </w:r>
                            <w:r w:rsidR="0067676A" w:rsidRPr="00010136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AE7E11" w:rsidRPr="00010136">
                              <w:rPr>
                                <w:color w:val="000000" w:themeColor="text1"/>
                              </w:rPr>
                              <w:t xml:space="preserve">de </w:t>
                            </w:r>
                            <w:r w:rsidR="0067676A" w:rsidRPr="00010136">
                              <w:rPr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  <w:r w:rsidR="001F2101" w:rsidRPr="00010136">
                              <w:rPr>
                                <w:b/>
                                <w:bCs/>
                                <w:color w:val="FF0000"/>
                              </w:rPr>
                              <w:t xml:space="preserve"> unités vers la gauche</w:t>
                            </w:r>
                            <w:r w:rsidR="001F2101" w:rsidRPr="00010136">
                              <w:rPr>
                                <w:b/>
                                <w:bCs/>
                                <w:color w:val="00B050"/>
                              </w:rPr>
                              <w:t>.</w:t>
                            </w:r>
                            <w:r w:rsidR="00AE7E11" w:rsidRPr="00010136">
                              <w:rPr>
                                <w:b/>
                                <w:bCs/>
                                <w:color w:val="00B050"/>
                              </w:rPr>
                              <w:t xml:space="preserve"> </w:t>
                            </w:r>
                            <w:r w:rsidR="00AE7E11" w:rsidRPr="00010136">
                              <w:rPr>
                                <w:color w:val="000000" w:themeColor="text1"/>
                              </w:rPr>
                              <w:t>J’arrive au point A.</w:t>
                            </w:r>
                          </w:p>
                          <w:p w14:paraId="0FE0E773" w14:textId="6F12F759" w:rsidR="001F2101" w:rsidRPr="00010136" w:rsidRDefault="001F2101" w:rsidP="00C436AD">
                            <w:pPr>
                              <w:spacing w:before="0" w:beforeAutospacing="0" w:afterAutospacing="0" w:line="276" w:lineRule="auto"/>
                            </w:pPr>
                            <w:r w:rsidRPr="00010136">
                              <w:rPr>
                                <w:b/>
                                <w:bCs/>
                                <w:u w:val="single"/>
                              </w:rPr>
                              <w:t>Finalement</w:t>
                            </w:r>
                            <w:r w:rsidRPr="00010136">
                              <w:t>,</w:t>
                            </w:r>
                            <w:r w:rsidR="00AE7E11" w:rsidRPr="00010136">
                              <w:t xml:space="preserve"> de D à A,</w:t>
                            </w:r>
                            <w:r w:rsidRPr="00010136">
                              <w:t xml:space="preserve"> je me suis déplacé de </w:t>
                            </w:r>
                            <w:r w:rsidRPr="00010136">
                              <w:rPr>
                                <w:b/>
                                <w:bCs/>
                              </w:rPr>
                              <w:t xml:space="preserve">3 unités vers la </w:t>
                            </w:r>
                            <w:r w:rsidR="0067676A" w:rsidRPr="00010136">
                              <w:rPr>
                                <w:b/>
                                <w:bCs/>
                              </w:rPr>
                              <w:t>gauche</w:t>
                            </w:r>
                            <w:r w:rsidR="0067676A" w:rsidRPr="00010136">
                              <w:t>.</w:t>
                            </w:r>
                          </w:p>
                          <w:p w14:paraId="7830E403" w14:textId="26BE4A07" w:rsidR="00AE7E11" w:rsidRPr="00010136" w:rsidRDefault="00AE7E11" w:rsidP="00C436AD">
                            <w:pPr>
                              <w:spacing w:before="0" w:beforeAutospacing="0" w:afterAutospacing="0" w:line="276" w:lineRule="auto"/>
                              <w:rPr>
                                <w:color w:val="000000" w:themeColor="text1"/>
                              </w:rPr>
                            </w:pPr>
                            <w:r w:rsidRPr="00010136">
                              <w:rPr>
                                <w:color w:val="000000" w:themeColor="text1"/>
                              </w:rPr>
                              <w:t xml:space="preserve">Le </w:t>
                            </w:r>
                            <w:r w:rsidRPr="00010136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bilan</w:t>
                            </w:r>
                            <w:r w:rsidRPr="00010136">
                              <w:rPr>
                                <w:color w:val="000000" w:themeColor="text1"/>
                              </w:rPr>
                              <w:t xml:space="preserve"> de ces deux déplacements se traduit par le calcul :</w:t>
                            </w:r>
                          </w:p>
                          <w:p w14:paraId="4FF80050" w14:textId="512A8BFE" w:rsidR="00AE7E11" w:rsidRPr="00010136" w:rsidRDefault="00AE7E11" w:rsidP="00C436AD">
                            <w:pPr>
                              <w:spacing w:before="0" w:beforeAutospacing="0" w:afterAutospacing="0"/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+(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-5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)=-3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E18213" id="Zone de texte 2" o:spid="_x0000_s1038" type="#_x0000_t202" style="width:532.5pt;height:2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" fillcolor="white [3201]" strokecolor="#4472c4 [3204]" strokeweight="1pt">
                <v:textbox>
                  <w:txbxContent>
                    <w:p w14:paraId="074F7C7B" w14:textId="0FA0466C" w:rsidR="00F74F19" w:rsidRPr="00010136" w:rsidRDefault="00C436AD" w:rsidP="00C436AD">
                      <w:pPr>
                        <w:spacing w:before="0" w:beforeAutospacing="0" w:afterAutospacing="0" w:line="276" w:lineRule="auto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            </w:t>
                      </w:r>
                      <w:r w:rsidR="000652B8" w:rsidRPr="00010136">
                        <w:rPr>
                          <w:b/>
                          <w:bCs/>
                          <w:u w:val="single"/>
                        </w:rPr>
                        <w:t>DROITE GRADU</w:t>
                      </w:r>
                      <w:r w:rsidR="000652B8" w:rsidRPr="00010136">
                        <w:rPr>
                          <w:rFonts w:cstheme="minorHAnsi"/>
                          <w:b/>
                          <w:bCs/>
                          <w:u w:val="single"/>
                        </w:rPr>
                        <w:t>É</w:t>
                      </w:r>
                      <w:r w:rsidR="000652B8" w:rsidRPr="00010136">
                        <w:rPr>
                          <w:b/>
                          <w:bCs/>
                          <w:u w:val="single"/>
                        </w:rPr>
                        <w:t>E</w:t>
                      </w:r>
                    </w:p>
                    <w:p w14:paraId="0F6729E4" w14:textId="41D88840" w:rsidR="001F2101" w:rsidRPr="00010136" w:rsidRDefault="001F2101" w:rsidP="00C436AD">
                      <w:pPr>
                        <w:spacing w:before="0" w:beforeAutospacing="0" w:afterAutospacing="0" w:line="276" w:lineRule="auto"/>
                      </w:pPr>
                      <w:r w:rsidRPr="00010136">
                        <w:t xml:space="preserve">Sur la droite graduée, </w:t>
                      </w:r>
                    </w:p>
                    <w:p w14:paraId="44E5DCB1" w14:textId="0DAAF89F" w:rsidR="006C6539" w:rsidRPr="00010136" w:rsidRDefault="00010136" w:rsidP="00C436AD">
                      <w:pPr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73109FC2" wp14:editId="229D056D">
                            <wp:extent cx="3200400" cy="1555750"/>
                            <wp:effectExtent l="0" t="0" r="0" b="635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12272" cy="15615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F38923" w14:textId="615DF833" w:rsidR="001F2101" w:rsidRDefault="00010136" w:rsidP="00C436AD">
                      <w:pPr>
                        <w:spacing w:before="0" w:beforeAutospacing="0" w:afterAutospacing="0" w:line="276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rFonts w:ascii="Marianne Light" w:hAnsi="Marianne Light"/>
                        </w:rPr>
                        <w:t>À</w:t>
                      </w:r>
                      <w:r w:rsidR="00AE7E11" w:rsidRPr="00010136">
                        <w:t xml:space="preserve"> partir du point D, j</w:t>
                      </w:r>
                      <w:r w:rsidR="001F2101" w:rsidRPr="00010136">
                        <w:t xml:space="preserve">e me déplace de </w:t>
                      </w:r>
                      <w:r w:rsidR="0067676A" w:rsidRPr="00010136">
                        <w:rPr>
                          <w:b/>
                          <w:bCs/>
                          <w:color w:val="00B050"/>
                        </w:rPr>
                        <w:t>2 unités vers la droite</w:t>
                      </w:r>
                      <w:r w:rsidR="0067676A" w:rsidRPr="00010136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67676A" w:rsidRPr="00010136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ET</w:t>
                      </w:r>
                      <w:r w:rsidR="0067676A" w:rsidRPr="00010136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AE7E11" w:rsidRPr="00010136">
                        <w:rPr>
                          <w:color w:val="000000" w:themeColor="text1"/>
                        </w:rPr>
                        <w:t xml:space="preserve">de </w:t>
                      </w:r>
                      <w:r w:rsidR="0067676A" w:rsidRPr="00010136">
                        <w:rPr>
                          <w:b/>
                          <w:bCs/>
                          <w:color w:val="FF0000"/>
                        </w:rPr>
                        <w:t>5</w:t>
                      </w:r>
                      <w:r w:rsidR="001F2101" w:rsidRPr="00010136">
                        <w:rPr>
                          <w:b/>
                          <w:bCs/>
                          <w:color w:val="FF0000"/>
                        </w:rPr>
                        <w:t xml:space="preserve"> unités vers la gauche</w:t>
                      </w:r>
                      <w:r w:rsidR="001F2101" w:rsidRPr="00010136">
                        <w:rPr>
                          <w:b/>
                          <w:bCs/>
                          <w:color w:val="00B050"/>
                        </w:rPr>
                        <w:t>.</w:t>
                      </w:r>
                      <w:r w:rsidR="00AE7E11" w:rsidRPr="00010136">
                        <w:rPr>
                          <w:b/>
                          <w:bCs/>
                          <w:color w:val="00B050"/>
                        </w:rPr>
                        <w:t xml:space="preserve"> </w:t>
                      </w:r>
                      <w:r w:rsidR="00AE7E11" w:rsidRPr="00010136">
                        <w:rPr>
                          <w:color w:val="000000" w:themeColor="text1"/>
                        </w:rPr>
                        <w:t>J’arrive au point A.</w:t>
                      </w:r>
                    </w:p>
                    <w:p w14:paraId="0FE0E773" w14:textId="6F12F759" w:rsidR="001F2101" w:rsidRPr="00010136" w:rsidRDefault="001F2101" w:rsidP="00C436AD">
                      <w:pPr>
                        <w:spacing w:before="0" w:beforeAutospacing="0" w:afterAutospacing="0" w:line="276" w:lineRule="auto"/>
                      </w:pPr>
                      <w:r w:rsidRPr="00010136">
                        <w:rPr>
                          <w:b/>
                          <w:bCs/>
                          <w:u w:val="single"/>
                        </w:rPr>
                        <w:t>Finalement</w:t>
                      </w:r>
                      <w:r w:rsidRPr="00010136">
                        <w:t>,</w:t>
                      </w:r>
                      <w:r w:rsidR="00AE7E11" w:rsidRPr="00010136">
                        <w:t xml:space="preserve"> de D à A,</w:t>
                      </w:r>
                      <w:r w:rsidRPr="00010136">
                        <w:t xml:space="preserve"> je me suis déplacé de </w:t>
                      </w:r>
                      <w:r w:rsidRPr="00010136">
                        <w:rPr>
                          <w:b/>
                          <w:bCs/>
                        </w:rPr>
                        <w:t xml:space="preserve">3 unités vers la </w:t>
                      </w:r>
                      <w:r w:rsidR="0067676A" w:rsidRPr="00010136">
                        <w:rPr>
                          <w:b/>
                          <w:bCs/>
                        </w:rPr>
                        <w:t>gauche</w:t>
                      </w:r>
                      <w:r w:rsidR="0067676A" w:rsidRPr="00010136">
                        <w:t>.</w:t>
                      </w:r>
                    </w:p>
                    <w:p w14:paraId="7830E403" w14:textId="26BE4A07" w:rsidR="00AE7E11" w:rsidRPr="00010136" w:rsidRDefault="00AE7E11" w:rsidP="00C436AD">
                      <w:pPr>
                        <w:spacing w:before="0" w:beforeAutospacing="0" w:afterAutospacing="0" w:line="276" w:lineRule="auto"/>
                        <w:rPr>
                          <w:color w:val="000000" w:themeColor="text1"/>
                        </w:rPr>
                      </w:pPr>
                      <w:r w:rsidRPr="00010136">
                        <w:rPr>
                          <w:color w:val="000000" w:themeColor="text1"/>
                        </w:rPr>
                        <w:t xml:space="preserve">Le </w:t>
                      </w:r>
                      <w:r w:rsidRPr="00010136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bilan</w:t>
                      </w:r>
                      <w:r w:rsidRPr="00010136">
                        <w:rPr>
                          <w:color w:val="000000" w:themeColor="text1"/>
                        </w:rPr>
                        <w:t xml:space="preserve"> de ces deux déplacements se traduit par le calcul :</w:t>
                      </w:r>
                    </w:p>
                    <w:p w14:paraId="4FF80050" w14:textId="512A8BFE" w:rsidR="00AE7E11" w:rsidRPr="00010136" w:rsidRDefault="00AE7E11" w:rsidP="00C436AD">
                      <w:pPr>
                        <w:spacing w:before="0" w:beforeAutospacing="0" w:afterAutospacing="0"/>
                        <w:jc w:val="center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B050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+(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-5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)=-3</m:t>
                          </m:r>
                        </m:oMath>
                      </m:oMathPara>
                    </w:p>
                  </w:txbxContent>
                </v:textbox>
                <w10:anchorlock/>
              </v:shape>
            </w:pict>
          </mc:Fallback>
        </mc:AlternateContent>
      </w:r>
    </w:p>
    <w:p w14:paraId="619F9EA5" w14:textId="0D30BEDE" w:rsidR="00EE1188" w:rsidRPr="002D2599" w:rsidRDefault="00EE1188" w:rsidP="00C436AD">
      <w:pPr>
        <w:pStyle w:val="Titre1"/>
      </w:pPr>
      <w:r w:rsidRPr="002D2599">
        <w:lastRenderedPageBreak/>
        <w:t>Je m’exerce</w:t>
      </w:r>
    </w:p>
    <w:p w14:paraId="1E596B7D" w14:textId="03C56543" w:rsidR="000E1EAE" w:rsidRPr="002D2599" w:rsidRDefault="000E1EAE" w:rsidP="00C436AD">
      <w:pPr>
        <w:pStyle w:val="Titre2"/>
      </w:pPr>
      <w:r w:rsidRPr="002D2599">
        <w:t>Exercice</w:t>
      </w:r>
      <w:r w:rsidR="006C15F1">
        <w:t> </w:t>
      </w:r>
      <w:r w:rsidRPr="002D2599">
        <w:t>1</w:t>
      </w:r>
    </w:p>
    <w:p w14:paraId="7BC7DA0E" w14:textId="2A43CCDD" w:rsidR="007204AE" w:rsidRPr="002D2599" w:rsidRDefault="00EE1188" w:rsidP="00C436AD">
      <w:r w:rsidRPr="002D2599">
        <w:t>Compléter le tableau ci-dessous</w:t>
      </w:r>
      <w:r w:rsidR="006A4DBD" w:rsidRPr="002D2599">
        <w:t>.</w:t>
      </w:r>
    </w:p>
    <w:p w14:paraId="57A13784" w14:textId="60289DE4" w:rsidR="006A4DBD" w:rsidRPr="002D2599" w:rsidRDefault="006A4DBD" w:rsidP="00C436AD">
      <w:r w:rsidRPr="002D2599">
        <w:t>La 1</w:t>
      </w:r>
      <w:r w:rsidRPr="002D2599">
        <w:rPr>
          <w:vertAlign w:val="superscript"/>
        </w:rPr>
        <w:t>re</w:t>
      </w:r>
      <w:r w:rsidRPr="002D2599">
        <w:t xml:space="preserve"> ligne est déjà remplie : elle peut servir d’exemple pour comprendre.</w:t>
      </w:r>
    </w:p>
    <w:tbl>
      <w:tblPr>
        <w:tblStyle w:val="Grilledutableau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88"/>
        <w:gridCol w:w="3569"/>
        <w:gridCol w:w="4677"/>
        <w:gridCol w:w="1134"/>
      </w:tblGrid>
      <w:tr w:rsidR="002A45D6" w:rsidRPr="002D2599" w14:paraId="7258B8E3" w14:textId="6C0170FC" w:rsidTr="00A10C95">
        <w:tc>
          <w:tcPr>
            <w:tcW w:w="1388" w:type="dxa"/>
            <w:vAlign w:val="center"/>
          </w:tcPr>
          <w:p w14:paraId="4FB6F164" w14:textId="04B64F9F" w:rsidR="002A45D6" w:rsidRPr="00EF6BC4" w:rsidRDefault="002A45D6" w:rsidP="00E8448E">
            <w:pPr>
              <w:jc w:val="center"/>
              <w:rPr>
                <w:b/>
                <w:bCs/>
                <w:i/>
                <w:iCs w:val="0"/>
                <w:color w:val="000000" w:themeColor="text1"/>
                <w:sz w:val="22"/>
                <w:szCs w:val="22"/>
              </w:rPr>
            </w:pP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Calcul</w:t>
            </w:r>
          </w:p>
        </w:tc>
        <w:tc>
          <w:tcPr>
            <w:tcW w:w="3569" w:type="dxa"/>
            <w:vAlign w:val="center"/>
          </w:tcPr>
          <w:p w14:paraId="0D2227AC" w14:textId="58531EAE" w:rsidR="002A45D6" w:rsidRPr="00EF6BC4" w:rsidRDefault="002A45D6" w:rsidP="00E8448E">
            <w:pPr>
              <w:jc w:val="center"/>
              <w:rPr>
                <w:b/>
                <w:bCs/>
                <w:i/>
                <w:iCs w:val="0"/>
                <w:color w:val="000000" w:themeColor="text1"/>
                <w:sz w:val="22"/>
                <w:szCs w:val="22"/>
              </w:rPr>
            </w:pP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Description du calcul en utilisant </w:t>
            </w:r>
            <w:r w:rsidR="00FC0B38"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la </w:t>
            </w: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représentation «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2"/>
              </w:rPr>
              <w:t> </w:t>
            </w: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Gain-perte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2"/>
              </w:rPr>
              <w:t> </w:t>
            </w: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» ou «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2"/>
              </w:rPr>
              <w:t> </w:t>
            </w: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Températures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2"/>
              </w:rPr>
              <w:t> </w:t>
            </w: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677" w:type="dxa"/>
            <w:vAlign w:val="center"/>
          </w:tcPr>
          <w:p w14:paraId="69DC7F0A" w14:textId="0B2DE274" w:rsidR="002A45D6" w:rsidRPr="00EF6BC4" w:rsidRDefault="002A45D6" w:rsidP="00E8448E">
            <w:pPr>
              <w:jc w:val="center"/>
              <w:rPr>
                <w:b/>
                <w:bCs/>
                <w:i/>
                <w:iCs w:val="0"/>
                <w:color w:val="000000" w:themeColor="text1"/>
                <w:sz w:val="22"/>
                <w:szCs w:val="22"/>
              </w:rPr>
            </w:pP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Représentation sur une «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2"/>
              </w:rPr>
              <w:t> </w:t>
            </w: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droite graduée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2"/>
              </w:rPr>
              <w:t> </w:t>
            </w: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14:paraId="0E58655E" w14:textId="097EF125" w:rsidR="002A45D6" w:rsidRPr="00EF6BC4" w:rsidRDefault="002A45D6" w:rsidP="00E8448E">
            <w:pPr>
              <w:jc w:val="center"/>
              <w:rPr>
                <w:b/>
                <w:bCs/>
                <w:i/>
                <w:iCs w:val="0"/>
                <w:color w:val="000000" w:themeColor="text1"/>
                <w:sz w:val="22"/>
                <w:szCs w:val="22"/>
              </w:rPr>
            </w:pPr>
            <w:r w:rsidRPr="00EF6BC4">
              <w:rPr>
                <w:b/>
                <w:bCs/>
                <w:i/>
                <w:color w:val="000000" w:themeColor="text1"/>
                <w:sz w:val="22"/>
                <w:szCs w:val="22"/>
              </w:rPr>
              <w:t>Résultat</w:t>
            </w:r>
          </w:p>
        </w:tc>
      </w:tr>
      <w:tr w:rsidR="002A45D6" w:rsidRPr="002D2599" w14:paraId="31F1BDB0" w14:textId="70357753" w:rsidTr="00A10C95">
        <w:trPr>
          <w:trHeight w:val="2192"/>
        </w:trPr>
        <w:tc>
          <w:tcPr>
            <w:tcW w:w="1388" w:type="dxa"/>
          </w:tcPr>
          <w:p w14:paraId="50B9E0A3" w14:textId="65F5E492" w:rsidR="002A45D6" w:rsidRPr="00EF6BC4" w:rsidRDefault="002A45D6" w:rsidP="00EF6BC4">
            <w:pPr>
              <w:spacing w:beforeAutospacing="0" w:after="100"/>
              <w:jc w:val="center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–3+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–5</m:t>
                    </m:r>
                  </m:e>
                </m:d>
              </m:oMath>
            </m:oMathPara>
          </w:p>
        </w:tc>
        <w:tc>
          <w:tcPr>
            <w:tcW w:w="3569" w:type="dxa"/>
          </w:tcPr>
          <w:p w14:paraId="0379CD59" w14:textId="77777777" w:rsidR="00AE2731" w:rsidRPr="00EF6BC4" w:rsidRDefault="002A45D6" w:rsidP="00EF6BC4">
            <w:pPr>
              <w:spacing w:beforeAutospacing="0" w:after="100" w:line="276" w:lineRule="auto"/>
              <w:rPr>
                <w:sz w:val="22"/>
                <w:szCs w:val="22"/>
              </w:rPr>
            </w:pPr>
            <w:r w:rsidRPr="00EF6BC4">
              <w:rPr>
                <w:sz w:val="22"/>
                <w:szCs w:val="22"/>
              </w:rPr>
              <w:t xml:space="preserve">Lundi, j’ai </w:t>
            </w:r>
            <w:r w:rsidRPr="00EF6BC4">
              <w:rPr>
                <w:b/>
                <w:bCs/>
                <w:color w:val="FF0000"/>
                <w:sz w:val="22"/>
                <w:szCs w:val="22"/>
              </w:rPr>
              <w:t>perdu 3 points</w:t>
            </w:r>
            <w:r w:rsidRPr="00EF6BC4">
              <w:rPr>
                <w:color w:val="FF0000"/>
                <w:sz w:val="22"/>
                <w:szCs w:val="22"/>
              </w:rPr>
              <w:t xml:space="preserve"> </w:t>
            </w:r>
            <w:r w:rsidRPr="00EF6BC4">
              <w:rPr>
                <w:sz w:val="22"/>
                <w:szCs w:val="22"/>
              </w:rPr>
              <w:t xml:space="preserve">à un jeu </w:t>
            </w:r>
          </w:p>
          <w:p w14:paraId="3DA4E3A7" w14:textId="3F71954F" w:rsidR="002A45D6" w:rsidRPr="00EF6BC4" w:rsidRDefault="002A45D6" w:rsidP="00F768C9">
            <w:pPr>
              <w:spacing w:line="276" w:lineRule="auto"/>
              <w:rPr>
                <w:sz w:val="22"/>
                <w:szCs w:val="22"/>
              </w:rPr>
            </w:pPr>
            <w:r w:rsidRPr="00EF6BC4">
              <w:rPr>
                <w:b/>
                <w:bCs/>
                <w:sz w:val="22"/>
                <w:szCs w:val="22"/>
              </w:rPr>
              <w:t>et</w:t>
            </w:r>
            <w:r w:rsidRPr="00EF6BC4">
              <w:rPr>
                <w:sz w:val="22"/>
                <w:szCs w:val="22"/>
              </w:rPr>
              <w:t xml:space="preserve"> mardi, j’en ai </w:t>
            </w:r>
            <w:r w:rsidRPr="00EF6BC4">
              <w:rPr>
                <w:b/>
                <w:bCs/>
                <w:color w:val="FF0000"/>
                <w:sz w:val="22"/>
                <w:szCs w:val="22"/>
              </w:rPr>
              <w:t xml:space="preserve">perdu </w:t>
            </w:r>
            <w:r w:rsidR="00F3392D" w:rsidRPr="00EF6BC4">
              <w:rPr>
                <w:b/>
                <w:bCs/>
                <w:color w:val="FF0000"/>
                <w:sz w:val="22"/>
                <w:szCs w:val="22"/>
              </w:rPr>
              <w:t>5</w:t>
            </w:r>
            <w:r w:rsidRPr="00EF6BC4">
              <w:rPr>
                <w:sz w:val="22"/>
                <w:szCs w:val="22"/>
              </w:rPr>
              <w:t>.</w:t>
            </w:r>
          </w:p>
          <w:p w14:paraId="3ED5FA57" w14:textId="0FBBE15B" w:rsidR="00FC0487" w:rsidRPr="00EF6BC4" w:rsidRDefault="002A45D6" w:rsidP="00EF6BC4">
            <w:pPr>
              <w:spacing w:line="276" w:lineRule="auto"/>
              <w:rPr>
                <w:sz w:val="22"/>
                <w:szCs w:val="22"/>
              </w:rPr>
            </w:pPr>
            <w:r w:rsidRPr="00EF6BC4">
              <w:rPr>
                <w:sz w:val="22"/>
                <w:szCs w:val="22"/>
              </w:rPr>
              <w:t xml:space="preserve">J’ai finalement perdu </w:t>
            </w:r>
            <w:r w:rsidR="00F3392D" w:rsidRPr="00EF6BC4">
              <w:rPr>
                <w:sz w:val="22"/>
                <w:szCs w:val="22"/>
              </w:rPr>
              <w:t>8</w:t>
            </w:r>
            <w:r w:rsidRPr="00EF6BC4">
              <w:rPr>
                <w:sz w:val="22"/>
                <w:szCs w:val="22"/>
              </w:rPr>
              <w:t xml:space="preserve"> points.</w:t>
            </w:r>
          </w:p>
        </w:tc>
        <w:tc>
          <w:tcPr>
            <w:tcW w:w="4677" w:type="dxa"/>
          </w:tcPr>
          <w:p w14:paraId="3F55FB9B" w14:textId="09298558" w:rsidR="00FC0487" w:rsidRPr="00EF6BC4" w:rsidRDefault="00EF6BC4" w:rsidP="00740A4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F6BC4">
              <w:rPr>
                <w:b/>
                <w:bCs/>
                <w:i/>
                <w:iCs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18EE7CAD" wp14:editId="51BDB8C3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9525</wp:posOffset>
                      </wp:positionV>
                      <wp:extent cx="1219200" cy="304800"/>
                      <wp:effectExtent l="0" t="0" r="0" b="0"/>
                      <wp:wrapNone/>
                      <wp:docPr id="1155147306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304800"/>
                                <a:chOff x="0" y="0"/>
                                <a:chExt cx="1219200" cy="304800"/>
                              </a:xfrm>
                            </wpg:grpSpPr>
                            <wps:wsp>
                              <wps:cNvPr id="177950013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3440" y="0"/>
                                  <a:ext cx="36576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04B587" w14:textId="5178930A" w:rsidR="00FC0487" w:rsidRPr="00DE456E" w:rsidRDefault="00FC0487">
                                    <w:pPr>
                                      <w:rPr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</w:rPr>
                                    </w:pPr>
                                    <w:r w:rsidRPr="00DE456E">
                                      <w:rPr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7284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6482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FE46D4" w14:textId="03171E75" w:rsidR="00FC0487" w:rsidRPr="00DE456E" w:rsidRDefault="00FC0487">
                                    <w:pPr>
                                      <w:rPr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</w:rPr>
                                    </w:pPr>
                                    <w:r w:rsidRPr="00DE456E">
                                      <w:rPr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EE7CAD" id="_x0000_s1039" style="position:absolute;left:0;text-align:left;margin-left:57.85pt;margin-top:.75pt;width:96pt;height:24pt;z-index:251701248;mso-position-horizontal-relative:text;mso-position-vertical-relative:text" coordsize="12192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">
                      <v:shape id="_x0000_s1040" type="#_x0000_t202" style="position:absolute;left:8534;width:365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" filled="f" stroked="f">
                        <v:textbox>
                          <w:txbxContent>
                            <w:p w14:paraId="5104B587" w14:textId="5178930A" w:rsidR="00FC0487" w:rsidRPr="00DE456E" w:rsidRDefault="00FC0487">
                              <w:pPr>
                                <w:rPr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DE456E">
                                <w:rPr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_x0000_s1041" type="#_x0000_t202" style="position:absolute;width:464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" filled="f" stroked="f">
                        <v:textbox>
                          <w:txbxContent>
                            <w:p w14:paraId="29FE46D4" w14:textId="03171E75" w:rsidR="00FC0487" w:rsidRPr="00DE456E" w:rsidRDefault="00FC0487">
                              <w:pPr>
                                <w:rPr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DE456E">
                                <w:rPr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EF6BC4">
              <w:rPr>
                <w:b/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2D36C542" wp14:editId="64AA8CD9">
                      <wp:simplePos x="0" y="0"/>
                      <wp:positionH relativeFrom="column">
                        <wp:posOffset>1035685</wp:posOffset>
                      </wp:positionH>
                      <wp:positionV relativeFrom="paragraph">
                        <wp:posOffset>349250</wp:posOffset>
                      </wp:positionV>
                      <wp:extent cx="365760" cy="281940"/>
                      <wp:effectExtent l="0" t="0" r="0" b="3810"/>
                      <wp:wrapNone/>
                      <wp:docPr id="158380693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819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A256D5" w14:textId="5B544E97" w:rsidR="00445711" w:rsidRPr="00DE456E" w:rsidRDefault="00445711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E456E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6C542" id="_x0000_s1042" type="#_x0000_t202" style="position:absolute;left:0;text-align:left;margin-left:81.55pt;margin-top:27.5pt;width:28.8pt;height:22.2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" filled="f" stroked="f">
                      <v:textbox>
                        <w:txbxContent>
                          <w:p w14:paraId="3AA256D5" w14:textId="5B544E97" w:rsidR="00445711" w:rsidRPr="00DE456E" w:rsidRDefault="0044571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E456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F6BC4">
              <w:rPr>
                <w:b/>
                <w:bCs/>
                <w:i/>
                <w:iCs w:val="0"/>
                <w:noProof/>
              </w:rPr>
              <mc:AlternateContent>
                <mc:Choice Requires="wpc">
                  <w:drawing>
                    <wp:anchor distT="0" distB="0" distL="114300" distR="114300" simplePos="0" relativeHeight="251689984" behindDoc="0" locked="0" layoutInCell="1" allowOverlap="1" wp14:anchorId="2C47EC3D" wp14:editId="092C4870">
                      <wp:simplePos x="0" y="0"/>
                      <wp:positionH relativeFrom="column">
                        <wp:posOffset>76832</wp:posOffset>
                      </wp:positionH>
                      <wp:positionV relativeFrom="paragraph">
                        <wp:posOffset>64770</wp:posOffset>
                      </wp:positionV>
                      <wp:extent cx="2599054" cy="1320800"/>
                      <wp:effectExtent l="0" t="0" r="0" b="0"/>
                      <wp:wrapNone/>
                      <wp:docPr id="707532537" name="Zone de dessin 7075325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22529044" name="Connecteur droit avec flèche 322529044"/>
                              <wps:cNvCnPr/>
                              <wps:spPr>
                                <a:xfrm>
                                  <a:off x="121922" y="571500"/>
                                  <a:ext cx="23926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6329937" name="Connecteur droit 256329937"/>
                              <wps:cNvCnPr/>
                              <wps:spPr>
                                <a:xfrm>
                                  <a:off x="228899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74461017" name="Connecteur droit 1174461017"/>
                              <wps:cNvCnPr/>
                              <wps:spPr>
                                <a:xfrm>
                                  <a:off x="457499" y="4572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8732130" name="Connecteur droit 418732130"/>
                              <wps:cNvCnPr/>
                              <wps:spPr>
                                <a:xfrm>
                                  <a:off x="691158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31648467" name="Connecteur droit 1731648467"/>
                              <wps:cNvCnPr/>
                              <wps:spPr>
                                <a:xfrm>
                                  <a:off x="914699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6006154" name="Connecteur droit 516006154"/>
                              <wps:cNvCnPr/>
                              <wps:spPr>
                                <a:xfrm>
                                  <a:off x="1143002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24082170" name="Connecteur droit 1124082170"/>
                              <wps:cNvCnPr/>
                              <wps:spPr>
                                <a:xfrm>
                                  <a:off x="1376958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61847387" name="Connecteur droit 1061847387"/>
                              <wps:cNvCnPr/>
                              <wps:spPr>
                                <a:xfrm>
                                  <a:off x="1600499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99976439" name="Connecteur droit 799976439"/>
                              <wps:cNvCnPr/>
                              <wps:spPr>
                                <a:xfrm>
                                  <a:off x="1829099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15400908" name="Connecteur droit 1415400908"/>
                              <wps:cNvCnPr/>
                              <wps:spPr>
                                <a:xfrm>
                                  <a:off x="2293620" y="4572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3134204" name="Connecteur droit 293134204"/>
                              <wps:cNvCnPr/>
                              <wps:spPr>
                                <a:xfrm>
                                  <a:off x="2065022" y="467503"/>
                                  <a:ext cx="0" cy="218297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5579274" name="Connecteur droit avec flèche 1585579274"/>
                              <wps:cNvCnPr/>
                              <wps:spPr>
                                <a:xfrm flipH="1">
                                  <a:off x="221279" y="205740"/>
                                  <a:ext cx="118800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2335478" name="Connecteur droit avec flèche 1982335478"/>
                              <wps:cNvCnPr/>
                              <wps:spPr>
                                <a:xfrm flipH="1">
                                  <a:off x="228900" y="304800"/>
                                  <a:ext cx="1836122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2894879" name="Connecteur droit avec flèche 1052894879"/>
                              <wps:cNvCnPr/>
                              <wps:spPr>
                                <a:xfrm flipH="1">
                                  <a:off x="1417022" y="205740"/>
                                  <a:ext cx="64800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032312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31826"/>
                                  <a:ext cx="2599054" cy="6889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DBFA45" w14:textId="012A0F04" w:rsidR="008F09FF" w:rsidRPr="008F09FF" w:rsidRDefault="00DE456E" w:rsidP="008F09FF">
                                    <w:pPr>
                                      <w:spacing w:after="0" w:line="276" w:lineRule="auto"/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 xml:space="preserve">   </w:t>
                                    </w:r>
                                    <w:r w:rsidR="008F09FF" w:rsidRPr="0067676A"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 xml:space="preserve">A                 </w:t>
                                    </w:r>
                                    <w:r w:rsidR="008F09FF"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 xml:space="preserve">                                  </w:t>
                                    </w:r>
                                    <w:r w:rsidR="008F09FF" w:rsidRPr="0067676A"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 w:rsidR="008F09FF">
                                      <w:rPr>
                                        <w:rFonts w:ascii="Calibri" w:eastAsia="Calibri" w:hAnsi="Calibri"/>
                                      </w:rPr>
                                      <w:t xml:space="preserve"> (Arrivée)                                       (Départ)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47EC3D" id="Zone de dessin 707532537" o:spid="_x0000_s1043" editas="canvas" style="position:absolute;left:0;text-align:left;margin-left:6.05pt;margin-top:5.1pt;width:204.65pt;height:104pt;z-index:251689984;mso-position-horizontal-relative:text;mso-position-vertical-relative:text" coordsize="25984,13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44" type="#_x0000_t75" style="position:absolute;width:25984;height:13208;visibility:visible;mso-wrap-style:square">
                        <v:fill o:detectmouseclick="t"/>
                        <v:path o:connecttype="none"/>
                      </v:shape>
                      <v:shape id="Connecteur droit avec flèche 322529044" o:spid="_x0000_s1045" type="#_x0000_t32" style="position:absolute;left:1219;top:5715;width:239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" strokecolor="windowText" strokeweight="1.5pt">
                        <v:stroke endarrow="block" joinstyle="miter"/>
                      </v:shape>
                      <v:line id="Connecteur droit 256329937" o:spid="_x0000_s1046" style="position:absolute;visibility:visible;mso-wrap-style:square" from="2288,4675" to="2288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174461017" o:spid="_x0000_s1047" style="position:absolute;visibility:visible;mso-wrap-style:square" from="4574,4572" to="4574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" strokecolor="windowText" strokeweight="1.5pt">
                        <v:stroke joinstyle="miter"/>
                      </v:line>
                      <v:line id="Connecteur droit 418732130" o:spid="_x0000_s1048" style="position:absolute;visibility:visible;mso-wrap-style:square" from="6911,4675" to="6911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731648467" o:spid="_x0000_s1049" style="position:absolute;visibility:visible;mso-wrap-style:square" from="9146,4675" to="9146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516006154" o:spid="_x0000_s1050" style="position:absolute;visibility:visible;mso-wrap-style:square" from="11430,4675" to="11430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124082170" o:spid="_x0000_s1051" style="position:absolute;visibility:visible;mso-wrap-style:square" from="13769,4675" to="13769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" strokecolor="windowText" strokeweight="1.5pt">
                        <v:stroke joinstyle="miter"/>
                      </v:line>
                      <v:line id="Connecteur droit 1061847387" o:spid="_x0000_s1052" style="position:absolute;visibility:visible;mso-wrap-style:square" from="16004,4675" to="16004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799976439" o:spid="_x0000_s1053" style="position:absolute;visibility:visible;mso-wrap-style:square" from="18290,4675" to="18290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415400908" o:spid="_x0000_s1054" style="position:absolute;visibility:visible;mso-wrap-style:square" from="22936,4572" to="22936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" strokecolor="black [3213]" strokeweight="1pt">
                        <v:stroke joinstyle="miter"/>
                      </v:line>
                      <v:line id="Connecteur droit 293134204" o:spid="_x0000_s1055" style="position:absolute;visibility:visible;mso-wrap-style:square" from="20650,4675" to="20650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" strokecolor="black [3213]" strokeweight="1pt">
                        <v:stroke joinstyle="miter"/>
                      </v:line>
                      <v:shape id="Connecteur droit avec flèche 1585579274" o:spid="_x0000_s1056" type="#_x0000_t32" style="position:absolute;left:2212;top:2057;width:118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" strokecolor="red" strokeweight="2.25pt">
                        <v:stroke endarrow="block" joinstyle="miter"/>
                      </v:shape>
                      <v:shape id="Connecteur droit avec flèche 1982335478" o:spid="_x0000_s1057" type="#_x0000_t32" style="position:absolute;left:2289;top:3048;width:183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" strokecolor="black [3213]" strokeweight="2.25pt">
                        <v:stroke endarrow="block" joinstyle="miter"/>
                      </v:shape>
                      <v:shape id="Connecteur droit avec flèche 1052894879" o:spid="_x0000_s1058" type="#_x0000_t32" style="position:absolute;left:14170;top:2057;width:64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" strokecolor="red" strokeweight="2.25pt">
                        <v:stroke endarrow="block" joinstyle="miter"/>
                      </v:shape>
                      <v:shape id="_x0000_s1059" type="#_x0000_t202" style="position:absolute;top:6318;width:25990;height:6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" filled="f" stroked="f">
                        <v:textbox style="mso-fit-shape-to-text:t">
                          <w:txbxContent>
                            <w:p w14:paraId="24DBFA45" w14:textId="012A0F04" w:rsidR="008F09FF" w:rsidRPr="008F09FF" w:rsidRDefault="00DE456E" w:rsidP="008F09FF">
                              <w:pPr>
                                <w:spacing w:after="0" w:line="276" w:lineRule="auto"/>
                                <w:rPr>
                                  <w:rFonts w:ascii="Calibri" w:eastAsia="Calibri" w:hAnsi="Calibr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  <w:r w:rsidR="008F09FF" w:rsidRPr="0067676A">
                                <w:rPr>
                                  <w:rFonts w:ascii="Calibri" w:eastAsia="Calibri" w:hAnsi="Calibr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A                 </w:t>
                              </w:r>
                              <w:r w:rsidR="008F09FF">
                                <w:rPr>
                                  <w:rFonts w:ascii="Calibri" w:eastAsia="Calibri" w:hAnsi="Calibr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                                 </w:t>
                              </w:r>
                              <w:r w:rsidR="008F09FF" w:rsidRPr="0067676A">
                                <w:rPr>
                                  <w:rFonts w:ascii="Calibri" w:eastAsia="Calibri" w:hAnsi="Calibri"/>
                                  <w:b/>
                                  <w:bCs/>
                                  <w:sz w:val="24"/>
                                  <w:szCs w:val="24"/>
                                </w:rPr>
                                <w:t>D</w:t>
                              </w:r>
                              <w:r w:rsidR="008F09FF">
                                <w:rPr>
                                  <w:rFonts w:ascii="Calibri" w:eastAsia="Calibri" w:hAnsi="Calibri"/>
                                </w:rPr>
                                <w:t xml:space="preserve"> (Arrivée)                                       (Départ)  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4E2FA37D" w14:textId="75B55B09" w:rsidR="002A45D6" w:rsidRPr="00EF6BC4" w:rsidRDefault="00CE7056" w:rsidP="00EF6BC4">
            <w:pPr>
              <w:spacing w:beforeAutospacing="0" w:after="100" w:line="276" w:lineRule="auto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-8</m:t>
                </m:r>
              </m:oMath>
            </m:oMathPara>
          </w:p>
        </w:tc>
      </w:tr>
      <w:tr w:rsidR="002A45D6" w:rsidRPr="002D2599" w14:paraId="1706D983" w14:textId="149FC176" w:rsidTr="00A10C95">
        <w:trPr>
          <w:trHeight w:val="1134"/>
        </w:trPr>
        <w:tc>
          <w:tcPr>
            <w:tcW w:w="1388" w:type="dxa"/>
          </w:tcPr>
          <w:p w14:paraId="2206D9DD" w14:textId="62189336" w:rsidR="002A45D6" w:rsidRPr="00EF6BC4" w:rsidRDefault="00F3392D" w:rsidP="00EF6BC4">
            <w:pPr>
              <w:pStyle w:val="Paragraphedeliste"/>
              <w:spacing w:beforeAutospacing="0" w:after="100"/>
              <w:ind w:left="0"/>
              <w:rPr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7+(–4)</m:t>
                </m:r>
              </m:oMath>
            </m:oMathPara>
          </w:p>
        </w:tc>
        <w:tc>
          <w:tcPr>
            <w:tcW w:w="3569" w:type="dxa"/>
          </w:tcPr>
          <w:p w14:paraId="75674D21" w14:textId="2487F13C" w:rsidR="00F3392D" w:rsidRPr="00EF6BC4" w:rsidRDefault="00F3392D" w:rsidP="000652B8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14:paraId="48FFFC9E" w14:textId="1F2015A6" w:rsidR="002A45D6" w:rsidRPr="00EF6BC4" w:rsidRDefault="0019041B" w:rsidP="000652B8">
            <w:pPr>
              <w:rPr>
                <w:sz w:val="22"/>
                <w:szCs w:val="22"/>
              </w:rPr>
            </w:pPr>
            <w:r w:rsidRPr="00EF6BC4">
              <w:rPr>
                <w:b/>
                <w:bCs/>
                <w:noProof/>
              </w:rPr>
              <mc:AlternateContent>
                <mc:Choice Requires="wpc">
                  <w:drawing>
                    <wp:anchor distT="0" distB="0" distL="114300" distR="114300" simplePos="0" relativeHeight="251715584" behindDoc="0" locked="0" layoutInCell="1" allowOverlap="1" wp14:anchorId="2CEB3C5A" wp14:editId="26CED3A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1270</wp:posOffset>
                      </wp:positionV>
                      <wp:extent cx="2814444" cy="569259"/>
                      <wp:effectExtent l="0" t="0" r="43180" b="2540"/>
                      <wp:wrapNone/>
                      <wp:docPr id="937466635" name="Zone de dessin 93746663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139568898" name="Connecteur droit avec flèche 1139568898"/>
                              <wps:cNvCnPr/>
                              <wps:spPr>
                                <a:xfrm>
                                  <a:off x="76200" y="444873"/>
                                  <a:ext cx="27381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46168274" name="Connecteur droit 1546168274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65839332" name="Connecteur droit 765839332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6476023" name="Connecteur droit 306476023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3883345" name="Connecteur droit 123883345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44625312" name="Connecteur droit 1544625312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009194" name="Connecteur droit 188009194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42079935" name="Connecteur droit 842079935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59811965" name="Connecteur droit 1259811965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08399790" name="Connecteur droit 1608399790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21908301" name="Connecteur droit 1921908301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93257256" name="Connecteur droit 1393257256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5817603" name="Connecteur droit 125817603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3521547" name="Connecteur droit 1553521547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5661E369" id="Zone de dessin 937466635" o:spid="_x0000_s1026" editas="canvas" style="position:absolute;margin-left:-.35pt;margin-top:.1pt;width:221.6pt;height:44.8pt;z-index:251715584" coordsize="28143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">
                      <v:shape id="_x0000_s1027" type="#_x0000_t75" style="position:absolute;width:28143;height:5689;visibility:visible;mso-wrap-style:square">
                        <v:fill o:detectmouseclick="t"/>
                        <v:path o:connecttype="none"/>
                      </v:shape>
                      <v:shape id="Connecteur droit avec flèche 1139568898" o:spid="_x0000_s1028" type="#_x0000_t32" style="position:absolute;left:762;top:4448;width:273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" strokecolor="windowText" strokeweight="1.5pt">
                        <v:stroke endarrow="block" joinstyle="miter"/>
                      </v:shape>
                      <v:line id="Connecteur droit 1546168274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765839332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306476023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23883345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" strokecolor="windowText" strokeweight="1.5pt">
                        <v:stroke joinstyle="miter"/>
                      </v:line>
                      <v:line id="Connecteur droit 1544625312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88009194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" strokecolor="windowText" strokeweight="1.5pt">
                        <v:stroke joinstyle="miter"/>
                      </v:line>
                      <v:line id="Connecteur droit 842079935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259811965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608399790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921908301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" strokecolor="windowText" strokeweight="1.5pt">
                        <v:stroke joinstyle="miter"/>
                      </v:line>
                      <v:line id="Connecteur droit 1393257256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" strokecolor="windowText" strokeweight="1.5pt">
                        <v:stroke joinstyle="miter"/>
                      </v:line>
                      <v:line id="Connecteur droit 125817603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" strokecolor="black [3213]" strokeweight="1.5pt">
                        <v:stroke joinstyle="miter"/>
                      </v:line>
                      <v:line id="Connecteur droit 1553521547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" strokecolor="black [3213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4FCD978B" w14:textId="3E4CA2F3" w:rsidR="002A45D6" w:rsidRPr="00EF6BC4" w:rsidRDefault="002A45D6" w:rsidP="000652B8">
            <w:pPr>
              <w:rPr>
                <w:sz w:val="22"/>
                <w:szCs w:val="22"/>
              </w:rPr>
            </w:pPr>
          </w:p>
        </w:tc>
      </w:tr>
      <w:tr w:rsidR="002A45D6" w:rsidRPr="002D2599" w14:paraId="33468D90" w14:textId="1D3B9ADF" w:rsidTr="00A10C95">
        <w:trPr>
          <w:trHeight w:val="1134"/>
        </w:trPr>
        <w:tc>
          <w:tcPr>
            <w:tcW w:w="1388" w:type="dxa"/>
          </w:tcPr>
          <w:p w14:paraId="7CD32711" w14:textId="62C53FD3" w:rsidR="002A45D6" w:rsidRPr="00EF6BC4" w:rsidRDefault="002A45D6" w:rsidP="00EF6BC4">
            <w:pPr>
              <w:spacing w:beforeAutospacing="0" w:after="100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–9+5</m:t>
                </m:r>
              </m:oMath>
            </m:oMathPara>
          </w:p>
        </w:tc>
        <w:tc>
          <w:tcPr>
            <w:tcW w:w="3569" w:type="dxa"/>
          </w:tcPr>
          <w:p w14:paraId="3A5D95BF" w14:textId="77777777" w:rsidR="00F3392D" w:rsidRPr="00EF6BC4" w:rsidRDefault="00F3392D" w:rsidP="000652B8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14:paraId="376D85D0" w14:textId="70EC7577" w:rsidR="002A45D6" w:rsidRPr="00EF6BC4" w:rsidRDefault="0019041B" w:rsidP="000652B8">
            <w:pPr>
              <w:rPr>
                <w:sz w:val="22"/>
                <w:szCs w:val="22"/>
              </w:rPr>
            </w:pPr>
            <w:r w:rsidRPr="00EF6BC4">
              <w:rPr>
                <w:b/>
                <w:bCs/>
                <w:noProof/>
              </w:rPr>
              <mc:AlternateContent>
                <mc:Choice Requires="wpc">
                  <w:drawing>
                    <wp:anchor distT="0" distB="0" distL="114300" distR="114300" simplePos="0" relativeHeight="251713536" behindDoc="0" locked="0" layoutInCell="1" allowOverlap="1" wp14:anchorId="3A634EF1" wp14:editId="52912F4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1905</wp:posOffset>
                      </wp:positionV>
                      <wp:extent cx="2814444" cy="569259"/>
                      <wp:effectExtent l="0" t="0" r="43180" b="2540"/>
                      <wp:wrapNone/>
                      <wp:docPr id="1185366310" name="Zone de dessin 11853663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86382491" name="Connecteur droit avec flèche 186382491"/>
                              <wps:cNvCnPr/>
                              <wps:spPr>
                                <a:xfrm>
                                  <a:off x="76200" y="444873"/>
                                  <a:ext cx="27381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6010352" name="Connecteur droit 356010352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34950270" name="Connecteur droit 1134950270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59680890" name="Connecteur droit 859680890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07581123" name="Connecteur droit 1707581123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75252761" name="Connecteur droit 875252761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8273000" name="Connecteur droit 428273000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914433" name="Connecteur droit 100914433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1175714" name="Connecteur droit 71175714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8564910" name="Connecteur droit 218564910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44077774" name="Connecteur droit 1044077774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818038" name="Connecteur droit 29818038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6780802" name="Connecteur droit 306780802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8189094" name="Connecteur droit 778189094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5185C991" id="Zone de dessin 1185366310" o:spid="_x0000_s1026" editas="canvas" style="position:absolute;margin-left:-.35pt;margin-top:.15pt;width:221.6pt;height:44.8pt;z-index:251713536" coordsize="28143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">
                      <v:shape id="_x0000_s1027" type="#_x0000_t75" style="position:absolute;width:28143;height:5689;visibility:visible;mso-wrap-style:square">
                        <v:fill o:detectmouseclick="t"/>
                        <v:path o:connecttype="none"/>
                      </v:shape>
                      <v:shape id="Connecteur droit avec flèche 186382491" o:spid="_x0000_s1028" type="#_x0000_t32" style="position:absolute;left:762;top:4448;width:273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" strokecolor="windowText" strokeweight="1.5pt">
                        <v:stroke endarrow="block" joinstyle="miter"/>
                      </v:shape>
                      <v:line id="Connecteur droit 356010352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134950270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859680890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707581123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875252761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428273000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00914433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" strokecolor="windowText" strokeweight="1.5pt">
                        <v:stroke joinstyle="miter"/>
                      </v:line>
                      <v:line id="Connecteur droit 71175714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" strokecolor="windowText" strokeweight="1.5pt">
                        <v:stroke joinstyle="miter"/>
                      </v:line>
                      <v:line id="Connecteur droit 218564910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044077774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" strokecolor="windowText" strokeweight="1.5pt">
                        <v:stroke joinstyle="miter"/>
                      </v:line>
                      <v:line id="Connecteur droit 29818038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" strokecolor="windowText" strokeweight="1.5pt">
                        <v:stroke joinstyle="miter"/>
                      </v:line>
                      <v:line id="Connecteur droit 306780802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" strokecolor="black [3213]" strokeweight="1.5pt">
                        <v:stroke joinstyle="miter"/>
                      </v:line>
                      <v:line id="Connecteur droit 778189094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" strokecolor="black [3213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12B11BA8" w14:textId="115C92F9" w:rsidR="002A45D6" w:rsidRPr="00EF6BC4" w:rsidRDefault="002A45D6" w:rsidP="000652B8">
            <w:pPr>
              <w:rPr>
                <w:sz w:val="22"/>
                <w:szCs w:val="22"/>
              </w:rPr>
            </w:pPr>
          </w:p>
        </w:tc>
      </w:tr>
      <w:tr w:rsidR="00F03A5A" w:rsidRPr="002D2599" w14:paraId="5A5435FF" w14:textId="77777777" w:rsidTr="00A10C95">
        <w:trPr>
          <w:trHeight w:val="1134"/>
        </w:trPr>
        <w:tc>
          <w:tcPr>
            <w:tcW w:w="1388" w:type="dxa"/>
          </w:tcPr>
          <w:p w14:paraId="38AC6139" w14:textId="30243BE0" w:rsidR="00F03A5A" w:rsidRPr="00EF6BC4" w:rsidRDefault="00F03A5A" w:rsidP="00EF6BC4">
            <w:pPr>
              <w:spacing w:beforeAutospacing="0" w:after="100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–3+(–8)</m:t>
                </m:r>
              </m:oMath>
            </m:oMathPara>
          </w:p>
        </w:tc>
        <w:tc>
          <w:tcPr>
            <w:tcW w:w="3569" w:type="dxa"/>
          </w:tcPr>
          <w:p w14:paraId="481A921D" w14:textId="77777777" w:rsidR="00F03A5A" w:rsidRPr="00EF6BC4" w:rsidRDefault="00F03A5A" w:rsidP="00F03A5A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14:paraId="3E643B2D" w14:textId="635FB85F" w:rsidR="00F03A5A" w:rsidRPr="00EF6BC4" w:rsidRDefault="00F03A5A" w:rsidP="00F03A5A">
            <w:pPr>
              <w:rPr>
                <w:b/>
                <w:bCs/>
                <w:noProof/>
                <w:sz w:val="22"/>
                <w:szCs w:val="22"/>
              </w:rPr>
            </w:pPr>
            <w:r w:rsidRPr="00EF6BC4">
              <w:rPr>
                <w:b/>
                <w:bCs/>
                <w:noProof/>
              </w:rPr>
              <mc:AlternateContent>
                <mc:Choice Requires="wpc">
                  <w:drawing>
                    <wp:anchor distT="0" distB="0" distL="114300" distR="114300" simplePos="0" relativeHeight="251745280" behindDoc="0" locked="0" layoutInCell="1" allowOverlap="1" wp14:anchorId="6A311157" wp14:editId="777327F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1905</wp:posOffset>
                      </wp:positionV>
                      <wp:extent cx="2814444" cy="569259"/>
                      <wp:effectExtent l="0" t="0" r="43180" b="2540"/>
                      <wp:wrapNone/>
                      <wp:docPr id="1930715304" name="Zone de dessin 193071530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962091028" name="Connecteur droit avec flèche 962091028"/>
                              <wps:cNvCnPr/>
                              <wps:spPr>
                                <a:xfrm>
                                  <a:off x="76200" y="444873"/>
                                  <a:ext cx="27381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212970" name="Connecteur droit 25212970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36207694" name="Connecteur droit 2136207694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2782844" name="Connecteur droit 1202782844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1361834" name="Connecteur droit 171361834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26212585" name="Connecteur droit 1826212585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0714546" name="Connecteur droit 300714546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47057568" name="Connecteur droit 1647057568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54124052" name="Connecteur droit 1954124052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18329027" name="Connecteur droit 1418329027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15416835" name="Connecteur droit 615416835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72430768" name="Connecteur droit 2072430768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43799667" name="Connecteur droit 1543799667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4197001" name="Connecteur droit 1334197001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36586141" id="Zone de dessin 1930715304" o:spid="_x0000_s1026" editas="canvas" style="position:absolute;margin-left:-.35pt;margin-top:.15pt;width:221.6pt;height:44.8pt;z-index:251745280" coordsize="28143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">
                      <v:shape id="_x0000_s1027" type="#_x0000_t75" style="position:absolute;width:28143;height:5689;visibility:visible;mso-wrap-style:square">
                        <v:fill o:detectmouseclick="t"/>
                        <v:path o:connecttype="none"/>
                      </v:shape>
                      <v:shape id="Connecteur droit avec flèche 962091028" o:spid="_x0000_s1028" type="#_x0000_t32" style="position:absolute;left:762;top:4448;width:273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" strokecolor="windowText" strokeweight="1.5pt">
                        <v:stroke endarrow="block" joinstyle="miter"/>
                      </v:shape>
                      <v:line id="Connecteur droit 25212970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" strokecolor="windowText" strokeweight="1.5pt">
                        <v:stroke joinstyle="miter"/>
                      </v:line>
                      <v:line id="Connecteur droit 2136207694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202782844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71361834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" strokecolor="windowText" strokeweight="1.5pt">
                        <v:stroke joinstyle="miter"/>
                      </v:line>
                      <v:line id="Connecteur droit 1826212585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" strokecolor="windowText" strokeweight="1.5pt">
                        <v:stroke joinstyle="miter"/>
                      </v:line>
                      <v:line id="Connecteur droit 300714546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647057568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954124052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418329027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615416835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2072430768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543799667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" strokecolor="black [3213]" strokeweight="1.5pt">
                        <v:stroke joinstyle="miter"/>
                      </v:line>
                      <v:line id="Connecteur droit 1334197001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" strokecolor="black [3213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263F029E" w14:textId="77777777" w:rsidR="00F03A5A" w:rsidRPr="00EF6BC4" w:rsidRDefault="00F03A5A" w:rsidP="00F03A5A">
            <w:pPr>
              <w:rPr>
                <w:sz w:val="22"/>
                <w:szCs w:val="22"/>
              </w:rPr>
            </w:pPr>
          </w:p>
        </w:tc>
      </w:tr>
      <w:tr w:rsidR="00F03A5A" w:rsidRPr="002D2599" w14:paraId="591760B0" w14:textId="2F7EA9D0" w:rsidTr="00A10C95">
        <w:trPr>
          <w:trHeight w:val="1134"/>
        </w:trPr>
        <w:tc>
          <w:tcPr>
            <w:tcW w:w="1388" w:type="dxa"/>
          </w:tcPr>
          <w:p w14:paraId="34B1AA99" w14:textId="46808882" w:rsidR="00F03A5A" w:rsidRPr="00EF6BC4" w:rsidRDefault="00F03A5A" w:rsidP="00EF6BC4">
            <w:pPr>
              <w:spacing w:beforeAutospacing="0" w:after="100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6+(–11)</m:t>
                </m:r>
              </m:oMath>
            </m:oMathPara>
          </w:p>
        </w:tc>
        <w:tc>
          <w:tcPr>
            <w:tcW w:w="3569" w:type="dxa"/>
          </w:tcPr>
          <w:p w14:paraId="27789C78" w14:textId="77777777" w:rsidR="00F03A5A" w:rsidRPr="00EF6BC4" w:rsidRDefault="00F03A5A" w:rsidP="00F03A5A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14:paraId="1D4307E3" w14:textId="2FEC1DA6" w:rsidR="00F03A5A" w:rsidRPr="00EF6BC4" w:rsidRDefault="00F03A5A" w:rsidP="00F03A5A">
            <w:pPr>
              <w:rPr>
                <w:sz w:val="22"/>
                <w:szCs w:val="22"/>
              </w:rPr>
            </w:pPr>
            <w:r w:rsidRPr="00EF6BC4">
              <w:rPr>
                <w:b/>
                <w:bCs/>
                <w:noProof/>
              </w:rPr>
              <mc:AlternateContent>
                <mc:Choice Requires="wpc">
                  <w:drawing>
                    <wp:anchor distT="0" distB="0" distL="114300" distR="114300" simplePos="0" relativeHeight="251743232" behindDoc="0" locked="0" layoutInCell="1" allowOverlap="1" wp14:anchorId="06CC5200" wp14:editId="69DCBE75">
                      <wp:simplePos x="0" y="0"/>
                      <wp:positionH relativeFrom="column">
                        <wp:posOffset>-8442</wp:posOffset>
                      </wp:positionH>
                      <wp:positionV relativeFrom="paragraph">
                        <wp:posOffset>73324</wp:posOffset>
                      </wp:positionV>
                      <wp:extent cx="2814444" cy="569259"/>
                      <wp:effectExtent l="0" t="0" r="43180" b="2540"/>
                      <wp:wrapNone/>
                      <wp:docPr id="1063861514" name="Zone de dessin 10638615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063689051" name="Connecteur droit avec flèche 2063689051"/>
                              <wps:cNvCnPr/>
                              <wps:spPr>
                                <a:xfrm>
                                  <a:off x="76200" y="444873"/>
                                  <a:ext cx="27381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50726903" name="Connecteur droit 1750726903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10969470" name="Connecteur droit 2110969470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34012170" name="Connecteur droit 1634012170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9219054" name="Connecteur droit 1009219054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979233" name="Connecteur droit 6979233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89717420" name="Connecteur droit 1289717420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99334891" name="Connecteur droit 1699334891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01194305" name="Connecteur droit 601194305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3393732" name="Connecteur droit 1883393732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4145940" name="Connecteur droit 324145940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0999611" name="Connecteur droit 220999611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06532867" name="Connecteur droit 1606532867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6701327" name="Connecteur droit 496701327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94369C1" id="Zone de dessin 1063861514" o:spid="_x0000_s1026" editas="canvas" style="position:absolute;margin-left:-.65pt;margin-top:5.75pt;width:221.6pt;height:44.8pt;z-index:251743232" coordsize="28143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">
                      <v:shape id="_x0000_s1027" type="#_x0000_t75" style="position:absolute;width:28143;height:5689;visibility:visible;mso-wrap-style:square">
                        <v:fill o:detectmouseclick="t"/>
                        <v:path o:connecttype="none"/>
                      </v:shape>
                      <v:shape id="Connecteur droit avec flèche 2063689051" o:spid="_x0000_s1028" type="#_x0000_t32" style="position:absolute;left:762;top:4448;width:273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" strokecolor="windowText" strokeweight="1.5pt">
                        <v:stroke endarrow="block" joinstyle="miter"/>
                      </v:shape>
                      <v:line id="Connecteur droit 1750726903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2110969470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" strokecolor="windowText" strokeweight="1.5pt">
                        <v:stroke joinstyle="miter"/>
                      </v:line>
                      <v:line id="Connecteur droit 1634012170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" strokecolor="windowText" strokeweight="1.5pt">
                        <v:stroke joinstyle="miter"/>
                      </v:line>
                      <v:line id="Connecteur droit 1009219054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" strokecolor="windowText" strokeweight="1.5pt">
                        <v:stroke joinstyle="miter"/>
                      </v:line>
                      <v:line id="Connecteur droit 6979233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" strokecolor="windowText" strokeweight="1.5pt">
                        <v:stroke joinstyle="miter"/>
                      </v:line>
                      <v:line id="Connecteur droit 1289717420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" strokecolor="windowText" strokeweight="1.5pt">
                        <v:stroke joinstyle="miter"/>
                      </v:line>
                      <v:line id="Connecteur droit 1699334891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601194305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883393732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324145940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220999611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606532867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" strokecolor="black [3213]" strokeweight="1.5pt">
                        <v:stroke joinstyle="miter"/>
                      </v:line>
                      <v:line id="Connecteur droit 496701327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" strokecolor="black [3213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294569BB" w14:textId="26E48FFD" w:rsidR="00F03A5A" w:rsidRPr="00EF6BC4" w:rsidRDefault="00F03A5A" w:rsidP="00F03A5A">
            <w:pPr>
              <w:rPr>
                <w:sz w:val="22"/>
                <w:szCs w:val="22"/>
              </w:rPr>
            </w:pPr>
          </w:p>
        </w:tc>
      </w:tr>
      <w:tr w:rsidR="00F03A5A" w:rsidRPr="002D2599" w14:paraId="4E68FF11" w14:textId="66F5E440" w:rsidTr="00A10C95">
        <w:trPr>
          <w:trHeight w:val="1134"/>
        </w:trPr>
        <w:tc>
          <w:tcPr>
            <w:tcW w:w="1388" w:type="dxa"/>
          </w:tcPr>
          <w:p w14:paraId="70E52982" w14:textId="76AE982E" w:rsidR="00F03A5A" w:rsidRPr="00EF6BC4" w:rsidRDefault="00F03A5A" w:rsidP="00F03A5A">
            <w:pPr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–5+12</m:t>
                </m:r>
              </m:oMath>
            </m:oMathPara>
          </w:p>
        </w:tc>
        <w:tc>
          <w:tcPr>
            <w:tcW w:w="3569" w:type="dxa"/>
          </w:tcPr>
          <w:p w14:paraId="31F99229" w14:textId="77777777" w:rsidR="00F03A5A" w:rsidRPr="00EF6BC4" w:rsidRDefault="00F03A5A" w:rsidP="00F03A5A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14:paraId="1AD3D591" w14:textId="18CC8398" w:rsidR="00F03A5A" w:rsidRPr="00EF6BC4" w:rsidRDefault="00F03A5A" w:rsidP="00F03A5A">
            <w:pPr>
              <w:rPr>
                <w:sz w:val="22"/>
                <w:szCs w:val="22"/>
              </w:rPr>
            </w:pPr>
            <w:r w:rsidRPr="00EF6BC4">
              <w:rPr>
                <w:b/>
                <w:bCs/>
                <w:noProof/>
              </w:rPr>
              <mc:AlternateContent>
                <mc:Choice Requires="wpc">
                  <w:drawing>
                    <wp:anchor distT="0" distB="0" distL="114300" distR="114300" simplePos="0" relativeHeight="251744256" behindDoc="0" locked="0" layoutInCell="1" allowOverlap="1" wp14:anchorId="78E121CD" wp14:editId="548377A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1905</wp:posOffset>
                      </wp:positionV>
                      <wp:extent cx="2814444" cy="569259"/>
                      <wp:effectExtent l="0" t="0" r="43180" b="2540"/>
                      <wp:wrapNone/>
                      <wp:docPr id="2006420600" name="Zone de dessin 20064206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765054174" name="Connecteur droit avec flèche 1765054174"/>
                              <wps:cNvCnPr/>
                              <wps:spPr>
                                <a:xfrm>
                                  <a:off x="76200" y="444873"/>
                                  <a:ext cx="27381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21116102" name="Connecteur droit 721116102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45713976" name="Connecteur droit 1145713976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61962088" name="Connecteur droit 361962088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82035598" name="Connecteur droit 882035598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7650297" name="Connecteur droit 297650297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61838788" name="Connecteur droit 1261838788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38284811" name="Connecteur droit 438284811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0756547" name="Connecteur droit 290756547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12559511" name="Connecteur droit 1412559511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0293226" name="Connecteur droit 310293226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67857634" name="Connecteur droit 967857634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7211151" name="Connecteur droit 1557211151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7865761" name="Connecteur droit 807865761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BE8A53B" id="Zone de dessin 2006420600" o:spid="_x0000_s1026" editas="canvas" style="position:absolute;margin-left:-.35pt;margin-top:.15pt;width:221.6pt;height:44.8pt;z-index:251744256" coordsize="28143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">
                      <v:shape id="_x0000_s1027" type="#_x0000_t75" style="position:absolute;width:28143;height:5689;visibility:visible;mso-wrap-style:square">
                        <v:fill o:detectmouseclick="t"/>
                        <v:path o:connecttype="none"/>
                      </v:shape>
                      <v:shape id="Connecteur droit avec flèche 1765054174" o:spid="_x0000_s1028" type="#_x0000_t32" style="position:absolute;left:762;top:4448;width:273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" strokecolor="windowText" strokeweight="1.5pt">
                        <v:stroke endarrow="block" joinstyle="miter"/>
                      </v:shape>
                      <v:line id="Connecteur droit 721116102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145713976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361962088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" strokecolor="windowText" strokeweight="1.5pt">
                        <v:stroke joinstyle="miter"/>
                      </v:line>
                      <v:line id="Connecteur droit 882035598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" strokecolor="windowText" strokeweight="1.5pt">
                        <v:stroke joinstyle="miter"/>
                      </v:line>
                      <v:line id="Connecteur droit 297650297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1261838788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438284811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290756547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412559511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310293226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967857634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557211151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" strokecolor="black [3213]" strokeweight="1.5pt">
                        <v:stroke joinstyle="miter"/>
                      </v:line>
                      <v:line id="Connecteur droit 807865761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" strokecolor="black [3213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024269BC" w14:textId="1786B5E1" w:rsidR="00F03A5A" w:rsidRPr="00EF6BC4" w:rsidRDefault="00F03A5A" w:rsidP="00F03A5A">
            <w:pPr>
              <w:rPr>
                <w:sz w:val="22"/>
                <w:szCs w:val="22"/>
              </w:rPr>
            </w:pPr>
          </w:p>
        </w:tc>
      </w:tr>
    </w:tbl>
    <w:p w14:paraId="50984A50" w14:textId="0BA45340" w:rsidR="008462C6" w:rsidRPr="002D2599" w:rsidRDefault="00EF6BC4" w:rsidP="00EF6BC4">
      <w:pPr>
        <w:pStyle w:val="Titre1"/>
      </w:pPr>
      <w:r>
        <w:t>Je m’auto</w:t>
      </w:r>
      <w:r w:rsidR="008462C6" w:rsidRPr="002D2599">
        <w:t>évalue</w:t>
      </w:r>
    </w:p>
    <w:p w14:paraId="7D67B826" w14:textId="5E40E2A6" w:rsidR="008462C6" w:rsidRPr="00EF6BC4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F6BC4">
        <w:rPr>
          <w:szCs w:val="24"/>
        </w:rPr>
        <w:t>J’ai trouvé les bonnes réponses : je passe à l’exercice</w:t>
      </w:r>
      <w:r w:rsidR="006C15F1">
        <w:rPr>
          <w:szCs w:val="24"/>
        </w:rPr>
        <w:t> </w:t>
      </w:r>
      <w:r w:rsidRPr="00EF6BC4">
        <w:rPr>
          <w:szCs w:val="24"/>
        </w:rPr>
        <w:t>2 de cette fiche</w:t>
      </w:r>
    </w:p>
    <w:p w14:paraId="0F1088E3" w14:textId="77777777" w:rsidR="008462C6" w:rsidRPr="00EF6BC4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F6BC4">
        <w:rPr>
          <w:szCs w:val="24"/>
        </w:rPr>
        <w:t>Sinon j’appelle le professeur ou un camarade pour m’expliquer</w:t>
      </w:r>
    </w:p>
    <w:p w14:paraId="78491799" w14:textId="77777777" w:rsidR="00FB3A68" w:rsidRPr="002D2599" w:rsidRDefault="00FB3A68">
      <w:pPr>
        <w:rPr>
          <w:sz w:val="24"/>
          <w:szCs w:val="24"/>
        </w:rPr>
      </w:pPr>
      <w:r w:rsidRPr="002D2599">
        <w:rPr>
          <w:sz w:val="24"/>
          <w:szCs w:val="24"/>
        </w:rPr>
        <w:br w:type="page"/>
      </w:r>
    </w:p>
    <w:p w14:paraId="76B1813B" w14:textId="77777777" w:rsidR="00EF6BC4" w:rsidRPr="002D2599" w:rsidRDefault="00EF6BC4" w:rsidP="00EF6BC4">
      <w:pPr>
        <w:pStyle w:val="Titre1"/>
      </w:pPr>
      <w:r w:rsidRPr="002D2599">
        <w:lastRenderedPageBreak/>
        <w:t>Je m’exerce</w:t>
      </w:r>
    </w:p>
    <w:p w14:paraId="2EF17DF9" w14:textId="1A19BF7E" w:rsidR="00346F95" w:rsidRPr="002D2599" w:rsidRDefault="00E8448E" w:rsidP="00EF6BC4">
      <w:pPr>
        <w:pStyle w:val="Titre2"/>
      </w:pPr>
      <w:r>
        <w:t>Exercice</w:t>
      </w:r>
      <w:r w:rsidR="006C15F1">
        <w:t> </w:t>
      </w:r>
      <w:r>
        <w:t>2</w:t>
      </w:r>
    </w:p>
    <w:p w14:paraId="51BD3278" w14:textId="23BCC41D" w:rsidR="00346F95" w:rsidRPr="002D2599" w:rsidRDefault="00B81883" w:rsidP="00EF6BC4">
      <w:r w:rsidRPr="002D2599">
        <w:t>Voici une règle qui permet d’</w:t>
      </w:r>
      <w:r w:rsidR="00346F95" w:rsidRPr="002D2599">
        <w:t>additionner deux nombres relatifs</w:t>
      </w:r>
      <w:r w:rsidR="00CB5B7B" w:rsidRPr="002D2599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4507"/>
      </w:tblGrid>
      <w:tr w:rsidR="00B81883" w:rsidRPr="002D2599" w14:paraId="6BA63E08" w14:textId="77777777" w:rsidTr="00F03A5A">
        <w:tc>
          <w:tcPr>
            <w:tcW w:w="5949" w:type="dxa"/>
            <w:tcBorders>
              <w:bottom w:val="single" w:sz="4" w:space="0" w:color="auto"/>
              <w:right w:val="single" w:sz="4" w:space="0" w:color="auto"/>
            </w:tcBorders>
          </w:tcPr>
          <w:p w14:paraId="16126425" w14:textId="68D3FAA5" w:rsidR="00B81883" w:rsidRPr="00EF6BC4" w:rsidRDefault="00B81883" w:rsidP="000652B8">
            <w:pPr>
              <w:rPr>
                <w:b/>
                <w:bCs/>
                <w:sz w:val="22"/>
                <w:szCs w:val="24"/>
              </w:rPr>
            </w:pPr>
            <w:r w:rsidRPr="00EF6BC4">
              <w:rPr>
                <w:b/>
                <w:bCs/>
                <w:sz w:val="22"/>
                <w:szCs w:val="24"/>
              </w:rPr>
              <w:t>Cas n°</w:t>
            </w:r>
            <w:r w:rsidR="006C15F1">
              <w:rPr>
                <w:b/>
                <w:bCs/>
                <w:sz w:val="22"/>
                <w:szCs w:val="24"/>
              </w:rPr>
              <w:t> </w:t>
            </w:r>
            <w:r w:rsidRPr="00EF6BC4">
              <w:rPr>
                <w:b/>
                <w:bCs/>
                <w:sz w:val="22"/>
                <w:szCs w:val="24"/>
              </w:rPr>
              <w:t>1 :</w:t>
            </w:r>
            <w:r w:rsidR="000F0686" w:rsidRPr="00EF6BC4">
              <w:rPr>
                <w:sz w:val="22"/>
                <w:szCs w:val="24"/>
              </w:rPr>
              <w:t xml:space="preserve"> Pour additionner deux nombres relatifs de même signe,</w:t>
            </w:r>
          </w:p>
          <w:p w14:paraId="1F1F0D0C" w14:textId="43915023" w:rsidR="00B81883" w:rsidRPr="00EF6BC4" w:rsidRDefault="000F0686" w:rsidP="00B81883">
            <w:pPr>
              <w:pStyle w:val="Paragraphedeliste"/>
              <w:numPr>
                <w:ilvl w:val="0"/>
                <w:numId w:val="9"/>
              </w:numPr>
              <w:rPr>
                <w:sz w:val="22"/>
                <w:szCs w:val="24"/>
              </w:rPr>
            </w:pPr>
            <w:r w:rsidRPr="00EF6BC4">
              <w:rPr>
                <w:sz w:val="22"/>
                <w:szCs w:val="24"/>
              </w:rPr>
              <w:t>o</w:t>
            </w:r>
            <w:r w:rsidR="00B81883" w:rsidRPr="00EF6BC4">
              <w:rPr>
                <w:sz w:val="22"/>
                <w:szCs w:val="24"/>
              </w:rPr>
              <w:t>n ajoute les distances à zéro</w:t>
            </w:r>
            <w:r w:rsidR="006C15F1">
              <w:rPr>
                <w:sz w:val="22"/>
                <w:szCs w:val="24"/>
              </w:rPr>
              <w:t> </w:t>
            </w:r>
            <w:r w:rsidR="00B81883" w:rsidRPr="00EF6BC4">
              <w:rPr>
                <w:sz w:val="22"/>
                <w:szCs w:val="24"/>
              </w:rPr>
              <w:t>;</w:t>
            </w:r>
          </w:p>
          <w:p w14:paraId="760A7B96" w14:textId="502BE710" w:rsidR="0098220E" w:rsidRPr="00EF6BC4" w:rsidRDefault="000F0686" w:rsidP="00E8448E">
            <w:pPr>
              <w:pStyle w:val="Paragraphedeliste"/>
              <w:numPr>
                <w:ilvl w:val="0"/>
                <w:numId w:val="9"/>
              </w:numPr>
              <w:rPr>
                <w:sz w:val="22"/>
                <w:szCs w:val="24"/>
              </w:rPr>
            </w:pPr>
            <w:r w:rsidRPr="00EF6BC4">
              <w:rPr>
                <w:sz w:val="22"/>
                <w:szCs w:val="24"/>
              </w:rPr>
              <w:t xml:space="preserve">on garde le </w:t>
            </w:r>
            <w:r w:rsidR="00B81883" w:rsidRPr="00EF6BC4">
              <w:rPr>
                <w:sz w:val="22"/>
                <w:szCs w:val="24"/>
              </w:rPr>
              <w:t>signe</w:t>
            </w:r>
            <w:r w:rsidRPr="00EF6BC4">
              <w:rPr>
                <w:sz w:val="22"/>
                <w:szCs w:val="24"/>
              </w:rPr>
              <w:t xml:space="preserve"> commun</w:t>
            </w:r>
            <w:r w:rsidR="00B81883" w:rsidRPr="00EF6BC4">
              <w:rPr>
                <w:sz w:val="22"/>
                <w:szCs w:val="24"/>
              </w:rPr>
              <w:t>.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014A9" w14:textId="30B0B336" w:rsidR="00F03A5A" w:rsidRPr="00EF6BC4" w:rsidRDefault="00796583" w:rsidP="00F03A5A">
            <w:pPr>
              <w:rPr>
                <w:b/>
                <w:bCs/>
                <w:sz w:val="22"/>
                <w:szCs w:val="24"/>
              </w:rPr>
            </w:pPr>
            <w:r w:rsidRPr="00EF6BC4">
              <w:rPr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5189E43" wp14:editId="02C14577">
                      <wp:simplePos x="0" y="0"/>
                      <wp:positionH relativeFrom="column">
                        <wp:posOffset>976926</wp:posOffset>
                      </wp:positionH>
                      <wp:positionV relativeFrom="paragraph">
                        <wp:posOffset>-410845</wp:posOffset>
                      </wp:positionV>
                      <wp:extent cx="2108205" cy="1466214"/>
                      <wp:effectExtent l="38100" t="0" r="25400" b="20320"/>
                      <wp:wrapNone/>
                      <wp:docPr id="944375862" name="Group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8205" cy="1466214"/>
                                <a:chOff x="-35264" y="68580"/>
                                <a:chExt cx="2108205" cy="1466214"/>
                              </a:xfrm>
                            </wpg:grpSpPr>
                            <wps:wsp>
                              <wps:cNvPr id="1625388445" name="Connecteur droit avec flèche 1"/>
                              <wps:cNvCnPr/>
                              <wps:spPr>
                                <a:xfrm flipH="1">
                                  <a:off x="-35264" y="266434"/>
                                  <a:ext cx="263532" cy="42698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0610482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267" y="68580"/>
                                  <a:ext cx="1844674" cy="14662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217F99" w14:textId="77777777" w:rsidR="00F03A5A" w:rsidRDefault="00F03A5A" w:rsidP="00F03A5A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12"/>
                                      </w:numPr>
                                      <w:spacing w:after="0"/>
                                      <w:rPr>
                                        <w:color w:val="0070C0"/>
                                      </w:rPr>
                                    </w:pP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  <w:sz w:val="24"/>
                                          <w:szCs w:val="24"/>
                                        </w:rPr>
                                        <m:t>-3</m:t>
                                      </m:r>
                                    </m:oMath>
                                    <w:r w:rsidRPr="00F03A5A">
                                      <w:rPr>
                                        <w:bCs/>
                                        <w:color w:val="0070C0"/>
                                        <w:sz w:val="24"/>
                                        <w:szCs w:val="24"/>
                                      </w:rPr>
                                      <w:t xml:space="preserve"> et 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  <w:sz w:val="24"/>
                                          <w:szCs w:val="24"/>
                                        </w:rPr>
                                        <m:t>-5</m:t>
                                      </m:r>
                                    </m:oMath>
                                    <w:r w:rsidRPr="00F03A5A">
                                      <w:rPr>
                                        <w:color w:val="0070C0"/>
                                      </w:rPr>
                                      <w:t xml:space="preserve"> sont négatifs, </w:t>
                                    </w:r>
                                  </w:p>
                                  <w:p w14:paraId="70E475ED" w14:textId="4EC37657" w:rsidR="00F03A5A" w:rsidRPr="00F03A5A" w:rsidRDefault="00F03A5A" w:rsidP="00F03A5A">
                                    <w:pPr>
                                      <w:spacing w:after="0"/>
                                      <w:rPr>
                                        <w:color w:val="0070C0"/>
                                      </w:rPr>
                                    </w:pPr>
                                    <w:r w:rsidRPr="00F03A5A">
                                      <w:rPr>
                                        <w:color w:val="0070C0"/>
                                      </w:rPr>
                                      <w:t xml:space="preserve">le résultat </w:t>
                                    </w:r>
                                    <w:r w:rsidR="00B23899" w:rsidRPr="00F03A5A">
                                      <w:rPr>
                                        <w:color w:val="0070C0"/>
                                      </w:rPr>
                                      <w:t xml:space="preserve">est </w:t>
                                    </w:r>
                                    <w:r w:rsidRPr="00F03A5A">
                                      <w:rPr>
                                        <w:color w:val="0070C0"/>
                                      </w:rPr>
                                      <w:t xml:space="preserve">donc négatif. </w:t>
                                    </w:r>
                                  </w:p>
                                  <w:p w14:paraId="078CF4BF" w14:textId="38BC1E11" w:rsidR="00F03A5A" w:rsidRPr="0098220E" w:rsidRDefault="00F03A5A" w:rsidP="00F03A5A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12"/>
                                      </w:numPr>
                                      <w:spacing w:after="0"/>
                                      <w:rPr>
                                        <w:color w:val="0070C0"/>
                                      </w:rPr>
                                    </w:pPr>
                                    <w:r w:rsidRPr="0098220E">
                                      <w:rPr>
                                        <w:color w:val="0070C0"/>
                                      </w:rPr>
                                      <w:t xml:space="preserve">Et 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3+5=8</m:t>
                                      </m:r>
                                    </m:oMath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189E43" id="Groupe 3" o:spid="_x0000_s1060" style="position:absolute;margin-left:76.9pt;margin-top:-32.35pt;width:166pt;height:115.45pt;z-index:251724800;mso-position-horizontal-relative:text;mso-position-vertical-relative:text;mso-width-relative:margin;mso-height-relative:margin" coordorigin="-352,685" coordsize="21082,14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">
                      <v:shape id="Connecteur droit avec flèche 1" o:spid="_x0000_s1061" type="#_x0000_t32" style="position:absolute;left:-352;top:2664;width:2634;height:42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" strokecolor="#4472c4 [3204]" strokeweight=".5pt">
                        <v:stroke endarrow="block" joinstyle="miter"/>
                      </v:shape>
                      <v:shape id="_x0000_s1062" type="#_x0000_t202" style="position:absolute;left:2282;top:685;width:18447;height:14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" strokecolor="#4472c4 [3204]">
                        <v:textbox style="mso-fit-shape-to-text:t">
                          <w:txbxContent>
                            <w:p w14:paraId="44217F99" w14:textId="77777777" w:rsidR="00F03A5A" w:rsidRDefault="00F03A5A" w:rsidP="00F03A5A">
                              <w:pPr>
                                <w:pStyle w:val="Paragraphedeliste"/>
                                <w:numPr>
                                  <w:ilvl w:val="0"/>
                                  <w:numId w:val="12"/>
                                </w:numPr>
                                <w:spacing w:after="0"/>
                                <w:rPr>
                                  <w:color w:val="0070C0"/>
                                </w:rPr>
                              </w:pP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4"/>
                                    <w:szCs w:val="24"/>
                                  </w:rPr>
                                  <m:t>-3</m:t>
                                </m:r>
                              </m:oMath>
                              <w:r w:rsidRPr="00F03A5A">
                                <w:rPr>
                                  <w:bCs/>
                                  <w:color w:val="0070C0"/>
                                  <w:sz w:val="24"/>
                                  <w:szCs w:val="24"/>
                                </w:rPr>
                                <w:t xml:space="preserve"> et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4"/>
                                    <w:szCs w:val="24"/>
                                  </w:rPr>
                                  <m:t>-5</m:t>
                                </m:r>
                              </m:oMath>
                              <w:r w:rsidRPr="00F03A5A">
                                <w:rPr>
                                  <w:color w:val="0070C0"/>
                                </w:rPr>
                                <w:t xml:space="preserve"> sont négatifs, </w:t>
                              </w:r>
                            </w:p>
                            <w:p w14:paraId="70E475ED" w14:textId="4EC37657" w:rsidR="00F03A5A" w:rsidRPr="00F03A5A" w:rsidRDefault="00F03A5A" w:rsidP="00F03A5A">
                              <w:pPr>
                                <w:spacing w:after="0"/>
                                <w:rPr>
                                  <w:color w:val="0070C0"/>
                                </w:rPr>
                              </w:pPr>
                              <w:r w:rsidRPr="00F03A5A">
                                <w:rPr>
                                  <w:color w:val="0070C0"/>
                                </w:rPr>
                                <w:t xml:space="preserve">le résultat </w:t>
                              </w:r>
                              <w:r w:rsidR="00B23899" w:rsidRPr="00F03A5A">
                                <w:rPr>
                                  <w:color w:val="0070C0"/>
                                </w:rPr>
                                <w:t xml:space="preserve">est </w:t>
                              </w:r>
                              <w:r w:rsidRPr="00F03A5A">
                                <w:rPr>
                                  <w:color w:val="0070C0"/>
                                </w:rPr>
                                <w:t xml:space="preserve">donc négatif. </w:t>
                              </w:r>
                            </w:p>
                            <w:p w14:paraId="078CF4BF" w14:textId="38BC1E11" w:rsidR="00F03A5A" w:rsidRPr="0098220E" w:rsidRDefault="00F03A5A" w:rsidP="00F03A5A">
                              <w:pPr>
                                <w:pStyle w:val="Paragraphedeliste"/>
                                <w:numPr>
                                  <w:ilvl w:val="0"/>
                                  <w:numId w:val="12"/>
                                </w:numPr>
                                <w:spacing w:after="0"/>
                                <w:rPr>
                                  <w:color w:val="0070C0"/>
                                </w:rPr>
                              </w:pPr>
                              <w:r w:rsidRPr="0098220E">
                                <w:rPr>
                                  <w:color w:val="0070C0"/>
                                </w:rPr>
                                <w:t xml:space="preserve">Et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3+5=8</m:t>
                                </m:r>
                              </m:oMath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03A5A" w:rsidRPr="00EF6BC4">
              <w:rPr>
                <w:b/>
                <w:bCs/>
                <w:sz w:val="22"/>
                <w:szCs w:val="24"/>
              </w:rPr>
              <w:t xml:space="preserve">Exemple : </w:t>
            </w:r>
          </w:p>
          <w:p w14:paraId="73559DE3" w14:textId="2A79E525" w:rsidR="00F03A5A" w:rsidRPr="00EF6BC4" w:rsidRDefault="00F03A5A" w:rsidP="00F03A5A">
            <w:pPr>
              <w:jc w:val="center"/>
              <w:rPr>
                <w:bCs/>
                <w:color w:val="000000" w:themeColor="text1"/>
                <w:sz w:val="22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 w:val="22"/>
                    <w:szCs w:val="24"/>
                  </w:rPr>
                  <m:t>-3+(-5)=-8</m:t>
                </m:r>
              </m:oMath>
            </m:oMathPara>
          </w:p>
          <w:p w14:paraId="0B342CC5" w14:textId="61C30AC7" w:rsidR="0098220E" w:rsidRPr="00EF6BC4" w:rsidRDefault="0098220E" w:rsidP="0098220E">
            <w:pPr>
              <w:jc w:val="center"/>
              <w:rPr>
                <w:b/>
                <w:bCs/>
                <w:sz w:val="22"/>
                <w:szCs w:val="24"/>
              </w:rPr>
            </w:pPr>
          </w:p>
        </w:tc>
      </w:tr>
      <w:tr w:rsidR="00F03A5A" w:rsidRPr="002D2599" w14:paraId="687431BB" w14:textId="77777777" w:rsidTr="00F03A5A">
        <w:tc>
          <w:tcPr>
            <w:tcW w:w="5949" w:type="dxa"/>
            <w:tcBorders>
              <w:left w:val="nil"/>
              <w:right w:val="nil"/>
            </w:tcBorders>
          </w:tcPr>
          <w:p w14:paraId="0C2ADBF5" w14:textId="77777777" w:rsidR="00F03A5A" w:rsidRPr="00EF6BC4" w:rsidRDefault="00F03A5A" w:rsidP="000652B8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14:paraId="6344FB93" w14:textId="77777777" w:rsidR="00F03A5A" w:rsidRPr="00EF6BC4" w:rsidRDefault="00F03A5A" w:rsidP="00F03A5A">
            <w:pPr>
              <w:rPr>
                <w:b/>
                <w:bCs/>
                <w:noProof/>
                <w:sz w:val="22"/>
                <w:szCs w:val="24"/>
              </w:rPr>
            </w:pPr>
          </w:p>
        </w:tc>
      </w:tr>
      <w:tr w:rsidR="0098220E" w:rsidRPr="002D2599" w14:paraId="05F89DFA" w14:textId="77777777" w:rsidTr="00F03A5A">
        <w:tc>
          <w:tcPr>
            <w:tcW w:w="5949" w:type="dxa"/>
            <w:tcBorders>
              <w:right w:val="single" w:sz="4" w:space="0" w:color="auto"/>
            </w:tcBorders>
          </w:tcPr>
          <w:p w14:paraId="6BE17757" w14:textId="27437CC9" w:rsidR="0098220E" w:rsidRPr="00EF6BC4" w:rsidRDefault="0098220E" w:rsidP="0098220E">
            <w:pPr>
              <w:rPr>
                <w:sz w:val="22"/>
                <w:szCs w:val="24"/>
              </w:rPr>
            </w:pPr>
            <w:r w:rsidRPr="00EF6BC4">
              <w:rPr>
                <w:b/>
                <w:bCs/>
                <w:sz w:val="22"/>
                <w:szCs w:val="24"/>
              </w:rPr>
              <w:t>Cas n°</w:t>
            </w:r>
            <w:r w:rsidR="006C15F1">
              <w:rPr>
                <w:b/>
                <w:bCs/>
                <w:sz w:val="22"/>
                <w:szCs w:val="24"/>
              </w:rPr>
              <w:t> </w:t>
            </w:r>
            <w:r w:rsidRPr="00EF6BC4">
              <w:rPr>
                <w:b/>
                <w:bCs/>
                <w:sz w:val="22"/>
                <w:szCs w:val="24"/>
              </w:rPr>
              <w:t>2 :</w:t>
            </w:r>
            <w:r w:rsidRPr="00EF6BC4">
              <w:rPr>
                <w:sz w:val="22"/>
                <w:szCs w:val="24"/>
              </w:rPr>
              <w:t xml:space="preserve"> Pour additionner deux nombres relatifs de signes différents,</w:t>
            </w:r>
          </w:p>
          <w:p w14:paraId="43AC3E24" w14:textId="77777777" w:rsidR="0098220E" w:rsidRPr="00EF6BC4" w:rsidRDefault="0098220E" w:rsidP="0098220E">
            <w:pPr>
              <w:pStyle w:val="Paragraphedeliste"/>
              <w:numPr>
                <w:ilvl w:val="0"/>
                <w:numId w:val="11"/>
              </w:numPr>
              <w:rPr>
                <w:b/>
                <w:bCs/>
                <w:sz w:val="22"/>
                <w:szCs w:val="24"/>
              </w:rPr>
            </w:pPr>
            <w:r w:rsidRPr="00EF6BC4">
              <w:rPr>
                <w:sz w:val="22"/>
                <w:szCs w:val="24"/>
              </w:rPr>
              <w:t xml:space="preserve">on soustrait la plus petite distance à zéro de la plus grande, </w:t>
            </w:r>
          </w:p>
          <w:p w14:paraId="62D94308" w14:textId="4D58C286" w:rsidR="0098220E" w:rsidRPr="00EF6BC4" w:rsidRDefault="0098220E" w:rsidP="0088283C">
            <w:pPr>
              <w:pStyle w:val="Paragraphedeliste"/>
              <w:numPr>
                <w:ilvl w:val="0"/>
                <w:numId w:val="11"/>
              </w:numPr>
              <w:ind w:left="357" w:hanging="357"/>
              <w:contextualSpacing w:val="0"/>
              <w:rPr>
                <w:b/>
                <w:bCs/>
                <w:sz w:val="22"/>
                <w:szCs w:val="24"/>
              </w:rPr>
            </w:pPr>
            <w:r w:rsidRPr="00EF6BC4">
              <w:rPr>
                <w:sz w:val="22"/>
                <w:szCs w:val="24"/>
              </w:rPr>
              <w:t>et on prend le signe du nombre qui a la plus grande distance à zéro.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259E4" w14:textId="505DDEBC" w:rsidR="0098220E" w:rsidRPr="00EF6BC4" w:rsidRDefault="00F03A5A" w:rsidP="0098220E">
            <w:pPr>
              <w:rPr>
                <w:b/>
                <w:bCs/>
                <w:sz w:val="22"/>
                <w:szCs w:val="24"/>
              </w:rPr>
            </w:pPr>
            <w:r w:rsidRPr="00EF6BC4">
              <w:rPr>
                <w:b/>
                <w:bCs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C36C5B0" wp14:editId="679AEEAE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410845</wp:posOffset>
                      </wp:positionV>
                      <wp:extent cx="2218054" cy="1156334"/>
                      <wp:effectExtent l="0" t="38100" r="11430" b="25400"/>
                      <wp:wrapNone/>
                      <wp:docPr id="1979925114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8054" cy="1156334"/>
                                <a:chOff x="0" y="0"/>
                                <a:chExt cx="2218054" cy="1156334"/>
                              </a:xfrm>
                            </wpg:grpSpPr>
                            <wps:wsp>
                              <wps:cNvPr id="206295478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13360"/>
                                  <a:ext cx="2218054" cy="9429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30B070" w14:textId="2AE4E559" w:rsidR="0098220E" w:rsidRPr="0098220E" w:rsidRDefault="0098220E" w:rsidP="0098220E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12"/>
                                      </w:numPr>
                                      <w:spacing w:after="0"/>
                                      <w:rPr>
                                        <w:color w:val="0070C0"/>
                                      </w:rPr>
                                    </w:pP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5&gt;2</m:t>
                                      </m:r>
                                    </m:oMath>
                                    <w:r w:rsidRPr="0098220E">
                                      <w:rPr>
                                        <w:color w:val="0070C0"/>
                                      </w:rPr>
                                      <w:t xml:space="preserve"> donc le résultat est du signe de 5, c’est-à-dire négatif. </w:t>
                                    </w:r>
                                  </w:p>
                                  <w:p w14:paraId="4B395581" w14:textId="23DA335E" w:rsidR="0098220E" w:rsidRPr="0098220E" w:rsidRDefault="0098220E" w:rsidP="0098220E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12"/>
                                      </w:numPr>
                                      <w:spacing w:after="0"/>
                                      <w:rPr>
                                        <w:color w:val="0070C0"/>
                                      </w:rPr>
                                    </w:pPr>
                                    <w:r w:rsidRPr="0098220E">
                                      <w:rPr>
                                        <w:color w:val="0070C0"/>
                                      </w:rPr>
                                      <w:t xml:space="preserve">Et 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5-2=3</m:t>
                                      </m:r>
                                    </m:oMath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46343383" name="Connecteur droit avec flèche 1"/>
                              <wps:cNvCnPr/>
                              <wps:spPr>
                                <a:xfrm flipH="1" flipV="1">
                                  <a:off x="281940" y="0"/>
                                  <a:ext cx="533398" cy="2133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36C5B0" id="_x0000_s1063" style="position:absolute;margin-left:58.1pt;margin-top:32.35pt;width:174.65pt;height:91.05pt;z-index:251719680;mso-position-horizontal-relative:text;mso-position-vertical-relative:text" coordsize="22180,11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">
                      <v:shape id="_x0000_s1064" type="#_x0000_t202" style="position:absolute;top:2133;width:22180;height:9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" strokecolor="#4472c4 [3204]">
                        <v:textbox style="mso-fit-shape-to-text:t">
                          <w:txbxContent>
                            <w:p w14:paraId="4230B070" w14:textId="2AE4E559" w:rsidR="0098220E" w:rsidRPr="0098220E" w:rsidRDefault="0098220E" w:rsidP="0098220E">
                              <w:pPr>
                                <w:pStyle w:val="Paragraphedeliste"/>
                                <w:numPr>
                                  <w:ilvl w:val="0"/>
                                  <w:numId w:val="12"/>
                                </w:numPr>
                                <w:spacing w:after="0"/>
                                <w:rPr>
                                  <w:color w:val="0070C0"/>
                                </w:rPr>
                              </w:pP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5&gt;2</m:t>
                                </m:r>
                              </m:oMath>
                              <w:r w:rsidRPr="0098220E">
                                <w:rPr>
                                  <w:color w:val="0070C0"/>
                                </w:rPr>
                                <w:t xml:space="preserve"> donc le résultat est du signe de 5, c’est-à-dire négatif. </w:t>
                              </w:r>
                            </w:p>
                            <w:p w14:paraId="4B395581" w14:textId="23DA335E" w:rsidR="0098220E" w:rsidRPr="0098220E" w:rsidRDefault="0098220E" w:rsidP="0098220E">
                              <w:pPr>
                                <w:pStyle w:val="Paragraphedeliste"/>
                                <w:numPr>
                                  <w:ilvl w:val="0"/>
                                  <w:numId w:val="12"/>
                                </w:numPr>
                                <w:spacing w:after="0"/>
                                <w:rPr>
                                  <w:color w:val="0070C0"/>
                                </w:rPr>
                              </w:pPr>
                              <w:r w:rsidRPr="0098220E">
                                <w:rPr>
                                  <w:color w:val="0070C0"/>
                                </w:rPr>
                                <w:t xml:space="preserve">Et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5-2=3</m:t>
                                </m:r>
                              </m:oMath>
                            </w:p>
                          </w:txbxContent>
                        </v:textbox>
                      </v:shape>
                      <v:shape id="Connecteur droit avec flèche 1" o:spid="_x0000_s1065" type="#_x0000_t32" style="position:absolute;left:2819;width:5334;height:213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" strokecolor="#4472c4 [3204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98220E" w:rsidRPr="00EF6BC4">
              <w:rPr>
                <w:b/>
                <w:bCs/>
                <w:sz w:val="22"/>
                <w:szCs w:val="24"/>
              </w:rPr>
              <w:t xml:space="preserve">Exemple : </w:t>
            </w:r>
          </w:p>
          <w:p w14:paraId="23EF53FA" w14:textId="77777777" w:rsidR="0098220E" w:rsidRPr="00EF6BC4" w:rsidRDefault="0098220E" w:rsidP="0098220E">
            <w:pPr>
              <w:jc w:val="center"/>
              <w:rPr>
                <w:bCs/>
                <w:color w:val="000000" w:themeColor="text1"/>
                <w:sz w:val="22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 w:val="22"/>
                    <w:szCs w:val="24"/>
                  </w:rPr>
                  <m:t>2+(-5)=-3</m:t>
                </m:r>
              </m:oMath>
            </m:oMathPara>
          </w:p>
          <w:p w14:paraId="43ED6997" w14:textId="336C04B6" w:rsidR="0098220E" w:rsidRPr="00EF6BC4" w:rsidRDefault="0098220E" w:rsidP="00B81883">
            <w:pPr>
              <w:rPr>
                <w:b/>
                <w:bCs/>
                <w:sz w:val="22"/>
                <w:szCs w:val="24"/>
              </w:rPr>
            </w:pPr>
          </w:p>
        </w:tc>
      </w:tr>
    </w:tbl>
    <w:p w14:paraId="6BA043F9" w14:textId="271B4590" w:rsidR="00252B3A" w:rsidRPr="002D2599" w:rsidRDefault="00F03A5A" w:rsidP="00E8448E">
      <w:r w:rsidRPr="002D2599">
        <w:t>En utilisant cette règle, compléter le tableau ci-dessous :</w:t>
      </w:r>
    </w:p>
    <w:tbl>
      <w:tblPr>
        <w:tblStyle w:val="Grilledutableau"/>
        <w:tblW w:w="989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88"/>
        <w:gridCol w:w="2435"/>
        <w:gridCol w:w="6068"/>
      </w:tblGrid>
      <w:tr w:rsidR="00F03A5A" w:rsidRPr="00E8448E" w14:paraId="6ACCC636" w14:textId="77777777" w:rsidTr="00A10C95">
        <w:trPr>
          <w:jc w:val="center"/>
        </w:trPr>
        <w:tc>
          <w:tcPr>
            <w:tcW w:w="1388" w:type="dxa"/>
            <w:vAlign w:val="center"/>
          </w:tcPr>
          <w:p w14:paraId="2E93DE2B" w14:textId="77777777" w:rsidR="00F03A5A" w:rsidRPr="00E8448E" w:rsidRDefault="00F03A5A" w:rsidP="00E8448E">
            <w:pPr>
              <w:jc w:val="center"/>
              <w:rPr>
                <w:b/>
                <w:bCs/>
                <w:i/>
                <w:iCs w:val="0"/>
                <w:color w:val="000000" w:themeColor="text1"/>
                <w:sz w:val="22"/>
                <w:szCs w:val="24"/>
              </w:rPr>
            </w:pPr>
            <w:bookmarkStart w:id="1" w:name="_GoBack"/>
            <w:r w:rsidRPr="00E8448E">
              <w:rPr>
                <w:b/>
                <w:bCs/>
                <w:i/>
                <w:color w:val="000000" w:themeColor="text1"/>
                <w:sz w:val="22"/>
                <w:szCs w:val="24"/>
              </w:rPr>
              <w:t>Calcul</w:t>
            </w:r>
          </w:p>
        </w:tc>
        <w:tc>
          <w:tcPr>
            <w:tcW w:w="2435" w:type="dxa"/>
            <w:vAlign w:val="center"/>
          </w:tcPr>
          <w:p w14:paraId="79BEEB3D" w14:textId="67E8788E" w:rsidR="00F03A5A" w:rsidRPr="00E8448E" w:rsidRDefault="0015464D" w:rsidP="00E8448E">
            <w:pPr>
              <w:jc w:val="center"/>
              <w:rPr>
                <w:b/>
                <w:bCs/>
                <w:i/>
                <w:iCs w:val="0"/>
                <w:color w:val="000000" w:themeColor="text1"/>
                <w:sz w:val="22"/>
                <w:szCs w:val="24"/>
              </w:rPr>
            </w:pPr>
            <w:r w:rsidRPr="00E8448E">
              <w:rPr>
                <w:b/>
                <w:bCs/>
                <w:i/>
                <w:color w:val="000000" w:themeColor="text1"/>
                <w:sz w:val="22"/>
                <w:szCs w:val="24"/>
              </w:rPr>
              <w:t>Résultat en utilisant la règle de calcul</w:t>
            </w:r>
          </w:p>
        </w:tc>
        <w:tc>
          <w:tcPr>
            <w:tcW w:w="6068" w:type="dxa"/>
            <w:vAlign w:val="center"/>
          </w:tcPr>
          <w:p w14:paraId="1939EBAD" w14:textId="383F26A0" w:rsidR="00F03A5A" w:rsidRPr="00E8448E" w:rsidRDefault="00F03A5A" w:rsidP="00E8448E">
            <w:pPr>
              <w:jc w:val="center"/>
              <w:rPr>
                <w:b/>
                <w:bCs/>
                <w:i/>
                <w:iCs w:val="0"/>
                <w:color w:val="000000" w:themeColor="text1"/>
                <w:sz w:val="22"/>
                <w:szCs w:val="24"/>
              </w:rPr>
            </w:pPr>
            <w:r w:rsidRPr="00E8448E">
              <w:rPr>
                <w:b/>
                <w:bCs/>
                <w:i/>
                <w:color w:val="000000" w:themeColor="text1"/>
                <w:sz w:val="22"/>
                <w:szCs w:val="24"/>
              </w:rPr>
              <w:t>Représentation sur une «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4"/>
              </w:rPr>
              <w:t> </w:t>
            </w:r>
            <w:r w:rsidRPr="00E8448E">
              <w:rPr>
                <w:b/>
                <w:bCs/>
                <w:i/>
                <w:color w:val="000000" w:themeColor="text1"/>
                <w:sz w:val="22"/>
                <w:szCs w:val="24"/>
              </w:rPr>
              <w:t>droite graduée</w:t>
            </w:r>
            <w:r w:rsidR="006C15F1">
              <w:rPr>
                <w:b/>
                <w:bCs/>
                <w:i/>
                <w:color w:val="000000" w:themeColor="text1"/>
                <w:sz w:val="22"/>
                <w:szCs w:val="24"/>
              </w:rPr>
              <w:t> </w:t>
            </w:r>
            <w:r w:rsidRPr="00E8448E">
              <w:rPr>
                <w:b/>
                <w:bCs/>
                <w:i/>
                <w:color w:val="000000" w:themeColor="text1"/>
                <w:sz w:val="22"/>
                <w:szCs w:val="24"/>
              </w:rPr>
              <w:t>»</w:t>
            </w:r>
          </w:p>
        </w:tc>
      </w:tr>
      <w:tr w:rsidR="00F03A5A" w:rsidRPr="002D2599" w14:paraId="6EEDB59E" w14:textId="77777777" w:rsidTr="00A10C95">
        <w:trPr>
          <w:trHeight w:val="1361"/>
          <w:jc w:val="center"/>
        </w:trPr>
        <w:tc>
          <w:tcPr>
            <w:tcW w:w="1388" w:type="dxa"/>
          </w:tcPr>
          <w:p w14:paraId="0D97D582" w14:textId="6B375617" w:rsidR="00F03A5A" w:rsidRPr="00E8448E" w:rsidRDefault="00F03A5A" w:rsidP="00E8448E">
            <w:pPr>
              <w:pStyle w:val="Paragraphedeliste"/>
              <w:spacing w:beforeAutospacing="0" w:after="100"/>
              <w:ind w:left="0"/>
              <w:rPr>
                <w:sz w:val="22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8+(–5)</m:t>
                </m:r>
              </m:oMath>
            </m:oMathPara>
          </w:p>
        </w:tc>
        <w:tc>
          <w:tcPr>
            <w:tcW w:w="2435" w:type="dxa"/>
          </w:tcPr>
          <w:p w14:paraId="25C58354" w14:textId="77777777" w:rsidR="00F03A5A" w:rsidRPr="002D2599" w:rsidRDefault="00F03A5A" w:rsidP="00B969C4">
            <w:pPr>
              <w:rPr>
                <w:sz w:val="24"/>
                <w:szCs w:val="24"/>
              </w:rPr>
            </w:pPr>
          </w:p>
        </w:tc>
        <w:tc>
          <w:tcPr>
            <w:tcW w:w="6068" w:type="dxa"/>
          </w:tcPr>
          <w:p w14:paraId="254BE9AF" w14:textId="77777777" w:rsidR="00F03A5A" w:rsidRPr="002D2599" w:rsidRDefault="00F03A5A" w:rsidP="00B969C4">
            <w:pPr>
              <w:rPr>
                <w:sz w:val="24"/>
                <w:szCs w:val="24"/>
              </w:rPr>
            </w:pPr>
            <w:r w:rsidRPr="002D2599">
              <w:rPr>
                <w:b/>
                <w:bCs/>
                <w:noProof/>
                <w:sz w:val="24"/>
                <w:szCs w:val="24"/>
              </w:rPr>
              <mc:AlternateContent>
                <mc:Choice Requires="wpc">
                  <w:drawing>
                    <wp:anchor distT="0" distB="0" distL="114300" distR="114300" simplePos="0" relativeHeight="251738112" behindDoc="0" locked="0" layoutInCell="1" allowOverlap="1" wp14:anchorId="66F7D0DE" wp14:editId="433F866C">
                      <wp:simplePos x="0" y="0"/>
                      <wp:positionH relativeFrom="column">
                        <wp:posOffset>68577</wp:posOffset>
                      </wp:positionH>
                      <wp:positionV relativeFrom="paragraph">
                        <wp:posOffset>70819</wp:posOffset>
                      </wp:positionV>
                      <wp:extent cx="3474720" cy="568960"/>
                      <wp:effectExtent l="0" t="0" r="30480" b="2540"/>
                      <wp:wrapNone/>
                      <wp:docPr id="1950528505" name="Zone de dessin 19505285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449388735" name="Connecteur droit avec flèche 449388735"/>
                              <wps:cNvCnPr/>
                              <wps:spPr>
                                <a:xfrm>
                                  <a:off x="76200" y="444873"/>
                                  <a:ext cx="33985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38982268" name="Connecteur droit 1138982268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34216796" name="Connecteur droit 734216796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39731116" name="Connecteur droit 439731116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77840936" name="Connecteur droit 1977840936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06532370" name="Connecteur droit 406532370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88628308" name="Connecteur droit 988628308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73187857" name="Connecteur droit 1373187857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7397101" name="Connecteur droit 977397101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70101586" name="Connecteur droit 670101586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69971268" name="Connecteur droit 2069971268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28137778" name="Connecteur droit 1128137778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1816690" name="Connecteur droit 331816690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5867182" name="Connecteur droit 1545867182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995692" name="Connecteur droit 63995692"/>
                              <wps:cNvCnPr/>
                              <wps:spPr>
                                <a:xfrm>
                                  <a:off x="2918460" y="347708"/>
                                  <a:ext cx="0" cy="186934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81581457" name="Connecteur droit 1881581457"/>
                              <wps:cNvCnPr/>
                              <wps:spPr>
                                <a:xfrm>
                                  <a:off x="3147060" y="338190"/>
                                  <a:ext cx="0" cy="1964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143BF31" id="Zone de dessin 1950528505" o:spid="_x0000_s1026" editas="canvas" style="position:absolute;margin-left:5.4pt;margin-top:5.6pt;width:273.6pt;height:44.8pt;z-index:251738112" coordsize="34747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">
                      <v:shape id="_x0000_s1027" type="#_x0000_t75" style="position:absolute;width:34747;height:5689;visibility:visible;mso-wrap-style:square">
                        <v:fill o:detectmouseclick="t"/>
                        <v:path o:connecttype="none"/>
                      </v:shape>
                      <v:shape id="Connecteur droit avec flèche 449388735" o:spid="_x0000_s1028" type="#_x0000_t32" style="position:absolute;left:762;top:4448;width:339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" strokecolor="windowText" strokeweight="1.5pt">
                        <v:stroke endarrow="block" joinstyle="miter"/>
                      </v:shape>
                      <v:line id="Connecteur droit 1138982268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734216796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439731116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977840936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406532370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988628308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" strokecolor="windowText" strokeweight="1.5pt">
                        <v:stroke joinstyle="miter"/>
                      </v:line>
                      <v:line id="Connecteur droit 1373187857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977397101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670101586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2069971268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128137778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331816690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" strokecolor="black [3213]" strokeweight="1.5pt">
                        <v:stroke joinstyle="miter"/>
                      </v:line>
                      <v:line id="Connecteur droit 1545867182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" strokecolor="black [3213]" strokeweight="1.5pt">
                        <v:stroke joinstyle="miter"/>
                      </v:line>
                      <v:line id="Connecteur droit 63995692" o:spid="_x0000_s1042" style="position:absolute;visibility:visible;mso-wrap-style:square" from="29184,3477" to="29184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" strokecolor="black [3213]" strokeweight="1.5pt">
                        <v:stroke joinstyle="miter"/>
                      </v:line>
                      <v:line id="Connecteur droit 1881581457" o:spid="_x0000_s1043" style="position:absolute;visibility:visible;mso-wrap-style:square" from="31470,3381" to="3147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F03A5A" w:rsidRPr="002D2599" w14:paraId="5D518964" w14:textId="77777777" w:rsidTr="00A10C95">
        <w:trPr>
          <w:trHeight w:val="1361"/>
          <w:jc w:val="center"/>
        </w:trPr>
        <w:tc>
          <w:tcPr>
            <w:tcW w:w="1388" w:type="dxa"/>
          </w:tcPr>
          <w:p w14:paraId="0A71A6D1" w14:textId="0B3A60FD" w:rsidR="00F03A5A" w:rsidRPr="00E8448E" w:rsidRDefault="00F03A5A" w:rsidP="00E8448E">
            <w:pPr>
              <w:spacing w:beforeAutospacing="0" w:after="100"/>
              <w:rPr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–11+4</m:t>
                </m:r>
              </m:oMath>
            </m:oMathPara>
          </w:p>
        </w:tc>
        <w:tc>
          <w:tcPr>
            <w:tcW w:w="2435" w:type="dxa"/>
          </w:tcPr>
          <w:p w14:paraId="6C456AA6" w14:textId="77777777" w:rsidR="00F03A5A" w:rsidRPr="002D2599" w:rsidRDefault="00F03A5A" w:rsidP="00B969C4">
            <w:pPr>
              <w:rPr>
                <w:sz w:val="24"/>
                <w:szCs w:val="24"/>
              </w:rPr>
            </w:pPr>
          </w:p>
        </w:tc>
        <w:tc>
          <w:tcPr>
            <w:tcW w:w="6068" w:type="dxa"/>
          </w:tcPr>
          <w:p w14:paraId="3E194297" w14:textId="66482A5F" w:rsidR="00F03A5A" w:rsidRPr="002D2599" w:rsidRDefault="0015464D" w:rsidP="00B969C4">
            <w:pPr>
              <w:rPr>
                <w:sz w:val="24"/>
                <w:szCs w:val="24"/>
              </w:rPr>
            </w:pPr>
            <w:r w:rsidRPr="002D2599">
              <w:rPr>
                <w:b/>
                <w:bCs/>
                <w:noProof/>
                <w:sz w:val="24"/>
                <w:szCs w:val="24"/>
              </w:rPr>
              <mc:AlternateContent>
                <mc:Choice Requires="wpc">
                  <w:drawing>
                    <wp:anchor distT="0" distB="0" distL="114300" distR="114300" simplePos="0" relativeHeight="251747328" behindDoc="0" locked="0" layoutInCell="1" allowOverlap="1" wp14:anchorId="798E6E87" wp14:editId="1662875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8255</wp:posOffset>
                      </wp:positionV>
                      <wp:extent cx="3474720" cy="568960"/>
                      <wp:effectExtent l="0" t="0" r="30480" b="2540"/>
                      <wp:wrapNone/>
                      <wp:docPr id="2126045858" name="Zone de dessin 21260458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363014516" name="Connecteur droit avec flèche 1363014516"/>
                              <wps:cNvCnPr/>
                              <wps:spPr>
                                <a:xfrm>
                                  <a:off x="76200" y="444873"/>
                                  <a:ext cx="33985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39481125" name="Connecteur droit 1739481125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56154543" name="Connecteur droit 1456154543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22602556" name="Connecteur droit 1222602556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3960380" name="Connecteur droit 193960380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91508152" name="Connecteur droit 1491508152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25709327" name="Connecteur droit 1325709327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8479136" name="Connecteur droit 1898479136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8731198" name="Connecteur droit 598731198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51792329" name="Connecteur droit 1851792329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5928912" name="Connecteur droit 195928912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38647220" name="Connecteur droit 1038647220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1447701" name="Connecteur droit 1181447701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0675519" name="Connecteur droit 1030675519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2744208" name="Connecteur droit 2052744208"/>
                              <wps:cNvCnPr/>
                              <wps:spPr>
                                <a:xfrm>
                                  <a:off x="2918460" y="347708"/>
                                  <a:ext cx="0" cy="186934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2508103" name="Connecteur droit 902508103"/>
                              <wps:cNvCnPr/>
                              <wps:spPr>
                                <a:xfrm>
                                  <a:off x="3147060" y="338190"/>
                                  <a:ext cx="0" cy="1964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04CF5E47" id="Zone de dessin 2126045858" o:spid="_x0000_s1026" editas="canvas" style="position:absolute;margin-left:-.25pt;margin-top:.65pt;width:273.6pt;height:44.8pt;z-index:251747328" coordsize="34747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">
                      <v:shape id="_x0000_s1027" type="#_x0000_t75" style="position:absolute;width:34747;height:5689;visibility:visible;mso-wrap-style:square">
                        <v:fill o:detectmouseclick="t"/>
                        <v:path o:connecttype="none"/>
                      </v:shape>
                      <v:shape id="Connecteur droit avec flèche 1363014516" o:spid="_x0000_s1028" type="#_x0000_t32" style="position:absolute;left:762;top:4448;width:339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" strokecolor="windowText" strokeweight="1.5pt">
                        <v:stroke endarrow="block" joinstyle="miter"/>
                      </v:shape>
                      <v:line id="Connecteur droit 1739481125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456154543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222602556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93960380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" strokecolor="windowText" strokeweight="1.5pt">
                        <v:stroke joinstyle="miter"/>
                      </v:line>
                      <v:line id="Connecteur droit 1491508152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325709327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" strokecolor="windowText" strokeweight="1.5pt">
                        <v:stroke joinstyle="miter"/>
                      </v:line>
                      <v:line id="Connecteur droit 1898479136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598731198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" strokecolor="windowText" strokeweight="1.5pt">
                        <v:stroke joinstyle="miter"/>
                      </v:line>
                      <v:line id="Connecteur droit 1851792329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95928912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" strokecolor="windowText" strokeweight="1.5pt">
                        <v:stroke joinstyle="miter"/>
                      </v:line>
                      <v:line id="Connecteur droit 1038647220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181447701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" strokecolor="black [3213]" strokeweight="1.5pt">
                        <v:stroke joinstyle="miter"/>
                      </v:line>
                      <v:line id="Connecteur droit 1030675519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" strokecolor="black [3213]" strokeweight="1.5pt">
                        <v:stroke joinstyle="miter"/>
                      </v:line>
                      <v:line id="Connecteur droit 2052744208" o:spid="_x0000_s1042" style="position:absolute;visibility:visible;mso-wrap-style:square" from="29184,3477" to="29184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" strokecolor="black [3213]" strokeweight="1.5pt">
                        <v:stroke joinstyle="miter"/>
                      </v:line>
                      <v:line id="Connecteur droit 902508103" o:spid="_x0000_s1043" style="position:absolute;visibility:visible;mso-wrap-style:square" from="31470,3381" to="3147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F03A5A" w:rsidRPr="002D2599" w14:paraId="10FBB622" w14:textId="77777777" w:rsidTr="00A10C95">
        <w:trPr>
          <w:trHeight w:val="1361"/>
          <w:jc w:val="center"/>
        </w:trPr>
        <w:tc>
          <w:tcPr>
            <w:tcW w:w="1388" w:type="dxa"/>
          </w:tcPr>
          <w:p w14:paraId="1C10ABA7" w14:textId="04B76FDD" w:rsidR="00F03A5A" w:rsidRPr="00E8448E" w:rsidRDefault="006429EA" w:rsidP="00E8448E">
            <w:pPr>
              <w:spacing w:beforeAutospacing="0" w:after="100"/>
              <w:rPr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–7+(–4)</m:t>
                </m:r>
              </m:oMath>
            </m:oMathPara>
          </w:p>
        </w:tc>
        <w:tc>
          <w:tcPr>
            <w:tcW w:w="2435" w:type="dxa"/>
          </w:tcPr>
          <w:p w14:paraId="24CAC63C" w14:textId="77777777" w:rsidR="00F03A5A" w:rsidRPr="002D2599" w:rsidRDefault="00F03A5A" w:rsidP="00B969C4">
            <w:pPr>
              <w:rPr>
                <w:sz w:val="24"/>
                <w:szCs w:val="24"/>
              </w:rPr>
            </w:pPr>
          </w:p>
        </w:tc>
        <w:tc>
          <w:tcPr>
            <w:tcW w:w="6068" w:type="dxa"/>
          </w:tcPr>
          <w:p w14:paraId="1223B9CD" w14:textId="76BFDB2D" w:rsidR="00F03A5A" w:rsidRPr="002D2599" w:rsidRDefault="0015464D" w:rsidP="00B969C4">
            <w:pPr>
              <w:rPr>
                <w:sz w:val="24"/>
                <w:szCs w:val="24"/>
              </w:rPr>
            </w:pPr>
            <w:r w:rsidRPr="002D2599">
              <w:rPr>
                <w:b/>
                <w:bCs/>
                <w:noProof/>
                <w:sz w:val="24"/>
                <w:szCs w:val="24"/>
              </w:rPr>
              <mc:AlternateContent>
                <mc:Choice Requires="wpc">
                  <w:drawing>
                    <wp:anchor distT="0" distB="0" distL="114300" distR="114300" simplePos="0" relativeHeight="251749376" behindDoc="0" locked="0" layoutInCell="1" allowOverlap="1" wp14:anchorId="3948381F" wp14:editId="229DD0F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1270</wp:posOffset>
                      </wp:positionV>
                      <wp:extent cx="3474720" cy="568960"/>
                      <wp:effectExtent l="0" t="0" r="30480" b="2540"/>
                      <wp:wrapNone/>
                      <wp:docPr id="1887133402" name="Zone de dessin 188713340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124589" name="Connecteur droit avec flèche 3124589"/>
                              <wps:cNvCnPr/>
                              <wps:spPr>
                                <a:xfrm>
                                  <a:off x="76200" y="444873"/>
                                  <a:ext cx="33985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2065093" name="Connecteur droit 482065093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4252700" name="Connecteur droit 344252700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1942523" name="Connecteur droit 341942523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71738270" name="Connecteur droit 1771738270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84331647" name="Connecteur droit 1684331647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66994918" name="Connecteur droit 666994918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72516282" name="Connecteur droit 1672516282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07448660" name="Connecteur droit 407448660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1927141" name="Connecteur droit 521927141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71904904" name="Connecteur droit 1471904904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50649472" name="Connecteur droit 550649472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51763831" name="Connecteur droit 551763831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3486566" name="Connecteur droit 833486566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2358617" name="Connecteur droit 1122358617"/>
                              <wps:cNvCnPr/>
                              <wps:spPr>
                                <a:xfrm>
                                  <a:off x="2918460" y="347708"/>
                                  <a:ext cx="0" cy="186934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988075" name="Connecteur droit 122988075"/>
                              <wps:cNvCnPr/>
                              <wps:spPr>
                                <a:xfrm>
                                  <a:off x="3147060" y="338190"/>
                                  <a:ext cx="0" cy="1964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93269D2" id="Zone de dessin 1887133402" o:spid="_x0000_s1026" editas="canvas" style="position:absolute;margin-left:-.25pt;margin-top:.1pt;width:273.6pt;height:44.8pt;z-index:251749376" coordsize="34747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">
                      <v:shape id="_x0000_s1027" type="#_x0000_t75" style="position:absolute;width:34747;height:5689;visibility:visible;mso-wrap-style:square">
                        <v:fill o:detectmouseclick="t"/>
                        <v:path o:connecttype="none"/>
                      </v:shape>
                      <v:shape id="Connecteur droit avec flèche 3124589" o:spid="_x0000_s1028" type="#_x0000_t32" style="position:absolute;left:762;top:4448;width:339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" strokecolor="windowText" strokeweight="1.5pt">
                        <v:stroke endarrow="block" joinstyle="miter"/>
                      </v:shape>
                      <v:line id="Connecteur droit 482065093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344252700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341942523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771738270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" strokecolor="windowText" strokeweight="1.5pt">
                        <v:stroke joinstyle="miter"/>
                      </v:line>
                      <v:line id="Connecteur droit 1684331647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666994918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" strokecolor="windowText" strokeweight="1.5pt">
                        <v:stroke joinstyle="miter"/>
                      </v:line>
                      <v:line id="Connecteur droit 1672516282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407448660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521927141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471904904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" strokecolor="windowText" strokeweight="1.5pt">
                        <v:stroke joinstyle="miter"/>
                      </v:line>
                      <v:line id="Connecteur droit 550649472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551763831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" strokecolor="black [3213]" strokeweight="1.5pt">
                        <v:stroke joinstyle="miter"/>
                      </v:line>
                      <v:line id="Connecteur droit 833486566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" strokecolor="black [3213]" strokeweight="1.5pt">
                        <v:stroke joinstyle="miter"/>
                      </v:line>
                      <v:line id="Connecteur droit 1122358617" o:spid="_x0000_s1042" style="position:absolute;visibility:visible;mso-wrap-style:square" from="29184,3477" to="29184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" strokecolor="black [3213]" strokeweight="1.5pt">
                        <v:stroke joinstyle="miter"/>
                      </v:line>
                      <v:line id="Connecteur droit 122988075" o:spid="_x0000_s1043" style="position:absolute;visibility:visible;mso-wrap-style:square" from="31470,3381" to="3147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F03A5A" w:rsidRPr="002D2599" w14:paraId="390FE008" w14:textId="77777777" w:rsidTr="00A10C95">
        <w:trPr>
          <w:trHeight w:val="1361"/>
          <w:jc w:val="center"/>
        </w:trPr>
        <w:tc>
          <w:tcPr>
            <w:tcW w:w="1388" w:type="dxa"/>
          </w:tcPr>
          <w:p w14:paraId="2386EFD3" w14:textId="5C1EE9FC" w:rsidR="00EE342B" w:rsidRPr="00E8448E" w:rsidRDefault="00CB4F06" w:rsidP="00B969C4">
            <w:pPr>
              <w:rPr>
                <w:iCs w:val="0"/>
                <w:sz w:val="22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4"/>
                  </w:rPr>
                  <m:t>-4-3</m:t>
                </m:r>
              </m:oMath>
            </m:oMathPara>
          </w:p>
        </w:tc>
        <w:tc>
          <w:tcPr>
            <w:tcW w:w="2435" w:type="dxa"/>
          </w:tcPr>
          <w:p w14:paraId="0050CE4D" w14:textId="77777777" w:rsidR="00F03A5A" w:rsidRPr="002D2599" w:rsidRDefault="00F03A5A" w:rsidP="00B969C4">
            <w:pPr>
              <w:rPr>
                <w:sz w:val="26"/>
                <w:szCs w:val="26"/>
              </w:rPr>
            </w:pPr>
          </w:p>
        </w:tc>
        <w:tc>
          <w:tcPr>
            <w:tcW w:w="6068" w:type="dxa"/>
          </w:tcPr>
          <w:p w14:paraId="370706C9" w14:textId="585372BE" w:rsidR="00F03A5A" w:rsidRPr="002D2599" w:rsidRDefault="0015464D" w:rsidP="00B969C4">
            <w:pPr>
              <w:rPr>
                <w:sz w:val="26"/>
                <w:szCs w:val="26"/>
              </w:rPr>
            </w:pPr>
            <w:r w:rsidRPr="002D2599">
              <w:rPr>
                <w:b/>
                <w:bCs/>
                <w:noProof/>
                <w:sz w:val="24"/>
                <w:szCs w:val="24"/>
              </w:rPr>
              <mc:AlternateContent>
                <mc:Choice Requires="wpc">
                  <w:drawing>
                    <wp:anchor distT="0" distB="0" distL="114300" distR="114300" simplePos="0" relativeHeight="251751424" behindDoc="0" locked="0" layoutInCell="1" allowOverlap="1" wp14:anchorId="1465C4A8" wp14:editId="1F362E8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3474720" cy="568960"/>
                      <wp:effectExtent l="0" t="0" r="30480" b="2540"/>
                      <wp:wrapNone/>
                      <wp:docPr id="647655800" name="Zone de dessin 6476558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9650315" name="Connecteur droit avec flèche 39650315"/>
                              <wps:cNvCnPr/>
                              <wps:spPr>
                                <a:xfrm>
                                  <a:off x="76200" y="444873"/>
                                  <a:ext cx="33985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61315058" name="Connecteur droit 1861315058"/>
                              <wps:cNvCnPr/>
                              <wps:spPr>
                                <a:xfrm>
                                  <a:off x="2466982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63193729" name="Connecteur droit 1563193729"/>
                              <wps:cNvCnPr/>
                              <wps:spPr>
                                <a:xfrm>
                                  <a:off x="374253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34828030" name="Connecteur droit 1234828030"/>
                              <wps:cNvCnPr/>
                              <wps:spPr>
                                <a:xfrm>
                                  <a:off x="590685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48137314" name="Connecteur droit 1548137314"/>
                              <wps:cNvCnPr/>
                              <wps:spPr>
                                <a:xfrm>
                                  <a:off x="799162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81903382" name="Connecteur droit 881903382"/>
                              <wps:cNvCnPr/>
                              <wps:spPr>
                                <a:xfrm>
                                  <a:off x="1007641" y="338290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36074498" name="Connecteur droit 1536074498"/>
                              <wps:cNvCnPr/>
                              <wps:spPr>
                                <a:xfrm>
                                  <a:off x="1216117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26714596" name="Connecteur droit 1226714596"/>
                              <wps:cNvCnPr/>
                              <wps:spPr>
                                <a:xfrm>
                                  <a:off x="1424595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74951793" name="Connecteur droit 674951793"/>
                              <wps:cNvCnPr/>
                              <wps:spPr>
                                <a:xfrm>
                                  <a:off x="1640688" y="33829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51653955" name="Connecteur droit 1851653955"/>
                              <wps:cNvCnPr/>
                              <wps:spPr>
                                <a:xfrm>
                                  <a:off x="1841550" y="338303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31523358" name="Connecteur droit 1631523358"/>
                              <wps:cNvCnPr/>
                              <wps:spPr>
                                <a:xfrm>
                                  <a:off x="205002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81036891" name="Connecteur droit 681036891"/>
                              <wps:cNvCnPr/>
                              <wps:spPr>
                                <a:xfrm>
                                  <a:off x="2258356" y="338292"/>
                                  <a:ext cx="0" cy="1963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7645386" name="Connecteur droit 317645386"/>
                              <wps:cNvCnPr/>
                              <wps:spPr>
                                <a:xfrm>
                                  <a:off x="2680736" y="338190"/>
                                  <a:ext cx="0" cy="18712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219946" name="Connecteur droit 53219946"/>
                              <wps:cNvCnPr/>
                              <wps:spPr>
                                <a:xfrm>
                                  <a:off x="178946" y="347726"/>
                                  <a:ext cx="0" cy="18691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8556164" name="Connecteur droit 1228556164"/>
                              <wps:cNvCnPr/>
                              <wps:spPr>
                                <a:xfrm>
                                  <a:off x="2918460" y="347708"/>
                                  <a:ext cx="0" cy="186934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08472238" name="Connecteur droit 1208472238"/>
                              <wps:cNvCnPr/>
                              <wps:spPr>
                                <a:xfrm>
                                  <a:off x="3147060" y="338190"/>
                                  <a:ext cx="0" cy="19647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B238187" id="Zone de dessin 647655800" o:spid="_x0000_s1026" editas="canvas" style="position:absolute;margin-left:-.25pt;margin-top:.15pt;width:273.6pt;height:44.8pt;z-index:251751424" coordsize="34747,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">
                      <v:shape id="_x0000_s1027" type="#_x0000_t75" style="position:absolute;width:34747;height:5689;visibility:visible;mso-wrap-style:square">
                        <v:fill o:detectmouseclick="t"/>
                        <v:path o:connecttype="none"/>
                      </v:shape>
                      <v:shape id="Connecteur droit avec flèche 39650315" o:spid="_x0000_s1028" type="#_x0000_t32" style="position:absolute;left:762;top:4448;width:339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" strokecolor="windowText" strokeweight="1.5pt">
                        <v:stroke endarrow="block" joinstyle="miter"/>
                      </v:shape>
                      <v:line id="Connecteur droit 1861315058" o:spid="_x0000_s1029" style="position:absolute;visibility:visible;mso-wrap-style:square" from="24669,3383" to="2466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" strokecolor="windowText" strokeweight="1.5pt">
                        <v:stroke joinstyle="miter"/>
                      </v:line>
                      <v:line id="Connecteur droit 1563193729" o:spid="_x0000_s1030" style="position:absolute;visibility:visible;mso-wrap-style:square" from="3742,3382" to="374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234828030" o:spid="_x0000_s1031" style="position:absolute;visibility:visible;mso-wrap-style:square" from="5906,3382" to="59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548137314" o:spid="_x0000_s1032" style="position:absolute;visibility:visible;mso-wrap-style:square" from="7991,3382" to="799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881903382" o:spid="_x0000_s1033" style="position:absolute;visibility:visible;mso-wrap-style:square" from="10076,3382" to="1007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1536074498" o:spid="_x0000_s1034" style="position:absolute;visibility:visible;mso-wrap-style:square" from="12161,3382" to="1216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226714596" o:spid="_x0000_s1035" style="position:absolute;visibility:visible;mso-wrap-style:square" from="14245,3382" to="1424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674951793" o:spid="_x0000_s1036" style="position:absolute;visibility:visible;mso-wrap-style:square" from="16406,3382" to="16406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851653955" o:spid="_x0000_s1037" style="position:absolute;visibility:visible;mso-wrap-style:square" from="18415,3383" to="18415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631523358" o:spid="_x0000_s1038" style="position:absolute;visibility:visible;mso-wrap-style:square" from="20500,3382" to="2050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681036891" o:spid="_x0000_s1039" style="position:absolute;visibility:visible;mso-wrap-style:square" from="22583,3382" to="22583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317645386" o:spid="_x0000_s1040" style="position:absolute;visibility:visible;mso-wrap-style:square" from="26807,3381" to="26807,5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" strokecolor="black [3213]" strokeweight="1.5pt">
                        <v:stroke joinstyle="miter"/>
                      </v:line>
                      <v:line id="Connecteur droit 53219946" o:spid="_x0000_s1041" style="position:absolute;visibility:visible;mso-wrap-style:square" from="1789,3477" to="1789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" strokecolor="black [3213]" strokeweight="1.5pt">
                        <v:stroke joinstyle="miter"/>
                      </v:line>
                      <v:line id="Connecteur droit 1228556164" o:spid="_x0000_s1042" style="position:absolute;visibility:visible;mso-wrap-style:square" from="29184,3477" to="29184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" strokecolor="black [3213]" strokeweight="1.5pt">
                        <v:stroke joinstyle="miter"/>
                      </v:line>
                      <v:line id="Connecteur droit 1208472238" o:spid="_x0000_s1043" style="position:absolute;visibility:visible;mso-wrap-style:square" from="31470,3381" to="31470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</w:tbl>
    <w:bookmarkEnd w:id="1"/>
    <w:p w14:paraId="02151514" w14:textId="500EDBEA" w:rsidR="008462C6" w:rsidRPr="002D2599" w:rsidRDefault="00E8448E" w:rsidP="00E8448E">
      <w:pPr>
        <w:pStyle w:val="Titre1"/>
      </w:pPr>
      <w:r>
        <w:t>Je m’auto</w:t>
      </w:r>
      <w:r w:rsidR="008462C6" w:rsidRPr="002D2599">
        <w:t>évalue</w:t>
      </w:r>
    </w:p>
    <w:p w14:paraId="7DD651CA" w14:textId="028D1B58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J’ai trouvé les bonnes réponses : je passe à l’exercice</w:t>
      </w:r>
      <w:r w:rsidR="006C15F1">
        <w:rPr>
          <w:szCs w:val="24"/>
        </w:rPr>
        <w:t> </w:t>
      </w:r>
      <w:r w:rsidRPr="00E8448E">
        <w:rPr>
          <w:szCs w:val="24"/>
        </w:rPr>
        <w:t>3 de cette fiche</w:t>
      </w:r>
    </w:p>
    <w:p w14:paraId="220CB510" w14:textId="77777777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Sinon j’appelle le professeur ou un camarade pour m’expliquer</w:t>
      </w:r>
    </w:p>
    <w:p w14:paraId="2CBED9F0" w14:textId="77777777" w:rsidR="00E8448E" w:rsidRDefault="00E8448E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65178C6D" w14:textId="02E8818E" w:rsidR="00E8448E" w:rsidRPr="002D2599" w:rsidRDefault="00E8448E" w:rsidP="00E8448E">
      <w:pPr>
        <w:pStyle w:val="Titre1"/>
      </w:pPr>
      <w:r w:rsidRPr="002D2599">
        <w:lastRenderedPageBreak/>
        <w:t>Je m’exerce</w:t>
      </w:r>
    </w:p>
    <w:p w14:paraId="2661A27A" w14:textId="1C302544" w:rsidR="00DE456E" w:rsidRPr="002D2599" w:rsidRDefault="000652B8" w:rsidP="00E8448E">
      <w:pPr>
        <w:pStyle w:val="Titre2"/>
      </w:pPr>
      <w:r w:rsidRPr="002D2599">
        <w:t>Exercice</w:t>
      </w:r>
      <w:r w:rsidR="006C15F1">
        <w:t> </w:t>
      </w:r>
      <w:r w:rsidR="00EE342B" w:rsidRPr="002D2599">
        <w:t>3</w:t>
      </w:r>
    </w:p>
    <w:p w14:paraId="158B540B" w14:textId="1D7ED943" w:rsidR="000652B8" w:rsidRPr="002D2599" w:rsidRDefault="000652B8" w:rsidP="00E8448E">
      <w:r w:rsidRPr="002D2599">
        <w:t>Effectuer les calculs.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3501" w:rsidRPr="002D2599" w14:paraId="75F74615" w14:textId="77777777" w:rsidTr="009B3DB6">
        <w:tc>
          <w:tcPr>
            <w:tcW w:w="3485" w:type="dxa"/>
          </w:tcPr>
          <w:p w14:paraId="422E17C7" w14:textId="45449E7B" w:rsidR="00DC3501" w:rsidRPr="00E8448E" w:rsidRDefault="006F654D" w:rsidP="00EE342B">
            <w:pPr>
              <w:pStyle w:val="Paragraphedeliste"/>
              <w:numPr>
                <w:ilvl w:val="0"/>
                <w:numId w:val="1"/>
              </w:numPr>
              <w:contextualSpacing w:val="0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>7+(- 18)</m:t>
              </m:r>
            </m:oMath>
          </w:p>
          <w:p w14:paraId="1BBD686E" w14:textId="7480A155" w:rsidR="00DC3501" w:rsidRPr="00E8448E" w:rsidRDefault="006F654D" w:rsidP="00EE342B">
            <w:pPr>
              <w:pStyle w:val="Paragraphedeliste"/>
              <w:numPr>
                <w:ilvl w:val="0"/>
                <w:numId w:val="1"/>
              </w:numPr>
              <w:contextualSpacing w:val="0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>-9+(-27)</m:t>
              </m:r>
            </m:oMath>
          </w:p>
        </w:tc>
        <w:tc>
          <w:tcPr>
            <w:tcW w:w="3485" w:type="dxa"/>
          </w:tcPr>
          <w:p w14:paraId="07ABA77E" w14:textId="42C69B90" w:rsidR="00DC3501" w:rsidRPr="00E8448E" w:rsidRDefault="006F654D" w:rsidP="00EE342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>-40+10</m:t>
              </m:r>
            </m:oMath>
          </w:p>
          <w:p w14:paraId="4C5C07B2" w14:textId="03250076" w:rsidR="00DC3501" w:rsidRPr="00E8448E" w:rsidRDefault="006F654D" w:rsidP="00EE342B">
            <w:pPr>
              <w:pStyle w:val="Paragraphedeliste"/>
              <w:numPr>
                <w:ilvl w:val="0"/>
                <w:numId w:val="1"/>
              </w:numPr>
              <w:contextualSpacing w:val="0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>-1+99</m:t>
              </m:r>
            </m:oMath>
          </w:p>
        </w:tc>
        <w:tc>
          <w:tcPr>
            <w:tcW w:w="3486" w:type="dxa"/>
          </w:tcPr>
          <w:p w14:paraId="0EEA13C1" w14:textId="3F57639B" w:rsidR="00DC3501" w:rsidRPr="00E8448E" w:rsidRDefault="00B23899" w:rsidP="00EE342B">
            <w:pPr>
              <w:pStyle w:val="Paragraphedeliste"/>
              <w:numPr>
                <w:ilvl w:val="0"/>
                <w:numId w:val="1"/>
              </w:numPr>
              <w:contextualSpacing w:val="0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>35+(-19)</m:t>
              </m:r>
            </m:oMath>
          </w:p>
          <w:p w14:paraId="01A0194D" w14:textId="2DFC63DA" w:rsidR="00DC3501" w:rsidRPr="00E8448E" w:rsidRDefault="00B23899" w:rsidP="00EE342B">
            <w:pPr>
              <w:pStyle w:val="Paragraphedeliste"/>
              <w:numPr>
                <w:ilvl w:val="0"/>
                <w:numId w:val="1"/>
              </w:numPr>
              <w:contextualSpacing w:val="0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>-57+(-7)</m:t>
              </m:r>
            </m:oMath>
          </w:p>
        </w:tc>
      </w:tr>
    </w:tbl>
    <w:p w14:paraId="327C60B3" w14:textId="123F0BD3" w:rsidR="008462C6" w:rsidRPr="002D2599" w:rsidRDefault="00E8448E" w:rsidP="00E8448E">
      <w:pPr>
        <w:pStyle w:val="Titre1"/>
      </w:pPr>
      <w:r>
        <w:t>Je m’auto</w:t>
      </w:r>
      <w:r w:rsidR="008462C6" w:rsidRPr="002D2599">
        <w:t>évalue</w:t>
      </w:r>
    </w:p>
    <w:p w14:paraId="68968FDD" w14:textId="225A405D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J’ai trouvé les bonnes réponses : je passe à l’exercice</w:t>
      </w:r>
      <w:r w:rsidR="006C15F1">
        <w:rPr>
          <w:szCs w:val="24"/>
        </w:rPr>
        <w:t> </w:t>
      </w:r>
      <w:r w:rsidRPr="00E8448E">
        <w:rPr>
          <w:szCs w:val="24"/>
        </w:rPr>
        <w:t>4 de cette fiche</w:t>
      </w:r>
    </w:p>
    <w:p w14:paraId="7319ED25" w14:textId="77777777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Sinon j’appelle le professeur ou un camarade pour m’expliquer</w:t>
      </w:r>
    </w:p>
    <w:p w14:paraId="17B55FF7" w14:textId="77777777" w:rsidR="00E8448E" w:rsidRPr="002D2599" w:rsidRDefault="00E8448E" w:rsidP="00E8448E">
      <w:pPr>
        <w:pStyle w:val="Titre1"/>
      </w:pPr>
      <w:r w:rsidRPr="002D2599">
        <w:t>Je m’exerce</w:t>
      </w:r>
    </w:p>
    <w:p w14:paraId="2840931F" w14:textId="470E9997" w:rsidR="00DE456E" w:rsidRPr="002D2599" w:rsidRDefault="00B34C60" w:rsidP="00E8448E">
      <w:pPr>
        <w:pStyle w:val="Titre2"/>
      </w:pPr>
      <w:r w:rsidRPr="002D2599">
        <w:t>Exercice</w:t>
      </w:r>
      <w:r w:rsidR="006C15F1">
        <w:t> </w:t>
      </w:r>
      <w:r w:rsidR="00EE342B" w:rsidRPr="002D2599">
        <w:t>4</w:t>
      </w:r>
    </w:p>
    <w:p w14:paraId="68F6898F" w14:textId="0AA2F292" w:rsidR="00B34C60" w:rsidRPr="00E8448E" w:rsidRDefault="00B34C60" w:rsidP="00B34C60">
      <w:pPr>
        <w:rPr>
          <w:szCs w:val="24"/>
        </w:rPr>
      </w:pPr>
      <w:r w:rsidRPr="00E8448E">
        <w:rPr>
          <w:szCs w:val="24"/>
        </w:rPr>
        <w:t>Voici une liste de nombres</w:t>
      </w:r>
      <w:r w:rsidR="00555CC5" w:rsidRPr="00E8448E">
        <w:rPr>
          <w:szCs w:val="24"/>
        </w:rPr>
        <w:t xml:space="preserve"> relatifs</w:t>
      </w:r>
      <w:r w:rsidRPr="00E8448E">
        <w:rPr>
          <w:szCs w:val="24"/>
        </w:rPr>
        <w:t>.</w:t>
      </w:r>
    </w:p>
    <w:tbl>
      <w:tblPr>
        <w:tblStyle w:val="Grilledutableau"/>
        <w:tblW w:w="0" w:type="auto"/>
        <w:tblInd w:w="595" w:type="dxa"/>
        <w:tblLook w:val="04A0" w:firstRow="1" w:lastRow="0" w:firstColumn="1" w:lastColumn="0" w:noHBand="0" w:noVBand="1"/>
      </w:tblPr>
      <w:tblGrid>
        <w:gridCol w:w="922"/>
        <w:gridCol w:w="717"/>
        <w:gridCol w:w="864"/>
        <w:gridCol w:w="716"/>
        <w:gridCol w:w="898"/>
        <w:gridCol w:w="717"/>
        <w:gridCol w:w="898"/>
        <w:gridCol w:w="717"/>
        <w:gridCol w:w="889"/>
        <w:gridCol w:w="841"/>
        <w:gridCol w:w="841"/>
        <w:gridCol w:w="841"/>
      </w:tblGrid>
      <w:tr w:rsidR="002F0825" w:rsidRPr="00E8448E" w14:paraId="6998564E" w14:textId="2FC85902" w:rsidTr="002F0825">
        <w:tc>
          <w:tcPr>
            <w:tcW w:w="922" w:type="dxa"/>
          </w:tcPr>
          <w:p w14:paraId="5E000BCF" w14:textId="5B93CCA5" w:rsidR="002F0825" w:rsidRPr="00E8448E" w:rsidRDefault="002F0825" w:rsidP="00B34C60">
            <w:pPr>
              <w:rPr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-11</m:t>
                </m:r>
              </m:oMath>
            </m:oMathPara>
          </w:p>
        </w:tc>
        <w:tc>
          <w:tcPr>
            <w:tcW w:w="717" w:type="dxa"/>
            <w:tcBorders>
              <w:top w:val="nil"/>
              <w:bottom w:val="nil"/>
            </w:tcBorders>
          </w:tcPr>
          <w:p w14:paraId="42D1DC9D" w14:textId="77777777" w:rsidR="002F0825" w:rsidRPr="00E8448E" w:rsidRDefault="002F0825" w:rsidP="00B34C60">
            <w:pPr>
              <w:rPr>
                <w:sz w:val="22"/>
                <w:szCs w:val="24"/>
              </w:rPr>
            </w:pPr>
          </w:p>
        </w:tc>
        <w:tc>
          <w:tcPr>
            <w:tcW w:w="864" w:type="dxa"/>
          </w:tcPr>
          <w:p w14:paraId="080959C4" w14:textId="1225CE31" w:rsidR="002F0825" w:rsidRPr="00E8448E" w:rsidRDefault="002F0825" w:rsidP="00B34C60">
            <w:pPr>
              <w:rPr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-2</m:t>
                </m:r>
              </m:oMath>
            </m:oMathPara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69C568CD" w14:textId="77777777" w:rsidR="002F0825" w:rsidRPr="00E8448E" w:rsidRDefault="002F0825" w:rsidP="00B34C60">
            <w:pPr>
              <w:rPr>
                <w:sz w:val="22"/>
                <w:szCs w:val="24"/>
              </w:rPr>
            </w:pPr>
          </w:p>
        </w:tc>
        <w:tc>
          <w:tcPr>
            <w:tcW w:w="898" w:type="dxa"/>
          </w:tcPr>
          <w:p w14:paraId="55526DF1" w14:textId="618FA850" w:rsidR="002F0825" w:rsidRPr="00E8448E" w:rsidRDefault="002F0825" w:rsidP="00B34C60">
            <w:pPr>
              <w:rPr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-1</m:t>
                </m:r>
              </m:oMath>
            </m:oMathPara>
          </w:p>
        </w:tc>
        <w:tc>
          <w:tcPr>
            <w:tcW w:w="717" w:type="dxa"/>
            <w:tcBorders>
              <w:top w:val="nil"/>
              <w:bottom w:val="nil"/>
            </w:tcBorders>
          </w:tcPr>
          <w:p w14:paraId="56509EDA" w14:textId="77777777" w:rsidR="002F0825" w:rsidRPr="00E8448E" w:rsidRDefault="002F0825" w:rsidP="00B34C60">
            <w:pPr>
              <w:rPr>
                <w:sz w:val="22"/>
                <w:szCs w:val="24"/>
              </w:rPr>
            </w:pPr>
          </w:p>
        </w:tc>
        <w:tc>
          <w:tcPr>
            <w:tcW w:w="898" w:type="dxa"/>
          </w:tcPr>
          <w:p w14:paraId="6DEAE50A" w14:textId="4F63E672" w:rsidR="002F0825" w:rsidRPr="00E8448E" w:rsidRDefault="002F0825" w:rsidP="00B34C60">
            <w:pPr>
              <w:rPr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1</m:t>
                </m:r>
              </m:oMath>
            </m:oMathPara>
          </w:p>
        </w:tc>
        <w:tc>
          <w:tcPr>
            <w:tcW w:w="717" w:type="dxa"/>
            <w:tcBorders>
              <w:top w:val="nil"/>
              <w:bottom w:val="nil"/>
            </w:tcBorders>
          </w:tcPr>
          <w:p w14:paraId="67619449" w14:textId="77777777" w:rsidR="002F0825" w:rsidRPr="00E8448E" w:rsidRDefault="002F0825" w:rsidP="00B34C60">
            <w:pPr>
              <w:rPr>
                <w:sz w:val="22"/>
                <w:szCs w:val="24"/>
              </w:rPr>
            </w:pPr>
          </w:p>
        </w:tc>
        <w:tc>
          <w:tcPr>
            <w:tcW w:w="889" w:type="dxa"/>
          </w:tcPr>
          <w:p w14:paraId="2582A4D7" w14:textId="0968B1EB" w:rsidR="002F0825" w:rsidRPr="00E8448E" w:rsidRDefault="002F0825" w:rsidP="00B34C60">
            <w:pPr>
              <w:rPr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12</m:t>
                </m:r>
              </m:oMath>
            </m:oMathPara>
          </w:p>
        </w:tc>
        <w:tc>
          <w:tcPr>
            <w:tcW w:w="841" w:type="dxa"/>
            <w:tcBorders>
              <w:top w:val="nil"/>
              <w:bottom w:val="nil"/>
            </w:tcBorders>
          </w:tcPr>
          <w:p w14:paraId="388FACAF" w14:textId="77777777" w:rsidR="002F0825" w:rsidRPr="00E8448E" w:rsidRDefault="002F0825" w:rsidP="00B34C60">
            <w:pPr>
              <w:rPr>
                <w:rFonts w:eastAsia="Calibri"/>
                <w:sz w:val="22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</w:tcPr>
          <w:p w14:paraId="48A580D1" w14:textId="6D602CEC" w:rsidR="002F0825" w:rsidRPr="00E8448E" w:rsidRDefault="002F0825" w:rsidP="00B34C60">
            <w:pPr>
              <w:rPr>
                <w:rFonts w:eastAsia="Calibri"/>
                <w:sz w:val="22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4"/>
                  </w:rPr>
                  <m:t>-7</m:t>
                </m:r>
              </m:oMath>
            </m:oMathPara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B69CF" w14:textId="77777777" w:rsidR="002F0825" w:rsidRPr="00E8448E" w:rsidRDefault="002F0825" w:rsidP="00B34C60">
            <w:pPr>
              <w:rPr>
                <w:rFonts w:eastAsia="Calibri"/>
                <w:sz w:val="22"/>
                <w:szCs w:val="24"/>
              </w:rPr>
            </w:pPr>
          </w:p>
        </w:tc>
      </w:tr>
    </w:tbl>
    <w:p w14:paraId="3AA4B75F" w14:textId="6225AE6D" w:rsidR="00F518F6" w:rsidRPr="00E8448E" w:rsidRDefault="00F518F6" w:rsidP="00B25988">
      <w:pPr>
        <w:pStyle w:val="Paragraphedeliste"/>
        <w:numPr>
          <w:ilvl w:val="0"/>
          <w:numId w:val="2"/>
        </w:numPr>
        <w:spacing w:after="0" w:line="276" w:lineRule="auto"/>
        <w:ind w:left="714" w:hanging="357"/>
        <w:contextualSpacing w:val="0"/>
        <w:rPr>
          <w:szCs w:val="24"/>
        </w:rPr>
      </w:pPr>
      <w:r w:rsidRPr="00E8448E">
        <w:rPr>
          <w:szCs w:val="24"/>
        </w:rPr>
        <w:t xml:space="preserve">Choisir </w:t>
      </w:r>
      <w:r w:rsidRPr="00E8448E">
        <w:rPr>
          <w:b/>
          <w:bCs/>
          <w:szCs w:val="24"/>
        </w:rPr>
        <w:t>deux</w:t>
      </w:r>
      <w:r w:rsidRPr="00E8448E">
        <w:rPr>
          <w:szCs w:val="24"/>
        </w:rPr>
        <w:t xml:space="preserve"> de ces nombres dont la somme est </w:t>
      </w:r>
      <m:oMath>
        <m:r>
          <w:rPr>
            <w:rFonts w:ascii="Cambria Math" w:hAnsi="Cambria Math"/>
            <w:szCs w:val="24"/>
          </w:rPr>
          <m:t>-10</m:t>
        </m:r>
      </m:oMath>
      <w:r w:rsidRPr="00E8448E">
        <w:rPr>
          <w:szCs w:val="24"/>
        </w:rPr>
        <w:t xml:space="preserve">. </w:t>
      </w:r>
      <w:r w:rsidR="00E8448E" w:rsidRPr="00E8448E">
        <w:rPr>
          <w:szCs w:val="24"/>
        </w:rPr>
        <w:t>É</w:t>
      </w:r>
      <w:r w:rsidRPr="00E8448E">
        <w:rPr>
          <w:szCs w:val="24"/>
        </w:rPr>
        <w:t xml:space="preserve">crire le calcul. </w:t>
      </w:r>
    </w:p>
    <w:p w14:paraId="450D30BF" w14:textId="7CFF6862" w:rsidR="00F518F6" w:rsidRPr="00E8448E" w:rsidRDefault="00F518F6" w:rsidP="00F518F6">
      <w:pPr>
        <w:pStyle w:val="Paragraphedeliste"/>
        <w:numPr>
          <w:ilvl w:val="0"/>
          <w:numId w:val="2"/>
        </w:numPr>
        <w:rPr>
          <w:szCs w:val="24"/>
        </w:rPr>
      </w:pPr>
      <w:r w:rsidRPr="00E8448E">
        <w:rPr>
          <w:szCs w:val="24"/>
        </w:rPr>
        <w:t xml:space="preserve">Choisir </w:t>
      </w:r>
      <w:r w:rsidRPr="00E8448E">
        <w:rPr>
          <w:b/>
          <w:bCs/>
          <w:szCs w:val="24"/>
        </w:rPr>
        <w:t>deux</w:t>
      </w:r>
      <w:r w:rsidRPr="00E8448E">
        <w:rPr>
          <w:szCs w:val="24"/>
        </w:rPr>
        <w:t xml:space="preserve"> de ces nombres dont la somme est </w:t>
      </w:r>
      <m:oMath>
        <m:r>
          <w:rPr>
            <w:rFonts w:ascii="Cambria Math" w:hAnsi="Cambria Math"/>
            <w:szCs w:val="24"/>
          </w:rPr>
          <m:t>-9</m:t>
        </m:r>
      </m:oMath>
      <w:r w:rsidRPr="00E8448E">
        <w:rPr>
          <w:szCs w:val="24"/>
        </w:rPr>
        <w:t xml:space="preserve">. </w:t>
      </w:r>
      <w:r w:rsidR="00E8448E" w:rsidRPr="00E8448E">
        <w:rPr>
          <w:szCs w:val="24"/>
        </w:rPr>
        <w:t>É</w:t>
      </w:r>
      <w:r w:rsidRPr="00E8448E">
        <w:rPr>
          <w:szCs w:val="24"/>
        </w:rPr>
        <w:t>crire le calcul.</w:t>
      </w:r>
    </w:p>
    <w:p w14:paraId="22B2C5F3" w14:textId="498FC3E8" w:rsidR="008462C6" w:rsidRPr="002D2599" w:rsidRDefault="00E8448E" w:rsidP="00E8448E">
      <w:pPr>
        <w:pStyle w:val="Titre1"/>
      </w:pPr>
      <w:r>
        <w:t>Je m’auto</w:t>
      </w:r>
      <w:r w:rsidR="008462C6" w:rsidRPr="002D2599">
        <w:t>évalue</w:t>
      </w:r>
    </w:p>
    <w:p w14:paraId="3F60D2CB" w14:textId="7546DDAD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J’ai trouvé les bonnes réponses : je passe à l’exercice</w:t>
      </w:r>
      <w:r w:rsidR="006C15F1">
        <w:rPr>
          <w:szCs w:val="24"/>
        </w:rPr>
        <w:t> </w:t>
      </w:r>
      <w:r w:rsidRPr="00E8448E">
        <w:rPr>
          <w:szCs w:val="24"/>
        </w:rPr>
        <w:t>5 de cette fiche</w:t>
      </w:r>
    </w:p>
    <w:p w14:paraId="00839595" w14:textId="77777777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Sinon j’appelle le professeur ou un camarade pour m’expliquer</w:t>
      </w:r>
    </w:p>
    <w:p w14:paraId="2B5B7BD4" w14:textId="77777777" w:rsidR="00E8448E" w:rsidRPr="002D2599" w:rsidRDefault="00E8448E" w:rsidP="00E8448E">
      <w:pPr>
        <w:pStyle w:val="Titre1"/>
      </w:pPr>
      <w:r w:rsidRPr="002D2599">
        <w:t>Je m’exerce</w:t>
      </w:r>
    </w:p>
    <w:p w14:paraId="4F284404" w14:textId="063938FA" w:rsidR="00762F9D" w:rsidRPr="002D2599" w:rsidRDefault="00762F9D" w:rsidP="00E8448E">
      <w:pPr>
        <w:pStyle w:val="Titre2"/>
      </w:pPr>
      <w:r w:rsidRPr="002D2599">
        <w:t>Exercice</w:t>
      </w:r>
      <w:r w:rsidR="006C15F1">
        <w:t> </w:t>
      </w:r>
      <w:r w:rsidR="00EE342B" w:rsidRPr="002D2599">
        <w:t>5</w:t>
      </w:r>
    </w:p>
    <w:p w14:paraId="2A8A850E" w14:textId="77777777" w:rsidR="0088264F" w:rsidRPr="00E8448E" w:rsidRDefault="0088264F" w:rsidP="0088264F">
      <w:pPr>
        <w:spacing w:after="0" w:line="276" w:lineRule="auto"/>
        <w:rPr>
          <w:b/>
          <w:bCs/>
          <w:u w:val="single"/>
        </w:rPr>
      </w:pPr>
      <w:r w:rsidRPr="00E8448E">
        <w:t>L’historien Tite-Live est né en –59 et a vécu 76 ans.</w:t>
      </w:r>
    </w:p>
    <w:p w14:paraId="1F1F2222" w14:textId="38D719FD" w:rsidR="0088264F" w:rsidRPr="00E8448E" w:rsidRDefault="0088264F" w:rsidP="0088264F">
      <w:pPr>
        <w:pStyle w:val="Paragraphedeliste"/>
        <w:numPr>
          <w:ilvl w:val="0"/>
          <w:numId w:val="6"/>
        </w:numPr>
        <w:rPr>
          <w:u w:val="single"/>
        </w:rPr>
      </w:pPr>
      <w:r w:rsidRPr="00E8448E">
        <w:t>Parmi les calculs suivants, lesquels permettent de calculer l’année de mort de Tite-Live</w:t>
      </w:r>
      <w:r w:rsidR="006C15F1">
        <w:t> </w:t>
      </w:r>
      <w:r w:rsidRPr="00E8448E">
        <w:t xml:space="preserve">? </w:t>
      </w:r>
    </w:p>
    <w:tbl>
      <w:tblPr>
        <w:tblStyle w:val="Grilledutableau"/>
        <w:tblW w:w="9133" w:type="dxa"/>
        <w:tblInd w:w="360" w:type="dxa"/>
        <w:tblLook w:val="04A0" w:firstRow="1" w:lastRow="0" w:firstColumn="1" w:lastColumn="0" w:noHBand="0" w:noVBand="1"/>
      </w:tblPr>
      <w:tblGrid>
        <w:gridCol w:w="2044"/>
        <w:gridCol w:w="2045"/>
        <w:gridCol w:w="2002"/>
        <w:gridCol w:w="3042"/>
      </w:tblGrid>
      <w:tr w:rsidR="0088264F" w:rsidRPr="00E8448E" w14:paraId="6F1E049C" w14:textId="77777777" w:rsidTr="0088264F"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</w:tcPr>
          <w:p w14:paraId="086D4719" w14:textId="17169BFD" w:rsidR="0088264F" w:rsidRPr="00E8448E" w:rsidRDefault="006E3660" w:rsidP="006E3660">
            <w:pPr>
              <w:pStyle w:val="Paragraphedeliste"/>
              <w:spacing w:before="60" w:after="60"/>
              <w:ind w:left="360"/>
              <w:contextualSpacing w:val="0"/>
              <w:jc w:val="both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w:sym w:font="Wingdings" w:char="F06F"/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76-59</m:t>
                </m:r>
              </m:oMath>
            </m:oMathPara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</w:tcPr>
          <w:p w14:paraId="634D4E44" w14:textId="542BE0F8" w:rsidR="0088264F" w:rsidRPr="00E8448E" w:rsidRDefault="006E3660" w:rsidP="006E3660">
            <w:pPr>
              <w:spacing w:before="60" w:after="60"/>
              <w:jc w:val="both"/>
              <w:rPr>
                <w:sz w:val="22"/>
                <w:szCs w:val="22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w:sym w:font="Wingdings" w:char="F06F"/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-59+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76</m:t>
                </m:r>
              </m:oMath>
            </m:oMathPara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14:paraId="27C06BC8" w14:textId="49C35F66" w:rsidR="0088264F" w:rsidRPr="00E8448E" w:rsidRDefault="006E3660" w:rsidP="006E3660">
            <w:pPr>
              <w:pStyle w:val="Paragraphedeliste"/>
              <w:spacing w:before="60" w:after="60"/>
              <w:ind w:left="360"/>
              <w:contextualSpacing w:val="0"/>
              <w:jc w:val="both"/>
              <w:rPr>
                <w:sz w:val="22"/>
                <w:szCs w:val="22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w:sym w:font="Wingdings" w:char="F06F"/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59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-76</m:t>
                </m:r>
              </m:oMath>
            </m:oMathPara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BF3B2C6" w14:textId="62484010" w:rsidR="0088264F" w:rsidRPr="00E8448E" w:rsidRDefault="006E3660" w:rsidP="006E3660">
            <w:pPr>
              <w:pStyle w:val="Paragraphedeliste"/>
              <w:spacing w:before="60" w:after="60"/>
              <w:ind w:left="360"/>
              <w:contextualSpacing w:val="0"/>
              <w:jc w:val="both"/>
              <w:rPr>
                <w:sz w:val="22"/>
                <w:szCs w:val="22"/>
                <w:u w:val="single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6F"/>
              </m:r>
              <m:r>
                <w:rPr>
                  <w:rFonts w:ascii="Cambria Math" w:hAnsi="Cambria Math"/>
                  <w:sz w:val="22"/>
                  <w:szCs w:val="22"/>
                </w:rPr>
                <m:t>-59+(-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76</m:t>
              </m:r>
            </m:oMath>
            <w:r w:rsidR="0088264F" w:rsidRPr="00E8448E">
              <w:rPr>
                <w:sz w:val="22"/>
                <w:szCs w:val="22"/>
              </w:rPr>
              <w:t>)</w:t>
            </w:r>
          </w:p>
        </w:tc>
      </w:tr>
    </w:tbl>
    <w:p w14:paraId="6DA3B4BA" w14:textId="041539C1" w:rsidR="0088264F" w:rsidRPr="00E8448E" w:rsidRDefault="0088264F" w:rsidP="0088264F">
      <w:pPr>
        <w:pStyle w:val="Paragraphedeliste"/>
        <w:numPr>
          <w:ilvl w:val="0"/>
          <w:numId w:val="6"/>
        </w:numPr>
      </w:pPr>
      <w:r w:rsidRPr="00E8448E">
        <w:t xml:space="preserve">Calculer l’année de </w:t>
      </w:r>
      <w:r w:rsidR="000A7E5B" w:rsidRPr="00E8448E">
        <w:t>mort</w:t>
      </w:r>
      <w:r w:rsidRPr="00E8448E">
        <w:t xml:space="preserve"> de Tite-Live.</w:t>
      </w:r>
    </w:p>
    <w:p w14:paraId="7EA09D5F" w14:textId="3BB6CA68" w:rsidR="008462C6" w:rsidRPr="002D2599" w:rsidRDefault="00E8448E" w:rsidP="00E8448E">
      <w:pPr>
        <w:pStyle w:val="Titre1"/>
      </w:pPr>
      <w:r>
        <w:t>Je m’auto</w:t>
      </w:r>
      <w:r w:rsidR="008462C6" w:rsidRPr="002D2599">
        <w:t>évalue</w:t>
      </w:r>
    </w:p>
    <w:p w14:paraId="72C24A95" w14:textId="57065876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J’ai trouvé les bonnes réponses : je passe à l’exercice</w:t>
      </w:r>
      <w:r w:rsidR="006C15F1">
        <w:rPr>
          <w:szCs w:val="24"/>
        </w:rPr>
        <w:t> </w:t>
      </w:r>
      <w:r w:rsidRPr="00E8448E">
        <w:rPr>
          <w:szCs w:val="24"/>
        </w:rPr>
        <w:t>6 de cette fiche</w:t>
      </w:r>
    </w:p>
    <w:p w14:paraId="22B426C0" w14:textId="77777777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Sinon j’appelle le professeur ou un camarade pour m’expliquer</w:t>
      </w:r>
    </w:p>
    <w:p w14:paraId="78687AE4" w14:textId="77777777" w:rsidR="00E8448E" w:rsidRPr="002D2599" w:rsidRDefault="00E8448E" w:rsidP="00E8448E">
      <w:pPr>
        <w:pStyle w:val="Titre1"/>
      </w:pPr>
      <w:r w:rsidRPr="002D2599">
        <w:t>Je m’exerce</w:t>
      </w:r>
    </w:p>
    <w:p w14:paraId="004BF50F" w14:textId="2BEBE8B1" w:rsidR="0088264F" w:rsidRPr="002D2599" w:rsidRDefault="0088264F" w:rsidP="00E8448E">
      <w:pPr>
        <w:pStyle w:val="Titre2"/>
      </w:pPr>
      <w:r w:rsidRPr="002D2599">
        <w:t>Exercice</w:t>
      </w:r>
      <w:r w:rsidR="006C15F1">
        <w:t> </w:t>
      </w:r>
      <w:r w:rsidR="00EE342B" w:rsidRPr="002D2599">
        <w:t>6</w:t>
      </w:r>
    </w:p>
    <w:p w14:paraId="023964A5" w14:textId="4478AAF5" w:rsidR="00B306C6" w:rsidRPr="00E8448E" w:rsidRDefault="00B306C6" w:rsidP="00B306C6">
      <w:pPr>
        <w:spacing w:after="0" w:line="276" w:lineRule="auto"/>
        <w:rPr>
          <w:rFonts w:eastAsiaTheme="minorEastAsia"/>
          <w:iCs w:val="0"/>
          <w:szCs w:val="24"/>
        </w:rPr>
      </w:pPr>
      <w:r w:rsidRPr="00E8448E">
        <w:rPr>
          <w:szCs w:val="24"/>
        </w:rPr>
        <w:t>Sur sa montre de plongée, un plongeur lit </w:t>
      </w:r>
      <w:r w:rsidRPr="00E8448E">
        <w:rPr>
          <w:rFonts w:eastAsiaTheme="minorEastAsia"/>
          <w:szCs w:val="24"/>
        </w:rPr>
        <w:t xml:space="preserve">: </w:t>
      </w:r>
      <m:oMath>
        <m:r>
          <w:rPr>
            <w:rFonts w:ascii="Cambria Math" w:hAnsi="Cambria Math"/>
            <w:szCs w:val="24"/>
          </w:rPr>
          <m:t>-18 </m:t>
        </m:r>
        <m:r>
          <m:rPr>
            <m:sty m:val="p"/>
          </m:rPr>
          <w:rPr>
            <w:rFonts w:ascii="Cambria Math" w:hAnsi="Cambria Math"/>
            <w:szCs w:val="24"/>
          </w:rPr>
          <m:t>m</m:t>
        </m:r>
      </m:oMath>
      <w:r w:rsidRPr="00E8448E">
        <w:rPr>
          <w:rFonts w:eastAsiaTheme="minorEastAsia"/>
          <w:szCs w:val="24"/>
        </w:rPr>
        <w:t xml:space="preserve">. Ce plongeur </w:t>
      </w:r>
      <w:r w:rsidR="0088264F" w:rsidRPr="00E8448E">
        <w:rPr>
          <w:rFonts w:eastAsiaTheme="minorEastAsia"/>
          <w:szCs w:val="24"/>
        </w:rPr>
        <w:t xml:space="preserve">continue à descendre de </w:t>
      </w:r>
      <w:r w:rsidRPr="00E8448E">
        <w:rPr>
          <w:rFonts w:eastAsiaTheme="minorEastAsia"/>
          <w:szCs w:val="24"/>
        </w:rPr>
        <w:t>7</w:t>
      </w:r>
      <w:r w:rsidR="006C15F1">
        <w:rPr>
          <w:rFonts w:eastAsiaTheme="minorEastAsia"/>
          <w:szCs w:val="24"/>
        </w:rPr>
        <w:t> </w:t>
      </w:r>
      <w:r w:rsidRPr="00E8448E">
        <w:rPr>
          <w:rFonts w:eastAsiaTheme="minorEastAsia"/>
          <w:szCs w:val="24"/>
        </w:rPr>
        <w:t xml:space="preserve">m pour </w:t>
      </w:r>
      <w:r w:rsidR="0088264F" w:rsidRPr="00E8448E">
        <w:rPr>
          <w:rFonts w:eastAsiaTheme="minorEastAsia"/>
          <w:szCs w:val="24"/>
        </w:rPr>
        <w:t>atteindre l’épave d’un bateau</w:t>
      </w:r>
      <w:r w:rsidRPr="00E8448E">
        <w:rPr>
          <w:rFonts w:eastAsiaTheme="minorEastAsia"/>
          <w:szCs w:val="24"/>
        </w:rPr>
        <w:t>.</w:t>
      </w:r>
    </w:p>
    <w:p w14:paraId="0B821CF5" w14:textId="17ED3191" w:rsidR="00B306C6" w:rsidRPr="00E8448E" w:rsidRDefault="00B306C6" w:rsidP="00B306C6">
      <w:pPr>
        <w:spacing w:after="0" w:line="276" w:lineRule="auto"/>
        <w:rPr>
          <w:rFonts w:eastAsiaTheme="minorEastAsia"/>
          <w:iCs w:val="0"/>
          <w:szCs w:val="24"/>
        </w:rPr>
      </w:pPr>
      <w:r w:rsidRPr="00E8448E">
        <w:rPr>
          <w:rFonts w:eastAsiaTheme="minorEastAsia"/>
          <w:szCs w:val="24"/>
        </w:rPr>
        <w:t xml:space="preserve">Qu’affiche la montre du plongeur </w:t>
      </w:r>
      <w:r w:rsidR="0088264F" w:rsidRPr="00E8448E">
        <w:rPr>
          <w:rFonts w:eastAsiaTheme="minorEastAsia"/>
          <w:szCs w:val="24"/>
        </w:rPr>
        <w:t>au niveau de l’épave</w:t>
      </w:r>
      <w:r w:rsidR="006C15F1">
        <w:rPr>
          <w:rFonts w:eastAsiaTheme="minorEastAsia"/>
          <w:szCs w:val="24"/>
        </w:rPr>
        <w:t> </w:t>
      </w:r>
      <w:r w:rsidRPr="00E8448E">
        <w:rPr>
          <w:rFonts w:eastAsiaTheme="minorEastAsia"/>
          <w:szCs w:val="24"/>
        </w:rPr>
        <w:t>?</w:t>
      </w:r>
    </w:p>
    <w:p w14:paraId="024756C3" w14:textId="2C92BA54" w:rsidR="008462C6" w:rsidRPr="002D2599" w:rsidRDefault="00E8448E" w:rsidP="00E8448E">
      <w:pPr>
        <w:pStyle w:val="Titre1"/>
      </w:pPr>
      <w:r>
        <w:lastRenderedPageBreak/>
        <w:t>Je m’auto</w:t>
      </w:r>
      <w:r w:rsidR="008462C6" w:rsidRPr="002D2599">
        <w:t>évalue</w:t>
      </w:r>
    </w:p>
    <w:p w14:paraId="05D81E55" w14:textId="39DD5899" w:rsidR="008462C6" w:rsidRPr="00E8448E" w:rsidRDefault="008462C6" w:rsidP="008462C6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J’ai trouvé les bonnes réponses : je passe à la partie «</w:t>
      </w:r>
      <w:r w:rsidR="006C15F1">
        <w:rPr>
          <w:szCs w:val="24"/>
        </w:rPr>
        <w:t> </w:t>
      </w:r>
      <w:r w:rsidRPr="00E8448E">
        <w:rPr>
          <w:szCs w:val="24"/>
        </w:rPr>
        <w:t>Je me teste</w:t>
      </w:r>
      <w:r w:rsidR="006C15F1">
        <w:rPr>
          <w:szCs w:val="24"/>
        </w:rPr>
        <w:t> </w:t>
      </w:r>
      <w:r w:rsidRPr="00E8448E">
        <w:rPr>
          <w:szCs w:val="24"/>
        </w:rPr>
        <w:t>» de cette fiche</w:t>
      </w:r>
    </w:p>
    <w:p w14:paraId="0CD1262A" w14:textId="35F6866E" w:rsidR="00762F9D" w:rsidRPr="00E8448E" w:rsidRDefault="008462C6" w:rsidP="00497EFD">
      <w:pPr>
        <w:pStyle w:val="Paragraphedeliste"/>
        <w:numPr>
          <w:ilvl w:val="0"/>
          <w:numId w:val="13"/>
        </w:numPr>
        <w:rPr>
          <w:szCs w:val="24"/>
        </w:rPr>
      </w:pPr>
      <w:r w:rsidRPr="00E8448E">
        <w:rPr>
          <w:szCs w:val="24"/>
        </w:rPr>
        <w:t>Sinon j’appelle le professeur ou un camarade pour m’expliquer</w:t>
      </w:r>
    </w:p>
    <w:p w14:paraId="31BBA900" w14:textId="5E2F50DB" w:rsidR="00183BDE" w:rsidRPr="002D2599" w:rsidRDefault="00183BDE" w:rsidP="00E8448E">
      <w:pPr>
        <w:pStyle w:val="Titre1"/>
      </w:pPr>
      <w:r w:rsidRPr="002D2599">
        <w:t>Je me teste</w:t>
      </w:r>
    </w:p>
    <w:p w14:paraId="00AD5B8C" w14:textId="77777777" w:rsidR="00B25988" w:rsidRPr="00E8448E" w:rsidRDefault="00B25988" w:rsidP="00B25988">
      <w:pPr>
        <w:jc w:val="both"/>
        <w:rPr>
          <w:szCs w:val="24"/>
        </w:rPr>
      </w:pPr>
      <w:r w:rsidRPr="00E8448E">
        <w:rPr>
          <w:szCs w:val="24"/>
        </w:rPr>
        <w:t>Effectuer les calculs.</w:t>
      </w:r>
    </w:p>
    <w:p w14:paraId="159DAA15" w14:textId="77777777" w:rsidR="00B25988" w:rsidRPr="00E8448E" w:rsidRDefault="00B25988" w:rsidP="00E8448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jc w:val="both"/>
        <w:rPr>
          <w:i/>
          <w:iCs w:val="0"/>
          <w:szCs w:val="24"/>
          <w:u w:val="single"/>
        </w:rPr>
      </w:pPr>
      <w:r w:rsidRPr="00E8448E">
        <w:rPr>
          <w:szCs w:val="24"/>
        </w:rPr>
        <w:t>–11 + 5</w:t>
      </w:r>
    </w:p>
    <w:p w14:paraId="5C929F27" w14:textId="77777777" w:rsidR="00B25988" w:rsidRPr="00E8448E" w:rsidRDefault="00B25988" w:rsidP="00E8448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jc w:val="both"/>
        <w:rPr>
          <w:i/>
          <w:iCs w:val="0"/>
          <w:szCs w:val="24"/>
          <w:u w:val="single"/>
        </w:rPr>
      </w:pPr>
      <w:r w:rsidRPr="00E8448E">
        <w:rPr>
          <w:szCs w:val="24"/>
        </w:rPr>
        <w:t>–9 + 14</w:t>
      </w:r>
    </w:p>
    <w:p w14:paraId="7FF070FF" w14:textId="77777777" w:rsidR="00B25988" w:rsidRPr="00E8448E" w:rsidRDefault="00B25988" w:rsidP="00E8448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jc w:val="both"/>
        <w:rPr>
          <w:i/>
          <w:iCs w:val="0"/>
          <w:szCs w:val="24"/>
          <w:u w:val="single"/>
        </w:rPr>
      </w:pPr>
      <w:r w:rsidRPr="00E8448E">
        <w:rPr>
          <w:szCs w:val="24"/>
        </w:rPr>
        <w:t>12 + (–5)</w:t>
      </w:r>
    </w:p>
    <w:p w14:paraId="7A25D386" w14:textId="7C50E2C1" w:rsidR="000652B8" w:rsidRPr="002D2599" w:rsidRDefault="00B25988" w:rsidP="00E8448E">
      <w:pPr>
        <w:pStyle w:val="Paragraphedeliste"/>
        <w:numPr>
          <w:ilvl w:val="0"/>
          <w:numId w:val="3"/>
        </w:numPr>
        <w:spacing w:before="240" w:beforeAutospacing="0" w:after="240" w:afterAutospacing="0"/>
        <w:ind w:left="714" w:hanging="357"/>
        <w:contextualSpacing w:val="0"/>
        <w:jc w:val="both"/>
      </w:pPr>
      <w:r w:rsidRPr="00E8448E">
        <w:rPr>
          <w:szCs w:val="24"/>
        </w:rPr>
        <w:t>–20 + (–30</w:t>
      </w:r>
      <w:r w:rsidR="0059502E" w:rsidRPr="00E8448E">
        <w:rPr>
          <w:szCs w:val="24"/>
        </w:rPr>
        <w:t>)</w:t>
      </w:r>
    </w:p>
    <w:sectPr w:rsidR="000652B8" w:rsidRPr="002D2599" w:rsidSect="00010136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6CD64" w14:textId="77777777" w:rsidR="00EB6B3A" w:rsidRDefault="00EB6B3A" w:rsidP="006C15F1">
      <w:pPr>
        <w:spacing w:before="0" w:after="0"/>
      </w:pPr>
      <w:r>
        <w:separator/>
      </w:r>
    </w:p>
  </w:endnote>
  <w:endnote w:type="continuationSeparator" w:id="0">
    <w:p w14:paraId="1DE66431" w14:textId="77777777" w:rsidR="00EB6B3A" w:rsidRDefault="00EB6B3A" w:rsidP="006C15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7DBEA" w14:textId="77777777" w:rsidR="00EB6B3A" w:rsidRDefault="00EB6B3A" w:rsidP="006C15F1">
      <w:pPr>
        <w:spacing w:before="0" w:after="0"/>
      </w:pPr>
      <w:r>
        <w:separator/>
      </w:r>
    </w:p>
  </w:footnote>
  <w:footnote w:type="continuationSeparator" w:id="0">
    <w:p w14:paraId="630A31A3" w14:textId="77777777" w:rsidR="00EB6B3A" w:rsidRDefault="00EB6B3A" w:rsidP="006C15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7F93"/>
    <w:multiLevelType w:val="hybridMultilevel"/>
    <w:tmpl w:val="7B28389C"/>
    <w:lvl w:ilvl="0" w:tplc="8EDCF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33486"/>
    <w:multiLevelType w:val="hybridMultilevel"/>
    <w:tmpl w:val="8B62AB5E"/>
    <w:lvl w:ilvl="0" w:tplc="8EDCFAA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7E70AE"/>
    <w:multiLevelType w:val="hybridMultilevel"/>
    <w:tmpl w:val="37D2C460"/>
    <w:lvl w:ilvl="0" w:tplc="53BCD5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095E"/>
    <w:multiLevelType w:val="hybridMultilevel"/>
    <w:tmpl w:val="6CCC6BD4"/>
    <w:lvl w:ilvl="0" w:tplc="C94044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40F9D"/>
    <w:multiLevelType w:val="hybridMultilevel"/>
    <w:tmpl w:val="D0560874"/>
    <w:lvl w:ilvl="0" w:tplc="8EDCFAA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5F2D0E"/>
    <w:multiLevelType w:val="hybridMultilevel"/>
    <w:tmpl w:val="6AEC55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45737"/>
    <w:multiLevelType w:val="hybridMultilevel"/>
    <w:tmpl w:val="E884A610"/>
    <w:lvl w:ilvl="0" w:tplc="8EDCFAA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207921"/>
    <w:multiLevelType w:val="hybridMultilevel"/>
    <w:tmpl w:val="5D18D5D6"/>
    <w:lvl w:ilvl="0" w:tplc="C94044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A2FD8"/>
    <w:multiLevelType w:val="hybridMultilevel"/>
    <w:tmpl w:val="5726AA0E"/>
    <w:lvl w:ilvl="0" w:tplc="659474E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95DF5"/>
    <w:multiLevelType w:val="hybridMultilevel"/>
    <w:tmpl w:val="91C4AF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F1640"/>
    <w:multiLevelType w:val="hybridMultilevel"/>
    <w:tmpl w:val="7B028212"/>
    <w:lvl w:ilvl="0" w:tplc="78B4EC3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4F01A0"/>
    <w:multiLevelType w:val="hybridMultilevel"/>
    <w:tmpl w:val="FFFC29A8"/>
    <w:lvl w:ilvl="0" w:tplc="C94044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E2596"/>
    <w:multiLevelType w:val="hybridMultilevel"/>
    <w:tmpl w:val="CE32D268"/>
    <w:lvl w:ilvl="0" w:tplc="91027CB8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8"/>
  </w:num>
  <w:num w:numId="5">
    <w:abstractNumId w:val="5"/>
  </w:num>
  <w:num w:numId="6">
    <w:abstractNumId w:val="11"/>
  </w:num>
  <w:num w:numId="7">
    <w:abstractNumId w:val="21"/>
  </w:num>
  <w:num w:numId="8">
    <w:abstractNumId w:val="19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  <w:num w:numId="13">
    <w:abstractNumId w:val="15"/>
  </w:num>
  <w:num w:numId="14">
    <w:abstractNumId w:val="8"/>
  </w:num>
  <w:num w:numId="15">
    <w:abstractNumId w:val="9"/>
  </w:num>
  <w:num w:numId="16">
    <w:abstractNumId w:val="16"/>
  </w:num>
  <w:num w:numId="17">
    <w:abstractNumId w:val="10"/>
  </w:num>
  <w:num w:numId="18">
    <w:abstractNumId w:val="20"/>
  </w:num>
  <w:num w:numId="19">
    <w:abstractNumId w:val="13"/>
  </w:num>
  <w:num w:numId="20">
    <w:abstractNumId w:val="14"/>
  </w:num>
  <w:num w:numId="21">
    <w:abstractNumId w:val="22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AB"/>
    <w:rsid w:val="00010136"/>
    <w:rsid w:val="00015891"/>
    <w:rsid w:val="000652B8"/>
    <w:rsid w:val="000806E8"/>
    <w:rsid w:val="000A7E5B"/>
    <w:rsid w:val="000C5A5D"/>
    <w:rsid w:val="000D5FA8"/>
    <w:rsid w:val="000E1EAE"/>
    <w:rsid w:val="000F0686"/>
    <w:rsid w:val="00111092"/>
    <w:rsid w:val="001117CD"/>
    <w:rsid w:val="001300B3"/>
    <w:rsid w:val="0014107B"/>
    <w:rsid w:val="0014755F"/>
    <w:rsid w:val="0015464D"/>
    <w:rsid w:val="00155A29"/>
    <w:rsid w:val="00161F17"/>
    <w:rsid w:val="00183BDE"/>
    <w:rsid w:val="0019041B"/>
    <w:rsid w:val="001A15B5"/>
    <w:rsid w:val="001A59EB"/>
    <w:rsid w:val="001B7F1B"/>
    <w:rsid w:val="001C265B"/>
    <w:rsid w:val="001D7E48"/>
    <w:rsid w:val="001E61C4"/>
    <w:rsid w:val="001F2101"/>
    <w:rsid w:val="00241817"/>
    <w:rsid w:val="00252B3A"/>
    <w:rsid w:val="00257210"/>
    <w:rsid w:val="00275FD2"/>
    <w:rsid w:val="002A45D6"/>
    <w:rsid w:val="002A48EE"/>
    <w:rsid w:val="002A5F88"/>
    <w:rsid w:val="002D2599"/>
    <w:rsid w:val="002F0493"/>
    <w:rsid w:val="002F0825"/>
    <w:rsid w:val="0030558D"/>
    <w:rsid w:val="00324C23"/>
    <w:rsid w:val="00346F95"/>
    <w:rsid w:val="00390BE7"/>
    <w:rsid w:val="00396E32"/>
    <w:rsid w:val="003A5556"/>
    <w:rsid w:val="003C3DF1"/>
    <w:rsid w:val="00432885"/>
    <w:rsid w:val="004363F6"/>
    <w:rsid w:val="00445711"/>
    <w:rsid w:val="00492DAB"/>
    <w:rsid w:val="00497EFD"/>
    <w:rsid w:val="004C0EAF"/>
    <w:rsid w:val="004E398A"/>
    <w:rsid w:val="004E6F7A"/>
    <w:rsid w:val="00504ABE"/>
    <w:rsid w:val="0054050D"/>
    <w:rsid w:val="00555CC5"/>
    <w:rsid w:val="0059502E"/>
    <w:rsid w:val="005A138E"/>
    <w:rsid w:val="005B26AD"/>
    <w:rsid w:val="006429EA"/>
    <w:rsid w:val="0067676A"/>
    <w:rsid w:val="00686637"/>
    <w:rsid w:val="006A4DBD"/>
    <w:rsid w:val="006B1C64"/>
    <w:rsid w:val="006C15F1"/>
    <w:rsid w:val="006C6539"/>
    <w:rsid w:val="006E3660"/>
    <w:rsid w:val="006F654D"/>
    <w:rsid w:val="007204AE"/>
    <w:rsid w:val="00740A4D"/>
    <w:rsid w:val="0076028A"/>
    <w:rsid w:val="00762F9D"/>
    <w:rsid w:val="00790D0C"/>
    <w:rsid w:val="00796583"/>
    <w:rsid w:val="007E5744"/>
    <w:rsid w:val="008178C6"/>
    <w:rsid w:val="00821B7E"/>
    <w:rsid w:val="00844BC8"/>
    <w:rsid w:val="008462C6"/>
    <w:rsid w:val="008509B5"/>
    <w:rsid w:val="0088264F"/>
    <w:rsid w:val="0088283C"/>
    <w:rsid w:val="00892F99"/>
    <w:rsid w:val="008E652B"/>
    <w:rsid w:val="008F09FF"/>
    <w:rsid w:val="00913D41"/>
    <w:rsid w:val="009176A0"/>
    <w:rsid w:val="0093259F"/>
    <w:rsid w:val="0098220E"/>
    <w:rsid w:val="009B0C59"/>
    <w:rsid w:val="009B3DB6"/>
    <w:rsid w:val="009E171A"/>
    <w:rsid w:val="009E6830"/>
    <w:rsid w:val="009E7B64"/>
    <w:rsid w:val="00A10C95"/>
    <w:rsid w:val="00A13EE4"/>
    <w:rsid w:val="00A506AA"/>
    <w:rsid w:val="00A84511"/>
    <w:rsid w:val="00AE2731"/>
    <w:rsid w:val="00AE7E11"/>
    <w:rsid w:val="00AF38A2"/>
    <w:rsid w:val="00B02EB6"/>
    <w:rsid w:val="00B07376"/>
    <w:rsid w:val="00B20CA0"/>
    <w:rsid w:val="00B23899"/>
    <w:rsid w:val="00B25988"/>
    <w:rsid w:val="00B306C6"/>
    <w:rsid w:val="00B34C60"/>
    <w:rsid w:val="00B81883"/>
    <w:rsid w:val="00B933C2"/>
    <w:rsid w:val="00C1592E"/>
    <w:rsid w:val="00C21847"/>
    <w:rsid w:val="00C436AD"/>
    <w:rsid w:val="00C57EE7"/>
    <w:rsid w:val="00C70E32"/>
    <w:rsid w:val="00CB4F06"/>
    <w:rsid w:val="00CB5B7B"/>
    <w:rsid w:val="00CE7056"/>
    <w:rsid w:val="00D31B28"/>
    <w:rsid w:val="00D42825"/>
    <w:rsid w:val="00D768A7"/>
    <w:rsid w:val="00DC3501"/>
    <w:rsid w:val="00DE456E"/>
    <w:rsid w:val="00E8448E"/>
    <w:rsid w:val="00EB6B3A"/>
    <w:rsid w:val="00EE1188"/>
    <w:rsid w:val="00EE243A"/>
    <w:rsid w:val="00EE25C2"/>
    <w:rsid w:val="00EE342B"/>
    <w:rsid w:val="00EF6BC4"/>
    <w:rsid w:val="00F03A5A"/>
    <w:rsid w:val="00F10182"/>
    <w:rsid w:val="00F3392D"/>
    <w:rsid w:val="00F518F6"/>
    <w:rsid w:val="00F564EA"/>
    <w:rsid w:val="00F74F19"/>
    <w:rsid w:val="00F768C9"/>
    <w:rsid w:val="00FB3A68"/>
    <w:rsid w:val="00FB753E"/>
    <w:rsid w:val="00FB78F2"/>
    <w:rsid w:val="00FC0487"/>
    <w:rsid w:val="00FC0B38"/>
    <w:rsid w:val="00FD0F81"/>
    <w:rsid w:val="00FD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941D1"/>
  <w15:chartTrackingRefBased/>
  <w15:docId w15:val="{FF6E7FAF-CA11-4E41-B2F8-A65602BD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C95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10C95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0C95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10C95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0C95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A10C95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10C95"/>
  </w:style>
  <w:style w:type="paragraph" w:styleId="Paragraphedeliste">
    <w:name w:val="List Paragraph"/>
    <w:basedOn w:val="Normal"/>
    <w:uiPriority w:val="34"/>
    <w:rsid w:val="00A10C95"/>
    <w:pPr>
      <w:ind w:left="720"/>
      <w:contextualSpacing/>
    </w:pPr>
  </w:style>
  <w:style w:type="table" w:styleId="Grilledutableau">
    <w:name w:val="Table Grid"/>
    <w:basedOn w:val="TableauNormal"/>
    <w:uiPriority w:val="59"/>
    <w:rsid w:val="00A10C9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5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5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5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5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50D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A10C9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E7B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7B64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uiPriority w:val="9"/>
    <w:rsid w:val="00A10C95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A10C95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A10C95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A10C95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A10C95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A10C95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A10C95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A10C95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A10C95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A10C95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A10C95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A10C95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A10C95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10C95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A10C95"/>
    <w:rPr>
      <w:color w:val="0000FF"/>
      <w:u w:val="single"/>
    </w:rPr>
  </w:style>
  <w:style w:type="paragraph" w:customStyle="1" w:styleId="Encartgras">
    <w:name w:val="Encart gras"/>
    <w:basedOn w:val="Normal"/>
    <w:qFormat/>
    <w:rsid w:val="00A10C95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A10C95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A10C95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A10C95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A10C95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6C15F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6C15F1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112B-1B08-4C3A-AB81-AA80FFDC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</TotalTime>
  <Pages>5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ajori</dc:creator>
  <cp:keywords/>
  <dc:description/>
  <cp:lastModifiedBy>JEROME SAVIDAN</cp:lastModifiedBy>
  <cp:revision>4</cp:revision>
  <cp:lastPrinted>2023-06-27T05:50:00Z</cp:lastPrinted>
  <dcterms:created xsi:type="dcterms:W3CDTF">2023-08-08T06:35:00Z</dcterms:created>
  <dcterms:modified xsi:type="dcterms:W3CDTF">2023-08-08T13:39:00Z</dcterms:modified>
</cp:coreProperties>
</file>